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328" w:rsidRDefault="00CB6328" w:rsidP="00045AA7">
      <w:pPr>
        <w:tabs>
          <w:tab w:val="left" w:pos="4114"/>
        </w:tabs>
        <w:ind w:right="-469"/>
        <w:jc w:val="both"/>
        <w:rPr>
          <w:b/>
          <w:bCs/>
          <w:color w:val="FFFFFF"/>
        </w:rPr>
      </w:pPr>
      <w:r>
        <w:rPr>
          <w:b/>
          <w:bCs/>
        </w:rPr>
        <w:t xml:space="preserve">                  </w:t>
      </w:r>
      <w:r>
        <w:rPr>
          <w:b/>
          <w:bCs/>
          <w:color w:val="FFFFFF"/>
        </w:rPr>
        <w:t>ДИРЕКТОР:</w:t>
      </w:r>
    </w:p>
    <w:p w:rsidR="00CB6328" w:rsidRDefault="00CB6328" w:rsidP="00045AA7">
      <w:pPr>
        <w:tabs>
          <w:tab w:val="left" w:pos="4114"/>
        </w:tabs>
        <w:ind w:right="-469"/>
        <w:jc w:val="both"/>
        <w:rPr>
          <w:b/>
          <w:bCs/>
          <w:color w:val="FFFFFF"/>
        </w:rPr>
      </w:pPr>
    </w:p>
    <w:p w:rsidR="00CB6328" w:rsidRDefault="00CB6328" w:rsidP="00CF4E82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FFFFFF"/>
        </w:rPr>
        <w:t>/ИНЖ</w:t>
      </w:r>
      <w:r>
        <w:rPr>
          <w:b/>
          <w:bCs/>
          <w:sz w:val="28"/>
          <w:szCs w:val="28"/>
        </w:rPr>
        <w:t>З А П О В Е Д</w:t>
      </w:r>
    </w:p>
    <w:p w:rsidR="00CB6328" w:rsidRDefault="00CB6328" w:rsidP="00CF4E82">
      <w:pPr>
        <w:ind w:right="-469"/>
        <w:jc w:val="center"/>
        <w:rPr>
          <w:b/>
          <w:bCs/>
          <w:color w:val="FFFFFF"/>
        </w:rPr>
      </w:pPr>
      <w:r>
        <w:rPr>
          <w:b/>
          <w:bCs/>
          <w:color w:val="FFFFFF"/>
        </w:rPr>
        <w:t>АЗЗПО. ЙЙОРДАНОВ /</w:t>
      </w:r>
    </w:p>
    <w:p w:rsidR="00CB6328" w:rsidRDefault="00CB6328" w:rsidP="00CF4E82">
      <w:pPr>
        <w:ind w:right="-469"/>
        <w:jc w:val="center"/>
        <w:rPr>
          <w:i/>
          <w:iCs/>
          <w:color w:val="FFFFFF"/>
          <w:sz w:val="20"/>
          <w:szCs w:val="20"/>
        </w:rPr>
      </w:pPr>
    </w:p>
    <w:p w:rsidR="00CB6328" w:rsidRDefault="00CB6328" w:rsidP="00CF4E82">
      <w:pPr>
        <w:jc w:val="center"/>
        <w:rPr>
          <w:b/>
          <w:bCs/>
        </w:rPr>
      </w:pPr>
      <w:r>
        <w:rPr>
          <w:b/>
          <w:bCs/>
        </w:rPr>
        <w:t xml:space="preserve">               № РД 21-07- 166</w:t>
      </w:r>
    </w:p>
    <w:p w:rsidR="00CB6328" w:rsidRDefault="00CB6328" w:rsidP="00CF4E82">
      <w:pPr>
        <w:jc w:val="center"/>
        <w:rPr>
          <w:b/>
          <w:bCs/>
        </w:rPr>
      </w:pPr>
      <w:r>
        <w:rPr>
          <w:b/>
          <w:bCs/>
        </w:rPr>
        <w:t xml:space="preserve">               гр. Варна, 15.07.2021г.</w:t>
      </w:r>
    </w:p>
    <w:p w:rsidR="00CB6328" w:rsidRDefault="00CB6328" w:rsidP="00A474E8"/>
    <w:p w:rsidR="00CB6328" w:rsidRDefault="00CB6328" w:rsidP="00A474E8">
      <w:pPr>
        <w:pStyle w:val="m"/>
        <w:ind w:right="-469" w:firstLine="0"/>
        <w:rPr>
          <w:lang w:val="ru-RU"/>
        </w:rPr>
      </w:pPr>
      <w:r>
        <w:rPr>
          <w:lang w:val="bg-BG"/>
        </w:rPr>
        <w:t xml:space="preserve">На основание чл.37в ал.1 от Закона за собствеността и ползването на земеделските земи (ЗСПЗЗ)  </w:t>
      </w:r>
    </w:p>
    <w:p w:rsidR="00CB6328" w:rsidRDefault="00CB6328" w:rsidP="00A474E8">
      <w:pPr>
        <w:pStyle w:val="m"/>
        <w:ind w:right="-469" w:firstLine="0"/>
        <w:rPr>
          <w:lang w:val="ru-RU"/>
        </w:rPr>
      </w:pPr>
    </w:p>
    <w:p w:rsidR="00CB6328" w:rsidRDefault="00CB6328" w:rsidP="00A474E8">
      <w:pPr>
        <w:ind w:right="-469"/>
        <w:rPr>
          <w:b/>
          <w:bCs/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</w:rPr>
        <w:t>Н А Р Е Ж Д А М:</w:t>
      </w:r>
    </w:p>
    <w:p w:rsidR="00CB6328" w:rsidRDefault="00CB6328" w:rsidP="00A474E8">
      <w:pPr>
        <w:ind w:right="-469" w:hanging="360"/>
        <w:jc w:val="both"/>
      </w:pPr>
      <w:r>
        <w:rPr>
          <w:b/>
          <w:bCs/>
        </w:rPr>
        <w:t xml:space="preserve">         І.</w:t>
      </w:r>
      <w:r>
        <w:t xml:space="preserve"> </w:t>
      </w:r>
      <w:r>
        <w:rPr>
          <w:b/>
          <w:bCs/>
        </w:rPr>
        <w:t>ОТКРИВАМ</w:t>
      </w:r>
      <w:r>
        <w:t xml:space="preserve"> процедурата по сключване на споразумение между собствениците и/или ползвателите за ползване на земеделски земи </w:t>
      </w:r>
      <w:r>
        <w:rPr>
          <w:b/>
          <w:bCs/>
        </w:rPr>
        <w:t>в землищата на</w:t>
      </w:r>
      <w:r>
        <w:t xml:space="preserve"> </w:t>
      </w:r>
      <w:r>
        <w:rPr>
          <w:b/>
          <w:bCs/>
        </w:rPr>
        <w:t>Община Вълчи дол, област Варна</w:t>
      </w:r>
      <w:r>
        <w:t xml:space="preserve"> за стопанската </w:t>
      </w:r>
      <w:r>
        <w:rPr>
          <w:b/>
          <w:bCs/>
        </w:rPr>
        <w:t xml:space="preserve">2021/2022 </w:t>
      </w:r>
      <w:r>
        <w:t>година.</w:t>
      </w:r>
    </w:p>
    <w:p w:rsidR="00CB6328" w:rsidRDefault="00CB6328" w:rsidP="00A474E8">
      <w:pPr>
        <w:ind w:right="-469" w:hanging="360"/>
        <w:jc w:val="both"/>
      </w:pPr>
    </w:p>
    <w:p w:rsidR="00CB6328" w:rsidRDefault="00CB6328" w:rsidP="00A474E8">
      <w:pPr>
        <w:ind w:right="-469" w:hanging="360"/>
        <w:jc w:val="both"/>
      </w:pPr>
      <w:r>
        <w:rPr>
          <w:b/>
          <w:bCs/>
        </w:rPr>
        <w:t xml:space="preserve">       ІІ.</w:t>
      </w:r>
      <w:r>
        <w:t xml:space="preserve"> </w:t>
      </w:r>
      <w:r>
        <w:rPr>
          <w:b/>
          <w:bCs/>
        </w:rPr>
        <w:t>НАЗНАЧАВАМ КОМИСИЯ</w:t>
      </w:r>
      <w:r>
        <w:t xml:space="preserve">, която да ръководи сключването на споразуменията за определяне на масивите за ползване на земеделски земи за </w:t>
      </w:r>
      <w:r>
        <w:rPr>
          <w:b/>
          <w:bCs/>
        </w:rPr>
        <w:t>землищата на Община Вълчи дол,</w:t>
      </w:r>
      <w:r>
        <w:t xml:space="preserve"> </w:t>
      </w:r>
      <w:r>
        <w:rPr>
          <w:b/>
          <w:bCs/>
        </w:rPr>
        <w:t>област Варна,</w:t>
      </w:r>
      <w:r>
        <w:t xml:space="preserve"> при условията и реда на чл.37в от ЗСПЗЗ в състав, както следва:</w:t>
      </w:r>
    </w:p>
    <w:p w:rsidR="00CB6328" w:rsidRDefault="00CB6328" w:rsidP="00A474E8">
      <w:pPr>
        <w:ind w:right="-469" w:hanging="360"/>
        <w:jc w:val="both"/>
        <w:rPr>
          <w:b/>
          <w:bCs/>
        </w:rPr>
      </w:pPr>
    </w:p>
    <w:p w:rsidR="00CB6328" w:rsidRDefault="00CB6328" w:rsidP="00A474E8">
      <w:pPr>
        <w:ind w:right="-469" w:hanging="360"/>
        <w:jc w:val="both"/>
      </w:pPr>
      <w:r>
        <w:rPr>
          <w:b/>
          <w:bCs/>
        </w:rPr>
        <w:t>1. Землище</w:t>
      </w:r>
      <w:r>
        <w:t xml:space="preserve"> </w:t>
      </w:r>
      <w:r>
        <w:rPr>
          <w:b/>
          <w:bCs/>
        </w:rPr>
        <w:t>гр. Вълчи дол</w:t>
      </w:r>
      <w:r>
        <w:t xml:space="preserve">: </w:t>
      </w:r>
    </w:p>
    <w:p w:rsidR="00CB6328" w:rsidRDefault="00CB6328" w:rsidP="00A474E8">
      <w:pPr>
        <w:ind w:left="708" w:right="-469" w:hanging="360"/>
        <w:jc w:val="both"/>
      </w:pPr>
      <w:r>
        <w:t xml:space="preserve"> ПРЕДСЕДАТЕЛ: Мима Пенкова Николова – гл.експерт в ОСЗ Вълчи дол  </w:t>
      </w:r>
    </w:p>
    <w:p w:rsidR="00CB6328" w:rsidRDefault="00CB6328" w:rsidP="00A474E8">
      <w:pPr>
        <w:ind w:left="720" w:right="-469" w:hanging="360"/>
        <w:jc w:val="both"/>
      </w:pPr>
      <w:r>
        <w:t>ЧЛЕНОВЕ:</w:t>
      </w:r>
      <w:r>
        <w:rPr>
          <w:b/>
          <w:bCs/>
        </w:rPr>
        <w:t xml:space="preserve"> </w:t>
      </w:r>
      <w:r>
        <w:t>1. Пепа Петрова Пенчева –  вр. и.д. кмет на Община Вълчи дол</w:t>
      </w:r>
    </w:p>
    <w:p w:rsidR="00CB6328" w:rsidRDefault="00CB6328" w:rsidP="00A474E8">
      <w:pPr>
        <w:ind w:left="720" w:right="-469" w:hanging="360"/>
        <w:jc w:val="both"/>
      </w:pPr>
      <w:r>
        <w:t xml:space="preserve">                     2.Светлана Стефанова Костова</w:t>
      </w:r>
      <w:r>
        <w:rPr>
          <w:b/>
          <w:bCs/>
        </w:rPr>
        <w:t xml:space="preserve">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 w:hanging="360"/>
        <w:jc w:val="both"/>
      </w:pPr>
      <w:r>
        <w:tab/>
        <w:t xml:space="preserve">       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right="-469" w:hanging="360"/>
        <w:jc w:val="both"/>
      </w:pPr>
      <w:r>
        <w:rPr>
          <w:b/>
          <w:bCs/>
        </w:rPr>
        <w:t>2. Землище</w:t>
      </w:r>
      <w:r>
        <w:t xml:space="preserve"> </w:t>
      </w:r>
      <w:r>
        <w:rPr>
          <w:b/>
          <w:bCs/>
        </w:rPr>
        <w:t>с. Бояна</w:t>
      </w:r>
      <w:r>
        <w:t xml:space="preserve">: </w:t>
      </w:r>
    </w:p>
    <w:p w:rsidR="00CB6328" w:rsidRDefault="00CB6328" w:rsidP="00A474E8">
      <w:pPr>
        <w:ind w:left="708" w:right="-469" w:hanging="360"/>
        <w:jc w:val="both"/>
      </w:pPr>
      <w:r>
        <w:t xml:space="preserve">ПРЕДСЕДАТЕЛ: Мима Пенкова Николова – гл.експерт в ОСЗ Вълчи дол  </w:t>
      </w:r>
    </w:p>
    <w:p w:rsidR="00CB6328" w:rsidRDefault="00CB6328" w:rsidP="00A474E8">
      <w:pPr>
        <w:ind w:left="720" w:right="-469" w:hanging="360"/>
        <w:jc w:val="both"/>
      </w:pPr>
      <w:r>
        <w:t>ЧЛЕНОВЕ:</w:t>
      </w:r>
      <w:r>
        <w:rPr>
          <w:b/>
          <w:bCs/>
        </w:rPr>
        <w:t xml:space="preserve"> </w:t>
      </w:r>
      <w:r>
        <w:t>1. Бергюл Орханова Тефикова – кметски наместник на с.Бояна</w:t>
      </w:r>
    </w:p>
    <w:p w:rsidR="00CB6328" w:rsidRDefault="00CB6328" w:rsidP="00A474E8">
      <w:pPr>
        <w:ind w:left="720" w:right="-469" w:hanging="360"/>
        <w:jc w:val="both"/>
      </w:pPr>
      <w:r>
        <w:t xml:space="preserve">   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 w:hanging="360"/>
        <w:jc w:val="both"/>
      </w:pPr>
      <w:r>
        <w:tab/>
        <w:t xml:space="preserve">              3.инж.Татяна Любчева Кюркчиева - представител на Служба по геодезия, картография и кадастър </w:t>
      </w:r>
    </w:p>
    <w:p w:rsidR="00CB6328" w:rsidRDefault="00CB6328" w:rsidP="00CF4E82">
      <w:pPr>
        <w:tabs>
          <w:tab w:val="left" w:pos="1935"/>
        </w:tabs>
        <w:ind w:left="-360" w:right="-469"/>
        <w:jc w:val="both"/>
      </w:pPr>
      <w:r>
        <w:rPr>
          <w:b/>
          <w:bCs/>
        </w:rPr>
        <w:t>3. Землище</w:t>
      </w:r>
      <w:r>
        <w:t xml:space="preserve"> </w:t>
      </w:r>
      <w:r>
        <w:rPr>
          <w:b/>
          <w:bCs/>
        </w:rPr>
        <w:t>с. Брестак</w:t>
      </w:r>
      <w:r>
        <w:t xml:space="preserve">: </w:t>
      </w:r>
    </w:p>
    <w:p w:rsidR="00CB6328" w:rsidRDefault="00CB6328" w:rsidP="00A474E8">
      <w:pPr>
        <w:ind w:left="708" w:right="-469" w:hanging="360"/>
        <w:jc w:val="both"/>
      </w:pPr>
      <w:r>
        <w:t xml:space="preserve">ПРЕДСЕДАТЕЛ: Мима Пенкова Николова – гл.експерт в ОСЗ Вълчи дол  </w:t>
      </w:r>
    </w:p>
    <w:p w:rsidR="00CB6328" w:rsidRDefault="00CB6328" w:rsidP="00A474E8">
      <w:pPr>
        <w:ind w:left="720" w:right="-469" w:hanging="360"/>
        <w:jc w:val="both"/>
        <w:rPr>
          <w:b/>
          <w:bCs/>
        </w:rPr>
      </w:pPr>
      <w:r>
        <w:t>ЧЛЕНОВЕ:</w:t>
      </w:r>
      <w:r>
        <w:rPr>
          <w:b/>
          <w:bCs/>
        </w:rPr>
        <w:t xml:space="preserve"> </w:t>
      </w:r>
      <w:r>
        <w:t>1. Нели Лефтерова Димитрова – кмет на с.Брестак</w:t>
      </w:r>
    </w:p>
    <w:p w:rsidR="00CB6328" w:rsidRDefault="00CB6328" w:rsidP="00A474E8">
      <w:pPr>
        <w:ind w:left="720" w:right="-469" w:hanging="360"/>
        <w:jc w:val="both"/>
      </w:pPr>
      <w:r>
        <w:rPr>
          <w:b/>
          <w:bCs/>
        </w:rPr>
        <w:t xml:space="preserve">                    </w:t>
      </w:r>
      <w:r>
        <w:t>2.</w:t>
      </w:r>
      <w:r>
        <w:rPr>
          <w:b/>
          <w:bCs/>
        </w:rPr>
        <w:t xml:space="preserve"> </w:t>
      </w:r>
      <w:r>
        <w:t>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 w:hanging="360"/>
        <w:jc w:val="both"/>
      </w:pPr>
      <w:r>
        <w:tab/>
        <w:t xml:space="preserve">     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right="-469" w:hanging="360"/>
        <w:jc w:val="both"/>
      </w:pPr>
      <w:r>
        <w:rPr>
          <w:b/>
          <w:bCs/>
        </w:rPr>
        <w:t>4. Землище</w:t>
      </w:r>
      <w:r>
        <w:t xml:space="preserve"> </w:t>
      </w:r>
      <w:r>
        <w:rPr>
          <w:b/>
          <w:bCs/>
        </w:rPr>
        <w:t>с.Войводино</w:t>
      </w:r>
      <w:r>
        <w:t xml:space="preserve">: </w:t>
      </w:r>
    </w:p>
    <w:p w:rsidR="00CB6328" w:rsidRDefault="00CB6328" w:rsidP="00A474E8">
      <w:pPr>
        <w:ind w:left="708" w:right="-469"/>
        <w:jc w:val="both"/>
      </w:pPr>
      <w:r>
        <w:t xml:space="preserve">ПРЕДСЕДАТЕЛ:  Мима Пенкова Николова – гл.експерт в ОСЗ Вълчи дол  </w:t>
      </w:r>
    </w:p>
    <w:p w:rsidR="00CB6328" w:rsidRDefault="00CB6328" w:rsidP="00A474E8">
      <w:pPr>
        <w:ind w:left="720" w:right="-469" w:hanging="12"/>
        <w:jc w:val="both"/>
      </w:pPr>
      <w:r>
        <w:t>ЧЛЕНОВЕ:</w:t>
      </w:r>
      <w:r>
        <w:rPr>
          <w:b/>
          <w:bCs/>
        </w:rPr>
        <w:t xml:space="preserve"> </w:t>
      </w:r>
      <w:r>
        <w:t>1. Сафия Ибрямова Хайриева –  кметски наместник на с.Войводино</w:t>
      </w:r>
    </w:p>
    <w:p w:rsidR="00CB6328" w:rsidRDefault="00CB6328" w:rsidP="00A474E8">
      <w:pPr>
        <w:ind w:left="720" w:right="-469"/>
        <w:jc w:val="both"/>
      </w:pPr>
      <w:r>
        <w:t xml:space="preserve">   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</w:t>
      </w:r>
      <w:r>
        <w:rPr>
          <w:b/>
          <w:bCs/>
        </w:rPr>
        <w:t xml:space="preserve">                </w:t>
      </w:r>
      <w:r>
        <w:t xml:space="preserve"> </w:t>
      </w:r>
    </w:p>
    <w:p w:rsidR="00CB6328" w:rsidRDefault="00CB6328" w:rsidP="00A474E8">
      <w:pPr>
        <w:ind w:right="-469"/>
        <w:jc w:val="both"/>
      </w:pPr>
      <w:r>
        <w:rPr>
          <w:b/>
          <w:bCs/>
        </w:rPr>
        <w:t>5. Землище</w:t>
      </w:r>
      <w:r>
        <w:t xml:space="preserve"> </w:t>
      </w:r>
      <w:r>
        <w:rPr>
          <w:b/>
          <w:bCs/>
        </w:rPr>
        <w:t>с. Генерал Киселово</w:t>
      </w:r>
      <w:r>
        <w:t xml:space="preserve">: </w:t>
      </w:r>
    </w:p>
    <w:p w:rsidR="00CB6328" w:rsidRDefault="00CB6328" w:rsidP="00A474E8">
      <w:pPr>
        <w:ind w:left="708" w:right="-469"/>
        <w:jc w:val="both"/>
      </w:pPr>
      <w:r>
        <w:t xml:space="preserve">ПРЕДСЕДАТЕЛ: Мима Пенкова Николова – гл.експерт в ОСЗ Вълчи дол  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1. Калина Иванова Христова – кмет на с.Генерал Киселово</w:t>
      </w:r>
    </w:p>
    <w:p w:rsidR="00CB6328" w:rsidRDefault="00CB6328" w:rsidP="00A474E8">
      <w:pPr>
        <w:ind w:left="720" w:right="-469"/>
        <w:jc w:val="both"/>
      </w:pPr>
      <w:r>
        <w:t xml:space="preserve">   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left="720" w:right="-469" w:hanging="720"/>
        <w:jc w:val="both"/>
      </w:pPr>
      <w:r>
        <w:rPr>
          <w:b/>
          <w:bCs/>
        </w:rPr>
        <w:t>6.Землище</w:t>
      </w:r>
      <w:r>
        <w:t xml:space="preserve"> </w:t>
      </w:r>
      <w:r>
        <w:rPr>
          <w:b/>
          <w:bCs/>
        </w:rPr>
        <w:t>с. Генерал Колево</w:t>
      </w:r>
      <w:r>
        <w:t xml:space="preserve">: </w:t>
      </w:r>
    </w:p>
    <w:p w:rsidR="00CB6328" w:rsidRDefault="00CB6328" w:rsidP="00427AEA">
      <w:pPr>
        <w:ind w:left="708" w:right="-469" w:hanging="360"/>
        <w:jc w:val="both"/>
      </w:pPr>
      <w:r>
        <w:t xml:space="preserve">ПРЕДСЕДАТЕЛ: Мима Пенкова Николова – гл.експерт в ОСЗ Вълчи дол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1. Шукри Севдиев Юсуфов – кметски наместник на с.Генерал Колево</w:t>
      </w:r>
    </w:p>
    <w:p w:rsidR="00CB6328" w:rsidRDefault="00CB6328" w:rsidP="00A474E8">
      <w:pPr>
        <w:ind w:left="720" w:right="-469"/>
        <w:jc w:val="both"/>
      </w:pPr>
      <w:r>
        <w:t xml:space="preserve">     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ab/>
        <w:t xml:space="preserve">  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right="-469"/>
        <w:jc w:val="both"/>
      </w:pPr>
      <w:r>
        <w:rPr>
          <w:b/>
          <w:bCs/>
        </w:rPr>
        <w:t>7. Землище</w:t>
      </w:r>
      <w:r>
        <w:t xml:space="preserve"> </w:t>
      </w:r>
      <w:r>
        <w:rPr>
          <w:b/>
          <w:bCs/>
        </w:rPr>
        <w:t>с. Добротич</w:t>
      </w:r>
      <w:r>
        <w:t xml:space="preserve">: </w:t>
      </w:r>
    </w:p>
    <w:p w:rsidR="00CB6328" w:rsidRDefault="00CB6328" w:rsidP="00427AEA">
      <w:pPr>
        <w:ind w:left="708" w:right="-469" w:hanging="360"/>
        <w:jc w:val="both"/>
      </w:pPr>
      <w:r>
        <w:t xml:space="preserve">ПРЕДСЕДАТЕЛ: Мима Пенкова Николова – гл.експерт в ОСЗ Вълчи дол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1. Мехмед Махмудов Ахмедов – кмет на с.Добротич</w:t>
      </w:r>
    </w:p>
    <w:p w:rsidR="00CB6328" w:rsidRDefault="00CB6328" w:rsidP="00A474E8">
      <w:pPr>
        <w:ind w:left="720" w:right="-469"/>
        <w:jc w:val="both"/>
      </w:pPr>
      <w:r>
        <w:t xml:space="preserve">   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right="-469"/>
        <w:jc w:val="both"/>
      </w:pPr>
      <w:r>
        <w:rPr>
          <w:b/>
          <w:bCs/>
        </w:rPr>
        <w:t xml:space="preserve">  8. Землище</w:t>
      </w:r>
      <w:r>
        <w:t xml:space="preserve"> </w:t>
      </w:r>
      <w:r>
        <w:rPr>
          <w:b/>
          <w:bCs/>
        </w:rPr>
        <w:t>с. Есеница</w:t>
      </w:r>
      <w:r>
        <w:t xml:space="preserve">: </w:t>
      </w:r>
    </w:p>
    <w:p w:rsidR="00CB6328" w:rsidRDefault="00CB6328" w:rsidP="00427AEA">
      <w:pPr>
        <w:ind w:left="708" w:right="-469" w:hanging="360"/>
        <w:jc w:val="both"/>
      </w:pPr>
      <w:r>
        <w:t xml:space="preserve">ПРЕДСЕДАТЕЛ: Мима Пенкова Николова – гл.експерт в ОСЗ Вълчи дол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1. Младен Красимиров Манушев – кметски наместник на с.Есеница</w:t>
      </w:r>
    </w:p>
    <w:p w:rsidR="00CB6328" w:rsidRDefault="00CB6328" w:rsidP="00A474E8">
      <w:pPr>
        <w:ind w:left="720" w:right="-469"/>
        <w:jc w:val="both"/>
      </w:pPr>
      <w:r>
        <w:t xml:space="preserve">   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left="180" w:right="-469"/>
        <w:jc w:val="both"/>
      </w:pPr>
      <w:r>
        <w:rPr>
          <w:b/>
          <w:bCs/>
        </w:rPr>
        <w:t>9. Землище</w:t>
      </w:r>
      <w:r>
        <w:t xml:space="preserve"> </w:t>
      </w:r>
      <w:r>
        <w:rPr>
          <w:b/>
          <w:bCs/>
        </w:rPr>
        <w:t>с. Звънец</w:t>
      </w:r>
      <w:r>
        <w:t xml:space="preserve">: </w:t>
      </w:r>
    </w:p>
    <w:p w:rsidR="00CB6328" w:rsidRDefault="00CB6328" w:rsidP="00427AEA">
      <w:pPr>
        <w:ind w:left="708" w:right="-469" w:hanging="360"/>
        <w:jc w:val="both"/>
      </w:pPr>
      <w:r>
        <w:t>ПРЕДСЕДАТЕЛ:</w:t>
      </w:r>
      <w:r w:rsidRPr="00427AEA">
        <w:t xml:space="preserve"> </w:t>
      </w:r>
      <w:r>
        <w:t xml:space="preserve">Мима Пенкова Николова – гл.експерт в ОСЗ Вълчи дол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1. Есма Мехмедова Хасанова – кметски наместник на с.Звънец</w:t>
      </w:r>
    </w:p>
    <w:p w:rsidR="00CB6328" w:rsidRDefault="00CB6328" w:rsidP="00A474E8">
      <w:pPr>
        <w:ind w:left="720" w:right="-469"/>
        <w:jc w:val="both"/>
      </w:pPr>
      <w:r>
        <w:t xml:space="preserve">   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right="-469"/>
        <w:jc w:val="both"/>
      </w:pPr>
      <w:r>
        <w:rPr>
          <w:b/>
          <w:bCs/>
        </w:rPr>
        <w:t xml:space="preserve">   10. Землище</w:t>
      </w:r>
      <w:r>
        <w:t xml:space="preserve"> </w:t>
      </w:r>
      <w:r>
        <w:rPr>
          <w:b/>
          <w:bCs/>
        </w:rPr>
        <w:t>с. Изворник</w:t>
      </w:r>
      <w:r>
        <w:t xml:space="preserve">: </w:t>
      </w:r>
    </w:p>
    <w:p w:rsidR="00CB6328" w:rsidRDefault="00CB6328" w:rsidP="00427AEA">
      <w:pPr>
        <w:ind w:left="708" w:right="-469" w:hanging="360"/>
        <w:jc w:val="both"/>
      </w:pPr>
      <w:r>
        <w:t xml:space="preserve">ПРЕДСЕДАТЕЛ: Мима Пенкова Николова – гл.експерт в ОСЗ Вълчи дол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1. Добри Димитров Митев – кметски наместник на с.Изворник</w:t>
      </w:r>
    </w:p>
    <w:p w:rsidR="00CB6328" w:rsidRDefault="00CB6328" w:rsidP="00A474E8">
      <w:pPr>
        <w:ind w:left="720" w:right="-469"/>
        <w:jc w:val="both"/>
      </w:pPr>
      <w:r>
        <w:t xml:space="preserve">   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right="-469"/>
        <w:jc w:val="both"/>
      </w:pPr>
      <w:r>
        <w:rPr>
          <w:b/>
          <w:bCs/>
        </w:rPr>
        <w:t xml:space="preserve">   11. Землище</w:t>
      </w:r>
      <w:r>
        <w:t xml:space="preserve"> </w:t>
      </w:r>
      <w:r>
        <w:rPr>
          <w:b/>
          <w:bCs/>
        </w:rPr>
        <w:t>с. Искър</w:t>
      </w:r>
      <w:r>
        <w:t xml:space="preserve">: </w:t>
      </w:r>
    </w:p>
    <w:p w:rsidR="00CB6328" w:rsidRDefault="00CB6328" w:rsidP="00427AEA">
      <w:pPr>
        <w:ind w:left="708" w:right="-469" w:hanging="360"/>
        <w:jc w:val="both"/>
      </w:pPr>
      <w:r>
        <w:t xml:space="preserve">ПРЕДСЕДАТЕЛ: Мима Пенкова Николова – гл.експерт в ОСЗ Вълчи дол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1. Антония  Любомирова Костадинова – кметски наместник на с.Искър</w:t>
      </w:r>
    </w:p>
    <w:p w:rsidR="00CB6328" w:rsidRDefault="00CB6328" w:rsidP="00A474E8">
      <w:pPr>
        <w:ind w:left="720" w:right="-469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ab/>
        <w:t xml:space="preserve"> 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right="-469"/>
        <w:jc w:val="both"/>
      </w:pPr>
      <w:r>
        <w:rPr>
          <w:b/>
          <w:bCs/>
        </w:rPr>
        <w:t xml:space="preserve">    12. Землище</w:t>
      </w:r>
      <w:r>
        <w:t xml:space="preserve"> </w:t>
      </w:r>
      <w:r>
        <w:rPr>
          <w:b/>
          <w:bCs/>
        </w:rPr>
        <w:t>с. Калоян</w:t>
      </w:r>
      <w:r>
        <w:t xml:space="preserve">: </w:t>
      </w:r>
    </w:p>
    <w:p w:rsidR="00CB6328" w:rsidRDefault="00CB6328" w:rsidP="00427AEA">
      <w:pPr>
        <w:ind w:left="708" w:right="-469" w:hanging="360"/>
        <w:jc w:val="both"/>
      </w:pPr>
      <w:r>
        <w:t xml:space="preserve">ПРЕДСЕДАТЕЛ: Мима Пенкова Николова – гл.експерт в ОСЗ Вълчи дол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1. Николай Александров Николов – кметски наместник на с.Калоян</w:t>
      </w:r>
    </w:p>
    <w:p w:rsidR="00CB6328" w:rsidRDefault="00CB6328" w:rsidP="00A474E8">
      <w:pPr>
        <w:ind w:left="720" w:right="-469"/>
        <w:jc w:val="both"/>
      </w:pPr>
      <w:r>
        <w:t xml:space="preserve">                    2.Светлана Стефанова Костова </w:t>
      </w:r>
      <w:r>
        <w:rPr>
          <w:b/>
          <w:bCs/>
        </w:rPr>
        <w:t xml:space="preserve">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 xml:space="preserve">           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right="-469"/>
        <w:jc w:val="both"/>
      </w:pPr>
      <w:r>
        <w:rPr>
          <w:b/>
          <w:bCs/>
        </w:rPr>
        <w:t xml:space="preserve">   13. Землище</w:t>
      </w:r>
      <w:r>
        <w:t xml:space="preserve"> </w:t>
      </w:r>
      <w:r>
        <w:rPr>
          <w:b/>
          <w:bCs/>
        </w:rPr>
        <w:t>с. Караманите</w:t>
      </w:r>
      <w:r>
        <w:t xml:space="preserve">: </w:t>
      </w:r>
    </w:p>
    <w:p w:rsidR="00CB6328" w:rsidRDefault="00CB6328" w:rsidP="00427AEA">
      <w:pPr>
        <w:ind w:left="708" w:right="-469" w:hanging="360"/>
        <w:jc w:val="both"/>
      </w:pPr>
      <w:r>
        <w:t xml:space="preserve">ПРЕДСЕДАТЕЛ: Мима Пенкова Николова – гл.експерт в ОСЗ Вълчи дол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1.Милен Стойков Иванов – кметски наместник на с.Караманите</w:t>
      </w:r>
    </w:p>
    <w:p w:rsidR="00CB6328" w:rsidRDefault="00CB6328" w:rsidP="00A474E8">
      <w:pPr>
        <w:ind w:left="720" w:right="-469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right="-469"/>
        <w:jc w:val="both"/>
      </w:pPr>
      <w:r>
        <w:rPr>
          <w:b/>
          <w:bCs/>
        </w:rPr>
        <w:t xml:space="preserve">     14. Землище</w:t>
      </w:r>
      <w:r>
        <w:t xml:space="preserve"> </w:t>
      </w:r>
      <w:r>
        <w:rPr>
          <w:b/>
          <w:bCs/>
        </w:rPr>
        <w:t>с. Кракра</w:t>
      </w:r>
      <w:r>
        <w:t xml:space="preserve">: </w:t>
      </w:r>
    </w:p>
    <w:p w:rsidR="00CB6328" w:rsidRDefault="00CB6328" w:rsidP="00427AEA">
      <w:pPr>
        <w:ind w:left="708" w:right="-469" w:hanging="360"/>
        <w:jc w:val="both"/>
      </w:pPr>
      <w:r>
        <w:t xml:space="preserve">ПРЕДСЕДАТЕЛ: Мима Пенкова Николова – гл.експерт в ОСЗ Вълчи дол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1. Стоян Парашкевов Лефтеров – кметски наместник на с.Кракра</w:t>
      </w:r>
    </w:p>
    <w:p w:rsidR="00CB6328" w:rsidRDefault="00CB6328" w:rsidP="00A474E8">
      <w:pPr>
        <w:ind w:left="720" w:right="-469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right="-469"/>
        <w:jc w:val="both"/>
      </w:pPr>
      <w:r>
        <w:rPr>
          <w:b/>
          <w:bCs/>
        </w:rPr>
        <w:t xml:space="preserve">    15. Землище</w:t>
      </w:r>
      <w:r>
        <w:t xml:space="preserve"> </w:t>
      </w:r>
      <w:r>
        <w:rPr>
          <w:b/>
          <w:bCs/>
        </w:rPr>
        <w:t>с. Метличина</w:t>
      </w:r>
      <w:r>
        <w:t xml:space="preserve">: </w:t>
      </w:r>
    </w:p>
    <w:p w:rsidR="00CB6328" w:rsidRDefault="00CB6328" w:rsidP="00427AEA">
      <w:pPr>
        <w:ind w:left="708" w:right="-469" w:hanging="360"/>
        <w:jc w:val="both"/>
      </w:pPr>
      <w:r>
        <w:t xml:space="preserve">ПРЕДСЕДАТЕЛ: Мима Пенкова Николова – гл.експерт в ОСЗ Вълчи дол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1. Златинка Николова Димитрова – кметски наместник на с.Метличина</w:t>
      </w:r>
    </w:p>
    <w:p w:rsidR="00CB6328" w:rsidRDefault="00CB6328" w:rsidP="00A474E8">
      <w:pPr>
        <w:ind w:left="720" w:right="-469"/>
        <w:jc w:val="both"/>
      </w:pPr>
      <w:r>
        <w:t xml:space="preserve">   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right="-469"/>
        <w:jc w:val="both"/>
      </w:pPr>
      <w:r>
        <w:rPr>
          <w:b/>
          <w:bCs/>
        </w:rPr>
        <w:t xml:space="preserve">     16. Землище</w:t>
      </w:r>
      <w:r>
        <w:t xml:space="preserve"> </w:t>
      </w:r>
      <w:r>
        <w:rPr>
          <w:b/>
          <w:bCs/>
        </w:rPr>
        <w:t>с. Михалич</w:t>
      </w:r>
      <w:r>
        <w:t xml:space="preserve">: </w:t>
      </w:r>
    </w:p>
    <w:p w:rsidR="00CB6328" w:rsidRDefault="00CB6328" w:rsidP="00427AEA">
      <w:pPr>
        <w:ind w:left="708" w:right="-469" w:hanging="360"/>
        <w:jc w:val="both"/>
      </w:pPr>
      <w:r>
        <w:t>ПРЕДСЕДАТЕЛ:</w:t>
      </w:r>
      <w:r w:rsidRPr="00427AEA">
        <w:t xml:space="preserve"> </w:t>
      </w:r>
      <w:r>
        <w:t xml:space="preserve">Мима Пенкова Николова – гл.експерт в ОСЗ Вълчи дол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 Нежмедин Исинов Ахмедов – кмет на с.Михалич</w:t>
      </w:r>
    </w:p>
    <w:p w:rsidR="00CB6328" w:rsidRDefault="00CB6328" w:rsidP="00A474E8">
      <w:pPr>
        <w:ind w:left="720" w:right="-469"/>
        <w:jc w:val="both"/>
      </w:pPr>
      <w:r>
        <w:t xml:space="preserve">                    2. 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</w:t>
      </w:r>
      <w:r>
        <w:rPr>
          <w:b/>
          <w:bCs/>
        </w:rPr>
        <w:t xml:space="preserve">        </w:t>
      </w:r>
    </w:p>
    <w:p w:rsidR="00CB6328" w:rsidRDefault="00CB6328" w:rsidP="00A474E8">
      <w:pPr>
        <w:ind w:right="-469"/>
        <w:jc w:val="both"/>
      </w:pPr>
      <w:r>
        <w:rPr>
          <w:b/>
          <w:bCs/>
        </w:rPr>
        <w:t xml:space="preserve">     17. Землище</w:t>
      </w:r>
      <w:r>
        <w:t xml:space="preserve"> </w:t>
      </w:r>
      <w:r>
        <w:rPr>
          <w:b/>
          <w:bCs/>
        </w:rPr>
        <w:t>с. Оборище</w:t>
      </w:r>
      <w:r>
        <w:t xml:space="preserve">: </w:t>
      </w:r>
    </w:p>
    <w:p w:rsidR="00CB6328" w:rsidRDefault="00CB6328" w:rsidP="00427AEA">
      <w:pPr>
        <w:ind w:left="708" w:right="-469" w:hanging="360"/>
        <w:jc w:val="both"/>
      </w:pPr>
      <w:r>
        <w:t xml:space="preserve">ПРЕДСЕДАТЕЛ: Мима Пенкова Николова – гл.експерт в ОСЗ Вълчи дол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1. Данчо Василев Журналов – кметски наместник на с.Оборище</w:t>
      </w:r>
    </w:p>
    <w:p w:rsidR="00CB6328" w:rsidRDefault="00CB6328" w:rsidP="00A474E8">
      <w:pPr>
        <w:ind w:left="720" w:right="-469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 xml:space="preserve">            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right="-469"/>
        <w:jc w:val="both"/>
      </w:pPr>
      <w:r>
        <w:t xml:space="preserve">      </w:t>
      </w:r>
      <w:r w:rsidRPr="00A474E8">
        <w:rPr>
          <w:b/>
        </w:rPr>
        <w:t>1</w:t>
      </w:r>
      <w:r w:rsidRPr="00A474E8">
        <w:rPr>
          <w:b/>
          <w:bCs/>
        </w:rPr>
        <w:t>8</w:t>
      </w:r>
      <w:r>
        <w:rPr>
          <w:b/>
          <w:bCs/>
        </w:rPr>
        <w:t>. Землище</w:t>
      </w:r>
      <w:r>
        <w:t xml:space="preserve"> </w:t>
      </w:r>
      <w:r>
        <w:rPr>
          <w:b/>
          <w:bCs/>
        </w:rPr>
        <w:t>с. Радан войвода</w:t>
      </w:r>
      <w:r>
        <w:t xml:space="preserve">: </w:t>
      </w:r>
    </w:p>
    <w:p w:rsidR="00CB6328" w:rsidRDefault="00CB6328" w:rsidP="00427AEA">
      <w:pPr>
        <w:ind w:left="708" w:right="-469" w:hanging="360"/>
        <w:jc w:val="both"/>
      </w:pPr>
      <w:r>
        <w:t xml:space="preserve">ПРЕДСЕДАТЕЛ: Мима Пенкова Николова – гл.експерт в ОСЗ Вълчи дол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1. Реджеб Мустафов Реджебов – кмет на с.Радан войвода</w:t>
      </w:r>
    </w:p>
    <w:p w:rsidR="00CB6328" w:rsidRDefault="00CB6328" w:rsidP="00A474E8">
      <w:pPr>
        <w:ind w:left="720" w:right="-469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right="-469"/>
        <w:jc w:val="both"/>
      </w:pPr>
      <w:r>
        <w:rPr>
          <w:b/>
          <w:bCs/>
        </w:rPr>
        <w:t xml:space="preserve">       19. Землище</w:t>
      </w:r>
      <w:r>
        <w:t xml:space="preserve"> </w:t>
      </w:r>
      <w:r>
        <w:rPr>
          <w:b/>
          <w:bCs/>
        </w:rPr>
        <w:t>с. Стефан Караджа</w:t>
      </w:r>
      <w:r>
        <w:t xml:space="preserve">: </w:t>
      </w:r>
    </w:p>
    <w:p w:rsidR="00CB6328" w:rsidRDefault="00CB6328" w:rsidP="00427AEA">
      <w:pPr>
        <w:ind w:left="708" w:right="-469" w:hanging="360"/>
        <w:jc w:val="both"/>
      </w:pPr>
      <w:r>
        <w:t xml:space="preserve">ПРЕДСЕДАТЕЛ: Мима Пенкова Николова – гл.експерт в ОСЗ Вълчи дол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1. Илхан Исмаилов Салимов – кмет на с.Стефан Караджа</w:t>
      </w:r>
    </w:p>
    <w:p w:rsidR="00CB6328" w:rsidRDefault="00CB6328" w:rsidP="00A474E8">
      <w:pPr>
        <w:ind w:left="720" w:right="-469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left="720" w:right="-469"/>
        <w:jc w:val="both"/>
      </w:pPr>
    </w:p>
    <w:p w:rsidR="00CB6328" w:rsidRDefault="00CB6328" w:rsidP="00A474E8">
      <w:pPr>
        <w:ind w:right="-469"/>
        <w:jc w:val="both"/>
      </w:pPr>
      <w:r>
        <w:rPr>
          <w:b/>
          <w:bCs/>
        </w:rPr>
        <w:t xml:space="preserve">     20. Землище</w:t>
      </w:r>
      <w:r>
        <w:t xml:space="preserve"> </w:t>
      </w:r>
      <w:r>
        <w:rPr>
          <w:b/>
          <w:bCs/>
        </w:rPr>
        <w:t>с. Страхил</w:t>
      </w:r>
      <w:r>
        <w:t xml:space="preserve">: </w:t>
      </w:r>
    </w:p>
    <w:p w:rsidR="00CB6328" w:rsidRDefault="00CB6328" w:rsidP="00427AEA">
      <w:pPr>
        <w:ind w:left="708" w:right="-469" w:hanging="360"/>
        <w:jc w:val="both"/>
      </w:pPr>
      <w:r>
        <w:t xml:space="preserve">ПРЕДСЕДАТЕЛ: Мима Пенкова Николова – гл.експерт в ОСЗ Вълчи дол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1. Алия Исмаилова Адемова – кметски наместник на с.Страхил</w:t>
      </w:r>
    </w:p>
    <w:p w:rsidR="00CB6328" w:rsidRDefault="00CB6328" w:rsidP="00A474E8">
      <w:pPr>
        <w:ind w:left="720" w:right="-469"/>
        <w:jc w:val="both"/>
      </w:pPr>
      <w:r>
        <w:t xml:space="preserve">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 xml:space="preserve">       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right="-469"/>
        <w:jc w:val="both"/>
      </w:pPr>
      <w:r>
        <w:rPr>
          <w:b/>
          <w:bCs/>
        </w:rPr>
        <w:t xml:space="preserve">      21. Землище</w:t>
      </w:r>
      <w:r>
        <w:t xml:space="preserve"> </w:t>
      </w:r>
      <w:r>
        <w:rPr>
          <w:b/>
          <w:bCs/>
        </w:rPr>
        <w:t>с. Червенци</w:t>
      </w:r>
      <w:r>
        <w:t xml:space="preserve">: </w:t>
      </w:r>
    </w:p>
    <w:p w:rsidR="00CB6328" w:rsidRDefault="00CB6328" w:rsidP="00427AEA">
      <w:pPr>
        <w:ind w:left="708" w:right="-469" w:hanging="360"/>
        <w:jc w:val="both"/>
      </w:pPr>
      <w:r>
        <w:t xml:space="preserve">ПРЕДСЕДАТЕЛ: Мима Пенкова Николова – гл.експерт в ОСЗ Вълчи дол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1. Тодор Господинов Драганов – кмет на с.Червенци</w:t>
      </w:r>
    </w:p>
    <w:p w:rsidR="00CB6328" w:rsidRDefault="00CB6328" w:rsidP="00A474E8">
      <w:pPr>
        <w:ind w:left="720" w:right="-469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right="-469"/>
        <w:jc w:val="both"/>
      </w:pPr>
      <w:r>
        <w:rPr>
          <w:b/>
          <w:bCs/>
        </w:rPr>
        <w:t xml:space="preserve">     22. Землище с. Щипско</w:t>
      </w:r>
      <w:r>
        <w:t xml:space="preserve">: </w:t>
      </w:r>
    </w:p>
    <w:p w:rsidR="00CB6328" w:rsidRDefault="00CB6328" w:rsidP="00427AEA">
      <w:pPr>
        <w:ind w:left="708" w:right="-469" w:hanging="360"/>
        <w:jc w:val="both"/>
      </w:pPr>
      <w:r>
        <w:t xml:space="preserve">ПРЕДСЕДАТЕЛ: Мима Пенкова Николова – гл.експерт в ОСЗ Вълчи дол  </w:t>
      </w:r>
    </w:p>
    <w:p w:rsidR="00CB6328" w:rsidRDefault="00CB6328" w:rsidP="00A474E8">
      <w:pPr>
        <w:ind w:left="720" w:right="-469"/>
        <w:jc w:val="both"/>
      </w:pPr>
      <w:r>
        <w:t>ЧЛЕНОВЕ:</w:t>
      </w:r>
      <w:r>
        <w:rPr>
          <w:b/>
          <w:bCs/>
        </w:rPr>
        <w:t xml:space="preserve"> </w:t>
      </w:r>
      <w:r>
        <w:t>1. Стефка Янчева Стоянова – кметски наместник  на с.Щипско</w:t>
      </w:r>
    </w:p>
    <w:p w:rsidR="00CB6328" w:rsidRDefault="00CB6328" w:rsidP="00A474E8">
      <w:pPr>
        <w:ind w:left="720" w:right="-469"/>
        <w:jc w:val="both"/>
      </w:pPr>
      <w:r>
        <w:t xml:space="preserve">                    2.Светлана Стефанова Костова</w:t>
      </w:r>
      <w:r>
        <w:rPr>
          <w:b/>
          <w:bCs/>
        </w:rPr>
        <w:t xml:space="preserve">  – </w:t>
      </w:r>
      <w:r>
        <w:t>главен юрисконсулт в Дирекция ”АПФСДЧР” при Областна дирекция ”Земеделие”-Варна</w:t>
      </w:r>
    </w:p>
    <w:p w:rsidR="00CB6328" w:rsidRDefault="00CB6328" w:rsidP="00A474E8">
      <w:pPr>
        <w:ind w:left="720" w:right="-469"/>
        <w:jc w:val="both"/>
      </w:pPr>
      <w:r>
        <w:tab/>
        <w:t xml:space="preserve">        3.инж.Татяна Любчева Кюркчиева - представител на Служба по геодезия, картография и кадастър </w:t>
      </w:r>
    </w:p>
    <w:p w:rsidR="00CB6328" w:rsidRDefault="00CB6328" w:rsidP="00A474E8">
      <w:pPr>
        <w:ind w:right="-469"/>
        <w:jc w:val="both"/>
        <w:rPr>
          <w:b/>
          <w:bCs/>
        </w:rPr>
      </w:pPr>
      <w:r>
        <w:rPr>
          <w:b/>
          <w:bCs/>
        </w:rPr>
        <w:t xml:space="preserve">   </w:t>
      </w:r>
    </w:p>
    <w:p w:rsidR="00CB6328" w:rsidRDefault="00CB6328" w:rsidP="00A474E8">
      <w:pPr>
        <w:ind w:right="-469"/>
        <w:jc w:val="both"/>
        <w:rPr>
          <w:b/>
          <w:bCs/>
        </w:rPr>
      </w:pPr>
      <w:r>
        <w:rPr>
          <w:b/>
          <w:bCs/>
        </w:rPr>
        <w:t xml:space="preserve">           РЕЗЕРВЕН ЧЛЕН</w:t>
      </w:r>
      <w:r>
        <w:t xml:space="preserve"> </w:t>
      </w:r>
      <w:r>
        <w:rPr>
          <w:b/>
          <w:bCs/>
        </w:rPr>
        <w:t>от ОД „Земеделие”- Варна за всички землища на Община Вълчи дол: Айтен Юмерова Енверова – главен експерт ГД „Аграрно развитие”при ОД „Земеделие” – Варна</w:t>
      </w:r>
    </w:p>
    <w:p w:rsidR="00CB6328" w:rsidRDefault="00CB6328" w:rsidP="00A474E8">
      <w:pPr>
        <w:ind w:right="-469"/>
        <w:jc w:val="both"/>
        <w:rPr>
          <w:b/>
          <w:bCs/>
        </w:rPr>
      </w:pPr>
    </w:p>
    <w:p w:rsidR="00CB6328" w:rsidRDefault="00CB6328" w:rsidP="00A474E8">
      <w:pPr>
        <w:ind w:right="-469"/>
        <w:jc w:val="both"/>
        <w:rPr>
          <w:b/>
          <w:bCs/>
        </w:rPr>
      </w:pPr>
      <w:r>
        <w:rPr>
          <w:b/>
          <w:bCs/>
        </w:rPr>
        <w:t>ІІІ.</w:t>
      </w:r>
      <w:r>
        <w:t xml:space="preserve"> Комисията за съответното землище </w:t>
      </w:r>
      <w:r>
        <w:rPr>
          <w:b/>
          <w:bCs/>
        </w:rPr>
        <w:t xml:space="preserve">в срок до 30 септември 2021г. </w:t>
      </w:r>
      <w:r>
        <w:t xml:space="preserve">да изготви доклад до директора на Областна дирекция "Земеделие"-Варна, който да съдържа сключеното споразумение, разпределението на масивите за ползване, данни за земите по чл.37в, ал. 3, т. 2 от ЗСПЗЗ за техните собственици и дължимото рентно плащане, въз основа на който директорът на Областна дирекция „Земеделие” – Варна да издаде заповед за разпределение на масивите в землището </w:t>
      </w:r>
      <w:r>
        <w:rPr>
          <w:b/>
          <w:bCs/>
        </w:rPr>
        <w:t>в срок до 1 октомври 2021 година.</w:t>
      </w:r>
    </w:p>
    <w:p w:rsidR="00CB6328" w:rsidRDefault="00CB6328" w:rsidP="00A474E8">
      <w:pPr>
        <w:ind w:right="-469"/>
        <w:jc w:val="both"/>
      </w:pPr>
    </w:p>
    <w:p w:rsidR="00CB6328" w:rsidRDefault="00CB6328" w:rsidP="00A474E8">
      <w:pPr>
        <w:ind w:right="-469"/>
        <w:jc w:val="both"/>
      </w:pPr>
      <w:r>
        <w:rPr>
          <w:b/>
          <w:bCs/>
        </w:rPr>
        <w:t>ІV.</w:t>
      </w:r>
      <w:r>
        <w:t xml:space="preserve"> Когато между ползвателите не се постигне споразумение при условията на чл.37в, ал. 1 от ЗСПЗЗ,  както и за земите, които споразумението не обхваща, комисията да състави проект за разпределение на ползването на земите по масиви </w:t>
      </w:r>
      <w:r>
        <w:rPr>
          <w:b/>
          <w:bCs/>
        </w:rPr>
        <w:t>в срок</w:t>
      </w:r>
      <w:r>
        <w:t xml:space="preserve"> </w:t>
      </w:r>
      <w:r>
        <w:rPr>
          <w:b/>
          <w:bCs/>
        </w:rPr>
        <w:t>до 15 септември 2021г</w:t>
      </w:r>
      <w:r>
        <w:t>. по следния ред:</w:t>
      </w:r>
    </w:p>
    <w:p w:rsidR="00CB6328" w:rsidRDefault="00CB6328" w:rsidP="00A474E8">
      <w:pPr>
        <w:ind w:right="-469"/>
        <w:jc w:val="both"/>
      </w:pPr>
    </w:p>
    <w:p w:rsidR="00CB6328" w:rsidRDefault="00CB6328" w:rsidP="00A474E8">
      <w:pPr>
        <w:ind w:right="-469"/>
        <w:jc w:val="both"/>
        <w:rPr>
          <w:color w:val="000000"/>
          <w:lang w:val="ru-RU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1. </w:t>
      </w:r>
      <w:r>
        <w:rPr>
          <w:color w:val="000000"/>
        </w:rPr>
        <w:t>П</w:t>
      </w:r>
      <w:r>
        <w:rPr>
          <w:color w:val="000000"/>
          <w:lang w:val="ru-RU"/>
        </w:rPr>
        <w:t>равото за ползване на отделния масив се предоставя на ползвателя с най-голям дял собствена и/или арендована/наета земеделска земя в масива;</w:t>
      </w:r>
    </w:p>
    <w:p w:rsidR="00CB6328" w:rsidRDefault="00CB6328" w:rsidP="00A474E8">
      <w:pPr>
        <w:ind w:right="-469"/>
        <w:jc w:val="both"/>
        <w:rPr>
          <w:color w:val="000000"/>
          <w:lang w:val="ru-RU"/>
        </w:rPr>
      </w:pPr>
    </w:p>
    <w:p w:rsidR="00CB6328" w:rsidRDefault="00CB6328" w:rsidP="00A474E8">
      <w:pPr>
        <w:ind w:right="-469"/>
        <w:jc w:val="both"/>
        <w:rPr>
          <w:color w:val="000000"/>
          <w:lang w:val="ru-RU"/>
        </w:rPr>
      </w:pPr>
      <w:r>
        <w:rPr>
          <w:color w:val="000000"/>
        </w:rPr>
        <w:t>4.</w:t>
      </w:r>
      <w:r>
        <w:rPr>
          <w:color w:val="000000"/>
          <w:lang w:val="ru-RU"/>
        </w:rPr>
        <w:t xml:space="preserve">2. </w:t>
      </w:r>
      <w:r>
        <w:rPr>
          <w:color w:val="000000"/>
        </w:rPr>
        <w:t>П</w:t>
      </w:r>
      <w:r>
        <w:rPr>
          <w:color w:val="000000"/>
          <w:lang w:val="ru-RU"/>
        </w:rPr>
        <w:t xml:space="preserve">лощта на земеделските земи, за които няма сключени договори и не са подадени декларации от собствениците им по </w:t>
      </w:r>
      <w:hyperlink r:id="rId7" w:history="1">
        <w:r>
          <w:rPr>
            <w:rStyle w:val="Hyperlink"/>
            <w:color w:val="000000"/>
            <w:lang w:val="ru-RU"/>
          </w:rPr>
          <w:t>чл. 37б</w:t>
        </w:r>
      </w:hyperlink>
      <w:r>
        <w:rPr>
          <w:color w:val="000000"/>
        </w:rPr>
        <w:t xml:space="preserve"> от ЗСПЗЗ</w:t>
      </w:r>
      <w:r>
        <w:rPr>
          <w:color w:val="000000"/>
          <w:lang w:val="ru-RU"/>
        </w:rPr>
        <w:t>, се разпределя между ползвателите пропорционално на площта и съобразно начина на трайно ползване на собствената и/или арендуваната/наетата земеделска земя в съответното землище.</w:t>
      </w:r>
    </w:p>
    <w:p w:rsidR="00CB6328" w:rsidRDefault="00CB6328" w:rsidP="00A474E8">
      <w:pPr>
        <w:ind w:right="-469"/>
        <w:jc w:val="both"/>
        <w:rPr>
          <w:color w:val="000000"/>
          <w:lang w:val="ru-RU"/>
        </w:rPr>
      </w:pPr>
    </w:p>
    <w:p w:rsidR="00CB6328" w:rsidRDefault="00CB6328" w:rsidP="00A474E8">
      <w:pPr>
        <w:ind w:right="-469"/>
        <w:jc w:val="both"/>
      </w:pPr>
      <w:r>
        <w:t>Контрол по изпълнение на заповедта възлагам на инж. Милена Ангелова Михайлова – главен директор на ГД „Аграрно развитие” при ОД „Земеделие” - Варна.</w:t>
      </w:r>
    </w:p>
    <w:p w:rsidR="00CB6328" w:rsidRDefault="00CB6328" w:rsidP="00A474E8">
      <w:pPr>
        <w:ind w:right="-469"/>
        <w:jc w:val="both"/>
        <w:rPr>
          <w:lang w:eastAsia="bg-BG"/>
        </w:rPr>
      </w:pPr>
    </w:p>
    <w:p w:rsidR="00CB6328" w:rsidRDefault="00CB6328" w:rsidP="00A474E8">
      <w:pPr>
        <w:ind w:right="-469"/>
        <w:jc w:val="both"/>
      </w:pPr>
      <w:r>
        <w:t>Настоящата заповед да се сведе до знанието на членовете на комисията за сведение и изпълнение, да се обяви на информационното табло на Общинска служба по земеделие Вълчи дол и на Областна дирекция „Земеделие” - Варна, както и на интернет страницата на ОД ”Земеделие” - Варна.</w:t>
      </w:r>
    </w:p>
    <w:p w:rsidR="00CB6328" w:rsidRDefault="00CB6328" w:rsidP="00A474E8">
      <w:pPr>
        <w:ind w:right="-469"/>
        <w:jc w:val="both"/>
        <w:rPr>
          <w:sz w:val="18"/>
          <w:szCs w:val="18"/>
        </w:rPr>
      </w:pPr>
    </w:p>
    <w:p w:rsidR="00CB6328" w:rsidRDefault="00CB6328" w:rsidP="00A474E8">
      <w:pPr>
        <w:ind w:left="3540" w:right="-469"/>
        <w:rPr>
          <w:sz w:val="18"/>
          <w:szCs w:val="18"/>
        </w:rPr>
      </w:pPr>
    </w:p>
    <w:p w:rsidR="00CB6328" w:rsidRDefault="00CB6328" w:rsidP="00A474E8">
      <w:pPr>
        <w:tabs>
          <w:tab w:val="left" w:pos="4114"/>
        </w:tabs>
        <w:ind w:left="4488" w:right="-469"/>
        <w:jc w:val="both"/>
        <w:rPr>
          <w:b/>
          <w:bCs/>
        </w:rPr>
      </w:pPr>
    </w:p>
    <w:p w:rsidR="00CB6328" w:rsidRDefault="00CB6328" w:rsidP="00A474E8">
      <w:pPr>
        <w:tabs>
          <w:tab w:val="left" w:pos="4114"/>
        </w:tabs>
        <w:ind w:left="4488" w:right="-469"/>
        <w:jc w:val="both"/>
        <w:rPr>
          <w:b/>
          <w:bCs/>
        </w:rPr>
      </w:pPr>
      <w:r>
        <w:rPr>
          <w:b/>
          <w:bCs/>
        </w:rPr>
        <w:t>ДИРЕКТОР:            /П/</w:t>
      </w:r>
    </w:p>
    <w:p w:rsidR="00CB6328" w:rsidRDefault="00CB6328" w:rsidP="00A474E8">
      <w:pPr>
        <w:tabs>
          <w:tab w:val="left" w:pos="4500"/>
        </w:tabs>
        <w:ind w:left="2880" w:right="-469"/>
        <w:jc w:val="both"/>
        <w:rPr>
          <w:b/>
          <w:bCs/>
        </w:rPr>
      </w:pPr>
      <w:r>
        <w:rPr>
          <w:b/>
          <w:bCs/>
        </w:rPr>
        <w:t xml:space="preserve">                                            / ИНЖ. ЙОРДАН ЙОРДАНОВ /</w:t>
      </w:r>
    </w:p>
    <w:p w:rsidR="00CB6328" w:rsidRDefault="00CB6328" w:rsidP="007A2307">
      <w:pPr>
        <w:tabs>
          <w:tab w:val="left" w:pos="5925"/>
        </w:tabs>
        <w:ind w:right="73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</w:t>
      </w:r>
    </w:p>
    <w:p w:rsidR="00CB6328" w:rsidRDefault="00CB6328" w:rsidP="00A474E8">
      <w:pPr>
        <w:ind w:right="-469"/>
        <w:jc w:val="both"/>
        <w:rPr>
          <w:sz w:val="20"/>
          <w:szCs w:val="20"/>
        </w:rPr>
      </w:pPr>
    </w:p>
    <w:p w:rsidR="00CB6328" w:rsidRDefault="00CB6328" w:rsidP="00A474E8">
      <w:pPr>
        <w:ind w:right="-469"/>
        <w:jc w:val="both"/>
        <w:rPr>
          <w:sz w:val="20"/>
          <w:szCs w:val="20"/>
        </w:rPr>
      </w:pPr>
    </w:p>
    <w:p w:rsidR="00CB6328" w:rsidRDefault="00CB6328" w:rsidP="00A474E8">
      <w:pPr>
        <w:ind w:right="-469"/>
        <w:jc w:val="both"/>
        <w:rPr>
          <w:sz w:val="20"/>
          <w:szCs w:val="20"/>
        </w:rPr>
      </w:pPr>
    </w:p>
    <w:p w:rsidR="00CB6328" w:rsidRDefault="00CB6328" w:rsidP="00A474E8">
      <w:pPr>
        <w:ind w:right="-469"/>
        <w:jc w:val="both"/>
        <w:rPr>
          <w:sz w:val="20"/>
          <w:szCs w:val="20"/>
        </w:rPr>
      </w:pPr>
    </w:p>
    <w:p w:rsidR="00CB6328" w:rsidRPr="004A7CA9" w:rsidRDefault="00CB6328" w:rsidP="00A474E8">
      <w:pPr>
        <w:tabs>
          <w:tab w:val="left" w:pos="5220"/>
        </w:tabs>
        <w:ind w:right="-469"/>
        <w:jc w:val="both"/>
        <w:rPr>
          <w:color w:val="FFFFFF"/>
          <w:sz w:val="18"/>
          <w:szCs w:val="18"/>
        </w:rPr>
      </w:pPr>
      <w:r w:rsidRPr="004A7CA9">
        <w:rPr>
          <w:color w:val="FFFFFF"/>
          <w:sz w:val="18"/>
          <w:szCs w:val="18"/>
        </w:rPr>
        <w:t>Съгласувал:………………….дата:15.07.2021г.</w:t>
      </w:r>
    </w:p>
    <w:p w:rsidR="00CB6328" w:rsidRPr="004A7CA9" w:rsidRDefault="00CB6328" w:rsidP="00A474E8">
      <w:pPr>
        <w:tabs>
          <w:tab w:val="left" w:pos="5220"/>
        </w:tabs>
        <w:ind w:right="-469"/>
        <w:jc w:val="both"/>
        <w:rPr>
          <w:i/>
          <w:iCs/>
          <w:color w:val="FFFFFF"/>
          <w:sz w:val="18"/>
          <w:szCs w:val="18"/>
        </w:rPr>
      </w:pPr>
      <w:r w:rsidRPr="004A7CA9">
        <w:rPr>
          <w:i/>
          <w:iCs/>
          <w:color w:val="FFFFFF"/>
          <w:sz w:val="18"/>
          <w:szCs w:val="18"/>
        </w:rPr>
        <w:t>Гл. директор ГД „АР” /инж. Милена Михайлова/</w:t>
      </w:r>
    </w:p>
    <w:p w:rsidR="00CB6328" w:rsidRPr="004A7CA9" w:rsidRDefault="00CB6328" w:rsidP="00A474E8">
      <w:pPr>
        <w:tabs>
          <w:tab w:val="left" w:pos="5220"/>
        </w:tabs>
        <w:ind w:right="-469"/>
        <w:jc w:val="both"/>
        <w:rPr>
          <w:color w:val="FFFFFF"/>
          <w:sz w:val="18"/>
          <w:szCs w:val="18"/>
        </w:rPr>
      </w:pPr>
    </w:p>
    <w:p w:rsidR="00CB6328" w:rsidRPr="004A7CA9" w:rsidRDefault="00CB6328" w:rsidP="00A474E8">
      <w:pPr>
        <w:tabs>
          <w:tab w:val="left" w:pos="5220"/>
        </w:tabs>
        <w:ind w:right="-469"/>
        <w:jc w:val="both"/>
        <w:rPr>
          <w:color w:val="FFFFFF"/>
          <w:sz w:val="18"/>
          <w:szCs w:val="18"/>
        </w:rPr>
      </w:pPr>
      <w:r w:rsidRPr="004A7CA9">
        <w:rPr>
          <w:color w:val="FFFFFF"/>
          <w:sz w:val="18"/>
          <w:szCs w:val="18"/>
        </w:rPr>
        <w:t>Изготвил: ……………………дата: 15.07.2021г.</w:t>
      </w:r>
    </w:p>
    <w:p w:rsidR="00CB6328" w:rsidRPr="004A7CA9" w:rsidRDefault="00CB6328" w:rsidP="00A474E8">
      <w:pPr>
        <w:tabs>
          <w:tab w:val="left" w:pos="5220"/>
        </w:tabs>
        <w:ind w:right="-469"/>
        <w:jc w:val="both"/>
        <w:rPr>
          <w:i/>
          <w:iCs/>
          <w:color w:val="FFFFFF"/>
          <w:sz w:val="18"/>
          <w:szCs w:val="18"/>
        </w:rPr>
      </w:pPr>
      <w:r w:rsidRPr="004A7CA9">
        <w:rPr>
          <w:i/>
          <w:iCs/>
          <w:color w:val="FFFFFF"/>
          <w:sz w:val="18"/>
          <w:szCs w:val="18"/>
        </w:rPr>
        <w:t>Гл.специалист  ГД „АР”  /Цветанка Георгиева/</w:t>
      </w:r>
    </w:p>
    <w:p w:rsidR="00CB6328" w:rsidRDefault="00CB6328" w:rsidP="00A474E8">
      <w:pPr>
        <w:tabs>
          <w:tab w:val="left" w:pos="5220"/>
        </w:tabs>
        <w:ind w:right="-469"/>
        <w:jc w:val="both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ЦГ/ГДАР</w:t>
      </w:r>
    </w:p>
    <w:p w:rsidR="00CB6328" w:rsidRDefault="00CB6328" w:rsidP="00A474E8">
      <w:pPr>
        <w:ind w:right="-469"/>
        <w:jc w:val="both"/>
      </w:pPr>
    </w:p>
    <w:p w:rsidR="00CB6328" w:rsidRDefault="00CB6328" w:rsidP="00A474E8">
      <w:pPr>
        <w:ind w:right="-469"/>
        <w:jc w:val="both"/>
        <w:rPr>
          <w:b/>
          <w:bCs/>
        </w:rPr>
      </w:pPr>
      <w:r>
        <w:rPr>
          <w:b/>
          <w:bCs/>
        </w:rPr>
        <w:t xml:space="preserve">      </w:t>
      </w:r>
    </w:p>
    <w:p w:rsidR="00CB6328" w:rsidRDefault="00CB6328" w:rsidP="00A474E8">
      <w:pPr>
        <w:ind w:right="-469"/>
        <w:jc w:val="both"/>
        <w:rPr>
          <w:b/>
          <w:bCs/>
        </w:rPr>
      </w:pPr>
    </w:p>
    <w:p w:rsidR="00CB6328" w:rsidRDefault="00CB6328" w:rsidP="00A474E8">
      <w:pPr>
        <w:ind w:right="-469"/>
        <w:jc w:val="both"/>
        <w:rPr>
          <w:b/>
          <w:bCs/>
        </w:rPr>
      </w:pPr>
    </w:p>
    <w:p w:rsidR="00CB6328" w:rsidRDefault="00CB6328" w:rsidP="00A474E8">
      <w:pPr>
        <w:tabs>
          <w:tab w:val="left" w:pos="3885"/>
        </w:tabs>
        <w:ind w:right="-469"/>
        <w:jc w:val="both"/>
        <w:rPr>
          <w:i/>
          <w:iCs/>
          <w:color w:val="FFFFFF"/>
          <w:sz w:val="20"/>
          <w:szCs w:val="20"/>
        </w:rPr>
      </w:pPr>
    </w:p>
    <w:p w:rsidR="00CB6328" w:rsidRDefault="00CB6328" w:rsidP="00A474E8">
      <w:pPr>
        <w:ind w:right="-469"/>
        <w:jc w:val="both"/>
        <w:rPr>
          <w:color w:val="FFFFFF"/>
          <w:sz w:val="18"/>
          <w:szCs w:val="18"/>
        </w:rPr>
      </w:pPr>
    </w:p>
    <w:p w:rsidR="00CB6328" w:rsidRDefault="00CB6328" w:rsidP="00A474E8">
      <w:pPr>
        <w:ind w:right="-469"/>
        <w:jc w:val="both"/>
        <w:rPr>
          <w:color w:val="FFFFFF"/>
          <w:sz w:val="18"/>
          <w:szCs w:val="18"/>
        </w:rPr>
      </w:pPr>
      <w:r>
        <w:rPr>
          <w:color w:val="FFFFFF"/>
          <w:sz w:val="18"/>
          <w:szCs w:val="18"/>
          <w:lang w:val="ru-RU"/>
        </w:rPr>
        <w:t>Съгласувал:.................................Дата:12.02.2020г.</w:t>
      </w:r>
    </w:p>
    <w:p w:rsidR="00CB6328" w:rsidRDefault="00CB6328" w:rsidP="00A474E8">
      <w:pPr>
        <w:ind w:right="-469"/>
        <w:jc w:val="both"/>
        <w:rPr>
          <w:i/>
          <w:iCs/>
          <w:color w:val="FFFFFF"/>
          <w:sz w:val="18"/>
          <w:szCs w:val="18"/>
        </w:rPr>
      </w:pPr>
      <w:r>
        <w:rPr>
          <w:i/>
          <w:iCs/>
          <w:color w:val="FFFFFF"/>
          <w:sz w:val="18"/>
          <w:szCs w:val="18"/>
        </w:rPr>
        <w:t>/</w:t>
      </w:r>
      <w:r>
        <w:rPr>
          <w:i/>
          <w:iCs/>
          <w:color w:val="FFFFFF"/>
          <w:sz w:val="18"/>
          <w:szCs w:val="18"/>
          <w:lang w:val="ru-RU"/>
        </w:rPr>
        <w:t xml:space="preserve">гл. директор на </w:t>
      </w:r>
      <w:r>
        <w:rPr>
          <w:i/>
          <w:iCs/>
          <w:color w:val="FFFFFF"/>
          <w:sz w:val="18"/>
          <w:szCs w:val="18"/>
        </w:rPr>
        <w:t>ГД</w:t>
      </w:r>
      <w:r>
        <w:rPr>
          <w:i/>
          <w:iCs/>
          <w:color w:val="FFFFFF"/>
          <w:sz w:val="18"/>
          <w:szCs w:val="18"/>
          <w:lang w:val="ru-RU"/>
        </w:rPr>
        <w:t xml:space="preserve"> „АР”</w:t>
      </w:r>
      <w:r>
        <w:rPr>
          <w:i/>
          <w:iCs/>
          <w:color w:val="FFFFFF"/>
          <w:sz w:val="18"/>
          <w:szCs w:val="18"/>
        </w:rPr>
        <w:t>инж.Милена Михайлова/</w:t>
      </w:r>
    </w:p>
    <w:p w:rsidR="00CB6328" w:rsidRDefault="00CB6328" w:rsidP="00A474E8">
      <w:pPr>
        <w:ind w:right="-469"/>
        <w:jc w:val="both"/>
        <w:rPr>
          <w:color w:val="FFFFFF"/>
          <w:sz w:val="18"/>
          <w:szCs w:val="18"/>
        </w:rPr>
      </w:pPr>
    </w:p>
    <w:p w:rsidR="00CB6328" w:rsidRDefault="00CB6328" w:rsidP="00A474E8">
      <w:pPr>
        <w:ind w:right="-469"/>
        <w:jc w:val="both"/>
        <w:rPr>
          <w:color w:val="FFFFFF"/>
          <w:sz w:val="18"/>
          <w:szCs w:val="18"/>
        </w:rPr>
      </w:pPr>
      <w:r>
        <w:rPr>
          <w:color w:val="FFFFFF"/>
          <w:sz w:val="18"/>
          <w:szCs w:val="18"/>
          <w:lang w:val="ru-RU"/>
        </w:rPr>
        <w:t>Изготвил: ...................................дата:12.02.2020г.</w:t>
      </w:r>
      <w:r>
        <w:rPr>
          <w:color w:val="FFFFFF"/>
          <w:sz w:val="18"/>
          <w:szCs w:val="18"/>
          <w:lang w:val="ru-RU"/>
        </w:rPr>
        <w:tab/>
      </w:r>
    </w:p>
    <w:p w:rsidR="00CB6328" w:rsidRDefault="00CB6328" w:rsidP="00A474E8">
      <w:pPr>
        <w:ind w:right="-469"/>
        <w:jc w:val="both"/>
        <w:rPr>
          <w:i/>
          <w:iCs/>
          <w:color w:val="FFFFFF"/>
          <w:sz w:val="18"/>
          <w:szCs w:val="18"/>
          <w:lang w:val="ru-RU"/>
        </w:rPr>
      </w:pPr>
      <w:r>
        <w:rPr>
          <w:i/>
          <w:iCs/>
          <w:color w:val="FFFFFF"/>
          <w:sz w:val="18"/>
          <w:szCs w:val="18"/>
          <w:lang w:val="ru-RU"/>
        </w:rPr>
        <w:t>Гл.специалист ГД „АР” Цветанка Георгиева</w:t>
      </w:r>
    </w:p>
    <w:p w:rsidR="00CB6328" w:rsidRDefault="00CB6328" w:rsidP="00A474E8">
      <w:pPr>
        <w:ind w:right="-469"/>
        <w:jc w:val="both"/>
        <w:rPr>
          <w:color w:val="FFFFFF"/>
          <w:sz w:val="18"/>
          <w:szCs w:val="18"/>
        </w:rPr>
      </w:pPr>
      <w:r>
        <w:rPr>
          <w:color w:val="FFFFFF"/>
          <w:sz w:val="18"/>
          <w:szCs w:val="18"/>
        </w:rPr>
        <w:t>ЦГ/ГД „АР”</w:t>
      </w:r>
    </w:p>
    <w:p w:rsidR="00CB6328" w:rsidRDefault="00CB6328" w:rsidP="00A474E8">
      <w:pPr>
        <w:ind w:right="-469"/>
        <w:jc w:val="center"/>
        <w:rPr>
          <w:b/>
          <w:bCs/>
          <w:spacing w:val="20"/>
        </w:rPr>
      </w:pPr>
    </w:p>
    <w:sectPr w:rsidR="00CB6328" w:rsidSect="00CF4E82">
      <w:footerReference w:type="default" r:id="rId8"/>
      <w:headerReference w:type="first" r:id="rId9"/>
      <w:footerReference w:type="first" r:id="rId10"/>
      <w:pgSz w:w="11906" w:h="16838"/>
      <w:pgMar w:top="1258" w:right="1134" w:bottom="567" w:left="1701" w:header="709" w:footer="38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6328" w:rsidRDefault="00CB6328" w:rsidP="00043091">
      <w:r>
        <w:separator/>
      </w:r>
    </w:p>
  </w:endnote>
  <w:endnote w:type="continuationSeparator" w:id="0">
    <w:p w:rsidR="00CB6328" w:rsidRDefault="00CB6328" w:rsidP="00043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msCyr">
    <w:altName w:val="Times New Roman"/>
    <w:panose1 w:val="02020603050405020304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328" w:rsidRPr="00433B27" w:rsidRDefault="00CB6328" w:rsidP="003F184C">
    <w:pPr>
      <w:pBdr>
        <w:top w:val="single" w:sz="4" w:space="1" w:color="auto"/>
      </w:pBdr>
      <w:jc w:val="center"/>
      <w:rPr>
        <w:rFonts w:ascii="Arial Narrow" w:eastAsia="SimSun" w:hAnsi="Arial Narrow" w:cs="Arial Narrow"/>
        <w:spacing w:val="20"/>
        <w:sz w:val="18"/>
        <w:szCs w:val="18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п.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k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. 9000, гр. Варна , адрес: ул.“Д-р Пюскюлиев” № 1, телефон: 052/621240, факс: 052/647351</w:t>
    </w:r>
  </w:p>
  <w:p w:rsidR="00CB6328" w:rsidRPr="00433B27" w:rsidRDefault="00CB6328" w:rsidP="003F184C">
    <w:pPr>
      <w:pStyle w:val="Footer"/>
      <w:pBdr>
        <w:top w:val="single" w:sz="4" w:space="1" w:color="auto"/>
      </w:pBdr>
      <w:jc w:val="center"/>
      <w:rPr>
        <w:rFonts w:ascii="Arial Narrow" w:eastAsia="SimSun" w:hAnsi="Arial Narrow"/>
        <w:color w:val="0000FF"/>
        <w:spacing w:val="20"/>
        <w:sz w:val="18"/>
        <w:szCs w:val="18"/>
        <w:u w:val="single"/>
        <w:lang w:eastAsia="bg-BG"/>
      </w:rPr>
    </w:pP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>е</w:t>
    </w:r>
    <w:r w:rsidRPr="00433B27">
      <w:rPr>
        <w:rFonts w:ascii="Arial Narrow" w:eastAsia="SimSun" w:hAnsi="Arial Narrow" w:cs="Arial Narrow"/>
        <w:spacing w:val="20"/>
        <w:sz w:val="18"/>
        <w:szCs w:val="18"/>
        <w:lang w:val="en-US" w:eastAsia="bg-BG"/>
      </w:rPr>
      <w:t>-mail</w:t>
    </w:r>
    <w:r w:rsidRPr="00433B27">
      <w:rPr>
        <w:rFonts w:ascii="Arial Narrow" w:eastAsia="SimSun" w:hAnsi="Arial Narrow" w:cs="Arial Narrow"/>
        <w:spacing w:val="20"/>
        <w:sz w:val="18"/>
        <w:szCs w:val="18"/>
        <w:lang w:eastAsia="bg-BG"/>
      </w:rPr>
      <w:t xml:space="preserve">: </w:t>
    </w:r>
    <w:hyperlink r:id="rId1" w:history="1"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odzg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eastAsia="bg-BG"/>
        </w:rPr>
        <w:t>_</w:t>
      </w:r>
      <w:r w:rsidRPr="00433B27">
        <w:rPr>
          <w:rFonts w:ascii="Arial Narrow" w:eastAsia="SimSun" w:hAnsi="Arial Narrow" w:cs="Arial Narrow"/>
          <w:color w:val="0000FF"/>
          <w:spacing w:val="20"/>
          <w:sz w:val="18"/>
          <w:szCs w:val="18"/>
          <w:u w:val="single"/>
          <w:lang w:val="en-US" w:eastAsia="bg-BG"/>
        </w:rPr>
        <w:t>var@abv.bg</w:t>
      </w:r>
    </w:hyperlink>
  </w:p>
  <w:p w:rsidR="00CB6328" w:rsidRPr="00433B27" w:rsidRDefault="00CB6328" w:rsidP="0039461B">
    <w:pPr>
      <w:pStyle w:val="Footer"/>
      <w:pBdr>
        <w:top w:val="single" w:sz="4" w:space="1" w:color="auto"/>
      </w:pBdr>
      <w:jc w:val="right"/>
      <w:rPr>
        <w:rFonts w:ascii="Arial Narrow" w:hAnsi="Arial Narrow" w:cs="Arial Narrow"/>
        <w:b/>
        <w:bCs/>
        <w:sz w:val="18"/>
        <w:szCs w:val="18"/>
      </w:rPr>
    </w:pPr>
    <w:r w:rsidRPr="00433B27">
      <w:rPr>
        <w:rFonts w:ascii="Arial Narrow" w:hAnsi="Arial Narrow" w:cs="Arial Narrow"/>
        <w:sz w:val="18"/>
        <w:szCs w:val="18"/>
      </w:rPr>
      <w:t xml:space="preserve">Страница 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begin"/>
    </w:r>
    <w:r w:rsidRPr="00433B27">
      <w:rPr>
        <w:rFonts w:ascii="Arial Narrow" w:hAnsi="Arial Narrow" w:cs="Arial Narrow"/>
        <w:b/>
        <w:bCs/>
        <w:sz w:val="18"/>
        <w:szCs w:val="18"/>
      </w:rPr>
      <w:instrText>PAGE  \* Arabic  \* MERGEFORMAT</w:instrTex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separate"/>
    </w:r>
    <w:r>
      <w:rPr>
        <w:rFonts w:ascii="Arial Narrow" w:hAnsi="Arial Narrow" w:cs="Arial Narrow"/>
        <w:b/>
        <w:bCs/>
        <w:noProof/>
        <w:sz w:val="18"/>
        <w:szCs w:val="18"/>
      </w:rPr>
      <w:t>5</w:t>
    </w:r>
    <w:r w:rsidRPr="00433B27">
      <w:rPr>
        <w:rFonts w:ascii="Arial Narrow" w:hAnsi="Arial Narrow" w:cs="Arial Narrow"/>
        <w:b/>
        <w:bCs/>
        <w:sz w:val="18"/>
        <w:szCs w:val="18"/>
      </w:rPr>
      <w:fldChar w:fldCharType="end"/>
    </w:r>
    <w:r w:rsidRPr="00433B27">
      <w:rPr>
        <w:rFonts w:ascii="Arial Narrow" w:hAnsi="Arial Narrow" w:cs="Arial Narrow"/>
        <w:sz w:val="18"/>
        <w:szCs w:val="18"/>
      </w:rPr>
      <w:t xml:space="preserve"> от</w:t>
    </w:r>
    <w:fldSimple w:instr="NUMPAGES  \* Arabic  \* MERGEFORMAT">
      <w:r w:rsidRPr="00D432D5">
        <w:rPr>
          <w:rFonts w:ascii="Arial Narrow" w:hAnsi="Arial Narrow" w:cs="Arial Narrow"/>
          <w:b/>
          <w:bCs/>
          <w:noProof/>
          <w:sz w:val="18"/>
          <w:szCs w:val="18"/>
        </w:rPr>
        <w:t>5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328" w:rsidRPr="00DA73CB" w:rsidRDefault="00CB6328" w:rsidP="00DA73CB">
    <w:pPr>
      <w:pStyle w:val="Footer"/>
      <w:jc w:val="right"/>
      <w:rPr>
        <w:sz w:val="20"/>
        <w:szCs w:val="20"/>
      </w:rPr>
    </w:pPr>
  </w:p>
  <w:p w:rsidR="00CB6328" w:rsidRDefault="00CB632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6328" w:rsidRDefault="00CB6328" w:rsidP="00043091">
      <w:r>
        <w:separator/>
      </w:r>
    </w:p>
  </w:footnote>
  <w:footnote w:type="continuationSeparator" w:id="0">
    <w:p w:rsidR="00CB6328" w:rsidRDefault="00CB6328" w:rsidP="00043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6328" w:rsidRPr="00433B27" w:rsidRDefault="00CB6328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5" o:spid="_x0000_s2049" type="#_x0000_t75" alt="lav4e" style="position:absolute;left:0;text-align:left;margin-left:-.3pt;margin-top:-9.95pt;width:47.25pt;height:55.5pt;z-index:251660288;visibility:visible">
          <v:imagedata r:id="rId1" o:title="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Съединител &quot;права стрелка&quot; 3" o:spid="_x0000_s2050" type="#_x0000_t32" style="position:absolute;left:0;text-align:left;margin-left:58.2pt;margin-top:-.95pt;width:0;height:42.75pt;z-index:251661312;visibility:visible"/>
      </w:pict>
    </w:r>
    <w:r w:rsidRPr="00433B27">
      <w:rPr>
        <w:rFonts w:ascii="Arial Narrow" w:hAnsi="Arial Narrow" w:cs="Arial Narrow"/>
        <w:b/>
        <w:bCs/>
        <w:color w:val="333333"/>
        <w:spacing w:val="30"/>
      </w:rPr>
      <w:t>РЕПУБЛИКА БЪЛГАРИЯ</w:t>
    </w:r>
  </w:p>
  <w:p w:rsidR="00CB6328" w:rsidRPr="00433B27" w:rsidRDefault="00CB6328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color w:val="333333"/>
        <w:spacing w:val="30"/>
        <w:lang w:val="ru-RU"/>
      </w:rPr>
    </w:pPr>
    <w:r w:rsidRPr="00433B27">
      <w:rPr>
        <w:rFonts w:ascii="Arial Narrow" w:hAnsi="Arial Narrow" w:cs="Arial Narrow"/>
        <w:color w:val="333333"/>
        <w:spacing w:val="30"/>
      </w:rPr>
      <w:t>Министерство на земеделието, храните и горите</w:t>
    </w:r>
  </w:p>
  <w:p w:rsidR="00CB6328" w:rsidRPr="00433B27" w:rsidRDefault="00CB6328" w:rsidP="00433B27">
    <w:pPr>
      <w:pStyle w:val="Heading1"/>
      <w:tabs>
        <w:tab w:val="left" w:pos="1418"/>
      </w:tabs>
      <w:ind w:firstLine="1418"/>
      <w:jc w:val="left"/>
      <w:rPr>
        <w:rFonts w:ascii="Arial Narrow" w:hAnsi="Arial Narrow" w:cs="Arial Narrow"/>
        <w:b/>
        <w:bCs/>
        <w:color w:val="333333"/>
        <w:spacing w:val="30"/>
      </w:rPr>
    </w:pPr>
    <w:r w:rsidRPr="00433B27">
      <w:rPr>
        <w:rFonts w:ascii="Arial Narrow" w:hAnsi="Arial Narrow" w:cs="Arial Narrow"/>
        <w:color w:val="333333"/>
        <w:spacing w:val="30"/>
      </w:rPr>
      <w:t>Областна дирекция „Земеделие”-Варна</w:t>
    </w:r>
  </w:p>
  <w:p w:rsidR="00CB6328" w:rsidRPr="00433B27" w:rsidRDefault="00CB6328">
    <w:pPr>
      <w:pStyle w:val="Header"/>
      <w:rPr>
        <w:rFonts w:ascii="Arial Narrow" w:hAnsi="Arial Narrow" w:cs="Arial Narrow"/>
        <w:spacing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7A78"/>
    <w:multiLevelType w:val="hybridMultilevel"/>
    <w:tmpl w:val="2E827D28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">
    <w:nsid w:val="0A12076D"/>
    <w:multiLevelType w:val="hybridMultilevel"/>
    <w:tmpl w:val="17FA231A"/>
    <w:lvl w:ilvl="0" w:tplc="04020009">
      <w:start w:val="1"/>
      <w:numFmt w:val="bullet"/>
      <w:lvlText w:val=""/>
      <w:lvlJc w:val="left"/>
      <w:pPr>
        <w:ind w:left="142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214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0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6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2">
    <w:nsid w:val="0E626B37"/>
    <w:multiLevelType w:val="multilevel"/>
    <w:tmpl w:val="C7B617C0"/>
    <w:lvl w:ilvl="0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D407F0"/>
    <w:multiLevelType w:val="hybridMultilevel"/>
    <w:tmpl w:val="773A8962"/>
    <w:lvl w:ilvl="0" w:tplc="0402000B">
      <w:start w:val="1"/>
      <w:numFmt w:val="bullet"/>
      <w:lvlText w:val=""/>
      <w:lvlJc w:val="left"/>
      <w:pPr>
        <w:tabs>
          <w:tab w:val="num" w:pos="945"/>
        </w:tabs>
        <w:ind w:left="945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">
    <w:nsid w:val="24A04A66"/>
    <w:multiLevelType w:val="hybridMultilevel"/>
    <w:tmpl w:val="1E02BBE8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00C9F"/>
    <w:multiLevelType w:val="hybridMultilevel"/>
    <w:tmpl w:val="B97409E4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0CC3D94"/>
    <w:multiLevelType w:val="hybridMultilevel"/>
    <w:tmpl w:val="CDEA4444"/>
    <w:lvl w:ilvl="0" w:tplc="2A263EAC">
      <w:numFmt w:val="bullet"/>
      <w:lvlText w:val="-"/>
      <w:lvlJc w:val="left"/>
      <w:pPr>
        <w:tabs>
          <w:tab w:val="num" w:pos="1650"/>
        </w:tabs>
        <w:ind w:left="1650" w:hanging="930"/>
      </w:pPr>
      <w:rPr>
        <w:rFonts w:ascii="Times New Roman" w:eastAsia="Times New Roman" w:hAnsi="Times New Roman" w:hint="default"/>
        <w:b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6C135849"/>
    <w:multiLevelType w:val="hybridMultilevel"/>
    <w:tmpl w:val="D4C2CEA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2927BB"/>
    <w:multiLevelType w:val="hybridMultilevel"/>
    <w:tmpl w:val="CA7440EA"/>
    <w:lvl w:ilvl="0" w:tplc="0402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6D0D5F06"/>
    <w:multiLevelType w:val="hybridMultilevel"/>
    <w:tmpl w:val="5C2468D2"/>
    <w:lvl w:ilvl="0" w:tplc="0402000B">
      <w:start w:val="1"/>
      <w:numFmt w:val="bullet"/>
      <w:lvlText w:val="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0">
    <w:nsid w:val="70682726"/>
    <w:multiLevelType w:val="hybridMultilevel"/>
    <w:tmpl w:val="06924C2A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DB7753"/>
    <w:multiLevelType w:val="hybridMultilevel"/>
    <w:tmpl w:val="039851EE"/>
    <w:lvl w:ilvl="0" w:tplc="0402000B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1"/>
  </w:num>
  <w:num w:numId="7">
    <w:abstractNumId w:val="3"/>
  </w:num>
  <w:num w:numId="8">
    <w:abstractNumId w:val="1"/>
  </w:num>
  <w:num w:numId="9">
    <w:abstractNumId w:val="10"/>
  </w:num>
  <w:num w:numId="10">
    <w:abstractNumId w:val="4"/>
  </w:num>
  <w:num w:numId="11">
    <w:abstractNumId w:val="7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5A4D"/>
    <w:rsid w:val="00000899"/>
    <w:rsid w:val="000111DE"/>
    <w:rsid w:val="00022D9D"/>
    <w:rsid w:val="00030659"/>
    <w:rsid w:val="00043091"/>
    <w:rsid w:val="00045AA7"/>
    <w:rsid w:val="00061D67"/>
    <w:rsid w:val="000650C0"/>
    <w:rsid w:val="00095CC2"/>
    <w:rsid w:val="000C7574"/>
    <w:rsid w:val="000D2A16"/>
    <w:rsid w:val="000E4F8E"/>
    <w:rsid w:val="0010012E"/>
    <w:rsid w:val="00104364"/>
    <w:rsid w:val="00117669"/>
    <w:rsid w:val="00143410"/>
    <w:rsid w:val="00145681"/>
    <w:rsid w:val="0016121D"/>
    <w:rsid w:val="00176A8E"/>
    <w:rsid w:val="00180B10"/>
    <w:rsid w:val="00186FBB"/>
    <w:rsid w:val="0019500A"/>
    <w:rsid w:val="00197F4A"/>
    <w:rsid w:val="001A363C"/>
    <w:rsid w:val="001B70B6"/>
    <w:rsid w:val="001B7CC5"/>
    <w:rsid w:val="001D23F6"/>
    <w:rsid w:val="00243733"/>
    <w:rsid w:val="002554CC"/>
    <w:rsid w:val="002A2157"/>
    <w:rsid w:val="002B2050"/>
    <w:rsid w:val="00342CA8"/>
    <w:rsid w:val="00365576"/>
    <w:rsid w:val="0039461B"/>
    <w:rsid w:val="003F184C"/>
    <w:rsid w:val="003F5CEF"/>
    <w:rsid w:val="004037FB"/>
    <w:rsid w:val="00427AEA"/>
    <w:rsid w:val="00433B27"/>
    <w:rsid w:val="00445A4D"/>
    <w:rsid w:val="00481D55"/>
    <w:rsid w:val="00492290"/>
    <w:rsid w:val="00495EE0"/>
    <w:rsid w:val="004A5859"/>
    <w:rsid w:val="004A7CA9"/>
    <w:rsid w:val="004B6660"/>
    <w:rsid w:val="004B6F1A"/>
    <w:rsid w:val="004F29CD"/>
    <w:rsid w:val="004F6037"/>
    <w:rsid w:val="0052712F"/>
    <w:rsid w:val="00533CC3"/>
    <w:rsid w:val="00556596"/>
    <w:rsid w:val="00561312"/>
    <w:rsid w:val="0057036D"/>
    <w:rsid w:val="00573CFC"/>
    <w:rsid w:val="005815DD"/>
    <w:rsid w:val="00592FC2"/>
    <w:rsid w:val="005A4DB3"/>
    <w:rsid w:val="006079B8"/>
    <w:rsid w:val="006103C4"/>
    <w:rsid w:val="0061764D"/>
    <w:rsid w:val="0062586E"/>
    <w:rsid w:val="00630BDF"/>
    <w:rsid w:val="00633736"/>
    <w:rsid w:val="00640F8C"/>
    <w:rsid w:val="00677C03"/>
    <w:rsid w:val="00681AA5"/>
    <w:rsid w:val="006D1101"/>
    <w:rsid w:val="007044D2"/>
    <w:rsid w:val="00713098"/>
    <w:rsid w:val="0071646F"/>
    <w:rsid w:val="007425C9"/>
    <w:rsid w:val="00762999"/>
    <w:rsid w:val="00771797"/>
    <w:rsid w:val="007764CD"/>
    <w:rsid w:val="007871CD"/>
    <w:rsid w:val="007A2307"/>
    <w:rsid w:val="007F0BC7"/>
    <w:rsid w:val="007F2F4A"/>
    <w:rsid w:val="007F518C"/>
    <w:rsid w:val="00811BC9"/>
    <w:rsid w:val="00831494"/>
    <w:rsid w:val="00837FFC"/>
    <w:rsid w:val="00853772"/>
    <w:rsid w:val="008562D5"/>
    <w:rsid w:val="008661FB"/>
    <w:rsid w:val="008916BE"/>
    <w:rsid w:val="008D61F0"/>
    <w:rsid w:val="008F7E8B"/>
    <w:rsid w:val="00906671"/>
    <w:rsid w:val="009074C2"/>
    <w:rsid w:val="00911AE5"/>
    <w:rsid w:val="00936D41"/>
    <w:rsid w:val="009550F6"/>
    <w:rsid w:val="00974BB3"/>
    <w:rsid w:val="00987F2F"/>
    <w:rsid w:val="009A698C"/>
    <w:rsid w:val="009B39CC"/>
    <w:rsid w:val="009B5CE3"/>
    <w:rsid w:val="009F3E82"/>
    <w:rsid w:val="00A1760A"/>
    <w:rsid w:val="00A42A4D"/>
    <w:rsid w:val="00A474E8"/>
    <w:rsid w:val="00A660F3"/>
    <w:rsid w:val="00A96E3F"/>
    <w:rsid w:val="00AB2ED0"/>
    <w:rsid w:val="00AC0E35"/>
    <w:rsid w:val="00AC4BBA"/>
    <w:rsid w:val="00AC4EA8"/>
    <w:rsid w:val="00AC73CD"/>
    <w:rsid w:val="00AF2D33"/>
    <w:rsid w:val="00B472B9"/>
    <w:rsid w:val="00B9124F"/>
    <w:rsid w:val="00BA7672"/>
    <w:rsid w:val="00C03BBE"/>
    <w:rsid w:val="00C5413D"/>
    <w:rsid w:val="00C637BA"/>
    <w:rsid w:val="00C65A20"/>
    <w:rsid w:val="00C6709B"/>
    <w:rsid w:val="00C82DBB"/>
    <w:rsid w:val="00C86802"/>
    <w:rsid w:val="00C959AE"/>
    <w:rsid w:val="00C961D7"/>
    <w:rsid w:val="00CA5005"/>
    <w:rsid w:val="00CB6328"/>
    <w:rsid w:val="00CF4BBA"/>
    <w:rsid w:val="00CF4E82"/>
    <w:rsid w:val="00CF7ADB"/>
    <w:rsid w:val="00D00F36"/>
    <w:rsid w:val="00D40A64"/>
    <w:rsid w:val="00D432D5"/>
    <w:rsid w:val="00D64908"/>
    <w:rsid w:val="00DA73CB"/>
    <w:rsid w:val="00DC5707"/>
    <w:rsid w:val="00DC6AA9"/>
    <w:rsid w:val="00DE512F"/>
    <w:rsid w:val="00DF0840"/>
    <w:rsid w:val="00DF0BDE"/>
    <w:rsid w:val="00DF5667"/>
    <w:rsid w:val="00E02EA9"/>
    <w:rsid w:val="00E03C8A"/>
    <w:rsid w:val="00E135D8"/>
    <w:rsid w:val="00EA2F3B"/>
    <w:rsid w:val="00EA49C5"/>
    <w:rsid w:val="00EA6B6D"/>
    <w:rsid w:val="00EC2BFB"/>
    <w:rsid w:val="00EC7DB5"/>
    <w:rsid w:val="00EE0F49"/>
    <w:rsid w:val="00F12D43"/>
    <w:rsid w:val="00F258E0"/>
    <w:rsid w:val="00F90C34"/>
    <w:rsid w:val="00F9197A"/>
    <w:rsid w:val="00FA01A7"/>
    <w:rsid w:val="00FC77BF"/>
    <w:rsid w:val="00FD190A"/>
    <w:rsid w:val="00FD7B0B"/>
    <w:rsid w:val="00FE7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5859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859"/>
    <w:pPr>
      <w:keepNext/>
      <w:jc w:val="right"/>
      <w:outlineLvl w:val="0"/>
    </w:pPr>
    <w:rPr>
      <w:rFonts w:ascii="TmsCyr" w:hAnsi="TmsCyr" w:cs="TmsCyr"/>
      <w:lang w:eastAsia="bg-BG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859"/>
    <w:rPr>
      <w:rFonts w:ascii="TmsCyr" w:hAnsi="TmsCyr" w:cs="TmsCyr"/>
      <w:sz w:val="20"/>
      <w:szCs w:val="20"/>
      <w:lang w:eastAsia="bg-BG"/>
    </w:rPr>
  </w:style>
  <w:style w:type="character" w:styleId="Emphasis">
    <w:name w:val="Emphasis"/>
    <w:basedOn w:val="DefaultParagraphFont"/>
    <w:uiPriority w:val="99"/>
    <w:qFormat/>
    <w:rsid w:val="004A5859"/>
    <w:rPr>
      <w:rFonts w:cs="Times New Roman"/>
      <w:i/>
      <w:iCs/>
    </w:rPr>
  </w:style>
  <w:style w:type="paragraph" w:styleId="BodyText">
    <w:name w:val="Body Text"/>
    <w:basedOn w:val="Normal"/>
    <w:link w:val="BodyTextChar"/>
    <w:uiPriority w:val="99"/>
    <w:rsid w:val="004A585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A5859"/>
    <w:rPr>
      <w:rFonts w:ascii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430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43091"/>
    <w:rPr>
      <w:rFonts w:ascii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2554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554CC"/>
    <w:rPr>
      <w:rFonts w:ascii="Tahoma" w:hAnsi="Tahoma" w:cs="Tahoma"/>
      <w:sz w:val="16"/>
      <w:szCs w:val="16"/>
    </w:rPr>
  </w:style>
  <w:style w:type="paragraph" w:customStyle="1" w:styleId="Style">
    <w:name w:val="Style"/>
    <w:uiPriority w:val="99"/>
    <w:rsid w:val="003F5CEF"/>
    <w:pPr>
      <w:widowControl w:val="0"/>
      <w:autoSpaceDE w:val="0"/>
      <w:autoSpaceDN w:val="0"/>
      <w:adjustRightInd w:val="0"/>
      <w:ind w:left="140" w:right="140" w:firstLine="840"/>
      <w:jc w:val="both"/>
    </w:pPr>
    <w:rPr>
      <w:rFonts w:ascii="Times New Roman" w:hAnsi="Times New Roman"/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3F5CEF"/>
    <w:rPr>
      <w:rFonts w:ascii="Times New Roman" w:hAnsi="Times New Roman" w:cs="Times New Roman"/>
    </w:rPr>
  </w:style>
  <w:style w:type="character" w:styleId="Hyperlink">
    <w:name w:val="Hyperlink"/>
    <w:basedOn w:val="DefaultParagraphFont"/>
    <w:uiPriority w:val="99"/>
    <w:rsid w:val="00A474E8"/>
    <w:rPr>
      <w:rFonts w:ascii="Times New Roman" w:hAnsi="Times New Roman" w:cs="Times New Roman"/>
      <w:color w:val="0000FF"/>
      <w:u w:val="single"/>
    </w:rPr>
  </w:style>
  <w:style w:type="paragraph" w:customStyle="1" w:styleId="m">
    <w:name w:val="m"/>
    <w:basedOn w:val="Normal"/>
    <w:uiPriority w:val="99"/>
    <w:rsid w:val="00A474E8"/>
    <w:pPr>
      <w:ind w:firstLine="990"/>
      <w:jc w:val="both"/>
    </w:pPr>
    <w:rPr>
      <w:rFonts w:eastAsia="Calibri"/>
      <w:color w:val="00000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6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apis://NORM|4098|8|37&#1073;|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dzg_var@abv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290</TotalTime>
  <Pages>5</Pages>
  <Words>1791</Words>
  <Characters>10209</Characters>
  <Application>Microsoft Office Outlook</Application>
  <DocSecurity>0</DocSecurity>
  <Lines>0</Lines>
  <Paragraphs>0</Paragraphs>
  <ScaleCrop>false</ScaleCrop>
  <Company>MZH ODZ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GSEKRETAR_PY</dc:creator>
  <cp:keywords/>
  <dc:description/>
  <cp:lastModifiedBy>GD AR</cp:lastModifiedBy>
  <cp:revision>45</cp:revision>
  <cp:lastPrinted>2020-07-27T11:21:00Z</cp:lastPrinted>
  <dcterms:created xsi:type="dcterms:W3CDTF">2019-08-21T10:56:00Z</dcterms:created>
  <dcterms:modified xsi:type="dcterms:W3CDTF">2021-07-15T10:27:00Z</dcterms:modified>
</cp:coreProperties>
</file>