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F0DD2" w:rsidP="00BE5224">
      <w:pPr>
        <w:spacing w:line="276" w:lineRule="auto"/>
        <w:jc w:val="center"/>
        <w:rPr>
          <w:b/>
          <w:lang w:val="bg-BG"/>
        </w:rPr>
      </w:pPr>
      <w:r w:rsidRPr="00137CB6">
        <w:rPr>
          <w:b/>
          <w:lang w:val="bg-BG"/>
        </w:rPr>
        <w:t xml:space="preserve">№ </w:t>
      </w:r>
      <w:r w:rsidR="0067260D" w:rsidRPr="0067260D">
        <w:rPr>
          <w:b/>
        </w:rPr>
        <w:t>ПО-09-3517-3/ 28.09.2023</w:t>
      </w:r>
      <w:r w:rsidR="00AE2EBD" w:rsidRPr="00137CB6">
        <w:rPr>
          <w:b/>
          <w:lang w:val="bg-BG"/>
        </w:rPr>
        <w:t xml:space="preserve"> 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 № </w:t>
      </w:r>
      <w:r w:rsidR="00706AD5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</w:t>
      </w:r>
      <w:r w:rsidR="005B1355">
        <w:rPr>
          <w:u w:val="single"/>
          <w:lang w:val="bg-BG"/>
        </w:rPr>
        <w:t>7</w:t>
      </w:r>
      <w:r w:rsidR="00415261">
        <w:rPr>
          <w:u w:val="single"/>
          <w:lang w:val="bg-BG"/>
        </w:rPr>
        <w:t xml:space="preserve">-2 от 15.09.2023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BC0051"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</w:t>
      </w:r>
      <w:r w:rsidR="005B1355">
        <w:rPr>
          <w:u w:val="single"/>
          <w:lang w:val="bg-BG"/>
        </w:rPr>
        <w:t>7</w:t>
      </w:r>
      <w:r w:rsidR="00415261">
        <w:rPr>
          <w:u w:val="single"/>
          <w:lang w:val="bg-BG"/>
        </w:rPr>
        <w:t xml:space="preserve"> от 25.07.2023 г.</w:t>
      </w:r>
      <w:r w:rsidR="00BC0051" w:rsidRPr="009918DC">
        <w:t xml:space="preserve">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415261">
        <w:rPr>
          <w:u w:val="single"/>
        </w:rPr>
        <w:t>№ ПО-09-35</w:t>
      </w:r>
      <w:r w:rsidR="00FD16F4">
        <w:rPr>
          <w:u w:val="single"/>
          <w:lang w:val="bg-BG"/>
        </w:rPr>
        <w:t>1</w:t>
      </w:r>
      <w:r w:rsidR="005B1355">
        <w:rPr>
          <w:u w:val="single"/>
          <w:lang w:val="bg-BG"/>
        </w:rPr>
        <w:t>7</w:t>
      </w:r>
      <w:r w:rsidR="00415261">
        <w:rPr>
          <w:u w:val="single"/>
        </w:rPr>
        <w:t xml:space="preserve">-1 </w:t>
      </w:r>
      <w:r w:rsidR="00415261">
        <w:rPr>
          <w:u w:val="single"/>
          <w:lang w:val="bg-BG"/>
        </w:rPr>
        <w:t>от 29.08.2023 г</w:t>
      </w:r>
      <w:r w:rsidR="00BC0051" w:rsidRPr="009918DC">
        <w:rPr>
          <w:u w:val="single"/>
        </w:rPr>
        <w:t>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415261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415261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5B1355">
        <w:rPr>
          <w:b/>
          <w:bCs/>
          <w:u w:val="single"/>
          <w:lang w:val="bg-BG"/>
        </w:rPr>
        <w:t>Извор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415261">
        <w:rPr>
          <w:b/>
          <w:bCs/>
          <w:u w:val="single"/>
          <w:lang w:val="bg-BG"/>
        </w:rPr>
        <w:t>Сливница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5B1355">
        <w:rPr>
          <w:b/>
          <w:u w:val="single"/>
          <w:lang w:val="bg-BG" w:eastAsia="bg-BG"/>
        </w:rPr>
        <w:t>32411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 xml:space="preserve">вх. № </w:t>
      </w:r>
      <w:r w:rsidR="00415261" w:rsidRPr="00415261">
        <w:rPr>
          <w:b/>
          <w:u w:val="single"/>
        </w:rPr>
        <w:t>ПО-09-35</w:t>
      </w:r>
      <w:r w:rsidR="00FD16F4">
        <w:rPr>
          <w:b/>
          <w:u w:val="single"/>
          <w:lang w:val="bg-BG"/>
        </w:rPr>
        <w:t>1</w:t>
      </w:r>
      <w:r w:rsidR="005B1355">
        <w:rPr>
          <w:b/>
          <w:u w:val="single"/>
          <w:lang w:val="bg-BG"/>
        </w:rPr>
        <w:t>7</w:t>
      </w:r>
      <w:r w:rsidR="00415261" w:rsidRPr="00415261">
        <w:rPr>
          <w:b/>
          <w:u w:val="single"/>
        </w:rPr>
        <w:t xml:space="preserve">-1 </w:t>
      </w:r>
      <w:r w:rsidR="00415261" w:rsidRPr="00415261">
        <w:rPr>
          <w:b/>
          <w:u w:val="single"/>
          <w:lang w:val="bg-BG"/>
        </w:rPr>
        <w:t>от 29.08.2023 г</w:t>
      </w:r>
      <w:r w:rsidR="00415261" w:rsidRPr="00415261">
        <w:rPr>
          <w:b/>
          <w:u w:val="single"/>
        </w:rPr>
        <w:t>.</w:t>
      </w:r>
      <w:r w:rsidRPr="00415261">
        <w:rPr>
          <w:b/>
          <w:u w:val="single"/>
        </w:rPr>
        <w:t>,</w:t>
      </w:r>
      <w:r w:rsidR="00FB67DF">
        <w:t xml:space="preserve"> </w:t>
      </w:r>
      <w:proofErr w:type="spellStart"/>
      <w:r w:rsidR="00FB67DF">
        <w:t>представено</w:t>
      </w:r>
      <w:proofErr w:type="spellEnd"/>
      <w:r w:rsidR="00FB67DF">
        <w:t xml:space="preserve"> с </w:t>
      </w:r>
      <w:proofErr w:type="spellStart"/>
      <w:r w:rsidR="00FB67DF">
        <w:t>Доклад</w:t>
      </w:r>
      <w:proofErr w:type="spellEnd"/>
      <w:r w:rsidR="00FB67DF">
        <w:t xml:space="preserve">  с</w:t>
      </w:r>
      <w:r w:rsidRPr="009918DC">
        <w:t xml:space="preserve"> </w:t>
      </w:r>
      <w:r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5B1355">
        <w:rPr>
          <w:u w:val="single"/>
          <w:lang w:val="bg-BG"/>
        </w:rPr>
        <w:t>17</w:t>
      </w:r>
      <w:r w:rsidR="00415261">
        <w:rPr>
          <w:u w:val="single"/>
          <w:lang w:val="bg-BG"/>
        </w:rPr>
        <w:t xml:space="preserve">-2 от 15.09.2023 </w:t>
      </w:r>
      <w:r w:rsidR="00415261" w:rsidRPr="009918DC">
        <w:rPr>
          <w:u w:val="single"/>
        </w:rPr>
        <w:t>г.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5E1544" w:rsidRPr="009918DC">
        <w:rPr>
          <w:u w:val="single"/>
        </w:rPr>
        <w:t xml:space="preserve">№ </w:t>
      </w:r>
      <w:r w:rsidR="005E1544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</w:t>
      </w:r>
      <w:r w:rsidR="005B1355">
        <w:rPr>
          <w:u w:val="single"/>
          <w:lang w:val="bg-BG"/>
        </w:rPr>
        <w:t>7</w:t>
      </w:r>
      <w:r w:rsidR="005E1544">
        <w:rPr>
          <w:u w:val="single"/>
          <w:lang w:val="bg-BG"/>
        </w:rPr>
        <w:t xml:space="preserve"> от 25.07.2023 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в</w:t>
      </w:r>
      <w:r w:rsidR="00AE2EBD">
        <w:rPr>
          <w:lang w:val="bg-BG"/>
        </w:rPr>
        <w:t xml:space="preserve"> </w:t>
      </w:r>
      <w:proofErr w:type="spellStart"/>
      <w:r w:rsidRPr="009918DC">
        <w:t>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5E1544" w:rsidRPr="00AE2EBD">
        <w:rPr>
          <w:b/>
          <w:u w:val="single"/>
        </w:rPr>
        <w:t>2023</w:t>
      </w:r>
      <w:r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5B1355">
        <w:rPr>
          <w:b/>
          <w:bCs/>
          <w:u w:val="single"/>
          <w:lang w:val="bg-BG"/>
        </w:rPr>
        <w:t>Извор</w:t>
      </w:r>
      <w:r w:rsidR="00CB053F">
        <w:rPr>
          <w:b/>
          <w:bCs/>
          <w:u w:val="single"/>
          <w:lang w:val="bg-BG"/>
        </w:rPr>
        <w:t>,</w:t>
      </w:r>
      <w:r w:rsidR="00A21AAF" w:rsidRPr="009918DC">
        <w:rPr>
          <w:bCs/>
          <w:u w:val="single"/>
        </w:rPr>
        <w:t xml:space="preserve">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B1355">
        <w:rPr>
          <w:u w:val="single"/>
          <w:lang w:val="bg-BG" w:eastAsia="bg-BG"/>
        </w:rPr>
        <w:t>32411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C17EE7" w:rsidRPr="00AE2EBD">
        <w:rPr>
          <w:b/>
          <w:u w:val="single"/>
        </w:rPr>
        <w:t>202</w:t>
      </w:r>
      <w:r w:rsidR="005E1544" w:rsidRPr="00AE2EBD">
        <w:rPr>
          <w:b/>
          <w:u w:val="single"/>
          <w:lang w:val="bg-BG"/>
        </w:rPr>
        <w:t>3</w:t>
      </w:r>
      <w:r w:rsidR="00A21AAF"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5B1355">
        <w:rPr>
          <w:b/>
          <w:bCs/>
          <w:u w:val="single"/>
          <w:lang w:val="bg-BG"/>
        </w:rPr>
        <w:t>Извор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B1355">
        <w:rPr>
          <w:u w:val="single"/>
          <w:lang w:val="bg-BG" w:eastAsia="bg-BG"/>
        </w:rPr>
        <w:t>32411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105C07">
        <w:rPr>
          <w:b/>
          <w:u w:val="single"/>
          <w:lang w:val="bg-BG"/>
        </w:rPr>
        <w:t>2</w:t>
      </w:r>
      <w:r w:rsidR="005B1355">
        <w:rPr>
          <w:b/>
          <w:u w:val="single"/>
          <w:lang w:val="bg-BG"/>
        </w:rPr>
        <w:t>0</w:t>
      </w:r>
      <w:r w:rsidR="0038131A">
        <w:rPr>
          <w:b/>
          <w:u w:val="single"/>
          <w:lang w:val="bg-BG"/>
        </w:rPr>
        <w:t>,00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9918DC" w:rsidRPr="009918DC">
        <w:rPr>
          <w:b/>
        </w:rPr>
        <w:t>202</w:t>
      </w:r>
      <w:r w:rsidR="0038131A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38131A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5B1355">
        <w:rPr>
          <w:bCs/>
          <w:u w:val="single"/>
          <w:lang w:val="bg-BG"/>
        </w:rPr>
        <w:t>Извор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38131A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B1355">
        <w:rPr>
          <w:u w:val="single"/>
          <w:lang w:val="bg-BG" w:eastAsia="bg-BG"/>
        </w:rPr>
        <w:t>32411</w:t>
      </w:r>
      <w:r w:rsidR="009C1295">
        <w:rPr>
          <w:u w:val="single"/>
          <w:lang w:val="bg-BG" w:eastAsia="bg-BG"/>
        </w:rPr>
        <w:t>,</w:t>
      </w:r>
      <w:r w:rsidR="00FB2519" w:rsidRPr="009918DC">
        <w:rPr>
          <w:u w:val="single"/>
          <w:lang w:val="bg-BG" w:eastAsia="bg-BG"/>
        </w:rPr>
        <w:t xml:space="preserve">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5B1355">
        <w:rPr>
          <w:b/>
          <w:lang w:val="bg-BG"/>
        </w:rPr>
        <w:t>Извор</w:t>
      </w:r>
      <w:r w:rsidRPr="009918DC">
        <w:rPr>
          <w:lang w:val="bg-BG"/>
        </w:rPr>
        <w:t xml:space="preserve"> и в сградата на Общинската служба по земеделие</w:t>
      </w:r>
      <w:r w:rsidR="004B23B2">
        <w:rPr>
          <w:lang w:val="bg-BG"/>
        </w:rPr>
        <w:t xml:space="preserve"> - гр. Сливница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AE06F6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2114DD">
        <w:rPr>
          <w:b/>
          <w:lang w:val="bg-BG"/>
        </w:rPr>
        <w:t xml:space="preserve">: </w:t>
      </w:r>
      <w:r w:rsidR="002114DD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  <w:bookmarkStart w:id="0" w:name="_GoBack"/>
      <w:bookmarkEnd w:id="0"/>
    </w:p>
    <w:p w:rsidR="002114DD" w:rsidRDefault="002114DD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114DD" w:rsidRDefault="002114DD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114DD" w:rsidRDefault="002114DD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114DD" w:rsidRDefault="002114DD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114DD" w:rsidRDefault="002114DD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114DD" w:rsidRDefault="002114DD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114DD" w:rsidRDefault="002114DD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114DD" w:rsidRDefault="002114DD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17EAA" w:rsidRDefault="00417EAA" w:rsidP="0067260D">
      <w:pPr>
        <w:spacing w:line="249" w:lineRule="exact"/>
        <w:rPr>
          <w:b/>
          <w:bCs/>
          <w:lang w:val="bg-BG"/>
        </w:rPr>
      </w:pPr>
    </w:p>
    <w:p w:rsidR="002114DD" w:rsidRPr="002114DD" w:rsidRDefault="002114DD" w:rsidP="0067260D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B919C6">
        <w:rPr>
          <w:b/>
          <w:bCs/>
          <w:lang w:val="bg-BG"/>
        </w:rPr>
        <w:t xml:space="preserve">№  </w:t>
      </w:r>
      <w:r w:rsidR="0067260D" w:rsidRPr="0067260D">
        <w:rPr>
          <w:b/>
        </w:rPr>
        <w:t>ПО-09-3517-3/ 28.09.2023</w:t>
      </w:r>
      <w:r w:rsidR="0067260D" w:rsidRPr="00137CB6">
        <w:rPr>
          <w:b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Pr="008B4BE7">
        <w:rPr>
          <w:b/>
          <w:bCs/>
          <w:u w:val="single"/>
        </w:rPr>
        <w:t>202</w:t>
      </w:r>
      <w:r w:rsidR="00417EAA">
        <w:rPr>
          <w:b/>
          <w:bCs/>
          <w:u w:val="single"/>
          <w:lang w:val="bg-BG"/>
        </w:rPr>
        <w:t>3</w:t>
      </w:r>
      <w:r w:rsidRPr="008B4BE7">
        <w:rPr>
          <w:b/>
          <w:bCs/>
          <w:u w:val="single"/>
        </w:rPr>
        <w:t>/202</w:t>
      </w:r>
      <w:r w:rsidR="00417EAA">
        <w:rPr>
          <w:b/>
          <w:bCs/>
          <w:u w:val="single"/>
          <w:lang w:val="bg-BG"/>
        </w:rPr>
        <w:t>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9918D5">
        <w:rPr>
          <w:b/>
          <w:bCs/>
          <w:u w:val="single"/>
          <w:lang w:val="bg-BG"/>
        </w:rPr>
        <w:t>Извор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417EAA">
        <w:rPr>
          <w:b/>
          <w:bCs/>
          <w:u w:val="single"/>
          <w:lang w:val="bg-BG"/>
        </w:rPr>
        <w:t>Сливница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9918D5">
        <w:rPr>
          <w:b/>
          <w:u w:val="single"/>
          <w:lang w:val="bg-BG" w:eastAsia="bg-BG"/>
        </w:rPr>
        <w:t>32411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BE5224" w:rsidRPr="001B087F" w:rsidRDefault="00BE5224" w:rsidP="00BE5224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1018"/>
        <w:gridCol w:w="851"/>
        <w:gridCol w:w="1134"/>
        <w:gridCol w:w="1417"/>
      </w:tblGrid>
      <w:tr w:rsidR="00CF0095" w:rsidRPr="00CF0095" w:rsidTr="00CF0095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8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229.87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"БИМОКА"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159.460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11.494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229.87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105.33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14.33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96.71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183.23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56.62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18.75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229.143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40.631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812.61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98.27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211.637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4.913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98.27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119.98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99.98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79.98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79.88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208.86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60.04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54.97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44.61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42.41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13.81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92.61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89.26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19.58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42.32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64.71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80.02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55.28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79.98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116.80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24.04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34.73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20.81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115.33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54.25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47.97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240.10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219.96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157.84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139.78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75.98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59.73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33.02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115.55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110.98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46.42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27.54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138.39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17.963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17.53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16.09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17.82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3084.719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236.908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4738.16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2.039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40.79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192.09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119.74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99.96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57.78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55.92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39.98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7.81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401.947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29.033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580.66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119.55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69.95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53.05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ЙОРДАН ЛЮБОМИРОВ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96.036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12.424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248.49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55.43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37.35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81.871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92.78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28.27</w:t>
            </w: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CF0095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1.413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095" w:rsidRPr="00CF0095" w:rsidRDefault="00CF0095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CF009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28.27</w:t>
            </w:r>
          </w:p>
        </w:tc>
      </w:tr>
      <w:tr w:rsidR="00EF050D" w:rsidRPr="00CF0095" w:rsidTr="00CF009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50D" w:rsidRPr="00CF0095" w:rsidRDefault="00EF050D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50D" w:rsidRPr="00CF0095" w:rsidRDefault="00EF050D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50D" w:rsidRPr="00CF0095" w:rsidRDefault="00EF050D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50D" w:rsidRPr="00CF0095" w:rsidRDefault="00EF050D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4279,878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50D" w:rsidRPr="00CF0095" w:rsidRDefault="00EF050D" w:rsidP="00CF009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50D" w:rsidRPr="00CF0095" w:rsidRDefault="00EF050D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343,494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50D" w:rsidRPr="00CF0095" w:rsidRDefault="00EF050D" w:rsidP="00CF009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6869,90</w:t>
            </w:r>
          </w:p>
        </w:tc>
      </w:tr>
    </w:tbl>
    <w:p w:rsidR="00BE5224" w:rsidRPr="001B087F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1B087F" w:rsidRDefault="00A21AAF" w:rsidP="00BE5224">
      <w:pPr>
        <w:spacing w:line="276" w:lineRule="auto"/>
        <w:ind w:firstLine="720"/>
        <w:jc w:val="both"/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E5224" w:rsidRPr="001B087F" w:rsidRDefault="004D79D5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2114DD">
        <w:rPr>
          <w:b/>
          <w:lang w:val="bg-BG"/>
        </w:rPr>
        <w:t xml:space="preserve">: </w:t>
      </w:r>
      <w:r w:rsidR="002114DD">
        <w:rPr>
          <w:b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67260D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BC0051" w:rsidRPr="001B087F" w:rsidRDefault="00BC0051" w:rsidP="00BC0051">
      <w:pPr>
        <w:jc w:val="both"/>
      </w:pP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3C2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084" w:rsidRDefault="00EB4084">
      <w:r>
        <w:separator/>
      </w:r>
    </w:p>
  </w:endnote>
  <w:endnote w:type="continuationSeparator" w:id="0">
    <w:p w:rsidR="00EB4084" w:rsidRDefault="00EB4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60D" w:rsidRDefault="0067260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1156194"/>
      <w:docPartObj>
        <w:docPartGallery w:val="Page Numbers (Bottom of Page)"/>
        <w:docPartUnique/>
      </w:docPartObj>
    </w:sdtPr>
    <w:sdtContent>
      <w:p w:rsidR="00706AD5" w:rsidRDefault="00A37F9A">
        <w:pPr>
          <w:pStyle w:val="a4"/>
          <w:jc w:val="right"/>
        </w:pPr>
        <w:r>
          <w:fldChar w:fldCharType="begin"/>
        </w:r>
        <w:r w:rsidR="00706AD5">
          <w:instrText>PAGE   \* MERGEFORMAT</w:instrText>
        </w:r>
        <w:r>
          <w:fldChar w:fldCharType="separate"/>
        </w:r>
        <w:r w:rsidR="002114DD" w:rsidRPr="002114DD">
          <w:rPr>
            <w:noProof/>
            <w:lang w:val="bg-BG"/>
          </w:rPr>
          <w:t>21</w:t>
        </w:r>
        <w:r>
          <w:fldChar w:fldCharType="end"/>
        </w:r>
      </w:p>
    </w:sdtContent>
  </w:sdt>
  <w:p w:rsidR="00706AD5" w:rsidRPr="00835BBA" w:rsidRDefault="00706AD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2639F4" w:rsidRDefault="00706AD5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06AD5" w:rsidRPr="002639F4" w:rsidRDefault="00706AD5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084" w:rsidRDefault="00EB4084">
      <w:r>
        <w:separator/>
      </w:r>
    </w:p>
  </w:footnote>
  <w:footnote w:type="continuationSeparator" w:id="0">
    <w:p w:rsidR="00EB4084" w:rsidRDefault="00EB40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60D" w:rsidRDefault="006726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60D" w:rsidRDefault="0067260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5B69F7" w:rsidRDefault="00706AD5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6AD5" w:rsidRPr="005B69F7" w:rsidRDefault="00A37F9A" w:rsidP="001B44F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A37F9A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706AD5">
      <w:rPr>
        <w:rFonts w:ascii="Helen Bg Condensed" w:hAnsi="Helen Bg Condensed"/>
        <w:spacing w:val="40"/>
        <w:sz w:val="30"/>
        <w:szCs w:val="30"/>
      </w:rPr>
      <w:t xml:space="preserve"> </w:t>
    </w:r>
    <w:r w:rsidR="0067260D">
      <w:rPr>
        <w:rFonts w:ascii="Helen Bg Condensed" w:hAnsi="Helen Bg Condensed"/>
        <w:spacing w:val="40"/>
        <w:sz w:val="30"/>
        <w:szCs w:val="30"/>
      </w:rPr>
      <w:tab/>
    </w:r>
    <w:r w:rsidR="00706AD5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06AD5" w:rsidRDefault="00706AD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06AD5" w:rsidRPr="00983B22" w:rsidRDefault="00A37F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A37F9A">
      <w:rPr>
        <w:noProof/>
        <w:lang w:eastAsia="bg-BG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706AD5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06AD5" w:rsidRPr="00983B22" w:rsidRDefault="00706AD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2259B"/>
    <w:rsid w:val="00044670"/>
    <w:rsid w:val="00076965"/>
    <w:rsid w:val="00083EBD"/>
    <w:rsid w:val="0009602B"/>
    <w:rsid w:val="000D01AC"/>
    <w:rsid w:val="00103E7E"/>
    <w:rsid w:val="00105C07"/>
    <w:rsid w:val="00124DC8"/>
    <w:rsid w:val="00137CB6"/>
    <w:rsid w:val="00157D1E"/>
    <w:rsid w:val="0017044D"/>
    <w:rsid w:val="00191127"/>
    <w:rsid w:val="00197496"/>
    <w:rsid w:val="001A1719"/>
    <w:rsid w:val="001A1C66"/>
    <w:rsid w:val="001A77DB"/>
    <w:rsid w:val="001B087F"/>
    <w:rsid w:val="001B44F9"/>
    <w:rsid w:val="001B4BA5"/>
    <w:rsid w:val="001F243B"/>
    <w:rsid w:val="0020653E"/>
    <w:rsid w:val="002114DD"/>
    <w:rsid w:val="00221DC6"/>
    <w:rsid w:val="00225E60"/>
    <w:rsid w:val="002373B3"/>
    <w:rsid w:val="00241A0A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8131A"/>
    <w:rsid w:val="003A7442"/>
    <w:rsid w:val="003B7DC9"/>
    <w:rsid w:val="003C2220"/>
    <w:rsid w:val="003C2E20"/>
    <w:rsid w:val="003C52BC"/>
    <w:rsid w:val="003F0DD2"/>
    <w:rsid w:val="004005EA"/>
    <w:rsid w:val="00415261"/>
    <w:rsid w:val="00417EAA"/>
    <w:rsid w:val="00446795"/>
    <w:rsid w:val="00461ACA"/>
    <w:rsid w:val="004646E3"/>
    <w:rsid w:val="00465C18"/>
    <w:rsid w:val="004854F4"/>
    <w:rsid w:val="0048555E"/>
    <w:rsid w:val="00495E89"/>
    <w:rsid w:val="00496975"/>
    <w:rsid w:val="004A4C0C"/>
    <w:rsid w:val="004B10BF"/>
    <w:rsid w:val="004B23B2"/>
    <w:rsid w:val="004B365D"/>
    <w:rsid w:val="004B5D8C"/>
    <w:rsid w:val="004C3144"/>
    <w:rsid w:val="004C4985"/>
    <w:rsid w:val="004D79D5"/>
    <w:rsid w:val="004F765C"/>
    <w:rsid w:val="00502C03"/>
    <w:rsid w:val="00533524"/>
    <w:rsid w:val="00533FF7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355"/>
    <w:rsid w:val="005B153B"/>
    <w:rsid w:val="005B69F7"/>
    <w:rsid w:val="005C0C69"/>
    <w:rsid w:val="005D42C6"/>
    <w:rsid w:val="005D7788"/>
    <w:rsid w:val="005E0DE1"/>
    <w:rsid w:val="005E1544"/>
    <w:rsid w:val="005F18B8"/>
    <w:rsid w:val="00602A0B"/>
    <w:rsid w:val="0067260D"/>
    <w:rsid w:val="006B0B9A"/>
    <w:rsid w:val="006E1608"/>
    <w:rsid w:val="006E68FB"/>
    <w:rsid w:val="006F7315"/>
    <w:rsid w:val="00706AD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53C"/>
    <w:rsid w:val="008B4BE7"/>
    <w:rsid w:val="0092605E"/>
    <w:rsid w:val="00930C1F"/>
    <w:rsid w:val="00936425"/>
    <w:rsid w:val="009411C1"/>
    <w:rsid w:val="00946D85"/>
    <w:rsid w:val="00961A93"/>
    <w:rsid w:val="00971C90"/>
    <w:rsid w:val="00974546"/>
    <w:rsid w:val="00983B22"/>
    <w:rsid w:val="009918D5"/>
    <w:rsid w:val="009918DC"/>
    <w:rsid w:val="00994536"/>
    <w:rsid w:val="009A2BA7"/>
    <w:rsid w:val="009A49E5"/>
    <w:rsid w:val="009A678B"/>
    <w:rsid w:val="009C1295"/>
    <w:rsid w:val="009C596C"/>
    <w:rsid w:val="009E7D8E"/>
    <w:rsid w:val="009F63A2"/>
    <w:rsid w:val="00A21AAF"/>
    <w:rsid w:val="00A36C2A"/>
    <w:rsid w:val="00A37F9A"/>
    <w:rsid w:val="00A57D6C"/>
    <w:rsid w:val="00A606F0"/>
    <w:rsid w:val="00A7546F"/>
    <w:rsid w:val="00A76414"/>
    <w:rsid w:val="00A806FD"/>
    <w:rsid w:val="00A82746"/>
    <w:rsid w:val="00A92148"/>
    <w:rsid w:val="00AB360D"/>
    <w:rsid w:val="00AC3266"/>
    <w:rsid w:val="00AC5CFA"/>
    <w:rsid w:val="00AD13E8"/>
    <w:rsid w:val="00AE06F6"/>
    <w:rsid w:val="00AE2EBD"/>
    <w:rsid w:val="00AE6009"/>
    <w:rsid w:val="00B1548F"/>
    <w:rsid w:val="00B51E96"/>
    <w:rsid w:val="00B6013A"/>
    <w:rsid w:val="00B65068"/>
    <w:rsid w:val="00B74825"/>
    <w:rsid w:val="00B82226"/>
    <w:rsid w:val="00B8572A"/>
    <w:rsid w:val="00B919C6"/>
    <w:rsid w:val="00BA4D91"/>
    <w:rsid w:val="00BC0051"/>
    <w:rsid w:val="00BD1BCF"/>
    <w:rsid w:val="00BE5224"/>
    <w:rsid w:val="00BF1E8F"/>
    <w:rsid w:val="00BF79A4"/>
    <w:rsid w:val="00BF7F7A"/>
    <w:rsid w:val="00C00904"/>
    <w:rsid w:val="00C02136"/>
    <w:rsid w:val="00C120B5"/>
    <w:rsid w:val="00C17EE7"/>
    <w:rsid w:val="00C22298"/>
    <w:rsid w:val="00C32160"/>
    <w:rsid w:val="00C43BD8"/>
    <w:rsid w:val="00C473A4"/>
    <w:rsid w:val="00C511C0"/>
    <w:rsid w:val="00C91C1B"/>
    <w:rsid w:val="00CA1BC1"/>
    <w:rsid w:val="00CA3258"/>
    <w:rsid w:val="00CA7A14"/>
    <w:rsid w:val="00CB053F"/>
    <w:rsid w:val="00CC1CBD"/>
    <w:rsid w:val="00CC7BC8"/>
    <w:rsid w:val="00CE47C7"/>
    <w:rsid w:val="00CF0095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4E87"/>
    <w:rsid w:val="00D9774A"/>
    <w:rsid w:val="00DA357D"/>
    <w:rsid w:val="00DB595F"/>
    <w:rsid w:val="00DE3104"/>
    <w:rsid w:val="00E10ABC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97E83"/>
    <w:rsid w:val="00EA3B1F"/>
    <w:rsid w:val="00EA4C77"/>
    <w:rsid w:val="00EB1100"/>
    <w:rsid w:val="00EB4084"/>
    <w:rsid w:val="00EC4E47"/>
    <w:rsid w:val="00EF050D"/>
    <w:rsid w:val="00F010A4"/>
    <w:rsid w:val="00F14706"/>
    <w:rsid w:val="00F36881"/>
    <w:rsid w:val="00F40C97"/>
    <w:rsid w:val="00F55479"/>
    <w:rsid w:val="00F5602F"/>
    <w:rsid w:val="00F72CF1"/>
    <w:rsid w:val="00F95DCD"/>
    <w:rsid w:val="00FA0244"/>
    <w:rsid w:val="00FA0A0B"/>
    <w:rsid w:val="00FA4106"/>
    <w:rsid w:val="00FB2519"/>
    <w:rsid w:val="00FB2631"/>
    <w:rsid w:val="00FB3860"/>
    <w:rsid w:val="00FB3A94"/>
    <w:rsid w:val="00FB67DF"/>
    <w:rsid w:val="00FC31EA"/>
    <w:rsid w:val="00FD16F4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9411C1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9411C1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9411C1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411C1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9411C1"/>
  </w:style>
  <w:style w:type="numbering" w:customStyle="1" w:styleId="ListNo0">
    <w:name w:val="List No"/>
    <w:uiPriority w:val="99"/>
    <w:semiHidden/>
    <w:unhideWhenUsed/>
    <w:rsid w:val="009411C1"/>
  </w:style>
  <w:style w:type="numbering" w:customStyle="1" w:styleId="ListNo1">
    <w:name w:val="List No"/>
    <w:uiPriority w:val="99"/>
    <w:semiHidden/>
    <w:unhideWhenUsed/>
    <w:rsid w:val="009411C1"/>
  </w:style>
  <w:style w:type="numbering" w:customStyle="1" w:styleId="ListNo2">
    <w:name w:val="List No"/>
    <w:uiPriority w:val="99"/>
    <w:semiHidden/>
    <w:unhideWhenUsed/>
    <w:rsid w:val="009411C1"/>
  </w:style>
  <w:style w:type="numbering" w:customStyle="1" w:styleId="ListNo3">
    <w:name w:val="List No"/>
    <w:uiPriority w:val="99"/>
    <w:semiHidden/>
    <w:unhideWhenUsed/>
    <w:rsid w:val="009411C1"/>
  </w:style>
  <w:style w:type="numbering" w:customStyle="1" w:styleId="ListNo4">
    <w:name w:val="List No"/>
    <w:uiPriority w:val="99"/>
    <w:semiHidden/>
    <w:unhideWhenUsed/>
    <w:rsid w:val="009411C1"/>
  </w:style>
  <w:style w:type="numbering" w:customStyle="1" w:styleId="ListNo5">
    <w:name w:val="List No"/>
    <w:uiPriority w:val="99"/>
    <w:semiHidden/>
    <w:unhideWhenUsed/>
    <w:rsid w:val="009411C1"/>
  </w:style>
  <w:style w:type="numbering" w:customStyle="1" w:styleId="ListNo6">
    <w:name w:val="List No"/>
    <w:semiHidden/>
    <w:rsid w:val="009411C1"/>
  </w:style>
  <w:style w:type="paragraph" w:styleId="a3">
    <w:name w:val="header"/>
    <w:basedOn w:val="a"/>
    <w:rsid w:val="009411C1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9411C1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9411C1"/>
    <w:pPr>
      <w:jc w:val="both"/>
    </w:pPr>
    <w:rPr>
      <w:lang w:val="bg-BG"/>
    </w:rPr>
  </w:style>
  <w:style w:type="paragraph" w:styleId="20">
    <w:name w:val="Body Text 2"/>
    <w:basedOn w:val="a"/>
    <w:rsid w:val="009411C1"/>
    <w:pPr>
      <w:jc w:val="both"/>
    </w:pPr>
    <w:rPr>
      <w:lang w:val="bg-BG"/>
    </w:rPr>
  </w:style>
  <w:style w:type="character" w:styleId="a7">
    <w:name w:val="Hyperlink"/>
    <w:basedOn w:val="a0"/>
    <w:rsid w:val="009411C1"/>
    <w:rPr>
      <w:color w:val="0000FF"/>
      <w:u w:val="single"/>
    </w:rPr>
  </w:style>
  <w:style w:type="character" w:styleId="a8">
    <w:name w:val="Emphasis"/>
    <w:basedOn w:val="a0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5">
    <w:name w:val="Долен колонтитул Знак"/>
    <w:basedOn w:val="a0"/>
    <w:link w:val="a4"/>
    <w:uiPriority w:val="99"/>
    <w:rsid w:val="00221DC6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02259B"/>
  </w:style>
  <w:style w:type="numbering" w:customStyle="1" w:styleId="21">
    <w:name w:val="Без списък2"/>
    <w:next w:val="a2"/>
    <w:uiPriority w:val="99"/>
    <w:semiHidden/>
    <w:unhideWhenUsed/>
    <w:rsid w:val="00533FF7"/>
  </w:style>
  <w:style w:type="numbering" w:customStyle="1" w:styleId="30">
    <w:name w:val="Без списък3"/>
    <w:next w:val="a2"/>
    <w:uiPriority w:val="99"/>
    <w:semiHidden/>
    <w:unhideWhenUsed/>
    <w:rsid w:val="00F40C97"/>
  </w:style>
  <w:style w:type="numbering" w:customStyle="1" w:styleId="40">
    <w:name w:val="Без списък4"/>
    <w:next w:val="a2"/>
    <w:uiPriority w:val="99"/>
    <w:semiHidden/>
    <w:unhideWhenUsed/>
    <w:rsid w:val="00CF00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9</TotalTime>
  <Pages>21</Pages>
  <Words>6481</Words>
  <Characters>36947</Characters>
  <Application>Microsoft Office Word</Application>
  <DocSecurity>0</DocSecurity>
  <Lines>307</Lines>
  <Paragraphs>86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11</cp:revision>
  <cp:lastPrinted>2023-07-19T09:25:00Z</cp:lastPrinted>
  <dcterms:created xsi:type="dcterms:W3CDTF">2023-09-20T12:18:00Z</dcterms:created>
  <dcterms:modified xsi:type="dcterms:W3CDTF">2023-09-28T12:27:00Z</dcterms:modified>
</cp:coreProperties>
</file>