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7C" w:rsidRPr="005A47E1" w:rsidRDefault="0037537C" w:rsidP="00A1120F">
      <w:pPr>
        <w:spacing w:line="360" w:lineRule="auto"/>
        <w:jc w:val="center"/>
        <w:rPr>
          <w:b/>
          <w:sz w:val="20"/>
          <w:szCs w:val="28"/>
          <w:lang w:val="bg-BG"/>
        </w:rPr>
      </w:pPr>
    </w:p>
    <w:p w:rsidR="003A3E99" w:rsidRPr="00EA6F53" w:rsidRDefault="00A1120F" w:rsidP="00A1120F">
      <w:pPr>
        <w:spacing w:line="360" w:lineRule="auto"/>
        <w:jc w:val="center"/>
        <w:rPr>
          <w:b/>
          <w:sz w:val="32"/>
          <w:szCs w:val="28"/>
          <w:lang w:val="bg-BG"/>
        </w:rPr>
      </w:pPr>
      <w:r w:rsidRPr="00EA6F53">
        <w:rPr>
          <w:b/>
          <w:sz w:val="32"/>
          <w:szCs w:val="28"/>
          <w:lang w:val="bg-BG"/>
        </w:rPr>
        <w:t>ГРАФИК</w:t>
      </w:r>
    </w:p>
    <w:p w:rsidR="007444ED" w:rsidRPr="003B744B" w:rsidRDefault="00BF0B5C" w:rsidP="005A47E1">
      <w:pPr>
        <w:spacing w:after="120"/>
        <w:jc w:val="both"/>
        <w:rPr>
          <w:lang w:val="bg-BG"/>
        </w:rPr>
      </w:pPr>
      <w:r>
        <w:t xml:space="preserve">      </w:t>
      </w:r>
      <w:r w:rsidR="007444ED" w:rsidRPr="00A1120F">
        <w:rPr>
          <w:lang w:val="bg-BG"/>
        </w:rPr>
        <w:t>За провеждане на заседания на комисията по чл.</w:t>
      </w:r>
      <w:r w:rsidR="00C243E9">
        <w:rPr>
          <w:lang w:val="bg-BG"/>
        </w:rPr>
        <w:t xml:space="preserve"> </w:t>
      </w:r>
      <w:r w:rsidR="007444ED" w:rsidRPr="00A1120F">
        <w:rPr>
          <w:lang w:val="bg-BG"/>
        </w:rPr>
        <w:t>37в, ал.</w:t>
      </w:r>
      <w:r w:rsidR="00C243E9">
        <w:rPr>
          <w:lang w:val="bg-BG"/>
        </w:rPr>
        <w:t xml:space="preserve"> </w:t>
      </w:r>
      <w:r w:rsidR="007444ED" w:rsidRPr="00A1120F">
        <w:rPr>
          <w:lang w:val="bg-BG"/>
        </w:rPr>
        <w:t xml:space="preserve">1 от </w:t>
      </w:r>
      <w:r w:rsidR="00A1120F" w:rsidRPr="00A1120F">
        <w:rPr>
          <w:lang w:val="bg-BG"/>
        </w:rPr>
        <w:t>ЗСПЗЗ</w:t>
      </w:r>
      <w:r w:rsidR="007444ED" w:rsidRPr="00A1120F">
        <w:rPr>
          <w:lang w:val="bg-BG"/>
        </w:rPr>
        <w:t>, във връзка с</w:t>
      </w:r>
      <w:r w:rsidR="00543F77">
        <w:rPr>
          <w:lang w:val="bg-BG"/>
        </w:rPr>
        <w:t>ъ</w:t>
      </w:r>
      <w:r w:rsidR="007444ED" w:rsidRPr="00A1120F">
        <w:rPr>
          <w:lang w:val="bg-BG"/>
        </w:rPr>
        <w:t>с</w:t>
      </w:r>
      <w:r w:rsidR="00543F77">
        <w:rPr>
          <w:lang w:val="bg-BG"/>
        </w:rPr>
        <w:t xml:space="preserve"> </w:t>
      </w:r>
      <w:r w:rsidR="007444ED" w:rsidRPr="00A1120F">
        <w:rPr>
          <w:lang w:val="bg-BG"/>
        </w:rPr>
        <w:t xml:space="preserve">сключване на споразумения или служебно разпределение на масиви за ползване между собственици и /или ползватели на земеделски </w:t>
      </w:r>
      <w:r w:rsidR="005F4DA3">
        <w:rPr>
          <w:lang w:val="bg-BG"/>
        </w:rPr>
        <w:t>з</w:t>
      </w:r>
      <w:r w:rsidR="00E701DC">
        <w:rPr>
          <w:lang w:val="bg-BG"/>
        </w:rPr>
        <w:t xml:space="preserve">еми за стопанската </w:t>
      </w:r>
      <w:r w:rsidR="00E701DC" w:rsidRPr="00840BEE">
        <w:rPr>
          <w:b/>
          <w:lang w:val="bg-BG"/>
        </w:rPr>
        <w:t>2024-2025</w:t>
      </w:r>
      <w:r w:rsidR="007444ED" w:rsidRPr="00A1120F">
        <w:rPr>
          <w:lang w:val="bg-BG"/>
        </w:rPr>
        <w:t xml:space="preserve"> година за землищата </w:t>
      </w:r>
      <w:r w:rsidR="003B744B">
        <w:rPr>
          <w:lang w:val="bg-BG"/>
        </w:rPr>
        <w:t>на община</w:t>
      </w:r>
      <w:r w:rsidR="003B744B">
        <w:t xml:space="preserve"> </w:t>
      </w:r>
      <w:proofErr w:type="spellStart"/>
      <w:r w:rsidR="003D24B7">
        <w:rPr>
          <w:lang w:val="bg-BG"/>
        </w:rPr>
        <w:t>Самоков</w:t>
      </w:r>
      <w:proofErr w:type="spellEnd"/>
      <w:r w:rsidR="003B744B">
        <w:rPr>
          <w:lang w:val="bg-BG"/>
        </w:rPr>
        <w:t>.</w:t>
      </w:r>
    </w:p>
    <w:tbl>
      <w:tblPr>
        <w:tblStyle w:val="a9"/>
        <w:tblW w:w="5000" w:type="pct"/>
        <w:tblLook w:val="04A0"/>
      </w:tblPr>
      <w:tblGrid>
        <w:gridCol w:w="3252"/>
        <w:gridCol w:w="3128"/>
        <w:gridCol w:w="3191"/>
      </w:tblGrid>
      <w:tr w:rsidR="00A1120F" w:rsidRPr="008207B9" w:rsidTr="005A47E1">
        <w:tc>
          <w:tcPr>
            <w:tcW w:w="1699" w:type="pct"/>
          </w:tcPr>
          <w:p w:rsidR="00A1120F" w:rsidRPr="008207B9" w:rsidRDefault="00A1120F" w:rsidP="00A1120F">
            <w:pPr>
              <w:jc w:val="center"/>
              <w:rPr>
                <w:b/>
                <w:lang w:val="bg-BG"/>
              </w:rPr>
            </w:pPr>
            <w:r w:rsidRPr="008207B9">
              <w:rPr>
                <w:b/>
                <w:lang w:val="bg-BG"/>
              </w:rPr>
              <w:t>ДАТА И ЧАС НА ЗАСЕДАНИЯТА</w:t>
            </w:r>
          </w:p>
        </w:tc>
        <w:tc>
          <w:tcPr>
            <w:tcW w:w="1634" w:type="pct"/>
            <w:vAlign w:val="center"/>
          </w:tcPr>
          <w:p w:rsidR="00A1120F" w:rsidRPr="008207B9" w:rsidRDefault="00A1120F" w:rsidP="00A1120F">
            <w:pPr>
              <w:jc w:val="center"/>
              <w:rPr>
                <w:b/>
                <w:lang w:val="bg-BG"/>
              </w:rPr>
            </w:pPr>
            <w:r w:rsidRPr="008207B9">
              <w:rPr>
                <w:b/>
                <w:lang w:val="bg-BG"/>
              </w:rPr>
              <w:t xml:space="preserve">ОБЩИНА </w:t>
            </w:r>
          </w:p>
        </w:tc>
        <w:tc>
          <w:tcPr>
            <w:tcW w:w="1667" w:type="pct"/>
            <w:vAlign w:val="center"/>
          </w:tcPr>
          <w:p w:rsidR="00A1120F" w:rsidRPr="008207B9" w:rsidRDefault="00A1120F" w:rsidP="00A1120F">
            <w:pPr>
              <w:jc w:val="center"/>
              <w:rPr>
                <w:b/>
                <w:lang w:val="bg-BG"/>
              </w:rPr>
            </w:pPr>
            <w:r w:rsidRPr="008207B9">
              <w:rPr>
                <w:b/>
                <w:lang w:val="bg-BG"/>
              </w:rPr>
              <w:t xml:space="preserve">МЯСТО НА СРЕЩАТА </w:t>
            </w:r>
          </w:p>
        </w:tc>
      </w:tr>
      <w:tr w:rsidR="00543F77" w:rsidRPr="00BF0B5C" w:rsidTr="005A47E1">
        <w:tc>
          <w:tcPr>
            <w:tcW w:w="1699" w:type="pct"/>
          </w:tcPr>
          <w:p w:rsidR="003D24B7" w:rsidRPr="005C69F2" w:rsidRDefault="003D24B7" w:rsidP="003D24B7">
            <w:pPr>
              <w:jc w:val="both"/>
            </w:pPr>
            <w:r w:rsidRPr="005C69F2">
              <w:t>1</w:t>
            </w:r>
            <w:r>
              <w:t>6</w:t>
            </w:r>
            <w:r w:rsidRPr="005C69F2">
              <w:t>.08.202</w:t>
            </w:r>
            <w:r>
              <w:t>4г. – 1</w:t>
            </w:r>
            <w:r>
              <w:rPr>
                <w:lang w:val="bg-BG"/>
              </w:rPr>
              <w:t>0</w:t>
            </w:r>
            <w:r>
              <w:t>.</w:t>
            </w:r>
            <w:r>
              <w:rPr>
                <w:lang w:val="bg-BG"/>
              </w:rPr>
              <w:t>3</w:t>
            </w:r>
            <w:r w:rsidRPr="005C69F2">
              <w:t xml:space="preserve">0 </w:t>
            </w:r>
            <w:proofErr w:type="spellStart"/>
            <w:r w:rsidRPr="005C69F2">
              <w:t>часа</w:t>
            </w:r>
            <w:proofErr w:type="spellEnd"/>
          </w:p>
          <w:p w:rsidR="003D24B7" w:rsidRPr="005C69F2" w:rsidRDefault="003D24B7" w:rsidP="003D24B7">
            <w:pPr>
              <w:jc w:val="both"/>
            </w:pPr>
            <w:r w:rsidRPr="005C69F2">
              <w:t>2</w:t>
            </w:r>
            <w:r>
              <w:t>3</w:t>
            </w:r>
            <w:r w:rsidRPr="005C69F2">
              <w:t>.08.202</w:t>
            </w:r>
            <w:r>
              <w:t>4</w:t>
            </w:r>
            <w:r w:rsidRPr="005C69F2">
              <w:t xml:space="preserve">г. – </w:t>
            </w:r>
            <w:r>
              <w:t>1</w:t>
            </w:r>
            <w:r>
              <w:rPr>
                <w:lang w:val="bg-BG"/>
              </w:rPr>
              <w:t>0</w:t>
            </w:r>
            <w:r>
              <w:t>.</w:t>
            </w:r>
            <w:r>
              <w:rPr>
                <w:lang w:val="bg-BG"/>
              </w:rPr>
              <w:t>3</w:t>
            </w:r>
            <w:r w:rsidRPr="005C69F2">
              <w:t xml:space="preserve">0 </w:t>
            </w:r>
            <w:proofErr w:type="spellStart"/>
            <w:r w:rsidRPr="005C69F2">
              <w:t>часа</w:t>
            </w:r>
            <w:proofErr w:type="spellEnd"/>
          </w:p>
          <w:p w:rsidR="00543F77" w:rsidRPr="00BF0B5C" w:rsidRDefault="003D24B7" w:rsidP="003D24B7">
            <w:pPr>
              <w:ind w:right="342"/>
              <w:jc w:val="both"/>
              <w:rPr>
                <w:lang w:val="ru-RU"/>
              </w:rPr>
            </w:pPr>
            <w:r w:rsidRPr="005C69F2">
              <w:t>30.08.202</w:t>
            </w:r>
            <w:r>
              <w:t>4</w:t>
            </w:r>
            <w:r w:rsidRPr="005C69F2">
              <w:t xml:space="preserve">г. – </w:t>
            </w:r>
            <w:r>
              <w:t>1</w:t>
            </w:r>
            <w:r>
              <w:rPr>
                <w:lang w:val="bg-BG"/>
              </w:rPr>
              <w:t>0</w:t>
            </w:r>
            <w:r>
              <w:t>.</w:t>
            </w:r>
            <w:r>
              <w:rPr>
                <w:lang w:val="bg-BG"/>
              </w:rPr>
              <w:t>3</w:t>
            </w:r>
            <w:r w:rsidRPr="005C69F2">
              <w:t xml:space="preserve">0 </w:t>
            </w:r>
            <w:proofErr w:type="spellStart"/>
            <w:r w:rsidRPr="005C69F2">
              <w:t>часа</w:t>
            </w:r>
            <w:proofErr w:type="spellEnd"/>
          </w:p>
        </w:tc>
        <w:tc>
          <w:tcPr>
            <w:tcW w:w="1634" w:type="pct"/>
          </w:tcPr>
          <w:p w:rsidR="00543F77" w:rsidRPr="00BF0B5C" w:rsidRDefault="003D24B7" w:rsidP="00BF0B5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САМОКОВ</w:t>
            </w:r>
          </w:p>
          <w:p w:rsidR="003B744B" w:rsidRPr="00BF0B5C" w:rsidRDefault="00883D59" w:rsidP="00BF0B5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3D24B7">
              <w:rPr>
                <w:lang w:val="bg-BG"/>
              </w:rPr>
              <w:t>АМОКОВ</w:t>
            </w:r>
          </w:p>
          <w:p w:rsidR="003B744B" w:rsidRPr="00BF0B5C" w:rsidRDefault="00883D59" w:rsidP="00BF0B5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</w:t>
            </w:r>
            <w:r w:rsidR="003D24B7">
              <w:rPr>
                <w:lang w:val="bg-BG"/>
              </w:rPr>
              <w:t>АМОКОВ</w:t>
            </w:r>
          </w:p>
        </w:tc>
        <w:tc>
          <w:tcPr>
            <w:tcW w:w="1667" w:type="pct"/>
          </w:tcPr>
          <w:p w:rsidR="00543F77" w:rsidRPr="00BF0B5C" w:rsidRDefault="003B744B" w:rsidP="00BF0B5C">
            <w:pPr>
              <w:jc w:val="center"/>
              <w:rPr>
                <w:lang w:val="bg-BG"/>
              </w:rPr>
            </w:pPr>
            <w:r w:rsidRPr="00BF0B5C">
              <w:rPr>
                <w:lang w:val="bg-BG"/>
              </w:rPr>
              <w:t>ОСЗ</w:t>
            </w:r>
            <w:r w:rsidR="00A620F4">
              <w:rPr>
                <w:lang w:val="bg-BG"/>
              </w:rPr>
              <w:t xml:space="preserve"> </w:t>
            </w:r>
            <w:r w:rsidRPr="00BF0B5C">
              <w:rPr>
                <w:lang w:val="bg-BG"/>
              </w:rPr>
              <w:t>-</w:t>
            </w:r>
            <w:r w:rsidR="00883D59">
              <w:rPr>
                <w:lang w:val="bg-BG"/>
              </w:rPr>
              <w:t xml:space="preserve"> С</w:t>
            </w:r>
            <w:r w:rsidR="003D24B7">
              <w:rPr>
                <w:lang w:val="bg-BG"/>
              </w:rPr>
              <w:t>АМОКОВ</w:t>
            </w:r>
          </w:p>
          <w:p w:rsidR="003B744B" w:rsidRPr="00BF0B5C" w:rsidRDefault="003B744B" w:rsidP="00BF0B5C">
            <w:pPr>
              <w:jc w:val="center"/>
              <w:rPr>
                <w:lang w:val="bg-BG"/>
              </w:rPr>
            </w:pPr>
            <w:r w:rsidRPr="00BF0B5C">
              <w:rPr>
                <w:lang w:val="bg-BG"/>
              </w:rPr>
              <w:t>ОСЗ</w:t>
            </w:r>
            <w:r w:rsidR="00A620F4">
              <w:rPr>
                <w:lang w:val="bg-BG"/>
              </w:rPr>
              <w:t xml:space="preserve"> </w:t>
            </w:r>
            <w:r w:rsidRPr="00BF0B5C">
              <w:rPr>
                <w:lang w:val="bg-BG"/>
              </w:rPr>
              <w:t>-</w:t>
            </w:r>
            <w:r w:rsidR="00883D59">
              <w:rPr>
                <w:lang w:val="bg-BG"/>
              </w:rPr>
              <w:t xml:space="preserve"> С</w:t>
            </w:r>
            <w:r w:rsidR="003D24B7">
              <w:rPr>
                <w:lang w:val="bg-BG"/>
              </w:rPr>
              <w:t>АМОКОВ</w:t>
            </w:r>
          </w:p>
          <w:p w:rsidR="003B744B" w:rsidRPr="00BF0B5C" w:rsidRDefault="003B744B" w:rsidP="00BF0B5C">
            <w:pPr>
              <w:jc w:val="center"/>
              <w:rPr>
                <w:lang w:val="bg-BG"/>
              </w:rPr>
            </w:pPr>
            <w:r w:rsidRPr="00BF0B5C">
              <w:rPr>
                <w:lang w:val="bg-BG"/>
              </w:rPr>
              <w:t>ОСЗ</w:t>
            </w:r>
            <w:r w:rsidR="00A620F4">
              <w:rPr>
                <w:lang w:val="bg-BG"/>
              </w:rPr>
              <w:t xml:space="preserve"> </w:t>
            </w:r>
            <w:r w:rsidRPr="00BF0B5C">
              <w:rPr>
                <w:lang w:val="bg-BG"/>
              </w:rPr>
              <w:t>-</w:t>
            </w:r>
            <w:r w:rsidR="00883D59">
              <w:rPr>
                <w:lang w:val="bg-BG"/>
              </w:rPr>
              <w:t xml:space="preserve"> </w:t>
            </w:r>
            <w:r w:rsidR="003D24B7">
              <w:rPr>
                <w:lang w:val="bg-BG"/>
              </w:rPr>
              <w:t>САМОКОВ</w:t>
            </w:r>
          </w:p>
        </w:tc>
      </w:tr>
    </w:tbl>
    <w:p w:rsidR="005F4DA3" w:rsidRDefault="0037537C" w:rsidP="005A47E1">
      <w:pPr>
        <w:spacing w:before="240" w:after="240"/>
        <w:jc w:val="both"/>
        <w:rPr>
          <w:lang w:val="bg-BG"/>
        </w:rPr>
      </w:pPr>
      <w:r>
        <w:t xml:space="preserve">     </w:t>
      </w:r>
      <w:r w:rsidR="005F4DA3">
        <w:rPr>
          <w:lang w:val="bg-BG"/>
        </w:rPr>
        <w:t>За всяко землище са планирани по три редовни заседания на комисията, като задачата на всяко заседание е както следва:</w:t>
      </w:r>
    </w:p>
    <w:p w:rsidR="005F4DA3" w:rsidRPr="002C3A95" w:rsidRDefault="005A47E1" w:rsidP="005A47E1">
      <w:pPr>
        <w:spacing w:after="120"/>
        <w:jc w:val="both"/>
        <w:rPr>
          <w:b/>
          <w:lang w:val="bg-BG"/>
        </w:rPr>
      </w:pPr>
      <w:r>
        <w:rPr>
          <w:b/>
          <w:lang w:val="bg-BG"/>
        </w:rPr>
        <w:t>ПЪРВО ЗАСЕДАНИЕ</w:t>
      </w:r>
      <w:r w:rsidR="005F4DA3" w:rsidRPr="002C3A95">
        <w:rPr>
          <w:b/>
          <w:lang w:val="bg-BG"/>
        </w:rPr>
        <w:t>:</w:t>
      </w:r>
    </w:p>
    <w:p w:rsidR="005F4DA3" w:rsidRPr="005A47E1" w:rsidRDefault="005F4DA3" w:rsidP="005A47E1">
      <w:pPr>
        <w:pStyle w:val="ac"/>
        <w:numPr>
          <w:ilvl w:val="0"/>
          <w:numId w:val="13"/>
        </w:numPr>
        <w:tabs>
          <w:tab w:val="left" w:pos="426"/>
          <w:tab w:val="left" w:pos="709"/>
        </w:tabs>
        <w:ind w:left="0" w:firstLine="360"/>
        <w:jc w:val="both"/>
        <w:rPr>
          <w:lang w:val="bg-BG"/>
        </w:rPr>
      </w:pPr>
      <w:r w:rsidRPr="005A47E1">
        <w:rPr>
          <w:lang w:val="bg-BG"/>
        </w:rPr>
        <w:t xml:space="preserve">Предоставяне на предварителен регистър, карта на масивите и друга документация, </w:t>
      </w:r>
      <w:r w:rsidR="003D24B7">
        <w:rPr>
          <w:lang w:val="bg-BG"/>
        </w:rPr>
        <w:t xml:space="preserve">от ОСЗ - </w:t>
      </w:r>
      <w:proofErr w:type="spellStart"/>
      <w:r w:rsidR="003D24B7">
        <w:rPr>
          <w:lang w:val="bg-BG"/>
        </w:rPr>
        <w:t>Самоков</w:t>
      </w:r>
      <w:proofErr w:type="spellEnd"/>
      <w:r w:rsidRPr="005A47E1">
        <w:rPr>
          <w:lang w:val="bg-BG"/>
        </w:rPr>
        <w:t>, съгласно чл.</w:t>
      </w:r>
      <w:r w:rsidR="003D24B7">
        <w:rPr>
          <w:lang w:val="bg-BG"/>
        </w:rPr>
        <w:t xml:space="preserve"> </w:t>
      </w:r>
      <w:r w:rsidRPr="005A47E1">
        <w:rPr>
          <w:lang w:val="bg-BG"/>
        </w:rPr>
        <w:t>72, ал.</w:t>
      </w:r>
      <w:r w:rsidR="003D24B7">
        <w:rPr>
          <w:lang w:val="bg-BG"/>
        </w:rPr>
        <w:t xml:space="preserve"> </w:t>
      </w:r>
      <w:r w:rsidRPr="005A47E1">
        <w:rPr>
          <w:lang w:val="bg-BG"/>
        </w:rPr>
        <w:t>9 от ППЗСПЗЗ.</w:t>
      </w:r>
    </w:p>
    <w:p w:rsidR="005F4DA3" w:rsidRDefault="005F4DA3" w:rsidP="005A47E1">
      <w:pPr>
        <w:pStyle w:val="ac"/>
        <w:numPr>
          <w:ilvl w:val="0"/>
          <w:numId w:val="13"/>
        </w:numPr>
        <w:ind w:left="0" w:firstLine="360"/>
        <w:jc w:val="both"/>
        <w:rPr>
          <w:lang w:val="bg-BG"/>
        </w:rPr>
      </w:pPr>
      <w:r>
        <w:rPr>
          <w:lang w:val="bg-BG"/>
        </w:rPr>
        <w:t>Определяне масивите за ползване, изготвя карта на масивите за ползване и регистър на имотите към нея.</w:t>
      </w:r>
    </w:p>
    <w:p w:rsidR="005F4DA3" w:rsidRDefault="005F4DA3" w:rsidP="005A47E1">
      <w:pPr>
        <w:pStyle w:val="ac"/>
        <w:numPr>
          <w:ilvl w:val="0"/>
          <w:numId w:val="13"/>
        </w:numPr>
        <w:ind w:left="714" w:hanging="357"/>
        <w:contextualSpacing w:val="0"/>
        <w:jc w:val="both"/>
        <w:rPr>
          <w:lang w:val="bg-BG"/>
        </w:rPr>
      </w:pPr>
      <w:r>
        <w:rPr>
          <w:lang w:val="bg-BG"/>
        </w:rPr>
        <w:t>Изготвя регистър на имотите по чл.</w:t>
      </w:r>
      <w:r w:rsidR="003D24B7">
        <w:rPr>
          <w:lang w:val="bg-BG"/>
        </w:rPr>
        <w:t xml:space="preserve"> </w:t>
      </w:r>
      <w:r>
        <w:rPr>
          <w:lang w:val="bg-BG"/>
        </w:rPr>
        <w:t>37в, ал.</w:t>
      </w:r>
      <w:r w:rsidR="003D24B7">
        <w:rPr>
          <w:lang w:val="bg-BG"/>
        </w:rPr>
        <w:t xml:space="preserve"> </w:t>
      </w:r>
      <w:r>
        <w:rPr>
          <w:lang w:val="bg-BG"/>
        </w:rPr>
        <w:t>3, т.</w:t>
      </w:r>
      <w:r w:rsidR="003D24B7">
        <w:rPr>
          <w:lang w:val="bg-BG"/>
        </w:rPr>
        <w:t xml:space="preserve"> </w:t>
      </w:r>
      <w:r>
        <w:rPr>
          <w:lang w:val="bg-BG"/>
        </w:rPr>
        <w:t>2 от ЗСПЗЗ.</w:t>
      </w:r>
    </w:p>
    <w:p w:rsidR="005F4DA3" w:rsidRDefault="005F4DA3" w:rsidP="00510267">
      <w:pPr>
        <w:spacing w:before="240" w:after="120"/>
        <w:jc w:val="both"/>
        <w:rPr>
          <w:b/>
          <w:lang w:val="bg-BG"/>
        </w:rPr>
      </w:pPr>
      <w:r>
        <w:rPr>
          <w:b/>
          <w:lang w:val="bg-BG"/>
        </w:rPr>
        <w:t>ВТОРО</w:t>
      </w:r>
      <w:r w:rsidR="00510267">
        <w:rPr>
          <w:b/>
          <w:lang w:val="bg-BG"/>
        </w:rPr>
        <w:t xml:space="preserve"> ЗАСЕДАНИЕ</w:t>
      </w:r>
      <w:r w:rsidRPr="002C3A95">
        <w:rPr>
          <w:b/>
          <w:lang w:val="bg-BG"/>
        </w:rPr>
        <w:t>:</w:t>
      </w:r>
    </w:p>
    <w:p w:rsidR="005F4DA3" w:rsidRDefault="005F4DA3" w:rsidP="005A47E1">
      <w:pPr>
        <w:pStyle w:val="ac"/>
        <w:numPr>
          <w:ilvl w:val="0"/>
          <w:numId w:val="14"/>
        </w:numPr>
        <w:ind w:left="0" w:firstLine="360"/>
        <w:jc w:val="both"/>
        <w:rPr>
          <w:lang w:val="bg-BG"/>
        </w:rPr>
      </w:pPr>
      <w:r>
        <w:rPr>
          <w:lang w:val="bg-BG"/>
        </w:rPr>
        <w:t>Участват всички собственици и ползватели заявили</w:t>
      </w:r>
      <w:r w:rsidR="008207B9">
        <w:rPr>
          <w:lang w:val="bg-BG"/>
        </w:rPr>
        <w:t xml:space="preserve"> </w:t>
      </w:r>
      <w:r>
        <w:rPr>
          <w:lang w:val="bg-BG"/>
        </w:rPr>
        <w:t>желание за участие</w:t>
      </w:r>
      <w:r w:rsidR="008207B9">
        <w:rPr>
          <w:lang w:val="bg-BG"/>
        </w:rPr>
        <w:t xml:space="preserve"> </w:t>
      </w:r>
      <w:r>
        <w:rPr>
          <w:lang w:val="bg-BG"/>
        </w:rPr>
        <w:t>в споразумение.</w:t>
      </w:r>
    </w:p>
    <w:p w:rsidR="005F4DA3" w:rsidRDefault="005F4DA3" w:rsidP="005A47E1">
      <w:pPr>
        <w:pStyle w:val="ac"/>
        <w:numPr>
          <w:ilvl w:val="0"/>
          <w:numId w:val="14"/>
        </w:numPr>
        <w:spacing w:after="120"/>
        <w:ind w:left="0" w:firstLine="360"/>
        <w:jc w:val="both"/>
        <w:rPr>
          <w:lang w:val="bg-BG"/>
        </w:rPr>
      </w:pPr>
      <w:r>
        <w:rPr>
          <w:lang w:val="bg-BG"/>
        </w:rPr>
        <w:t>Комисията предава на определен от участниците представител за всяко землище изходните материали, необходими за изготвяне на доброволното споразумение за землището и определя срок за предаването му.</w:t>
      </w:r>
    </w:p>
    <w:p w:rsidR="00117E7C" w:rsidRDefault="00510267" w:rsidP="005A47E1">
      <w:pPr>
        <w:spacing w:after="120"/>
        <w:jc w:val="both"/>
        <w:rPr>
          <w:b/>
          <w:lang w:val="bg-BG"/>
        </w:rPr>
      </w:pPr>
      <w:r>
        <w:rPr>
          <w:b/>
          <w:lang w:val="bg-BG"/>
        </w:rPr>
        <w:t>ТРЕТО ЗАСЕДАНИЕ</w:t>
      </w:r>
      <w:r w:rsidR="005F4DA3" w:rsidRPr="00814D8E">
        <w:rPr>
          <w:b/>
          <w:lang w:val="bg-BG"/>
        </w:rPr>
        <w:t>:</w:t>
      </w:r>
    </w:p>
    <w:p w:rsidR="005F4DA3" w:rsidRPr="00117E7C" w:rsidRDefault="005F4DA3" w:rsidP="0037537C">
      <w:pPr>
        <w:pStyle w:val="ac"/>
        <w:numPr>
          <w:ilvl w:val="0"/>
          <w:numId w:val="15"/>
        </w:numPr>
        <w:jc w:val="both"/>
        <w:rPr>
          <w:b/>
          <w:lang w:val="bg-BG"/>
        </w:rPr>
      </w:pPr>
      <w:r w:rsidRPr="00117E7C">
        <w:rPr>
          <w:lang w:val="bg-BG"/>
        </w:rPr>
        <w:t>Приемане на сключените доброволни споразумения.</w:t>
      </w:r>
    </w:p>
    <w:p w:rsidR="005F4DA3" w:rsidRPr="00814D8E" w:rsidRDefault="005F4DA3" w:rsidP="005A47E1">
      <w:pPr>
        <w:pStyle w:val="ac"/>
        <w:numPr>
          <w:ilvl w:val="0"/>
          <w:numId w:val="15"/>
        </w:numPr>
        <w:spacing w:after="120"/>
        <w:ind w:left="0" w:firstLine="360"/>
        <w:jc w:val="both"/>
        <w:rPr>
          <w:lang w:val="bg-BG"/>
        </w:rPr>
      </w:pPr>
      <w:r w:rsidRPr="00814D8E">
        <w:rPr>
          <w:lang w:val="bg-BG"/>
        </w:rPr>
        <w:t>Приемане на картата на масивите за ползване и регистър към нея въз основа на споразумението.</w:t>
      </w:r>
    </w:p>
    <w:p w:rsidR="005F4DA3" w:rsidRDefault="005F4DA3" w:rsidP="005A47E1">
      <w:pPr>
        <w:spacing w:after="120"/>
        <w:jc w:val="both"/>
        <w:rPr>
          <w:b/>
          <w:lang w:val="bg-BG"/>
        </w:rPr>
      </w:pPr>
      <w:r w:rsidRPr="00814D8E">
        <w:rPr>
          <w:b/>
          <w:lang w:val="bg-BG"/>
        </w:rPr>
        <w:t xml:space="preserve">ЧЕТВЪРТО  ЗАСЕДАНИЕ </w:t>
      </w:r>
      <w:r>
        <w:rPr>
          <w:b/>
          <w:lang w:val="bg-BG"/>
        </w:rPr>
        <w:t>ПРИ СЛУЖЕБНО РАЗПРЕДЕЛЕНИЕ</w:t>
      </w:r>
      <w:r w:rsidRPr="00814D8E">
        <w:rPr>
          <w:b/>
          <w:lang w:val="bg-BG"/>
        </w:rPr>
        <w:t>:</w:t>
      </w:r>
      <w:r>
        <w:rPr>
          <w:b/>
          <w:lang w:val="bg-BG"/>
        </w:rPr>
        <w:t xml:space="preserve"> </w:t>
      </w:r>
    </w:p>
    <w:p w:rsidR="005F4DA3" w:rsidRPr="00D21A58" w:rsidRDefault="005F4DA3" w:rsidP="00D1256B">
      <w:pPr>
        <w:ind w:firstLine="720"/>
        <w:jc w:val="both"/>
        <w:rPr>
          <w:lang w:val="bg-BG"/>
        </w:rPr>
      </w:pPr>
      <w:r w:rsidRPr="00D21A58">
        <w:rPr>
          <w:lang w:val="bg-BG"/>
        </w:rPr>
        <w:t>Срок за провежд</w:t>
      </w:r>
      <w:r w:rsidR="00E701DC">
        <w:rPr>
          <w:lang w:val="bg-BG"/>
        </w:rPr>
        <w:t>ане на заседанието от 30.08.2024</w:t>
      </w:r>
      <w:r w:rsidR="005A47E1">
        <w:t xml:space="preserve"> </w:t>
      </w:r>
      <w:r w:rsidR="00E701DC">
        <w:rPr>
          <w:lang w:val="bg-BG"/>
        </w:rPr>
        <w:t>г. до 15.09.2024</w:t>
      </w:r>
      <w:r w:rsidR="005A47E1">
        <w:t xml:space="preserve"> </w:t>
      </w:r>
      <w:r w:rsidRPr="00D21A58">
        <w:rPr>
          <w:lang w:val="bg-BG"/>
        </w:rPr>
        <w:t>г.</w:t>
      </w:r>
    </w:p>
    <w:p w:rsidR="005F4DA3" w:rsidRDefault="005F4DA3" w:rsidP="005F4DA3">
      <w:pPr>
        <w:pStyle w:val="ac"/>
        <w:numPr>
          <w:ilvl w:val="0"/>
          <w:numId w:val="16"/>
        </w:numPr>
        <w:spacing w:before="240"/>
        <w:jc w:val="both"/>
        <w:rPr>
          <w:lang w:val="bg-BG"/>
        </w:rPr>
      </w:pPr>
      <w:r>
        <w:rPr>
          <w:lang w:val="bg-BG"/>
        </w:rPr>
        <w:t>С</w:t>
      </w:r>
      <w:r w:rsidRPr="00D21A58">
        <w:rPr>
          <w:lang w:val="bg-BG"/>
        </w:rPr>
        <w:t xml:space="preserve">лужебно разпределение на масивите </w:t>
      </w:r>
      <w:r w:rsidR="00E701DC">
        <w:rPr>
          <w:lang w:val="bg-BG"/>
        </w:rPr>
        <w:t>за ползване в срок до 15.09.2024</w:t>
      </w:r>
      <w:r w:rsidR="005A47E1">
        <w:t xml:space="preserve"> </w:t>
      </w:r>
      <w:r w:rsidRPr="00D21A58">
        <w:rPr>
          <w:lang w:val="bg-BG"/>
        </w:rPr>
        <w:t>г.</w:t>
      </w:r>
    </w:p>
    <w:p w:rsidR="005F4DA3" w:rsidRPr="00D21A58" w:rsidRDefault="005F4DA3" w:rsidP="005A47E1">
      <w:pPr>
        <w:pStyle w:val="ac"/>
        <w:numPr>
          <w:ilvl w:val="0"/>
          <w:numId w:val="16"/>
        </w:numPr>
        <w:spacing w:before="240" w:after="120"/>
        <w:jc w:val="both"/>
        <w:rPr>
          <w:lang w:val="bg-BG"/>
        </w:rPr>
      </w:pPr>
      <w:r>
        <w:rPr>
          <w:lang w:val="bg-BG"/>
        </w:rPr>
        <w:t xml:space="preserve">Изготвя доклади до Директора на областна дирекция „Земеделие“ </w:t>
      </w:r>
      <w:r w:rsidR="00F74BBD">
        <w:rPr>
          <w:lang w:val="bg-BG"/>
        </w:rPr>
        <w:t xml:space="preserve">- </w:t>
      </w:r>
      <w:r>
        <w:rPr>
          <w:lang w:val="bg-BG"/>
        </w:rPr>
        <w:t>София област.</w:t>
      </w:r>
    </w:p>
    <w:p w:rsidR="0037537C" w:rsidRDefault="005F4DA3" w:rsidP="0037537C">
      <w:pPr>
        <w:jc w:val="both"/>
        <w:rPr>
          <w:lang w:val="bg-BG"/>
        </w:rPr>
      </w:pPr>
      <w:r>
        <w:rPr>
          <w:lang w:val="bg-BG"/>
        </w:rPr>
        <w:t xml:space="preserve">             Заседанията на комисията са публични и тях могат да присъстват представители на собствениците, ползватели и други заинтересовани лица.</w:t>
      </w:r>
    </w:p>
    <w:p w:rsidR="005F4DA3" w:rsidRDefault="0037537C" w:rsidP="0037537C">
      <w:pPr>
        <w:jc w:val="both"/>
        <w:rPr>
          <w:lang w:val="bg-BG"/>
        </w:rPr>
      </w:pPr>
      <w:r>
        <w:rPr>
          <w:lang w:val="bg-BG"/>
        </w:rPr>
        <w:t xml:space="preserve">             </w:t>
      </w:r>
      <w:r w:rsidR="005F4DA3">
        <w:rPr>
          <w:lang w:val="bg-BG"/>
        </w:rPr>
        <w:t>Настоящия график със заседанията на комисията, да се разгласи съгласно изискванията на чл.</w:t>
      </w:r>
      <w:r w:rsidR="00F74BBD">
        <w:rPr>
          <w:lang w:val="bg-BG"/>
        </w:rPr>
        <w:t xml:space="preserve"> </w:t>
      </w:r>
      <w:r w:rsidR="005F4DA3">
        <w:rPr>
          <w:lang w:val="bg-BG"/>
        </w:rPr>
        <w:t>72б, ал.</w:t>
      </w:r>
      <w:r w:rsidR="00F74BBD">
        <w:rPr>
          <w:lang w:val="bg-BG"/>
        </w:rPr>
        <w:t xml:space="preserve"> </w:t>
      </w:r>
      <w:r w:rsidR="005F4DA3">
        <w:rPr>
          <w:lang w:val="bg-BG"/>
        </w:rPr>
        <w:t>4 от ППЗСПЗЗ.</w:t>
      </w:r>
    </w:p>
    <w:p w:rsidR="004276BD" w:rsidRDefault="004276BD" w:rsidP="0037537C">
      <w:pPr>
        <w:jc w:val="both"/>
        <w:rPr>
          <w:lang w:val="bg-BG"/>
        </w:rPr>
      </w:pPr>
    </w:p>
    <w:p w:rsidR="004276BD" w:rsidRDefault="004276BD" w:rsidP="0037537C">
      <w:pPr>
        <w:jc w:val="both"/>
        <w:rPr>
          <w:lang w:val="bg-BG"/>
        </w:rPr>
      </w:pPr>
    </w:p>
    <w:p w:rsidR="005F4DA3" w:rsidRPr="005A47E1" w:rsidRDefault="003D24B7" w:rsidP="005F4DA3">
      <w:pPr>
        <w:spacing w:before="240"/>
        <w:rPr>
          <w:b/>
          <w:lang w:val="bg-BG"/>
        </w:rPr>
      </w:pPr>
      <w:proofErr w:type="spellStart"/>
      <w:r w:rsidRPr="003D24B7">
        <w:rPr>
          <w:b/>
          <w:lang w:val="ru-RU"/>
        </w:rPr>
        <w:t>Йорданка</w:t>
      </w:r>
      <w:proofErr w:type="spellEnd"/>
      <w:r w:rsidRPr="003D24B7">
        <w:rPr>
          <w:b/>
          <w:lang w:val="ru-RU"/>
        </w:rPr>
        <w:t xml:space="preserve"> Петрова</w:t>
      </w:r>
      <w:r w:rsidR="005A47E1" w:rsidRPr="003D24B7">
        <w:rPr>
          <w:b/>
        </w:rPr>
        <w:tab/>
      </w:r>
      <w:r w:rsidR="005A47E1">
        <w:rPr>
          <w:b/>
        </w:rPr>
        <w:tab/>
        <w:t>/</w:t>
      </w:r>
      <w:proofErr w:type="gramStart"/>
      <w:r w:rsidR="005A47E1">
        <w:rPr>
          <w:b/>
          <w:lang w:val="bg-BG"/>
        </w:rPr>
        <w:t>П</w:t>
      </w:r>
      <w:proofErr w:type="gramEnd"/>
      <w:r w:rsidR="005A47E1">
        <w:rPr>
          <w:b/>
          <w:lang w:val="bg-BG"/>
        </w:rPr>
        <w:t>/</w:t>
      </w:r>
    </w:p>
    <w:p w:rsidR="0037537C" w:rsidRDefault="005F4DA3" w:rsidP="005F4DA3">
      <w:pPr>
        <w:rPr>
          <w:i/>
          <w:lang w:val="bg-BG"/>
        </w:rPr>
      </w:pPr>
      <w:r>
        <w:rPr>
          <w:i/>
          <w:lang w:val="bg-BG"/>
        </w:rPr>
        <w:t>Началник на общинска служба по</w:t>
      </w:r>
      <w:r w:rsidR="0037537C">
        <w:rPr>
          <w:i/>
          <w:lang w:val="bg-BG"/>
        </w:rPr>
        <w:t xml:space="preserve"> „Земеделие”</w:t>
      </w:r>
    </w:p>
    <w:p w:rsidR="005F4DA3" w:rsidRPr="00CC3090" w:rsidRDefault="0037537C" w:rsidP="005F4DA3">
      <w:pPr>
        <w:rPr>
          <w:i/>
          <w:lang w:val="bg-BG"/>
        </w:rPr>
      </w:pPr>
      <w:r>
        <w:rPr>
          <w:i/>
          <w:lang w:val="bg-BG"/>
        </w:rPr>
        <w:t>гр.</w:t>
      </w:r>
      <w:r w:rsidR="005A47E1">
        <w:rPr>
          <w:i/>
          <w:lang w:val="bg-BG"/>
        </w:rPr>
        <w:t xml:space="preserve"> </w:t>
      </w:r>
      <w:proofErr w:type="spellStart"/>
      <w:r w:rsidR="003D24B7">
        <w:rPr>
          <w:i/>
          <w:lang w:val="bg-BG"/>
        </w:rPr>
        <w:t>Самоков</w:t>
      </w:r>
      <w:proofErr w:type="spellEnd"/>
      <w:r w:rsidR="005F4DA3" w:rsidRPr="00CC3090">
        <w:rPr>
          <w:i/>
          <w:lang w:val="bg-BG"/>
        </w:rPr>
        <w:tab/>
      </w:r>
      <w:r w:rsidR="005F4DA3" w:rsidRPr="00CC3090">
        <w:rPr>
          <w:i/>
          <w:lang w:val="bg-BG"/>
        </w:rPr>
        <w:tab/>
      </w:r>
    </w:p>
    <w:sectPr w:rsidR="005F4DA3" w:rsidRPr="00CC3090" w:rsidSect="005A47E1">
      <w:footerReference w:type="default" r:id="rId8"/>
      <w:headerReference w:type="first" r:id="rId9"/>
      <w:footerReference w:type="first" r:id="rId10"/>
      <w:pgSz w:w="11907" w:h="16840" w:code="9"/>
      <w:pgMar w:top="799" w:right="1134" w:bottom="851" w:left="1418" w:header="42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E03" w:rsidRDefault="00E06E03">
      <w:r>
        <w:separator/>
      </w:r>
    </w:p>
  </w:endnote>
  <w:endnote w:type="continuationSeparator" w:id="0">
    <w:p w:rsidR="00E06E03" w:rsidRDefault="00E06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819" w:rsidRPr="001B5819" w:rsidRDefault="001B5819" w:rsidP="001B5819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1B5819">
      <w:rPr>
        <w:rFonts w:ascii="Verdana" w:hAnsi="Verdana"/>
        <w:noProof/>
        <w:sz w:val="16"/>
        <w:szCs w:val="16"/>
        <w:lang w:val="bg-BG"/>
      </w:rPr>
      <w:t>гр. Годеч, пл.”Свобода” №1</w:t>
    </w:r>
  </w:p>
  <w:p w:rsidR="001B5819" w:rsidRPr="001B5819" w:rsidRDefault="001B5819" w:rsidP="001B5819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1B5819">
      <w:rPr>
        <w:rFonts w:ascii="Verdana" w:hAnsi="Verdana"/>
        <w:noProof/>
        <w:sz w:val="16"/>
        <w:szCs w:val="16"/>
        <w:lang w:val="bg-BG"/>
      </w:rPr>
      <w:t>Тел: 0729/90494, е-поща:</w:t>
    </w:r>
    <w:r w:rsidRPr="001B5819">
      <w:rPr>
        <w:rFonts w:ascii="Verdana" w:hAnsi="Verdana"/>
        <w:noProof/>
        <w:sz w:val="16"/>
        <w:szCs w:val="16"/>
      </w:rPr>
      <w:t>osz_godech@odz-sofiaoblast.com</w:t>
    </w:r>
  </w:p>
  <w:p w:rsidR="001B5819" w:rsidRPr="001B5819" w:rsidRDefault="001B5819" w:rsidP="001B5819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</w:p>
  <w:p w:rsidR="0056337C" w:rsidRPr="00B05F22" w:rsidRDefault="0056337C" w:rsidP="0056337C">
    <w:pPr>
      <w:rPr>
        <w:lang w:val="ru-RU"/>
      </w:rPr>
    </w:pPr>
  </w:p>
  <w:p w:rsidR="0056337C" w:rsidRPr="00B05F22" w:rsidRDefault="0056337C">
    <w:pPr>
      <w:pStyle w:val="a4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4B7" w:rsidRPr="003D24B7" w:rsidRDefault="003D24B7" w:rsidP="003D24B7">
    <w:pPr>
      <w:pStyle w:val="a4"/>
      <w:tabs>
        <w:tab w:val="left" w:pos="7230"/>
        <w:tab w:val="left" w:pos="7655"/>
      </w:tabs>
      <w:spacing w:line="216" w:lineRule="auto"/>
      <w:ind w:right="-285"/>
      <w:jc w:val="center"/>
      <w:rPr>
        <w:noProof/>
        <w:sz w:val="18"/>
        <w:szCs w:val="16"/>
        <w:lang w:val="ru-RU"/>
      </w:rPr>
    </w:pPr>
    <w:r w:rsidRPr="003D24B7">
      <w:rPr>
        <w:noProof/>
        <w:sz w:val="18"/>
        <w:szCs w:val="16"/>
        <w:lang w:val="bg-BG"/>
      </w:rPr>
      <w:t>гр. Самоков</w:t>
    </w:r>
    <w:r w:rsidRPr="003D24B7">
      <w:rPr>
        <w:noProof/>
        <w:sz w:val="18"/>
        <w:szCs w:val="16"/>
        <w:lang w:val="ru-RU"/>
      </w:rPr>
      <w:t xml:space="preserve"> 2000</w:t>
    </w:r>
    <w:r w:rsidRPr="003D24B7">
      <w:rPr>
        <w:noProof/>
        <w:sz w:val="18"/>
        <w:szCs w:val="16"/>
        <w:lang w:val="bg-BG"/>
      </w:rPr>
      <w:t>, ул.</w:t>
    </w:r>
    <w:r>
      <w:rPr>
        <w:noProof/>
        <w:sz w:val="18"/>
        <w:szCs w:val="16"/>
        <w:lang w:val="bg-BG"/>
      </w:rPr>
      <w:t xml:space="preserve"> </w:t>
    </w:r>
    <w:r w:rsidRPr="003D24B7">
      <w:rPr>
        <w:noProof/>
        <w:sz w:val="18"/>
        <w:szCs w:val="16"/>
        <w:lang w:val="bg-BG"/>
      </w:rPr>
      <w:t>Македония №</w:t>
    </w:r>
    <w:r>
      <w:rPr>
        <w:noProof/>
        <w:sz w:val="18"/>
        <w:szCs w:val="16"/>
        <w:lang w:val="bg-BG"/>
      </w:rPr>
      <w:t xml:space="preserve"> </w:t>
    </w:r>
    <w:r w:rsidRPr="003D24B7">
      <w:rPr>
        <w:noProof/>
        <w:sz w:val="18"/>
        <w:szCs w:val="16"/>
        <w:lang w:val="bg-BG"/>
      </w:rPr>
      <w:t>34</w:t>
    </w:r>
  </w:p>
  <w:p w:rsidR="003D24B7" w:rsidRPr="003D24B7" w:rsidRDefault="003D24B7" w:rsidP="003D24B7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8"/>
        <w:szCs w:val="16"/>
        <w:lang w:val="ru-RU"/>
      </w:rPr>
    </w:pPr>
    <w:r w:rsidRPr="003D24B7">
      <w:rPr>
        <w:noProof/>
        <w:sz w:val="18"/>
        <w:szCs w:val="16"/>
        <w:lang w:val="bg-BG"/>
      </w:rPr>
      <w:t>Тел: 0722/9-20-60, е-поща:</w:t>
    </w:r>
    <w:r w:rsidRPr="003D24B7">
      <w:rPr>
        <w:noProof/>
        <w:sz w:val="18"/>
        <w:szCs w:val="16"/>
      </w:rPr>
      <w:t>osz</w:t>
    </w:r>
    <w:r w:rsidRPr="003D24B7">
      <w:rPr>
        <w:noProof/>
        <w:sz w:val="18"/>
        <w:szCs w:val="16"/>
        <w:lang w:val="ru-RU"/>
      </w:rPr>
      <w:t>_</w:t>
    </w:r>
    <w:r w:rsidRPr="003D24B7">
      <w:rPr>
        <w:noProof/>
        <w:sz w:val="18"/>
        <w:szCs w:val="16"/>
      </w:rPr>
      <w:t>samokov</w:t>
    </w:r>
    <w:r w:rsidRPr="003D24B7">
      <w:rPr>
        <w:noProof/>
        <w:sz w:val="18"/>
        <w:szCs w:val="16"/>
        <w:lang w:val="ru-RU"/>
      </w:rPr>
      <w:t>@</w:t>
    </w:r>
    <w:r w:rsidRPr="003D24B7">
      <w:rPr>
        <w:noProof/>
        <w:sz w:val="18"/>
        <w:szCs w:val="16"/>
      </w:rPr>
      <w:t>odz-sofiaoblast.com</w:t>
    </w:r>
  </w:p>
  <w:p w:rsidR="001B5819" w:rsidRPr="005A47E1" w:rsidRDefault="001B5819" w:rsidP="001B5819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noProof/>
        <w:sz w:val="18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E03" w:rsidRDefault="00E06E03">
      <w:r>
        <w:separator/>
      </w:r>
    </w:p>
  </w:footnote>
  <w:footnote w:type="continuationSeparator" w:id="0">
    <w:p w:rsidR="00E06E03" w:rsidRDefault="00E06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A47E1" w:rsidRDefault="00355A39" w:rsidP="003B744B">
    <w:pPr>
      <w:pStyle w:val="2"/>
      <w:jc w:val="left"/>
      <w:rPr>
        <w:rStyle w:val="a8"/>
        <w:sz w:val="2"/>
        <w:szCs w:val="2"/>
        <w:lang w:val="en-US"/>
      </w:rPr>
    </w:pPr>
    <w:r w:rsidRPr="005A47E1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10160</wp:posOffset>
          </wp:positionV>
          <wp:extent cx="600710" cy="832485"/>
          <wp:effectExtent l="0" t="0" r="8890" b="5715"/>
          <wp:wrapSquare wrapText="bothSides"/>
          <wp:docPr id="8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A2AEA" w:rsidRPr="009A2AEA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margin-left:53.95pt;margin-top:.8pt;width:0;height:66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"/>
      </w:pict>
    </w:r>
  </w:p>
  <w:p w:rsidR="00C23ADF" w:rsidRPr="005A47E1" w:rsidRDefault="00C23ADF" w:rsidP="00410C92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ind w:firstLine="1276"/>
      <w:jc w:val="left"/>
      <w:rPr>
        <w:rFonts w:ascii="Times New Roman" w:hAnsi="Times New Roman"/>
        <w:spacing w:val="40"/>
        <w:sz w:val="30"/>
        <w:szCs w:val="30"/>
        <w:lang w:val="ru-RU"/>
      </w:rPr>
    </w:pPr>
    <w:r w:rsidRPr="005A47E1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5A47E1" w:rsidRDefault="00C23ADF" w:rsidP="00410C92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spacing w:val="40"/>
        <w:sz w:val="30"/>
        <w:szCs w:val="30"/>
      </w:rPr>
    </w:pPr>
    <w:r w:rsidRPr="005A47E1">
      <w:rPr>
        <w:rFonts w:ascii="Times New Roman" w:hAnsi="Times New Roman"/>
        <w:spacing w:val="40"/>
        <w:sz w:val="30"/>
        <w:szCs w:val="30"/>
        <w:lang w:val="ru-RU"/>
      </w:rPr>
      <w:tab/>
    </w:r>
    <w:r w:rsidR="006B0B9A" w:rsidRPr="005A47E1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117E7C" w:rsidRPr="005A47E1">
      <w:rPr>
        <w:rFonts w:ascii="Times New Roman" w:hAnsi="Times New Roman"/>
        <w:b w:val="0"/>
        <w:spacing w:val="40"/>
        <w:sz w:val="26"/>
        <w:szCs w:val="26"/>
      </w:rPr>
      <w:t>земеделието</w:t>
    </w:r>
    <w:r w:rsidR="001B5819" w:rsidRPr="005A47E1">
      <w:rPr>
        <w:rFonts w:ascii="Times New Roman" w:hAnsi="Times New Roman"/>
        <w:b w:val="0"/>
        <w:spacing w:val="40"/>
        <w:sz w:val="26"/>
        <w:szCs w:val="26"/>
      </w:rPr>
      <w:t xml:space="preserve"> и храните</w:t>
    </w:r>
  </w:p>
  <w:p w:rsidR="00983B22" w:rsidRPr="005A47E1" w:rsidRDefault="00F95DCD" w:rsidP="00410C92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ind w:left="1276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5A47E1">
      <w:rPr>
        <w:rFonts w:ascii="Times New Roman" w:hAnsi="Times New Roman"/>
        <w:b w:val="0"/>
        <w:spacing w:val="40"/>
        <w:sz w:val="26"/>
        <w:szCs w:val="26"/>
      </w:rPr>
      <w:t>Областна дирекция „Земеделие” – Софи</w:t>
    </w:r>
    <w:r w:rsidR="003D5397" w:rsidRPr="005A47E1">
      <w:rPr>
        <w:rFonts w:ascii="Times New Roman" w:hAnsi="Times New Roman"/>
        <w:b w:val="0"/>
        <w:spacing w:val="40"/>
        <w:sz w:val="26"/>
        <w:szCs w:val="26"/>
      </w:rPr>
      <w:t>я</w:t>
    </w:r>
    <w:r w:rsidRPr="005A47E1">
      <w:rPr>
        <w:rFonts w:ascii="Times New Roman" w:hAnsi="Times New Roman"/>
        <w:b w:val="0"/>
        <w:spacing w:val="40"/>
        <w:sz w:val="26"/>
        <w:szCs w:val="26"/>
      </w:rPr>
      <w:t xml:space="preserve"> област</w:t>
    </w:r>
    <w:r w:rsidR="00613199" w:rsidRPr="005A47E1">
      <w:rPr>
        <w:rFonts w:ascii="Times New Roman" w:hAnsi="Times New Roman"/>
        <w:b w:val="0"/>
        <w:spacing w:val="40"/>
        <w:sz w:val="26"/>
        <w:szCs w:val="26"/>
      </w:rPr>
      <w:br/>
    </w:r>
    <w:proofErr w:type="spellStart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>Общинска</w:t>
    </w:r>
    <w:proofErr w:type="spellEnd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</w:t>
    </w:r>
    <w:proofErr w:type="spellStart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>служба</w:t>
    </w:r>
    <w:proofErr w:type="spellEnd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</w:t>
    </w:r>
    <w:proofErr w:type="spellStart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>по</w:t>
    </w:r>
    <w:proofErr w:type="spellEnd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</w:t>
    </w:r>
    <w:proofErr w:type="spellStart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>земеделие</w:t>
    </w:r>
    <w:proofErr w:type="spellEnd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</w:t>
    </w:r>
    <w:proofErr w:type="spellStart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>гр</w:t>
    </w:r>
    <w:proofErr w:type="spellEnd"/>
    <w:r w:rsidR="003B744B" w:rsidRPr="005A47E1">
      <w:rPr>
        <w:rFonts w:ascii="Times New Roman" w:hAnsi="Times New Roman"/>
        <w:b w:val="0"/>
        <w:spacing w:val="40"/>
        <w:sz w:val="26"/>
        <w:szCs w:val="26"/>
        <w:lang w:val="en-US"/>
      </w:rPr>
      <w:t>.</w:t>
    </w:r>
    <w:r w:rsidR="003D24B7"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С</w:t>
    </w:r>
    <w:proofErr w:type="spellStart"/>
    <w:r w:rsidR="003D24B7">
      <w:rPr>
        <w:rFonts w:ascii="Times New Roman" w:hAnsi="Times New Roman"/>
        <w:b w:val="0"/>
        <w:spacing w:val="40"/>
        <w:sz w:val="26"/>
        <w:szCs w:val="26"/>
      </w:rPr>
      <w:t>амоков</w:t>
    </w:r>
    <w:proofErr w:type="spellEnd"/>
    <w:r w:rsidR="003B744B" w:rsidRPr="005A47E1">
      <w:rPr>
        <w:rFonts w:ascii="Times New Roman" w:hAnsi="Times New Roman"/>
        <w:b w:val="0"/>
        <w:spacing w:val="0"/>
        <w:lang w:val="ru-RU"/>
      </w:rPr>
      <w:t xml:space="preserve">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52C9"/>
    <w:multiLevelType w:val="hybridMultilevel"/>
    <w:tmpl w:val="760E5BEE"/>
    <w:lvl w:ilvl="0" w:tplc="501240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82B5F"/>
    <w:multiLevelType w:val="hybridMultilevel"/>
    <w:tmpl w:val="2F30A1F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94C51"/>
    <w:multiLevelType w:val="hybridMultilevel"/>
    <w:tmpl w:val="0A5487E2"/>
    <w:lvl w:ilvl="0" w:tplc="13EA51DE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581FA5"/>
    <w:multiLevelType w:val="hybridMultilevel"/>
    <w:tmpl w:val="7EB674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F0F22"/>
    <w:multiLevelType w:val="hybridMultilevel"/>
    <w:tmpl w:val="7E088CEA"/>
    <w:lvl w:ilvl="0" w:tplc="8FAC5760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5C4C56"/>
    <w:multiLevelType w:val="hybridMultilevel"/>
    <w:tmpl w:val="EBDE6BDA"/>
    <w:lvl w:ilvl="0" w:tplc="C3BA4C7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979211E"/>
    <w:multiLevelType w:val="hybridMultilevel"/>
    <w:tmpl w:val="BD840866"/>
    <w:lvl w:ilvl="0" w:tplc="5678D55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AD4548"/>
    <w:multiLevelType w:val="hybridMultilevel"/>
    <w:tmpl w:val="D1F42940"/>
    <w:lvl w:ilvl="0" w:tplc="E772C1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D437B"/>
    <w:multiLevelType w:val="hybridMultilevel"/>
    <w:tmpl w:val="F55A1D96"/>
    <w:lvl w:ilvl="0" w:tplc="CA76CBD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5B073C"/>
    <w:multiLevelType w:val="hybridMultilevel"/>
    <w:tmpl w:val="AEAC8634"/>
    <w:lvl w:ilvl="0" w:tplc="A94A157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0922B8"/>
    <w:multiLevelType w:val="hybridMultilevel"/>
    <w:tmpl w:val="118441A4"/>
    <w:lvl w:ilvl="0" w:tplc="0402000F">
      <w:start w:val="1"/>
      <w:numFmt w:val="decimal"/>
      <w:lvlText w:val="%1."/>
      <w:lvlJc w:val="left"/>
      <w:pPr>
        <w:ind w:left="780" w:hanging="360"/>
      </w:p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696B0E6C"/>
    <w:multiLevelType w:val="hybridMultilevel"/>
    <w:tmpl w:val="AB544B72"/>
    <w:lvl w:ilvl="0" w:tplc="A1B06C7E">
      <w:start w:val="1"/>
      <w:numFmt w:val="decimal"/>
      <w:lvlText w:val="%1."/>
      <w:lvlJc w:val="left"/>
      <w:pPr>
        <w:tabs>
          <w:tab w:val="num" w:pos="1740"/>
        </w:tabs>
        <w:ind w:left="1740" w:hanging="9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39203EB"/>
    <w:multiLevelType w:val="hybridMultilevel"/>
    <w:tmpl w:val="750811F4"/>
    <w:lvl w:ilvl="0" w:tplc="EB2A63C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7"/>
  </w:num>
  <w:num w:numId="4">
    <w:abstractNumId w:val="15"/>
  </w:num>
  <w:num w:numId="5">
    <w:abstractNumId w:val="2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10"/>
  </w:num>
  <w:num w:numId="11">
    <w:abstractNumId w:val="14"/>
  </w:num>
  <w:num w:numId="12">
    <w:abstractNumId w:val="13"/>
  </w:num>
  <w:num w:numId="13">
    <w:abstractNumId w:val="0"/>
  </w:num>
  <w:num w:numId="14">
    <w:abstractNumId w:val="3"/>
  </w:num>
  <w:num w:numId="15">
    <w:abstractNumId w:val="8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1D62EF"/>
    <w:rsid w:val="00005DA0"/>
    <w:rsid w:val="00013A9F"/>
    <w:rsid w:val="00035741"/>
    <w:rsid w:val="00036910"/>
    <w:rsid w:val="00052887"/>
    <w:rsid w:val="00065CEC"/>
    <w:rsid w:val="00073E78"/>
    <w:rsid w:val="00096C07"/>
    <w:rsid w:val="000B4307"/>
    <w:rsid w:val="000B67D6"/>
    <w:rsid w:val="000D61AE"/>
    <w:rsid w:val="000E2BF2"/>
    <w:rsid w:val="000F2687"/>
    <w:rsid w:val="00107736"/>
    <w:rsid w:val="00112352"/>
    <w:rsid w:val="00117E7C"/>
    <w:rsid w:val="00127807"/>
    <w:rsid w:val="00131A64"/>
    <w:rsid w:val="00157D1E"/>
    <w:rsid w:val="00182E58"/>
    <w:rsid w:val="00184831"/>
    <w:rsid w:val="00194817"/>
    <w:rsid w:val="00196F3A"/>
    <w:rsid w:val="001A1C66"/>
    <w:rsid w:val="001A719F"/>
    <w:rsid w:val="001B4BA5"/>
    <w:rsid w:val="001B5406"/>
    <w:rsid w:val="001B5819"/>
    <w:rsid w:val="001C33B2"/>
    <w:rsid w:val="001D20EE"/>
    <w:rsid w:val="001D62EF"/>
    <w:rsid w:val="001E2828"/>
    <w:rsid w:val="001E3C38"/>
    <w:rsid w:val="001E7E4D"/>
    <w:rsid w:val="001F4F0E"/>
    <w:rsid w:val="001F7DC7"/>
    <w:rsid w:val="0020080E"/>
    <w:rsid w:val="0020653E"/>
    <w:rsid w:val="00214A5E"/>
    <w:rsid w:val="002201B1"/>
    <w:rsid w:val="002233B2"/>
    <w:rsid w:val="0022545A"/>
    <w:rsid w:val="00225B1F"/>
    <w:rsid w:val="00225E60"/>
    <w:rsid w:val="002375CA"/>
    <w:rsid w:val="00241F79"/>
    <w:rsid w:val="002436D8"/>
    <w:rsid w:val="002557D5"/>
    <w:rsid w:val="00266C14"/>
    <w:rsid w:val="00266D04"/>
    <w:rsid w:val="002967CF"/>
    <w:rsid w:val="002B0840"/>
    <w:rsid w:val="002B610F"/>
    <w:rsid w:val="002C24C3"/>
    <w:rsid w:val="002C3A95"/>
    <w:rsid w:val="002D0E86"/>
    <w:rsid w:val="002D3B8A"/>
    <w:rsid w:val="002E25EF"/>
    <w:rsid w:val="002E6125"/>
    <w:rsid w:val="00304A8C"/>
    <w:rsid w:val="00316C88"/>
    <w:rsid w:val="00325E20"/>
    <w:rsid w:val="003559E9"/>
    <w:rsid w:val="00355A39"/>
    <w:rsid w:val="00361C60"/>
    <w:rsid w:val="00364667"/>
    <w:rsid w:val="0037537C"/>
    <w:rsid w:val="00396A48"/>
    <w:rsid w:val="003A244C"/>
    <w:rsid w:val="003A31C4"/>
    <w:rsid w:val="003A3E99"/>
    <w:rsid w:val="003B3FA1"/>
    <w:rsid w:val="003B744B"/>
    <w:rsid w:val="003B78F6"/>
    <w:rsid w:val="003D24B7"/>
    <w:rsid w:val="003D5397"/>
    <w:rsid w:val="003E6549"/>
    <w:rsid w:val="003E7968"/>
    <w:rsid w:val="003F692B"/>
    <w:rsid w:val="00410C92"/>
    <w:rsid w:val="0041617B"/>
    <w:rsid w:val="00422020"/>
    <w:rsid w:val="004276BD"/>
    <w:rsid w:val="00437CD4"/>
    <w:rsid w:val="00446795"/>
    <w:rsid w:val="0047538D"/>
    <w:rsid w:val="0048080A"/>
    <w:rsid w:val="0048269B"/>
    <w:rsid w:val="00490454"/>
    <w:rsid w:val="00490AFE"/>
    <w:rsid w:val="00496975"/>
    <w:rsid w:val="004A316F"/>
    <w:rsid w:val="004C3144"/>
    <w:rsid w:val="004C5538"/>
    <w:rsid w:val="004D2BDC"/>
    <w:rsid w:val="004F12E3"/>
    <w:rsid w:val="004F1373"/>
    <w:rsid w:val="004F1742"/>
    <w:rsid w:val="004F765C"/>
    <w:rsid w:val="00510267"/>
    <w:rsid w:val="005147A8"/>
    <w:rsid w:val="00524321"/>
    <w:rsid w:val="005243D2"/>
    <w:rsid w:val="00525814"/>
    <w:rsid w:val="00533524"/>
    <w:rsid w:val="00543F77"/>
    <w:rsid w:val="0054599E"/>
    <w:rsid w:val="00562156"/>
    <w:rsid w:val="0056337C"/>
    <w:rsid w:val="00564A90"/>
    <w:rsid w:val="0057056E"/>
    <w:rsid w:val="00575425"/>
    <w:rsid w:val="005860AA"/>
    <w:rsid w:val="00587567"/>
    <w:rsid w:val="00587F34"/>
    <w:rsid w:val="005910FB"/>
    <w:rsid w:val="0059467E"/>
    <w:rsid w:val="00596DB7"/>
    <w:rsid w:val="005A0D6A"/>
    <w:rsid w:val="005A3B17"/>
    <w:rsid w:val="005A47E1"/>
    <w:rsid w:val="005A4CBB"/>
    <w:rsid w:val="005A4F4A"/>
    <w:rsid w:val="005A7001"/>
    <w:rsid w:val="005B69F7"/>
    <w:rsid w:val="005D7788"/>
    <w:rsid w:val="005E0902"/>
    <w:rsid w:val="005F18B8"/>
    <w:rsid w:val="005F4DA3"/>
    <w:rsid w:val="005F6243"/>
    <w:rsid w:val="0060062F"/>
    <w:rsid w:val="00602A0B"/>
    <w:rsid w:val="00613199"/>
    <w:rsid w:val="00624BEA"/>
    <w:rsid w:val="00633997"/>
    <w:rsid w:val="00645BF3"/>
    <w:rsid w:val="006608FB"/>
    <w:rsid w:val="006712C7"/>
    <w:rsid w:val="00682C47"/>
    <w:rsid w:val="0068668A"/>
    <w:rsid w:val="00687B20"/>
    <w:rsid w:val="0069788F"/>
    <w:rsid w:val="006B0B9A"/>
    <w:rsid w:val="006C61E2"/>
    <w:rsid w:val="006D0A4B"/>
    <w:rsid w:val="006D20DF"/>
    <w:rsid w:val="006E1608"/>
    <w:rsid w:val="006E5C77"/>
    <w:rsid w:val="006F3887"/>
    <w:rsid w:val="007007BD"/>
    <w:rsid w:val="00700AA3"/>
    <w:rsid w:val="007235C5"/>
    <w:rsid w:val="00724E5F"/>
    <w:rsid w:val="00735898"/>
    <w:rsid w:val="0074164E"/>
    <w:rsid w:val="0074412B"/>
    <w:rsid w:val="007444ED"/>
    <w:rsid w:val="00751C7B"/>
    <w:rsid w:val="00755521"/>
    <w:rsid w:val="0075603F"/>
    <w:rsid w:val="00762DA8"/>
    <w:rsid w:val="0076405B"/>
    <w:rsid w:val="007704BE"/>
    <w:rsid w:val="0077785B"/>
    <w:rsid w:val="007806DD"/>
    <w:rsid w:val="00785809"/>
    <w:rsid w:val="007A512E"/>
    <w:rsid w:val="007A6290"/>
    <w:rsid w:val="007B4B8A"/>
    <w:rsid w:val="007C2C61"/>
    <w:rsid w:val="007D0AEC"/>
    <w:rsid w:val="007E2C1B"/>
    <w:rsid w:val="007E5BAC"/>
    <w:rsid w:val="007E5BE1"/>
    <w:rsid w:val="007F4E41"/>
    <w:rsid w:val="007F76D5"/>
    <w:rsid w:val="008122CD"/>
    <w:rsid w:val="0081270A"/>
    <w:rsid w:val="00814D21"/>
    <w:rsid w:val="008207B9"/>
    <w:rsid w:val="008227A3"/>
    <w:rsid w:val="00823FF9"/>
    <w:rsid w:val="00837745"/>
    <w:rsid w:val="00840BEE"/>
    <w:rsid w:val="00852CB7"/>
    <w:rsid w:val="0085348A"/>
    <w:rsid w:val="00883D59"/>
    <w:rsid w:val="0088436A"/>
    <w:rsid w:val="008A55BD"/>
    <w:rsid w:val="008B0206"/>
    <w:rsid w:val="008B1300"/>
    <w:rsid w:val="008C0351"/>
    <w:rsid w:val="008C0DAD"/>
    <w:rsid w:val="008C4D00"/>
    <w:rsid w:val="00926C89"/>
    <w:rsid w:val="00936425"/>
    <w:rsid w:val="0094632C"/>
    <w:rsid w:val="00946D85"/>
    <w:rsid w:val="0095228E"/>
    <w:rsid w:val="00953286"/>
    <w:rsid w:val="00954964"/>
    <w:rsid w:val="00954FF1"/>
    <w:rsid w:val="00960D20"/>
    <w:rsid w:val="009715FE"/>
    <w:rsid w:val="00974546"/>
    <w:rsid w:val="00975514"/>
    <w:rsid w:val="00983B22"/>
    <w:rsid w:val="009857AD"/>
    <w:rsid w:val="00986CDD"/>
    <w:rsid w:val="00986F61"/>
    <w:rsid w:val="00994F8B"/>
    <w:rsid w:val="00995C97"/>
    <w:rsid w:val="009A2AEA"/>
    <w:rsid w:val="009A3F74"/>
    <w:rsid w:val="009A49E5"/>
    <w:rsid w:val="009B399C"/>
    <w:rsid w:val="009C012B"/>
    <w:rsid w:val="009C6CA9"/>
    <w:rsid w:val="009E301F"/>
    <w:rsid w:val="009E7D8E"/>
    <w:rsid w:val="00A1120F"/>
    <w:rsid w:val="00A311C3"/>
    <w:rsid w:val="00A36C2A"/>
    <w:rsid w:val="00A37BB3"/>
    <w:rsid w:val="00A53AB3"/>
    <w:rsid w:val="00A620F4"/>
    <w:rsid w:val="00A730DC"/>
    <w:rsid w:val="00A96F63"/>
    <w:rsid w:val="00AA741E"/>
    <w:rsid w:val="00AB6E05"/>
    <w:rsid w:val="00AC4D69"/>
    <w:rsid w:val="00AD13E8"/>
    <w:rsid w:val="00AD1B29"/>
    <w:rsid w:val="00AE6009"/>
    <w:rsid w:val="00B05F22"/>
    <w:rsid w:val="00B11072"/>
    <w:rsid w:val="00B1548E"/>
    <w:rsid w:val="00B307CA"/>
    <w:rsid w:val="00B34AAC"/>
    <w:rsid w:val="00B377A7"/>
    <w:rsid w:val="00B448E7"/>
    <w:rsid w:val="00B54DAC"/>
    <w:rsid w:val="00B56089"/>
    <w:rsid w:val="00B57017"/>
    <w:rsid w:val="00B635B7"/>
    <w:rsid w:val="00B80727"/>
    <w:rsid w:val="00B816B5"/>
    <w:rsid w:val="00B827D8"/>
    <w:rsid w:val="00B958DC"/>
    <w:rsid w:val="00BA40D4"/>
    <w:rsid w:val="00BC7DC4"/>
    <w:rsid w:val="00BD7B1A"/>
    <w:rsid w:val="00BF0B5C"/>
    <w:rsid w:val="00C00479"/>
    <w:rsid w:val="00C00904"/>
    <w:rsid w:val="00C02136"/>
    <w:rsid w:val="00C074A6"/>
    <w:rsid w:val="00C0777D"/>
    <w:rsid w:val="00C120B5"/>
    <w:rsid w:val="00C23ADF"/>
    <w:rsid w:val="00C243E9"/>
    <w:rsid w:val="00C30D63"/>
    <w:rsid w:val="00C473A4"/>
    <w:rsid w:val="00C47A1E"/>
    <w:rsid w:val="00C5372B"/>
    <w:rsid w:val="00C675AE"/>
    <w:rsid w:val="00C71F13"/>
    <w:rsid w:val="00CA3258"/>
    <w:rsid w:val="00CA4D05"/>
    <w:rsid w:val="00CA7A14"/>
    <w:rsid w:val="00CB5C71"/>
    <w:rsid w:val="00CC2EC3"/>
    <w:rsid w:val="00CE095D"/>
    <w:rsid w:val="00CE47C7"/>
    <w:rsid w:val="00CF1702"/>
    <w:rsid w:val="00CF79D8"/>
    <w:rsid w:val="00D10B5A"/>
    <w:rsid w:val="00D117C6"/>
    <w:rsid w:val="00D1256B"/>
    <w:rsid w:val="00D1600A"/>
    <w:rsid w:val="00D259F5"/>
    <w:rsid w:val="00D25D11"/>
    <w:rsid w:val="00D450FA"/>
    <w:rsid w:val="00D51E9B"/>
    <w:rsid w:val="00D579CC"/>
    <w:rsid w:val="00D61AE4"/>
    <w:rsid w:val="00D70ED0"/>
    <w:rsid w:val="00D7472F"/>
    <w:rsid w:val="00D91150"/>
    <w:rsid w:val="00D9529B"/>
    <w:rsid w:val="00DB5133"/>
    <w:rsid w:val="00DC32DB"/>
    <w:rsid w:val="00DD2701"/>
    <w:rsid w:val="00DD6FEE"/>
    <w:rsid w:val="00DE3999"/>
    <w:rsid w:val="00DF4AAC"/>
    <w:rsid w:val="00E06E03"/>
    <w:rsid w:val="00E14AEE"/>
    <w:rsid w:val="00E202CF"/>
    <w:rsid w:val="00E22C96"/>
    <w:rsid w:val="00E56C6E"/>
    <w:rsid w:val="00E57F18"/>
    <w:rsid w:val="00E6220A"/>
    <w:rsid w:val="00E701DC"/>
    <w:rsid w:val="00E72966"/>
    <w:rsid w:val="00E731F1"/>
    <w:rsid w:val="00E73E39"/>
    <w:rsid w:val="00E834B5"/>
    <w:rsid w:val="00EA3B1F"/>
    <w:rsid w:val="00EA6F53"/>
    <w:rsid w:val="00EA74DD"/>
    <w:rsid w:val="00ED6BD9"/>
    <w:rsid w:val="00ED7FF8"/>
    <w:rsid w:val="00EE14D6"/>
    <w:rsid w:val="00EE4CAE"/>
    <w:rsid w:val="00EE68DF"/>
    <w:rsid w:val="00EE7B63"/>
    <w:rsid w:val="00F02ED6"/>
    <w:rsid w:val="00F10992"/>
    <w:rsid w:val="00F1684C"/>
    <w:rsid w:val="00F3314A"/>
    <w:rsid w:val="00F37C12"/>
    <w:rsid w:val="00F37D78"/>
    <w:rsid w:val="00F50C09"/>
    <w:rsid w:val="00F51AAC"/>
    <w:rsid w:val="00F51FD5"/>
    <w:rsid w:val="00F66986"/>
    <w:rsid w:val="00F72CF1"/>
    <w:rsid w:val="00F73829"/>
    <w:rsid w:val="00F74BBD"/>
    <w:rsid w:val="00F86FBB"/>
    <w:rsid w:val="00F87FBB"/>
    <w:rsid w:val="00F95DCD"/>
    <w:rsid w:val="00FA4106"/>
    <w:rsid w:val="00FB2631"/>
    <w:rsid w:val="00FB5EDB"/>
    <w:rsid w:val="00FC0B4B"/>
    <w:rsid w:val="00FC7154"/>
    <w:rsid w:val="00FE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1F4F0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1F4F0E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1F4F0E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F4F0E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1F4F0E"/>
  </w:style>
  <w:style w:type="paragraph" w:styleId="a3">
    <w:name w:val="header"/>
    <w:basedOn w:val="a"/>
    <w:rsid w:val="001F4F0E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rsid w:val="001F4F0E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1F4F0E"/>
    <w:pPr>
      <w:jc w:val="both"/>
    </w:pPr>
    <w:rPr>
      <w:lang w:val="bg-BG"/>
    </w:rPr>
  </w:style>
  <w:style w:type="paragraph" w:styleId="20">
    <w:name w:val="Body Text 2"/>
    <w:basedOn w:val="a"/>
    <w:rsid w:val="001F4F0E"/>
    <w:pPr>
      <w:jc w:val="both"/>
    </w:pPr>
    <w:rPr>
      <w:lang w:val="bg-BG"/>
    </w:rPr>
  </w:style>
  <w:style w:type="character" w:styleId="a7">
    <w:name w:val="Hyperlink"/>
    <w:rsid w:val="001F4F0E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6D0A4B"/>
    <w:rPr>
      <w:rFonts w:ascii="Tahoma" w:hAnsi="Tahoma" w:cs="Tahoma"/>
      <w:sz w:val="16"/>
      <w:szCs w:val="16"/>
    </w:rPr>
  </w:style>
  <w:style w:type="paragraph" w:styleId="ab">
    <w:name w:val="Document Map"/>
    <w:basedOn w:val="a"/>
    <w:semiHidden/>
    <w:rsid w:val="00986F61"/>
    <w:pPr>
      <w:shd w:val="clear" w:color="auto" w:fill="000080"/>
    </w:pPr>
    <w:rPr>
      <w:rFonts w:ascii="Tahoma" w:hAnsi="Tahoma" w:cs="Tahoma"/>
    </w:rPr>
  </w:style>
  <w:style w:type="paragraph" w:styleId="ac">
    <w:name w:val="List Paragraph"/>
    <w:basedOn w:val="a"/>
    <w:uiPriority w:val="34"/>
    <w:qFormat/>
    <w:rsid w:val="00DD6FEE"/>
    <w:pPr>
      <w:ind w:left="720"/>
      <w:contextualSpacing/>
    </w:pPr>
  </w:style>
  <w:style w:type="character" w:customStyle="1" w:styleId="a5">
    <w:name w:val="Долен колонтитул Знак"/>
    <w:link w:val="a4"/>
    <w:rsid w:val="003D24B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D0A4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986F61"/>
    <w:pPr>
      <w:shd w:val="clear" w:color="auto" w:fill="000080"/>
    </w:pPr>
    <w:rPr>
      <w:rFonts w:ascii="Tahoma" w:hAnsi="Tahoma" w:cs="Tahoma"/>
    </w:rPr>
  </w:style>
  <w:style w:type="paragraph" w:styleId="ListParagraph">
    <w:name w:val="List Paragraph"/>
    <w:basedOn w:val="Normal"/>
    <w:uiPriority w:val="34"/>
    <w:qFormat/>
    <w:rsid w:val="00DD6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OS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7B606-225D-4214-9F64-F3DF5283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OSZ_new.dot</Template>
  <TotalTime>94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Irina</dc:creator>
  <cp:lastModifiedBy>ODZ_SFO</cp:lastModifiedBy>
  <cp:revision>20</cp:revision>
  <cp:lastPrinted>2024-07-18T07:53:00Z</cp:lastPrinted>
  <dcterms:created xsi:type="dcterms:W3CDTF">2022-08-01T13:47:00Z</dcterms:created>
  <dcterms:modified xsi:type="dcterms:W3CDTF">2024-07-31T10:55:00Z</dcterms:modified>
</cp:coreProperties>
</file>