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FF367" w14:textId="6249E7BA" w:rsidR="00454CDE" w:rsidRPr="00713EC9" w:rsidRDefault="00454CDE" w:rsidP="00517B7C">
      <w:pPr>
        <w:ind w:firstLine="720"/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14:paraId="01B6B5B6" w14:textId="622F7E05" w:rsidR="00773010" w:rsidRPr="00517B7C" w:rsidRDefault="00773010" w:rsidP="00517B7C">
      <w:pPr>
        <w:spacing w:line="276" w:lineRule="auto"/>
        <w:jc w:val="center"/>
        <w:rPr>
          <w:rFonts w:eastAsia="Times New Roman"/>
          <w:b/>
        </w:rPr>
      </w:pPr>
      <w:r>
        <w:rPr>
          <w:rFonts w:eastAsia="Times New Roman"/>
          <w:b/>
          <w:lang w:val="bg-BG"/>
        </w:rPr>
        <w:t xml:space="preserve">    </w:t>
      </w:r>
      <w:r w:rsidRPr="00773010">
        <w:rPr>
          <w:rFonts w:eastAsia="Times New Roman"/>
          <w:b/>
          <w:lang w:val="bg-BG"/>
        </w:rPr>
        <w:t>№ ПО-09-</w:t>
      </w:r>
      <w:r w:rsidR="00496CCE">
        <w:rPr>
          <w:rFonts w:eastAsia="Times New Roman"/>
          <w:b/>
          <w:lang w:val="bg-BG"/>
        </w:rPr>
        <w:t>3817</w:t>
      </w:r>
      <w:r w:rsidR="00006CF9">
        <w:rPr>
          <w:rFonts w:eastAsia="Times New Roman"/>
          <w:b/>
          <w:lang w:val="bg-BG"/>
        </w:rPr>
        <w:t>-</w:t>
      </w:r>
      <w:r w:rsidR="00E46001">
        <w:rPr>
          <w:rFonts w:eastAsia="Times New Roman"/>
          <w:b/>
          <w:lang w:val="bg-BG"/>
        </w:rPr>
        <w:t>5/24.10</w:t>
      </w:r>
      <w:bookmarkStart w:id="0" w:name="_GoBack"/>
      <w:bookmarkEnd w:id="0"/>
      <w:r w:rsidRPr="00773010">
        <w:rPr>
          <w:rFonts w:eastAsia="Times New Roman"/>
          <w:b/>
          <w:lang w:val="bg-BG"/>
        </w:rPr>
        <w:t>.2023г.</w:t>
      </w:r>
    </w:p>
    <w:p w14:paraId="5965C515" w14:textId="2FFD7922" w:rsidR="00773010" w:rsidRDefault="00773010" w:rsidP="00773010">
      <w:pPr>
        <w:spacing w:line="276" w:lineRule="auto"/>
        <w:jc w:val="center"/>
        <w:rPr>
          <w:rFonts w:eastAsia="Times New Roman"/>
          <w:b/>
          <w:lang w:val="bg-BG"/>
        </w:rPr>
      </w:pPr>
      <w:r w:rsidRPr="00773010">
        <w:rPr>
          <w:rFonts w:eastAsia="Times New Roman"/>
          <w:b/>
          <w:lang w:val="bg-BG"/>
        </w:rPr>
        <w:t>гр. София</w:t>
      </w:r>
    </w:p>
    <w:p w14:paraId="2A1CE2D9" w14:textId="77777777" w:rsidR="00773010" w:rsidRPr="00773010" w:rsidRDefault="00773010" w:rsidP="00773010">
      <w:pPr>
        <w:spacing w:line="276" w:lineRule="auto"/>
        <w:jc w:val="center"/>
        <w:rPr>
          <w:rFonts w:eastAsia="Times New Roman"/>
          <w:b/>
          <w:lang w:val="bg-BG"/>
        </w:rPr>
      </w:pPr>
    </w:p>
    <w:p w14:paraId="31639020" w14:textId="572CA9D6" w:rsidR="004A3929" w:rsidRPr="00C40BCE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40BCE">
        <w:rPr>
          <w:lang w:val="bg-BG"/>
        </w:rPr>
        <w:t>На основание чл.</w:t>
      </w:r>
      <w:r w:rsidR="000B6ACA">
        <w:rPr>
          <w:lang w:val="bg-BG"/>
        </w:rPr>
        <w:t xml:space="preserve"> </w:t>
      </w:r>
      <w:r w:rsidRPr="00C40BCE">
        <w:rPr>
          <w:lang w:val="bg-BG"/>
        </w:rPr>
        <w:t>3, ал.</w:t>
      </w:r>
      <w:r w:rsidR="000B6ACA">
        <w:rPr>
          <w:lang w:val="bg-BG"/>
        </w:rPr>
        <w:t xml:space="preserve"> </w:t>
      </w:r>
      <w:r w:rsidRPr="00C40BCE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DB2508">
        <w:rPr>
          <w:lang w:val="bg-BG"/>
        </w:rPr>
        <w:t>обн.</w:t>
      </w:r>
      <w:r w:rsidR="00700306" w:rsidRPr="00DB2508">
        <w:rPr>
          <w:lang w:val="bg-BG"/>
        </w:rPr>
        <w:t xml:space="preserve"> </w:t>
      </w:r>
      <w:r w:rsidRPr="00DB2508">
        <w:rPr>
          <w:lang w:val="bg-BG"/>
        </w:rPr>
        <w:t>ДВ, бр.</w:t>
      </w:r>
      <w:r w:rsidR="005F55A1" w:rsidRPr="00DB2508">
        <w:rPr>
          <w:lang w:val="bg-BG"/>
        </w:rPr>
        <w:t xml:space="preserve"> </w:t>
      </w:r>
      <w:r w:rsidRPr="00DB2508">
        <w:rPr>
          <w:lang w:val="bg-BG"/>
        </w:rPr>
        <w:t>7/26.01.2010г., посл. изм. ДВ</w:t>
      </w:r>
      <w:bookmarkStart w:id="1" w:name="_Hlk83647061"/>
      <w:r w:rsidRPr="00DB2508">
        <w:rPr>
          <w:lang w:val="bg-BG"/>
        </w:rPr>
        <w:t xml:space="preserve">, </w:t>
      </w:r>
      <w:bookmarkStart w:id="2" w:name="_Hlk83647891"/>
      <w:r w:rsidRPr="00DB2508">
        <w:rPr>
          <w:lang w:val="bg-BG"/>
        </w:rPr>
        <w:t xml:space="preserve">бр. </w:t>
      </w:r>
      <w:bookmarkStart w:id="3" w:name="OLE_LINK4"/>
      <w:bookmarkStart w:id="4" w:name="OLE_LINK5"/>
      <w:bookmarkStart w:id="5" w:name="OLE_LINK6"/>
      <w:r w:rsidRPr="00DB2508">
        <w:rPr>
          <w:lang w:val="bg-BG"/>
        </w:rPr>
        <w:t xml:space="preserve">41 от 03 </w:t>
      </w:r>
      <w:bookmarkEnd w:id="3"/>
      <w:bookmarkEnd w:id="4"/>
      <w:bookmarkEnd w:id="5"/>
      <w:r w:rsidRPr="00DB2508">
        <w:rPr>
          <w:lang w:val="bg-BG"/>
        </w:rPr>
        <w:t xml:space="preserve">юни 2022 г., </w:t>
      </w:r>
      <w:bookmarkEnd w:id="1"/>
      <w:bookmarkEnd w:id="2"/>
      <w:r w:rsidRPr="00DB2508">
        <w:rPr>
          <w:lang w:val="bg-BG"/>
        </w:rPr>
        <w:t>чл.</w:t>
      </w:r>
      <w:r w:rsidR="00700306" w:rsidRPr="00DB2508">
        <w:rPr>
          <w:lang w:val="bg-BG"/>
        </w:rPr>
        <w:t xml:space="preserve"> </w:t>
      </w:r>
      <w:r w:rsidRPr="00DB2508">
        <w:rPr>
          <w:lang w:val="bg-BG"/>
        </w:rPr>
        <w:t>37в, ал.</w:t>
      </w:r>
      <w:r w:rsidR="00700306" w:rsidRPr="00DB2508">
        <w:rPr>
          <w:lang w:val="bg-BG"/>
        </w:rPr>
        <w:t xml:space="preserve"> </w:t>
      </w:r>
      <w:r w:rsidRPr="00DB2508">
        <w:rPr>
          <w:lang w:val="bg-BG"/>
        </w:rPr>
        <w:t>4 от Закона</w:t>
      </w:r>
      <w:r w:rsidRPr="00C40BCE">
        <w:rPr>
          <w:lang w:val="bg-BG"/>
        </w:rPr>
        <w:t xml:space="preserve"> за собствеността и ползването на земеделските земи /ЗСПЗЗ/, чл.</w:t>
      </w:r>
      <w:r w:rsidR="00700306">
        <w:rPr>
          <w:lang w:val="bg-BG"/>
        </w:rPr>
        <w:t xml:space="preserve"> </w:t>
      </w:r>
      <w:r w:rsidRPr="00C40BCE">
        <w:rPr>
          <w:lang w:val="bg-BG"/>
        </w:rPr>
        <w:t>75а от Правилника за прилагане на ЗСПЗЗ и във връзка с доклад</w:t>
      </w:r>
      <w:r w:rsidR="0072618C" w:rsidRPr="00C40BCE">
        <w:rPr>
          <w:lang w:val="bg-BG"/>
        </w:rPr>
        <w:t>на на началника на ОСЗ</w:t>
      </w:r>
      <w:r w:rsidR="000D68D9">
        <w:rPr>
          <w:lang w:val="bg-BG"/>
        </w:rPr>
        <w:t xml:space="preserve"> -</w:t>
      </w:r>
      <w:r w:rsidR="0072618C" w:rsidRPr="00C40BCE">
        <w:rPr>
          <w:lang w:val="bg-BG"/>
        </w:rPr>
        <w:t xml:space="preserve"> гр. </w:t>
      </w:r>
      <w:r w:rsidR="005F55A1">
        <w:rPr>
          <w:lang w:val="bg-BG"/>
        </w:rPr>
        <w:t>Самоков</w:t>
      </w:r>
      <w:r w:rsidR="00773010">
        <w:rPr>
          <w:lang w:val="bg-BG"/>
        </w:rPr>
        <w:t xml:space="preserve"> с изх. № ПО-09-3817-4</w:t>
      </w:r>
      <w:r w:rsidR="00496CCE">
        <w:rPr>
          <w:lang w:val="bg-BG"/>
        </w:rPr>
        <w:t>/</w:t>
      </w:r>
      <w:r w:rsidR="00773010">
        <w:rPr>
          <w:lang w:val="bg-BG"/>
        </w:rPr>
        <w:t>16</w:t>
      </w:r>
      <w:r w:rsidR="0072618C" w:rsidRPr="00C40BCE">
        <w:rPr>
          <w:lang w:val="bg-BG"/>
        </w:rPr>
        <w:t>.</w:t>
      </w:r>
      <w:r w:rsidR="00E724C9">
        <w:rPr>
          <w:lang w:val="bg-BG"/>
        </w:rPr>
        <w:t>10</w:t>
      </w:r>
      <w:r w:rsidR="00773010">
        <w:rPr>
          <w:lang w:val="bg-BG"/>
        </w:rPr>
        <w:t>.2023</w:t>
      </w:r>
      <w:r w:rsidR="0072618C" w:rsidRPr="00C40BCE">
        <w:rPr>
          <w:lang w:val="bg-BG"/>
        </w:rPr>
        <w:t xml:space="preserve"> г. и</w:t>
      </w:r>
      <w:r w:rsidRPr="00C40BCE">
        <w:rPr>
          <w:lang w:val="bg-BG"/>
        </w:rPr>
        <w:t xml:space="preserve"> </w:t>
      </w:r>
      <w:r w:rsidR="0072618C" w:rsidRPr="00C40BCE">
        <w:rPr>
          <w:lang w:val="bg-BG"/>
        </w:rPr>
        <w:t xml:space="preserve">във </w:t>
      </w:r>
      <w:r w:rsidR="005B59F7">
        <w:rPr>
          <w:lang w:val="bg-BG"/>
        </w:rPr>
        <w:t>връзка с чл</w:t>
      </w:r>
      <w:r w:rsidR="005B59F7" w:rsidRPr="006437EE">
        <w:rPr>
          <w:lang w:val="bg-BG"/>
        </w:rPr>
        <w:t>. 62</w:t>
      </w:r>
      <w:r w:rsidR="00725595" w:rsidRPr="006437EE">
        <w:rPr>
          <w:lang w:val="bg-BG"/>
        </w:rPr>
        <w:t xml:space="preserve">, </w:t>
      </w:r>
      <w:r w:rsidR="006437EE">
        <w:rPr>
          <w:lang w:val="bg-BG"/>
        </w:rPr>
        <w:t>ал. 1</w:t>
      </w:r>
      <w:r w:rsidR="005B59F7" w:rsidRPr="006437EE">
        <w:rPr>
          <w:lang w:val="bg-BG"/>
        </w:rPr>
        <w:t xml:space="preserve"> от АПК</w:t>
      </w:r>
      <w:r w:rsidR="005B59F7">
        <w:rPr>
          <w:lang w:val="bg-BG"/>
        </w:rPr>
        <w:t xml:space="preserve"> за отстраняване на очевидна фактическа грешка</w:t>
      </w:r>
      <w:r w:rsidR="00717C18">
        <w:rPr>
          <w:lang w:val="bg-BG"/>
        </w:rPr>
        <w:t>, състояща се в това, че са включени и</w:t>
      </w:r>
      <w:r w:rsidR="00D57611">
        <w:rPr>
          <w:lang w:val="bg-BG"/>
        </w:rPr>
        <w:t>моти попадащи в разпоредбата</w:t>
      </w:r>
      <w:r w:rsidR="00B719D1">
        <w:rPr>
          <w:lang w:val="bg-BG"/>
        </w:rPr>
        <w:t xml:space="preserve"> </w:t>
      </w:r>
      <w:r w:rsidR="00D57611">
        <w:rPr>
          <w:lang w:val="bg-BG"/>
        </w:rPr>
        <w:t xml:space="preserve">на </w:t>
      </w:r>
      <w:r w:rsidR="00B719D1">
        <w:rPr>
          <w:lang w:val="bg-BG"/>
        </w:rPr>
        <w:t>чл.</w:t>
      </w:r>
      <w:r w:rsidR="000230D4">
        <w:rPr>
          <w:lang w:val="bg-BG"/>
        </w:rPr>
        <w:t xml:space="preserve"> </w:t>
      </w:r>
      <w:r w:rsidR="00B719D1">
        <w:rPr>
          <w:lang w:val="bg-BG"/>
        </w:rPr>
        <w:t>37в, ал. 16 от ЗСПЗЗ</w:t>
      </w:r>
    </w:p>
    <w:p w14:paraId="3957F2DB" w14:textId="77777777" w:rsidR="00034F6D" w:rsidRPr="00C40BCE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51A3DEFE" w:rsidR="008F3A6E" w:rsidRDefault="00C41B72" w:rsidP="005E5F37">
      <w:pPr>
        <w:ind w:left="2160" w:firstLine="720"/>
        <w:jc w:val="both"/>
        <w:rPr>
          <w:lang w:val="bg-BG"/>
        </w:rPr>
      </w:pPr>
      <w:r w:rsidRPr="00C40BCE">
        <w:rPr>
          <w:b/>
          <w:lang w:val="bg-BG"/>
        </w:rPr>
        <w:t xml:space="preserve">   </w:t>
      </w:r>
      <w:r w:rsidR="0058230C" w:rsidRPr="00C40BCE">
        <w:rPr>
          <w:b/>
          <w:lang w:val="bg-BG"/>
        </w:rPr>
        <w:t xml:space="preserve">   </w:t>
      </w:r>
      <w:r w:rsidR="003813FC" w:rsidRPr="00C40BCE">
        <w:rPr>
          <w:b/>
          <w:lang w:val="bg-BG"/>
        </w:rPr>
        <w:t xml:space="preserve">   </w:t>
      </w:r>
      <w:r w:rsidR="0072618C" w:rsidRPr="00C40BCE">
        <w:rPr>
          <w:b/>
          <w:lang w:val="bg-BG"/>
        </w:rPr>
        <w:t>ИЗМЕНЯМ</w:t>
      </w:r>
      <w:r w:rsidR="00463733" w:rsidRPr="00C40BCE">
        <w:rPr>
          <w:lang w:val="bg-BG"/>
        </w:rPr>
        <w:t>:</w:t>
      </w:r>
    </w:p>
    <w:p w14:paraId="136EA053" w14:textId="77777777" w:rsidR="00E33AAE" w:rsidRPr="00C40BCE" w:rsidRDefault="00E33AAE" w:rsidP="005E5F37">
      <w:pPr>
        <w:ind w:left="2160" w:firstLine="720"/>
        <w:jc w:val="both"/>
        <w:rPr>
          <w:lang w:val="bg-BG"/>
        </w:rPr>
      </w:pPr>
    </w:p>
    <w:p w14:paraId="7E1BBC8F" w14:textId="0105AEE3" w:rsidR="00717C18" w:rsidRPr="00717C18" w:rsidRDefault="0072618C" w:rsidP="00006CF9">
      <w:pPr>
        <w:pStyle w:val="af0"/>
        <w:numPr>
          <w:ilvl w:val="0"/>
          <w:numId w:val="12"/>
        </w:numPr>
        <w:ind w:left="851" w:hanging="284"/>
        <w:jc w:val="both"/>
        <w:rPr>
          <w:rFonts w:eastAsia="Times New Roman"/>
          <w:lang w:val="ru-RU" w:eastAsia="bg-BG"/>
        </w:rPr>
      </w:pPr>
      <w:r w:rsidRPr="00717C18">
        <w:rPr>
          <w:b/>
          <w:lang w:val="bg-BG"/>
        </w:rPr>
        <w:t>З</w:t>
      </w:r>
      <w:r w:rsidR="00531657" w:rsidRPr="00717C18">
        <w:rPr>
          <w:b/>
          <w:lang w:val="bg-BG"/>
        </w:rPr>
        <w:t>а</w:t>
      </w:r>
      <w:r w:rsidRPr="00717C18">
        <w:rPr>
          <w:b/>
          <w:lang w:val="bg-BG"/>
        </w:rPr>
        <w:t>п</w:t>
      </w:r>
      <w:r w:rsidR="00531657" w:rsidRPr="00717C18">
        <w:rPr>
          <w:b/>
          <w:lang w:val="bg-BG"/>
        </w:rPr>
        <w:t>о</w:t>
      </w:r>
      <w:r w:rsidR="00773010" w:rsidRPr="00717C18">
        <w:rPr>
          <w:b/>
          <w:lang w:val="bg-BG"/>
        </w:rPr>
        <w:t>вед № ПО-09-3817-3/28.09.2023г</w:t>
      </w:r>
      <w:r w:rsidRPr="00717C18">
        <w:rPr>
          <w:b/>
          <w:lang w:val="bg-BG"/>
        </w:rPr>
        <w:t>.</w:t>
      </w:r>
      <w:r w:rsidR="004138DA" w:rsidRPr="00717C18">
        <w:rPr>
          <w:b/>
          <w:lang w:val="bg-BG"/>
        </w:rPr>
        <w:t xml:space="preserve"> заедно с Приложение № 1 към нея</w:t>
      </w:r>
      <w:r w:rsidRPr="00717C18">
        <w:rPr>
          <w:lang w:val="bg-BG"/>
        </w:rPr>
        <w:t xml:space="preserve"> за доброволно споразумение за орна земя за землището на с. </w:t>
      </w:r>
      <w:r w:rsidR="00773010" w:rsidRPr="00717C18">
        <w:rPr>
          <w:lang w:val="bg-BG"/>
        </w:rPr>
        <w:t>Поповяне</w:t>
      </w:r>
      <w:r w:rsidRPr="00717C18">
        <w:rPr>
          <w:lang w:val="bg-BG"/>
        </w:rPr>
        <w:t xml:space="preserve">, община </w:t>
      </w:r>
      <w:r w:rsidR="005F55A1" w:rsidRPr="00717C18">
        <w:rPr>
          <w:lang w:val="bg-BG"/>
        </w:rPr>
        <w:t>Самоков</w:t>
      </w:r>
      <w:r w:rsidR="00BC2EEF">
        <w:rPr>
          <w:lang w:val="bg-BG"/>
        </w:rPr>
        <w:t xml:space="preserve">, </w:t>
      </w:r>
      <w:r w:rsidR="00E724C9" w:rsidRPr="00717C18">
        <w:rPr>
          <w:rFonts w:eastAsia="Times New Roman"/>
          <w:lang w:val="bg-BG" w:eastAsia="bg-BG"/>
        </w:rPr>
        <w:t>ЕКАТТЕ 57697, област София</w:t>
      </w:r>
      <w:r w:rsidR="00717C18" w:rsidRPr="00717C18">
        <w:rPr>
          <w:rFonts w:eastAsia="Times New Roman"/>
          <w:lang w:val="ru-RU" w:eastAsia="bg-BG"/>
        </w:rPr>
        <w:t>.</w:t>
      </w:r>
    </w:p>
    <w:p w14:paraId="21AE634D" w14:textId="0765C622" w:rsidR="00FB07D5" w:rsidRDefault="00717C18" w:rsidP="00006CF9">
      <w:pPr>
        <w:pStyle w:val="af0"/>
        <w:numPr>
          <w:ilvl w:val="0"/>
          <w:numId w:val="12"/>
        </w:numPr>
        <w:ind w:left="851" w:hanging="284"/>
        <w:jc w:val="both"/>
        <w:rPr>
          <w:b/>
          <w:lang w:val="bg-BG"/>
        </w:rPr>
      </w:pPr>
      <w:r>
        <w:rPr>
          <w:lang w:val="bg-BG"/>
        </w:rPr>
        <w:t>И</w:t>
      </w:r>
      <w:r w:rsidR="005F55A1" w:rsidRPr="00717C18">
        <w:rPr>
          <w:lang w:val="bg-BG"/>
        </w:rPr>
        <w:t>мот</w:t>
      </w:r>
      <w:r w:rsidR="00773010" w:rsidRPr="00717C18">
        <w:rPr>
          <w:lang w:val="bg-BG"/>
        </w:rPr>
        <w:t>и</w:t>
      </w:r>
      <w:r w:rsidR="002A7061" w:rsidRPr="00717C18">
        <w:rPr>
          <w:lang w:val="bg-BG"/>
        </w:rPr>
        <w:t>те, които попадат под разпоредбата</w:t>
      </w:r>
      <w:r w:rsidR="00496CCE" w:rsidRPr="00717C18">
        <w:rPr>
          <w:lang w:val="bg-BG"/>
        </w:rPr>
        <w:t xml:space="preserve"> по чл. 37в, ал. 16</w:t>
      </w:r>
      <w:r w:rsidR="005F55A1" w:rsidRPr="00717C18">
        <w:rPr>
          <w:lang w:val="bg-BG"/>
        </w:rPr>
        <w:t xml:space="preserve"> от ЗСПЗЗ,</w:t>
      </w:r>
      <w:r w:rsidR="006437EE" w:rsidRPr="00717C18">
        <w:rPr>
          <w:lang w:val="bg-BG"/>
        </w:rPr>
        <w:t xml:space="preserve"> </w:t>
      </w:r>
      <w:r w:rsidR="006437EE" w:rsidRPr="00717C18">
        <w:rPr>
          <w:b/>
          <w:lang w:val="bg-BG"/>
        </w:rPr>
        <w:t>отпадат</w:t>
      </w:r>
      <w:r w:rsidR="00496CCE" w:rsidRPr="00717C18">
        <w:rPr>
          <w:lang w:val="bg-BG"/>
        </w:rPr>
        <w:t xml:space="preserve"> от </w:t>
      </w:r>
      <w:r w:rsidR="00496CCE" w:rsidRPr="00717C18">
        <w:rPr>
          <w:b/>
          <w:lang w:val="bg-BG"/>
        </w:rPr>
        <w:t>Приложение № 1</w:t>
      </w:r>
      <w:r w:rsidR="00496CCE" w:rsidRPr="00717C18">
        <w:rPr>
          <w:lang w:val="bg-BG"/>
        </w:rPr>
        <w:t xml:space="preserve"> към Заповед </w:t>
      </w:r>
      <w:r w:rsidR="00496CCE" w:rsidRPr="00717C18">
        <w:rPr>
          <w:b/>
          <w:lang w:val="bg-BG"/>
        </w:rPr>
        <w:t>№ ПО-09-3817-3/28.09.2023 г.</w:t>
      </w:r>
      <w:r w:rsidR="00EB39B4" w:rsidRPr="00717C18">
        <w:rPr>
          <w:b/>
          <w:lang w:val="bg-BG"/>
        </w:rPr>
        <w:t>,</w:t>
      </w:r>
      <w:r w:rsidR="0072618C" w:rsidRPr="00717C18">
        <w:rPr>
          <w:lang w:val="bg-BG"/>
        </w:rPr>
        <w:t xml:space="preserve"> </w:t>
      </w:r>
      <w:r w:rsidR="0072618C" w:rsidRPr="00717C18">
        <w:rPr>
          <w:b/>
          <w:lang w:val="bg-BG"/>
        </w:rPr>
        <w:t>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850"/>
        <w:gridCol w:w="851"/>
        <w:gridCol w:w="850"/>
        <w:gridCol w:w="993"/>
        <w:gridCol w:w="1559"/>
      </w:tblGrid>
      <w:tr w:rsidR="00CC13FB" w:rsidRPr="00DB2508" w14:paraId="041D013A" w14:textId="77777777" w:rsidTr="00DB2508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C2557" w14:textId="131DE9C4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ПОЛЗВАТЕЛ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17C3A" w14:textId="25D33470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7C690" w14:textId="4687C1F5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96824" w14:textId="70A7C8E1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ИМОТ ПО ЧЛ. 37В, АЛ. 3, Т. 2 ОТ ЗСПЗЗ</w:t>
            </w:r>
          </w:p>
        </w:tc>
      </w:tr>
      <w:tr w:rsidR="00CC13FB" w:rsidRPr="00DB2508" w14:paraId="17C55BE9" w14:textId="77777777" w:rsidTr="00DB2508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4C0D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80AB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F26C7" w14:textId="736A014C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EF9184" w14:textId="2F9555A0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E2AAD" w14:textId="723F036E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811C0" w14:textId="4A4EEA86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DE9F6" w14:textId="0CD4D0F4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8"/>
                <w:lang w:val="bg-BG"/>
              </w:rPr>
            </w:pPr>
            <w:r w:rsidRPr="00CC13FB">
              <w:rPr>
                <w:b/>
                <w:bCs/>
                <w:sz w:val="14"/>
                <w:szCs w:val="18"/>
                <w:lang w:val="bg-BG"/>
              </w:rPr>
              <w:t>ДЪЛЖИМО РЕНТНО ПЛАЩАНЕ В ЛВ.</w:t>
            </w:r>
          </w:p>
        </w:tc>
      </w:tr>
      <w:tr w:rsidR="00CC13FB" w:rsidRPr="00CC13FB" w14:paraId="70829CA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63AF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4E6B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8F2FD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2A8B7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36328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399.483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3CF8C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1FAED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1.25</w:t>
            </w:r>
          </w:p>
        </w:tc>
      </w:tr>
      <w:tr w:rsidR="00CC13FB" w:rsidRPr="00CC13FB" w14:paraId="38E52DE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C0C83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CE21D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F483C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713BB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0DD3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412.77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87CDC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1.836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EE9C0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20.20</w:t>
            </w:r>
          </w:p>
        </w:tc>
      </w:tr>
      <w:tr w:rsidR="00CC13FB" w:rsidRPr="00CC13FB" w14:paraId="116E6EA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1FFEC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7E8AD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A10C7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67C0B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5A03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412.590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454B8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7011F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16.28</w:t>
            </w:r>
          </w:p>
        </w:tc>
      </w:tr>
      <w:tr w:rsidR="00CC13FB" w:rsidRPr="00CC13FB" w14:paraId="3CBBDC2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98A7E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6F41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2E0F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40FA2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E821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412.77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4D7E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088AA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7.24</w:t>
            </w:r>
          </w:p>
        </w:tc>
      </w:tr>
      <w:tr w:rsidR="00CC13FB" w:rsidRPr="00CC13FB" w14:paraId="2918BFE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F949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76B6E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54705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65EB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17EF5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239.694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4577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0F115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3.24</w:t>
            </w:r>
          </w:p>
        </w:tc>
      </w:tr>
      <w:tr w:rsidR="00CC13FB" w:rsidRPr="00CC13FB" w14:paraId="243D133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86A21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"БЛУБЕРИ ПЛАНТ"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05F7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04D3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40381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B4F2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239.52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B95D5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3E909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1.41</w:t>
            </w:r>
          </w:p>
        </w:tc>
      </w:tr>
      <w:tr w:rsidR="00CC13FB" w:rsidRPr="00CC13FB" w14:paraId="511D177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163D0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311E6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6800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E8195A" w14:textId="5F1C05AE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2145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84395E" w14:textId="377F6F7E" w:rsidR="00CC13FB" w:rsidRPr="00CC13FB" w:rsidRDefault="00DA6EAF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4.510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997B54" w14:textId="2541EF9C" w:rsidR="00CC13FB" w:rsidRPr="00CC13FB" w:rsidRDefault="00EC1132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49.</w:t>
            </w:r>
            <w:r w:rsidR="00771927">
              <w:rPr>
                <w:b/>
                <w:bCs/>
                <w:sz w:val="18"/>
                <w:szCs w:val="18"/>
                <w:lang w:val="bg-BG"/>
              </w:rPr>
              <w:t>62</w:t>
            </w:r>
            <w:r w:rsidR="00CC13FB"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</w:tr>
      <w:tr w:rsidR="00CC13FB" w:rsidRPr="00CC13FB" w14:paraId="698C955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1AE54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DBEBC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F20B1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A02F5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443F0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890.889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3281C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3.396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A881E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37.36</w:t>
            </w:r>
          </w:p>
        </w:tc>
      </w:tr>
      <w:tr w:rsidR="00CC13FB" w:rsidRPr="00CC13FB" w14:paraId="38DBE78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4A4FA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DF593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6F7E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58ED6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B98743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13.503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B0309C" w14:textId="454BE6F1" w:rsidR="00CC13FB" w:rsidRPr="00CC13FB" w:rsidRDefault="00DA6EAF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6.093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45B275" w14:textId="0F383BF8" w:rsidR="00CC13FB" w:rsidRPr="00CC13FB" w:rsidRDefault="00DA6EAF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67.03</w:t>
            </w:r>
          </w:p>
        </w:tc>
      </w:tr>
      <w:tr w:rsidR="00CC13FB" w:rsidRPr="00CC13FB" w14:paraId="1349C8D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4EFD2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521DA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4865C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74B85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D1AF6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483.536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4330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BBAF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45.73</w:t>
            </w:r>
          </w:p>
        </w:tc>
      </w:tr>
      <w:tr w:rsidR="00CC13FB" w:rsidRPr="00CC13FB" w14:paraId="5041009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AB21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3F37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35EC3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B4769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35581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80514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3.619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BAE7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39.80</w:t>
            </w:r>
          </w:p>
        </w:tc>
      </w:tr>
      <w:tr w:rsidR="00CC13FB" w:rsidRPr="00CC13FB" w14:paraId="22CE8B6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C0EF3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A5A7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0D80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0BDC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124AC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500.538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CCAB5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3.154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D4D3C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34.70</w:t>
            </w:r>
          </w:p>
        </w:tc>
      </w:tr>
      <w:tr w:rsidR="00CC13FB" w:rsidRPr="00CC13FB" w14:paraId="07AFCF1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C7F61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37D4B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E8A24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A6A5A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2D0CE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0548D3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BBA4D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12.08</w:t>
            </w:r>
          </w:p>
        </w:tc>
      </w:tr>
      <w:tr w:rsidR="00CC13FB" w:rsidRPr="00CC13FB" w14:paraId="46ADA67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A81F9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D097D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5E88C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B2C49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2C9D7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20.500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A192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6DFDC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11.22</w:t>
            </w:r>
          </w:p>
        </w:tc>
      </w:tr>
      <w:tr w:rsidR="00CC13FB" w:rsidRPr="00CC13FB" w14:paraId="666FCB5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D70D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260B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82E7E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06B42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3AEB7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516.670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688BF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2.873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CDC0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31.60</w:t>
            </w:r>
          </w:p>
        </w:tc>
      </w:tr>
      <w:tr w:rsidR="00CC13FB" w:rsidRPr="00CC13FB" w14:paraId="1663ED7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D7E6A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B9452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9FB0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3E5BB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850891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519.101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A71D0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10824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29.68</w:t>
            </w:r>
          </w:p>
        </w:tc>
      </w:tr>
      <w:tr w:rsidR="00CC13FB" w:rsidRPr="00CC13FB" w14:paraId="46E6B754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999CC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1FB6F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BAD83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051EC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79A0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534.122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0055C0" w14:textId="0D89132A" w:rsidR="00CC13FB" w:rsidRPr="00CC13FB" w:rsidRDefault="00EC1132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2.954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E658BA" w14:textId="63B1358E" w:rsidR="00CC13FB" w:rsidRPr="00CC13FB" w:rsidRDefault="00EC1132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32.50</w:t>
            </w:r>
          </w:p>
        </w:tc>
      </w:tr>
      <w:tr w:rsidR="00CC13FB" w:rsidRPr="00CC13FB" w14:paraId="13FCE4F4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13F09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020AA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607AA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4EDA9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23F4D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522.703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73F7B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2.084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F27EF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22.92</w:t>
            </w:r>
          </w:p>
        </w:tc>
      </w:tr>
      <w:tr w:rsidR="00CC13FB" w:rsidRPr="00CC13FB" w14:paraId="7328359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E832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EE7AA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E4799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1A5C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4EB92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519.102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23189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1.334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723A0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14.67</w:t>
            </w:r>
          </w:p>
        </w:tc>
      </w:tr>
      <w:tr w:rsidR="00CC13FB" w:rsidRPr="00CC13FB" w14:paraId="4D3F073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9BE98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5A8F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336E7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2293A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86D9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519.100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5355C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0D74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9.73</w:t>
            </w:r>
          </w:p>
        </w:tc>
      </w:tr>
      <w:tr w:rsidR="00CC13FB" w:rsidRPr="00CC13FB" w14:paraId="4D0BC93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04CFE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A996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F06F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00313C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1A39B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850.19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260B5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2.559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8CB5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28.15</w:t>
            </w:r>
          </w:p>
        </w:tc>
      </w:tr>
      <w:tr w:rsidR="00CC13FB" w:rsidRPr="00CC13FB" w14:paraId="6101163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33DE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DDA8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8E65A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DF26D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E1D82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829.838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2E26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1.739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76074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19.13</w:t>
            </w:r>
          </w:p>
        </w:tc>
      </w:tr>
      <w:tr w:rsidR="00CC13FB" w:rsidRPr="00CC13FB" w14:paraId="3770186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BF02E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DED1C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2276D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3511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E3E8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523.27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6C48F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1.922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38A07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21.14</w:t>
            </w:r>
          </w:p>
        </w:tc>
      </w:tr>
      <w:tr w:rsidR="00CC13FB" w:rsidRPr="00CC13FB" w14:paraId="2141B7A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64B2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20FA9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39889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3A8CC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37B2C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494.100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D1E8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5.622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CEE55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61.84</w:t>
            </w:r>
          </w:p>
        </w:tc>
      </w:tr>
      <w:tr w:rsidR="00CC13FB" w:rsidRPr="00CC13FB" w14:paraId="05CEC90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2EE86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9722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15080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E21D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8FEED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494.102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CA547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1759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12.64</w:t>
            </w:r>
          </w:p>
        </w:tc>
      </w:tr>
      <w:tr w:rsidR="00CC13FB" w:rsidRPr="00CC13FB" w14:paraId="69BAD03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01B80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FDB2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BFFB5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1944C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700B2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439.76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691CC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2.821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C80F1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31.04</w:t>
            </w:r>
          </w:p>
        </w:tc>
      </w:tr>
      <w:tr w:rsidR="00CC13FB" w:rsidRPr="00CC13FB" w14:paraId="2E36C17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D2C43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BE63F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0D1F5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774F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33A7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447.448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C097F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2.017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92864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22.19</w:t>
            </w:r>
          </w:p>
        </w:tc>
      </w:tr>
      <w:tr w:rsidR="00CC13FB" w:rsidRPr="00CC13FB" w14:paraId="520230F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A9B4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8CAE6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0B3B4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EEADF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9406DD" w14:textId="5E48EB1B" w:rsidR="00CC13FB" w:rsidRPr="00CC13FB" w:rsidRDefault="004F0D1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439.78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D81FFC" w14:textId="7A9A13A1" w:rsidR="00CC13FB" w:rsidRPr="00CC13FB" w:rsidRDefault="004F0D1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1.669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4FB5E8" w14:textId="2CFF5090" w:rsidR="00CC13FB" w:rsidRPr="00CC13FB" w:rsidRDefault="004F0D1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18.36</w:t>
            </w:r>
          </w:p>
        </w:tc>
      </w:tr>
      <w:tr w:rsidR="00CC13FB" w:rsidRPr="00CC13FB" w14:paraId="11959F3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1D499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9D529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7552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E334B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69CA5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84234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4A330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3.48</w:t>
            </w:r>
          </w:p>
        </w:tc>
      </w:tr>
      <w:tr w:rsidR="00CC13FB" w:rsidRPr="00CC13FB" w14:paraId="089B2BE4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0ACA5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023E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24CA3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6E29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4C08E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600.847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FE2D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1.513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1AFE5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16.64</w:t>
            </w:r>
          </w:p>
        </w:tc>
      </w:tr>
      <w:tr w:rsidR="00CC13FB" w:rsidRPr="00CC13FB" w14:paraId="226A350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EF81B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АГРОЛОДЖИК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50836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CCECA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A01A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15A02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601.834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ADA9D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59ADB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6.09</w:t>
            </w:r>
          </w:p>
        </w:tc>
      </w:tr>
      <w:tr w:rsidR="00CC13FB" w:rsidRPr="00CC13FB" w14:paraId="07F3F85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81F8F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38A2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C0C30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05D7A7" w14:textId="2BD46FB8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2EF6C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BE640C" w14:textId="1DA2C1F4" w:rsidR="00CC13FB" w:rsidRPr="00CC13FB" w:rsidRDefault="00FB3E57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57.247</w:t>
            </w:r>
            <w:r w:rsidR="00CC13FB"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F10F0D5" w14:textId="4BDAD0B7" w:rsidR="00CC13FB" w:rsidRPr="00FB3E57" w:rsidRDefault="00FB3E57" w:rsidP="00630C2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FB3E57">
              <w:rPr>
                <w:b/>
                <w:sz w:val="18"/>
                <w:szCs w:val="18"/>
                <w:lang w:val="bg-BG"/>
              </w:rPr>
              <w:t>629.72</w:t>
            </w:r>
          </w:p>
        </w:tc>
      </w:tr>
      <w:tr w:rsidR="00CC13FB" w:rsidRPr="00CC13FB" w14:paraId="4D14F02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8BF19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BFCD4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31EE3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8C5EE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2213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172.182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63013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31F1C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3.28</w:t>
            </w:r>
          </w:p>
        </w:tc>
      </w:tr>
      <w:tr w:rsidR="00CC13FB" w:rsidRPr="00CC13FB" w14:paraId="19F813E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4DDC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23A11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E6C3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F1380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0042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08261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2.275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AB701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25.03</w:t>
            </w:r>
          </w:p>
        </w:tc>
      </w:tr>
      <w:tr w:rsidR="00CC13FB" w:rsidRPr="00CC13FB" w14:paraId="4DDB17E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1F32F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F32F9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7538A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0B2A2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5BBDB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8A79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74BF4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3.81</w:t>
            </w:r>
          </w:p>
        </w:tc>
      </w:tr>
      <w:tr w:rsidR="00CC13FB" w:rsidRPr="00CC13FB" w14:paraId="045B311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31D91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61C9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77646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53BF4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DDC3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569.77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AB28A0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6719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3.67</w:t>
            </w:r>
          </w:p>
        </w:tc>
      </w:tr>
      <w:tr w:rsidR="00CC13FB" w:rsidRPr="00CC13FB" w14:paraId="5565752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77AAB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DCA9A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6686C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4E335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14C5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388.509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DA8C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50CA1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11.72</w:t>
            </w:r>
          </w:p>
        </w:tc>
      </w:tr>
      <w:tr w:rsidR="00CC13FB" w:rsidRPr="00CC13FB" w14:paraId="1F3265B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4D08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42755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9C484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8D6B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6A0D7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190.39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94759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6FDB0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16.52</w:t>
            </w:r>
          </w:p>
        </w:tc>
      </w:tr>
      <w:tr w:rsidR="00CC13FB" w:rsidRPr="00CC13FB" w14:paraId="690BAB4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753D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BD9DA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4569C2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B0BD9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65F94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199.165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193E8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80DF8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5.98</w:t>
            </w:r>
          </w:p>
        </w:tc>
      </w:tr>
      <w:tr w:rsidR="00CC13FB" w:rsidRPr="00CC13FB" w14:paraId="7F2668E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B7E62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05CBB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664D3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9ACB6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E355F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175.152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651D4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1FEF2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3.60</w:t>
            </w:r>
          </w:p>
        </w:tc>
      </w:tr>
      <w:tr w:rsidR="00CC13FB" w:rsidRPr="00CC13FB" w14:paraId="62DCE97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937FE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9E588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B6C88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3881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D5480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248.256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39532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93860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12.77</w:t>
            </w:r>
          </w:p>
        </w:tc>
      </w:tr>
      <w:tr w:rsidR="00CC13FB" w:rsidRPr="00CC13FB" w14:paraId="520262A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F4ADA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B6C7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0E29D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681D9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44B0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418A7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69C6F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11.32</w:t>
            </w:r>
          </w:p>
        </w:tc>
      </w:tr>
      <w:tr w:rsidR="00CC13FB" w:rsidRPr="00CC13FB" w14:paraId="2B50F54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9026C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2C21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FC75C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3FBBA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0E8D0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248.53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945D29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AD8EE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1.86</w:t>
            </w:r>
          </w:p>
        </w:tc>
      </w:tr>
      <w:tr w:rsidR="00CC13FB" w:rsidRPr="00CC13FB" w14:paraId="005190D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DECD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АНТОН ИЛИЕВ ДОГАЗАНОВ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7FB65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8322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E02A4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C2BE9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434.520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163D6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3EB27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7.05</w:t>
            </w:r>
          </w:p>
        </w:tc>
      </w:tr>
      <w:tr w:rsidR="00CC13FB" w:rsidRPr="00CC13FB" w14:paraId="72459CF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2D78F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87930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F208E4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EFECA5A" w14:textId="3B900151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A5BE0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770800" w14:textId="04451B6B" w:rsidR="00CC13FB" w:rsidRPr="00CC13FB" w:rsidRDefault="00FB3E57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9.69</w:t>
            </w:r>
            <w:r w:rsidR="00CC13FB"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7AC789" w14:textId="539C7AD1" w:rsidR="00CC13FB" w:rsidRPr="00CC13FB" w:rsidRDefault="00EE3975" w:rsidP="00771927">
            <w:pPr>
              <w:tabs>
                <w:tab w:val="center" w:pos="722"/>
                <w:tab w:val="right" w:pos="1445"/>
              </w:tabs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ab/>
            </w:r>
            <w:r>
              <w:rPr>
                <w:b/>
                <w:bCs/>
                <w:sz w:val="18"/>
                <w:szCs w:val="18"/>
                <w:lang w:val="bg-BG"/>
              </w:rPr>
              <w:tab/>
              <w:t>106.</w:t>
            </w:r>
            <w:r w:rsidR="00771927">
              <w:rPr>
                <w:b/>
                <w:bCs/>
                <w:sz w:val="18"/>
                <w:szCs w:val="18"/>
                <w:lang w:val="bg-BG"/>
              </w:rPr>
              <w:t>61</w:t>
            </w:r>
            <w:r w:rsidR="00CC13FB"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</w:tr>
      <w:tr w:rsidR="00CC13FB" w:rsidRPr="00CC13FB" w14:paraId="49A5C3E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A2E95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DFCC4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ACE0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2273B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BD6C1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BE7EAD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29476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6.96</w:t>
            </w:r>
          </w:p>
        </w:tc>
      </w:tr>
      <w:tr w:rsidR="00CC13FB" w:rsidRPr="00CC13FB" w14:paraId="6BE48AF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58CA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5DBE6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B5E8C4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373F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8734B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634.6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FD5CF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E35F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6.61</w:t>
            </w:r>
          </w:p>
        </w:tc>
      </w:tr>
      <w:tr w:rsidR="00CC13FB" w:rsidRPr="00CC13FB" w14:paraId="3C0B3EC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B3636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F9E3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91DC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BACCC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4EC6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354.8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12F58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619E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1.89</w:t>
            </w:r>
          </w:p>
        </w:tc>
      </w:tr>
      <w:tr w:rsidR="00CC13FB" w:rsidRPr="00CC13FB" w14:paraId="740ED03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74A97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97346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C1D69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51444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B53C3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366.343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D3334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6371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9.88</w:t>
            </w:r>
          </w:p>
        </w:tc>
      </w:tr>
      <w:tr w:rsidR="00CC13FB" w:rsidRPr="00CC13FB" w14:paraId="3D8A28E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570AD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490A1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140E2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70088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03B7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367.8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9234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F0521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1.26</w:t>
            </w:r>
          </w:p>
        </w:tc>
      </w:tr>
      <w:tr w:rsidR="00CC13FB" w:rsidRPr="00CC13FB" w14:paraId="6B64001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50ED8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B44CC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F30D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53BDA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9EF9C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410.359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E1CA0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0.958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10038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10.54</w:t>
            </w:r>
          </w:p>
        </w:tc>
      </w:tr>
      <w:tr w:rsidR="00CC13FB" w:rsidRPr="00CC13FB" w14:paraId="174183B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659A5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E02B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E2FA6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AE5AA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D97D5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410.266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BAA0196" w14:textId="50973FD4" w:rsidR="00CC13FB" w:rsidRPr="00CC13FB" w:rsidRDefault="00EE3975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0,736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0BE448" w14:textId="1D4BE1A6" w:rsidR="00CC13FB" w:rsidRPr="00CC13FB" w:rsidRDefault="00EE3975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8.10</w:t>
            </w:r>
          </w:p>
        </w:tc>
      </w:tr>
      <w:tr w:rsidR="00CC13FB" w:rsidRPr="00CC13FB" w14:paraId="3CB96C4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65AF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FC8E0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E1AB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721C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BA157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409.408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D7083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64165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5.09</w:t>
            </w:r>
          </w:p>
        </w:tc>
      </w:tr>
      <w:tr w:rsidR="00CC13FB" w:rsidRPr="00CC13FB" w14:paraId="4C42B13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7AEE5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16CC6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ABB5B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6675A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BCA1D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13.271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9ABAC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FD661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7.01</w:t>
            </w:r>
          </w:p>
        </w:tc>
      </w:tr>
      <w:tr w:rsidR="00CC13FB" w:rsidRPr="00CC13FB" w14:paraId="468FD93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944BB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28833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3DC9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7ACA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8C79BA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199.73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ABEA7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4E3D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1.77</w:t>
            </w:r>
          </w:p>
        </w:tc>
      </w:tr>
      <w:tr w:rsidR="00CC13FB" w:rsidRPr="00CC13FB" w14:paraId="35EF94B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8D42E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4CD15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08CC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B8BE4A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D0C72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546.551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73B6E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3D3A3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4.30</w:t>
            </w:r>
          </w:p>
        </w:tc>
      </w:tr>
      <w:tr w:rsidR="00CC13FB" w:rsidRPr="00CC13FB" w14:paraId="712CD36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2A166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AAAEB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FE2E0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3974B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F3ED80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F399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6426A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8.64</w:t>
            </w:r>
          </w:p>
        </w:tc>
      </w:tr>
      <w:tr w:rsidR="00CC13FB" w:rsidRPr="00CC13FB" w14:paraId="4E1B9624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B6E95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2371A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CABC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B3141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17ECE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254.431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E8860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0.934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6A9D2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10.27</w:t>
            </w:r>
          </w:p>
        </w:tc>
      </w:tr>
      <w:tr w:rsidR="00CC13FB" w:rsidRPr="00CC13FB" w14:paraId="65B9D35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5BCD0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D5593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CD4E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57DFC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30F7F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249.429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8A57F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12364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8.93</w:t>
            </w:r>
          </w:p>
        </w:tc>
      </w:tr>
      <w:tr w:rsidR="00CC13FB" w:rsidRPr="00CC13FB" w14:paraId="1DFBB03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EDCE6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1433C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1395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5027B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113F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412.590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BEC4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87635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3.39</w:t>
            </w:r>
          </w:p>
        </w:tc>
      </w:tr>
      <w:tr w:rsidR="00CC13FB" w:rsidRPr="00CC13FB" w14:paraId="340D536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A408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D854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2C62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C4B38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E278C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778.7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4A760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1.905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9F6C5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20.96</w:t>
            </w:r>
          </w:p>
        </w:tc>
      </w:tr>
      <w:tr w:rsidR="00CC13FB" w:rsidRPr="00CC13FB" w14:paraId="0CAC531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45568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16720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208A4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6567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355CE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3A056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EE011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5.12</w:t>
            </w:r>
          </w:p>
        </w:tc>
      </w:tr>
      <w:tr w:rsidR="006F71B1" w:rsidRPr="006F71B1" w14:paraId="15934C2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324C9A" w14:textId="46E3DC1E" w:rsidR="006F71B1" w:rsidRPr="00CC13FB" w:rsidRDefault="006F71B1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6F71B1">
              <w:rPr>
                <w:sz w:val="18"/>
                <w:szCs w:val="18"/>
                <w:lang w:val="bg-BG"/>
              </w:rPr>
              <w:t>АРИВА 34 ЕООД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B16A63" w14:textId="2E803D19" w:rsidR="006F71B1" w:rsidRPr="00CC13FB" w:rsidRDefault="006F71B1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6F71B1">
              <w:rPr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4B4BE1" w14:textId="77777777" w:rsidR="006F71B1" w:rsidRPr="00CC13FB" w:rsidRDefault="006F71B1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AAD080" w14:textId="77777777" w:rsidR="006F71B1" w:rsidRPr="00CC13FB" w:rsidRDefault="006F71B1" w:rsidP="006F71B1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0DAF91" w14:textId="08B4A587" w:rsidR="006F71B1" w:rsidRPr="00CC13FB" w:rsidRDefault="006F71B1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6F71B1">
              <w:rPr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152B30" w14:textId="153EDD6C" w:rsidR="006F71B1" w:rsidRPr="00CC13FB" w:rsidRDefault="006F71B1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6F71B1">
              <w:rPr>
                <w:sz w:val="18"/>
                <w:szCs w:val="18"/>
                <w:lang w:val="bg-BG"/>
              </w:rPr>
              <w:t>1.076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269E49" w14:textId="27C1469C" w:rsidR="006F71B1" w:rsidRPr="00CC13FB" w:rsidRDefault="006F71B1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6F71B1">
              <w:rPr>
                <w:sz w:val="18"/>
                <w:szCs w:val="18"/>
                <w:lang w:val="bg-BG"/>
              </w:rPr>
              <w:t>11.84</w:t>
            </w:r>
          </w:p>
        </w:tc>
      </w:tr>
      <w:tr w:rsidR="00CC13FB" w:rsidRPr="00CC13FB" w14:paraId="32F1510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FCE99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99CA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FA74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4F8BF3" w14:textId="4D3559CD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B8B3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CC4279" w14:textId="7AC76EAC" w:rsidR="00CC13FB" w:rsidRPr="00FB3E57" w:rsidRDefault="00FB3E57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FB3E57">
              <w:rPr>
                <w:b/>
                <w:sz w:val="18"/>
                <w:szCs w:val="18"/>
                <w:lang w:val="bg-BG"/>
              </w:rPr>
              <w:t>12.05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1EDC2B" w14:textId="78F7A009" w:rsidR="00CC13FB" w:rsidRPr="00FB3E57" w:rsidRDefault="006F71B1" w:rsidP="00FB3E5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FB3E57">
              <w:rPr>
                <w:b/>
                <w:sz w:val="18"/>
                <w:szCs w:val="18"/>
              </w:rPr>
              <w:t>1</w:t>
            </w:r>
            <w:r w:rsidR="00FB3E57" w:rsidRPr="00FB3E57">
              <w:rPr>
                <w:b/>
                <w:sz w:val="18"/>
                <w:szCs w:val="18"/>
                <w:lang w:val="bg-BG"/>
              </w:rPr>
              <w:t>3</w:t>
            </w:r>
            <w:r w:rsidR="00AB6A49" w:rsidRPr="00FB3E57">
              <w:rPr>
                <w:b/>
                <w:sz w:val="18"/>
                <w:szCs w:val="18"/>
                <w:lang w:val="bg-BG"/>
              </w:rPr>
              <w:t>2.</w:t>
            </w:r>
            <w:r w:rsidR="00FB3E57" w:rsidRPr="00FB3E57">
              <w:rPr>
                <w:b/>
                <w:sz w:val="18"/>
                <w:szCs w:val="18"/>
                <w:lang w:val="bg-BG"/>
              </w:rPr>
              <w:t>55</w:t>
            </w:r>
          </w:p>
        </w:tc>
      </w:tr>
      <w:tr w:rsidR="00CC13FB" w:rsidRPr="00CC13FB" w14:paraId="1F07FC1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BDAF7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0043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20563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97B0A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61C81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927.781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4531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8CE3B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12.90</w:t>
            </w:r>
          </w:p>
        </w:tc>
      </w:tr>
      <w:tr w:rsidR="00CC13FB" w:rsidRPr="00CC13FB" w14:paraId="21E9FC6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5E71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БЛАГОВЕСТ ЕМИЛОВ СТАНЧОВ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47F83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0B034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89300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036A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582.780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0E56E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28F27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10.43</w:t>
            </w:r>
          </w:p>
        </w:tc>
      </w:tr>
      <w:tr w:rsidR="00CC13FB" w:rsidRPr="00CC13FB" w14:paraId="20D614D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8487A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541CA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DB30F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F263E5" w14:textId="22CD702E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EF45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3D81ED" w14:textId="63829575" w:rsidR="00CC13FB" w:rsidRPr="00FB3E57" w:rsidRDefault="00FB3E57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FB3E57">
              <w:rPr>
                <w:b/>
                <w:sz w:val="18"/>
                <w:szCs w:val="18"/>
                <w:lang w:val="bg-BG"/>
              </w:rPr>
              <w:t>2.121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AE2BE0" w14:textId="533580E4" w:rsidR="00CC13FB" w:rsidRPr="00FB3E57" w:rsidRDefault="00AB6A49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FB3E57">
              <w:rPr>
                <w:b/>
                <w:sz w:val="18"/>
                <w:szCs w:val="18"/>
                <w:lang w:val="bg-BG"/>
              </w:rPr>
              <w:t>23.</w:t>
            </w:r>
            <w:r w:rsidR="00771927" w:rsidRPr="00FB3E57">
              <w:rPr>
                <w:b/>
                <w:sz w:val="18"/>
                <w:szCs w:val="18"/>
                <w:lang w:val="bg-BG"/>
              </w:rPr>
              <w:t>33</w:t>
            </w:r>
          </w:p>
        </w:tc>
      </w:tr>
      <w:tr w:rsidR="00CC13FB" w:rsidRPr="00CC13FB" w14:paraId="5B6F638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EADF4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84E98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FFE37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C63D0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41EF62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308.25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D55B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2CE5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4.89</w:t>
            </w:r>
          </w:p>
        </w:tc>
      </w:tr>
      <w:tr w:rsidR="00CC13FB" w:rsidRPr="00CC13FB" w14:paraId="6A3E1CC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4953C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200C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8D6DF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C044D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1CE69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308.293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9C6C81B" w14:textId="033008E1" w:rsidR="00CC13FB" w:rsidRPr="00CC13FB" w:rsidRDefault="00AB6A49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F795E4" w14:textId="52B46C1C" w:rsidR="00CC13FB" w:rsidRPr="00CC13FB" w:rsidRDefault="00AB6A49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2.54</w:t>
            </w:r>
          </w:p>
        </w:tc>
      </w:tr>
      <w:tr w:rsidR="00CC13FB" w:rsidRPr="00CC13FB" w14:paraId="4092113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E1D22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49262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4947F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5A7F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CC22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4FB3B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AE2A1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5.80</w:t>
            </w:r>
          </w:p>
        </w:tc>
      </w:tr>
      <w:tr w:rsidR="00CC13FB" w:rsidRPr="00CC13FB" w14:paraId="57B09E9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C929C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ВЛАДИМИР ГЕОРГИЕВ РОШКЕВ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54F32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006DD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83A3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266A7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CFE01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D5231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7.70</w:t>
            </w:r>
          </w:p>
        </w:tc>
      </w:tr>
      <w:tr w:rsidR="00CC13FB" w:rsidRPr="00CC13FB" w14:paraId="216EAF9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C11A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26DA5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94201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A0DBD0" w14:textId="709D9C82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1DAE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B2B878" w14:textId="394AF1C9" w:rsidR="00CC13FB" w:rsidRPr="00336DD6" w:rsidRDefault="00336DD6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336DD6">
              <w:rPr>
                <w:b/>
                <w:sz w:val="18"/>
                <w:szCs w:val="18"/>
                <w:lang w:val="bg-BG"/>
              </w:rPr>
              <w:t>1.902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5BD107" w14:textId="16D388F3" w:rsidR="00CC13FB" w:rsidRPr="00336DD6" w:rsidRDefault="00223234" w:rsidP="00223234">
            <w:pPr>
              <w:tabs>
                <w:tab w:val="left" w:pos="1182"/>
              </w:tabs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336DD6">
              <w:rPr>
                <w:b/>
                <w:sz w:val="18"/>
                <w:szCs w:val="18"/>
                <w:lang w:val="bg-BG"/>
              </w:rPr>
              <w:t>20,93</w:t>
            </w:r>
          </w:p>
        </w:tc>
      </w:tr>
      <w:tr w:rsidR="00CC13FB" w:rsidRPr="00CC13FB" w14:paraId="54B551B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52261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8C271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BC42B9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C92D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DCB17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412.76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9082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FDE13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8.16</w:t>
            </w:r>
          </w:p>
        </w:tc>
      </w:tr>
      <w:tr w:rsidR="00CC13FB" w:rsidRPr="00CC13FB" w14:paraId="7FEDEA4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0BF048" w14:textId="619BE94D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Владимир Владимиров Цинцарски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0DD31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6830D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274C6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AAD52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412.590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BFE27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5F593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3.72</w:t>
            </w:r>
          </w:p>
        </w:tc>
      </w:tr>
      <w:tr w:rsidR="00CC13FB" w:rsidRPr="00CC13FB" w14:paraId="09ACB0A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42273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E87A3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A5AA7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8A1F5B" w14:textId="4D3F46A5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E1A46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6CBBB1" w14:textId="1D237074" w:rsidR="00CC13FB" w:rsidRPr="00EE5098" w:rsidRDefault="00EE5098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EE5098">
              <w:rPr>
                <w:b/>
                <w:sz w:val="18"/>
                <w:szCs w:val="18"/>
                <w:lang w:val="bg-BG"/>
              </w:rPr>
              <w:t>1.080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693896" w14:textId="110C81F9" w:rsidR="00CC13FB" w:rsidRPr="00EE5098" w:rsidRDefault="00B014D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EE5098">
              <w:rPr>
                <w:b/>
                <w:sz w:val="18"/>
                <w:szCs w:val="18"/>
                <w:lang w:val="bg-BG"/>
              </w:rPr>
              <w:t>11.</w:t>
            </w:r>
            <w:r w:rsidR="00223234" w:rsidRPr="00EE5098">
              <w:rPr>
                <w:b/>
                <w:sz w:val="18"/>
                <w:szCs w:val="18"/>
                <w:lang w:val="bg-BG"/>
              </w:rPr>
              <w:t>88</w:t>
            </w:r>
          </w:p>
        </w:tc>
      </w:tr>
      <w:tr w:rsidR="00CC13FB" w:rsidRPr="00CC13FB" w14:paraId="6EA3EE2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02C3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019A4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882D0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33FE7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B7144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259.261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9175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55B8E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13.04</w:t>
            </w:r>
          </w:p>
        </w:tc>
      </w:tr>
      <w:tr w:rsidR="00CC13FB" w:rsidRPr="00CC13FB" w14:paraId="359F3E0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F445C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24D30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C1A7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31F42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6FC3D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981.21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B838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648DC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4.68</w:t>
            </w:r>
          </w:p>
        </w:tc>
      </w:tr>
      <w:tr w:rsidR="00CC13FB" w:rsidRPr="00CC13FB" w14:paraId="130A20D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1BFB6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89266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92A11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3AFC9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F947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567.681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3D3E4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1.379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8C223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15.16</w:t>
            </w:r>
          </w:p>
        </w:tc>
      </w:tr>
      <w:tr w:rsidR="00CC13FB" w:rsidRPr="00CC13FB" w14:paraId="2EB7713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9B28D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ГЕОРГИ ЮРИЕВ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7B355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BA5E5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C2F7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8F11D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AD2E9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E03E0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1.35</w:t>
            </w:r>
          </w:p>
        </w:tc>
      </w:tr>
      <w:tr w:rsidR="00CC13FB" w:rsidRPr="00CC13FB" w14:paraId="772AB3B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7F6E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C97E5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FFC1D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BC3BD6" w14:textId="0F8604C8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5035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1B3813" w14:textId="7C2483E0" w:rsidR="00CC13FB" w:rsidRPr="00EE5098" w:rsidRDefault="00EE5098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EE5098">
              <w:rPr>
                <w:b/>
                <w:sz w:val="18"/>
                <w:szCs w:val="18"/>
                <w:lang w:val="bg-BG"/>
              </w:rPr>
              <w:t>3.112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431934" w14:textId="58544CAB" w:rsidR="00CC13FB" w:rsidRPr="00EE5098" w:rsidRDefault="00223234" w:rsidP="00B014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EE5098">
              <w:rPr>
                <w:b/>
                <w:sz w:val="18"/>
                <w:szCs w:val="18"/>
                <w:lang w:val="bg-BG"/>
              </w:rPr>
              <w:t>34</w:t>
            </w:r>
            <w:r w:rsidR="00B014DB" w:rsidRPr="00EE5098">
              <w:rPr>
                <w:b/>
                <w:sz w:val="18"/>
                <w:szCs w:val="18"/>
                <w:lang w:val="bg-BG"/>
              </w:rPr>
              <w:t>.</w:t>
            </w:r>
            <w:r w:rsidRPr="00EE5098">
              <w:rPr>
                <w:b/>
                <w:sz w:val="18"/>
                <w:szCs w:val="18"/>
                <w:lang w:val="bg-BG"/>
              </w:rPr>
              <w:t>23</w:t>
            </w:r>
          </w:p>
        </w:tc>
      </w:tr>
      <w:tr w:rsidR="00CC13FB" w:rsidRPr="00CC13FB" w14:paraId="003683D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3E16F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03589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6AA3C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19B3A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0CF30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249.429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ED3BDE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2.506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28B1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27.56</w:t>
            </w:r>
          </w:p>
        </w:tc>
      </w:tr>
      <w:tr w:rsidR="00CC13FB" w:rsidRPr="00CC13FB" w14:paraId="5BC0F8E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6B7D3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B022E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3760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82546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EDE14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250.430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E8D2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1.611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D544E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17.72</w:t>
            </w:r>
          </w:p>
        </w:tc>
      </w:tr>
      <w:tr w:rsidR="00CC13FB" w:rsidRPr="00CC13FB" w14:paraId="3F6CA04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18BAF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C946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49FECB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48DA9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F75A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250.349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478F1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48B5A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1.90</w:t>
            </w:r>
          </w:p>
        </w:tc>
      </w:tr>
      <w:tr w:rsidR="00CC13FB" w:rsidRPr="00CC13FB" w14:paraId="00AF673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4DA5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E1534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456B0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28561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7AB8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409.408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069BB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08F9E0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7.67</w:t>
            </w:r>
          </w:p>
        </w:tc>
      </w:tr>
      <w:tr w:rsidR="00B014DB" w:rsidRPr="00CC13FB" w14:paraId="34FA3F6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492461" w14:textId="55440355" w:rsidR="00B014DB" w:rsidRPr="00B014DB" w:rsidRDefault="00B014DB" w:rsidP="00DB2508">
            <w:pPr>
              <w:autoSpaceDE w:val="0"/>
              <w:autoSpaceDN w:val="0"/>
              <w:adjustRightInd w:val="0"/>
              <w:spacing w:line="227" w:lineRule="exact"/>
              <w:rPr>
                <w:bCs/>
                <w:sz w:val="18"/>
                <w:szCs w:val="18"/>
                <w:lang w:val="bg-BG"/>
              </w:rPr>
            </w:pPr>
            <w:r w:rsidRPr="00B014DB">
              <w:rPr>
                <w:bCs/>
                <w:sz w:val="18"/>
                <w:szCs w:val="18"/>
                <w:lang w:val="bg-BG"/>
              </w:rPr>
              <w:t>ЕЛЕНА ГЕОРГИЕВА МИХАЙЛОВА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059426" w14:textId="40A2D487" w:rsidR="00B014DB" w:rsidRPr="00CC13FB" w:rsidRDefault="00FA1844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1159D6" w14:textId="77777777" w:rsidR="00B014DB" w:rsidRPr="00CC13FB" w:rsidRDefault="00B014D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B02D1A" w14:textId="77777777" w:rsidR="00B014DB" w:rsidRPr="00CC13FB" w:rsidRDefault="00B014D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BF076D" w14:textId="71E63BEC" w:rsidR="00B014DB" w:rsidRPr="00CC13FB" w:rsidRDefault="00FA1844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8CB74B" w14:textId="3ABF39C6" w:rsidR="00B014DB" w:rsidRPr="00CC13FB" w:rsidRDefault="00FA184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1.138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E6071CA" w14:textId="5E134EE0" w:rsidR="00B014DB" w:rsidRDefault="00FA184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12.51</w:t>
            </w:r>
          </w:p>
        </w:tc>
      </w:tr>
      <w:tr w:rsidR="00CC13FB" w:rsidRPr="00CC13FB" w14:paraId="3BB8ED54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18551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84591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5A026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1BBEE0" w14:textId="73A4EF6A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7688D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6B9411" w14:textId="654F7B00" w:rsidR="00CC13FB" w:rsidRPr="009138D4" w:rsidRDefault="009138D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6.125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1C175B" w14:textId="1CC1C5BA" w:rsidR="00CC13FB" w:rsidRPr="009138D4" w:rsidRDefault="00FA184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67.36</w:t>
            </w:r>
          </w:p>
        </w:tc>
      </w:tr>
      <w:tr w:rsidR="00CC13FB" w:rsidRPr="00CC13FB" w14:paraId="2177E4D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757F3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9F2B3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48BD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8AB728" w14:textId="77777777" w:rsidR="00CC13FB" w:rsidRPr="00CC13FB" w:rsidRDefault="00CC13FB" w:rsidP="00CC13F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A13BE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569.784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847DAB" w14:textId="553BDEDF" w:rsidR="00CC13FB" w:rsidRPr="00CC13FB" w:rsidRDefault="004356D4" w:rsidP="009138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2.710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D5ADC2" w14:textId="197691C2" w:rsidR="00CC13FB" w:rsidRPr="00CC13FB" w:rsidRDefault="004356D4" w:rsidP="0022323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29.81</w:t>
            </w:r>
          </w:p>
        </w:tc>
      </w:tr>
      <w:tr w:rsidR="00CC13FB" w:rsidRPr="00CC13FB" w14:paraId="177D8D4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93BB3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8116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49F6B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8A6A66" w14:textId="77777777" w:rsidR="00CC13FB" w:rsidRPr="00CC13FB" w:rsidRDefault="00CC13FB" w:rsidP="00CC13F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20B36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569.78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905DD9" w14:textId="77777777" w:rsidR="00CC13FB" w:rsidRPr="00CC13FB" w:rsidRDefault="00CC13FB" w:rsidP="009138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2.325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6D3456" w14:textId="77777777" w:rsidR="00CC13FB" w:rsidRPr="00CC13FB" w:rsidRDefault="00CC13FB" w:rsidP="0022323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25.57</w:t>
            </w:r>
          </w:p>
        </w:tc>
      </w:tr>
      <w:tr w:rsidR="00CC13FB" w:rsidRPr="00CC13FB" w14:paraId="1F76D00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A296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72543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16137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F62A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C6822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547.550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87BAA8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498B6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13.31</w:t>
            </w:r>
          </w:p>
        </w:tc>
      </w:tr>
      <w:tr w:rsidR="00CC13FB" w:rsidRPr="00CC13FB" w14:paraId="35AB6E9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2C16966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799581D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77A27EA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2FE0AD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596AC8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547.741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70A8363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03614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11.65</w:t>
            </w:r>
          </w:p>
        </w:tc>
      </w:tr>
      <w:tr w:rsidR="00CC13FB" w:rsidRPr="00CC13FB" w14:paraId="1E4E15B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BD8D9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EEDA4B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D49F3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EC538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4C258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334.55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485F3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2.369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79C3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26.05</w:t>
            </w:r>
          </w:p>
        </w:tc>
      </w:tr>
      <w:tr w:rsidR="00CC13FB" w:rsidRPr="00CC13FB" w14:paraId="7728535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A4C06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756FC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4F03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466B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9B5A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436.541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F077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33BE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8.99</w:t>
            </w:r>
          </w:p>
        </w:tc>
      </w:tr>
      <w:tr w:rsidR="00CC13FB" w:rsidRPr="00CC13FB" w14:paraId="476654F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12EB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D9E4F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323C4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3EB0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FF662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530.79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FDAA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8D3C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11.96</w:t>
            </w:r>
          </w:p>
        </w:tc>
      </w:tr>
      <w:tr w:rsidR="00CC13FB" w:rsidRPr="00CC13FB" w14:paraId="0E7266C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BD75D6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271D0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922D0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D62CF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87441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516.670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4BE9B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51F6B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7.61</w:t>
            </w:r>
          </w:p>
        </w:tc>
      </w:tr>
      <w:tr w:rsidR="00CC13FB" w:rsidRPr="00CC13FB" w14:paraId="2B5E53F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DEB9A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84830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A34A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76C1B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FF1BA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494.102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9575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BC7644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7.77</w:t>
            </w:r>
          </w:p>
        </w:tc>
      </w:tr>
      <w:tr w:rsidR="00CC13FB" w:rsidRPr="00CC13FB" w14:paraId="20B7B41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C87E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ABD4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F753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4B6C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9064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494.100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70E3E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E4F5D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6.54</w:t>
            </w:r>
          </w:p>
        </w:tc>
      </w:tr>
      <w:tr w:rsidR="00CC13FB" w:rsidRPr="00CC13FB" w14:paraId="4B12718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84835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lastRenderedPageBreak/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AE6D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A409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12134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E7A174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215.232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DCF1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3C4A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7.26</w:t>
            </w:r>
          </w:p>
        </w:tc>
      </w:tr>
      <w:tr w:rsidR="00CC13FB" w:rsidRPr="00CC13FB" w14:paraId="7DCB755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99702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ИВАЙЛО ИВАНОВ ХРИСТОВ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705F8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0DDCA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D754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C05EF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467.559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075D2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0.945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8D88F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10.39</w:t>
            </w:r>
          </w:p>
        </w:tc>
      </w:tr>
      <w:tr w:rsidR="00CC13FB" w:rsidRPr="00CC13FB" w14:paraId="01B130A1" w14:textId="77777777" w:rsidTr="00735AA2">
        <w:trPr>
          <w:cantSplit/>
          <w:trHeight w:val="149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618B1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22786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72E3D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9B5FD9" w14:textId="41D6A394" w:rsidR="00CC13FB" w:rsidRPr="00CC13FB" w:rsidRDefault="00CC13FB" w:rsidP="0022323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B8D4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BF4BC9" w14:textId="60CD0207" w:rsidR="00CC13FB" w:rsidRPr="009138D4" w:rsidRDefault="009138D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15.175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CB560E" w14:textId="0555F93E" w:rsidR="00CC13FB" w:rsidRPr="009138D4" w:rsidRDefault="004356D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166.91</w:t>
            </w:r>
          </w:p>
        </w:tc>
      </w:tr>
      <w:tr w:rsidR="00CC13FB" w:rsidRPr="00CC13FB" w14:paraId="5E3F29C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A3464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CC486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022E6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BB5A0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785C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434.520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6F9B4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2.053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A5447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22.58</w:t>
            </w:r>
          </w:p>
        </w:tc>
      </w:tr>
      <w:tr w:rsidR="00CC13FB" w:rsidRPr="00CC13FB" w14:paraId="73891F3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31C7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D202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ACA30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8F6CDE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45337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434.23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D51AD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72F7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12.63</w:t>
            </w:r>
          </w:p>
        </w:tc>
      </w:tr>
      <w:tr w:rsidR="00CC13FB" w:rsidRPr="00CC13FB" w14:paraId="5A88090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7ED4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BE230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5204F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95D1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A8C23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434.25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2FA21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6A0D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3.94</w:t>
            </w:r>
          </w:p>
        </w:tc>
      </w:tr>
      <w:tr w:rsidR="00CC13FB" w:rsidRPr="00CC13FB" w14:paraId="4681E44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CF4CA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BC66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C29E4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3EBE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20AF8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120.26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FB213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35296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11.99</w:t>
            </w:r>
          </w:p>
        </w:tc>
      </w:tr>
      <w:tr w:rsidR="00CC13FB" w:rsidRPr="00CC13FB" w14:paraId="44483FE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204B4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F556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087AC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5A55D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9C129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120.25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81090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4384B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4.85</w:t>
            </w:r>
          </w:p>
        </w:tc>
      </w:tr>
      <w:tr w:rsidR="00CC13FB" w:rsidRPr="00CC13FB" w14:paraId="6E00299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C809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ИВАН КОСТАДИНОВ КОСТАДИНОВ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33E1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61230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8AD6E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626D2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152.120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031F5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D6AEE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1.97</w:t>
            </w:r>
          </w:p>
        </w:tc>
      </w:tr>
      <w:tr w:rsidR="00CC13FB" w:rsidRPr="00CC13FB" w14:paraId="2B8FC85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48214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318D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034A7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4C04F4" w14:textId="1C17B52A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66E3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213E77" w14:textId="3241CCF8" w:rsidR="00CC13FB" w:rsidRPr="009138D4" w:rsidRDefault="009138D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5.269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6645C7" w14:textId="65B4BD70" w:rsidR="00CC13FB" w:rsidRPr="009138D4" w:rsidRDefault="00223234" w:rsidP="00D4772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57</w:t>
            </w:r>
            <w:r w:rsidR="00D47729" w:rsidRPr="009138D4">
              <w:rPr>
                <w:b/>
                <w:sz w:val="18"/>
                <w:szCs w:val="18"/>
                <w:lang w:val="bg-BG"/>
              </w:rPr>
              <w:t>.</w:t>
            </w:r>
            <w:r w:rsidRPr="009138D4">
              <w:rPr>
                <w:b/>
                <w:sz w:val="18"/>
                <w:szCs w:val="18"/>
                <w:lang w:val="bg-BG"/>
              </w:rPr>
              <w:t>96</w:t>
            </w:r>
          </w:p>
        </w:tc>
      </w:tr>
      <w:tr w:rsidR="00CC13FB" w:rsidRPr="00CC13FB" w14:paraId="40460C7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06BFA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F232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7B7BA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4496C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5A39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818.833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5AB7B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4.841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4781A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53.25</w:t>
            </w:r>
          </w:p>
        </w:tc>
      </w:tr>
      <w:tr w:rsidR="00CC13FB" w:rsidRPr="00CC13FB" w14:paraId="23C5124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59AD9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654AB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EFB4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FA0AC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7B55D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601.834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982C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F435E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12.94</w:t>
            </w:r>
          </w:p>
        </w:tc>
      </w:tr>
      <w:tr w:rsidR="00CC13FB" w:rsidRPr="00CC13FB" w14:paraId="6255F73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5BC19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1F228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7CC9B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52890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5FC9F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467.37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ED36B8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0.928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D03A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10.21</w:t>
            </w:r>
          </w:p>
        </w:tc>
      </w:tr>
      <w:tr w:rsidR="00CC13FB" w:rsidRPr="00CC13FB" w14:paraId="22DAC1D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FAE64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ИВО АСЕНОВ ЦВЕТАНОВ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6038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66A3D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A8131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F07A9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467.585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9B159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975669" w14:textId="53304231" w:rsidR="00CC13FB" w:rsidRPr="00CC13FB" w:rsidRDefault="00D47729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</w:t>
            </w:r>
            <w:r w:rsidR="00CC13FB" w:rsidRPr="00CC13FB">
              <w:rPr>
                <w:sz w:val="18"/>
                <w:szCs w:val="18"/>
                <w:lang w:val="bg-BG"/>
              </w:rPr>
              <w:t>41</w:t>
            </w:r>
          </w:p>
        </w:tc>
      </w:tr>
      <w:tr w:rsidR="00CC13FB" w:rsidRPr="00CC13FB" w14:paraId="2B545AC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4B9B8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99F03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A06E7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BA2C22" w14:textId="15241B5C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3C05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BCD679" w14:textId="59AD5E28" w:rsidR="00CC13FB" w:rsidRPr="009138D4" w:rsidRDefault="009138D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7.619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7CDDC4" w14:textId="1C6C6194" w:rsidR="00CC13FB" w:rsidRPr="009138D4" w:rsidRDefault="00223234" w:rsidP="0022323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83,81</w:t>
            </w:r>
          </w:p>
        </w:tc>
      </w:tr>
      <w:tr w:rsidR="00CC13FB" w:rsidRPr="00CC13FB" w14:paraId="2896774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E2B756F" w14:textId="3ABACC93" w:rsidR="00CC13FB" w:rsidRPr="00CC13FB" w:rsidRDefault="00CC13FB" w:rsidP="00D47729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4507C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49339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4C11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417A3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249.429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FA5A6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4.340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6A49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47.74</w:t>
            </w:r>
          </w:p>
        </w:tc>
      </w:tr>
      <w:tr w:rsidR="00CC13FB" w:rsidRPr="00CC13FB" w14:paraId="4BBF02A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6AD2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2AE3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584DB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A95D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85838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14771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2.227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2970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24.49</w:t>
            </w:r>
          </w:p>
        </w:tc>
      </w:tr>
      <w:tr w:rsidR="00CC13FB" w:rsidRPr="00CC13FB" w14:paraId="77DF05B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D636C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01712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5DAED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0A57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BCAC8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34A63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D8812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17.82</w:t>
            </w:r>
          </w:p>
        </w:tc>
      </w:tr>
      <w:tr w:rsidR="00CC13FB" w:rsidRPr="00CC13FB" w14:paraId="055C675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EBFE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8887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D262E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2975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7EA5A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247.437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A633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0791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12.93</w:t>
            </w:r>
          </w:p>
        </w:tc>
      </w:tr>
      <w:tr w:rsidR="00CC13FB" w:rsidRPr="00CC13FB" w14:paraId="5841FF2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F66B8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C88B10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FB305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97AE75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0A4EC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248.56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7DBF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2A5D1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11.01</w:t>
            </w:r>
          </w:p>
        </w:tc>
      </w:tr>
      <w:tr w:rsidR="00CC13FB" w:rsidRPr="00CC13FB" w14:paraId="6B94A34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E6D6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CD7F4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989A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75A43E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EBDFB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253.472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FF15CE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86987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5.81</w:t>
            </w:r>
          </w:p>
        </w:tc>
      </w:tr>
      <w:tr w:rsidR="00CC13FB" w:rsidRPr="00CC13FB" w14:paraId="6A00AB3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492A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EA518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458C0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1A551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3F3E0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3C6BB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5.378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FE04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59.16</w:t>
            </w:r>
          </w:p>
        </w:tc>
      </w:tr>
      <w:tr w:rsidR="00CC13FB" w:rsidRPr="00CC13FB" w14:paraId="16A4A9F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B49C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E6523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EDF4E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D84C3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F059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A1CD0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2.474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4484B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27.21</w:t>
            </w:r>
          </w:p>
        </w:tc>
      </w:tr>
      <w:tr w:rsidR="00CC13FB" w:rsidRPr="00CC13FB" w14:paraId="3DBC20C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192CC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D732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B33D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446D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27958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9FC06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A4BB8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9.43</w:t>
            </w:r>
          </w:p>
        </w:tc>
      </w:tr>
      <w:tr w:rsidR="00CC13FB" w:rsidRPr="00CC13FB" w14:paraId="69812B6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419B1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E717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82020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93D91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FB795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6B6E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7BFC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8.81</w:t>
            </w:r>
          </w:p>
        </w:tc>
      </w:tr>
      <w:tr w:rsidR="00CC13FB" w:rsidRPr="00CC13FB" w14:paraId="5F8A6E84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6A0BF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5A10D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46047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253D3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A9480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3E375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DD36C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8.76</w:t>
            </w:r>
          </w:p>
        </w:tc>
      </w:tr>
      <w:tr w:rsidR="00CC13FB" w:rsidRPr="00CC13FB" w14:paraId="7F68125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BEA71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1C7E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1BFBF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9DB3E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0C87B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BEE0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C4EA9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7.81</w:t>
            </w:r>
          </w:p>
        </w:tc>
      </w:tr>
      <w:tr w:rsidR="00CC13FB" w:rsidRPr="00CC13FB" w14:paraId="10005D8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95A1D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6EEB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5B0B3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CA5B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1D91C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361.202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6D91D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80170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6.47</w:t>
            </w:r>
          </w:p>
        </w:tc>
      </w:tr>
      <w:tr w:rsidR="00CC13FB" w:rsidRPr="00CC13FB" w14:paraId="5F4E19B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11EDA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FD6C3B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1EDED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57505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4B123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409.408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AA9951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2.843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C99B0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31.27</w:t>
            </w:r>
          </w:p>
        </w:tc>
      </w:tr>
      <w:tr w:rsidR="00CC13FB" w:rsidRPr="00CC13FB" w14:paraId="4C96D45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3C58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1129A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7870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7AB71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CF90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E85F7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2.033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A40D1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22.36</w:t>
            </w:r>
          </w:p>
        </w:tc>
      </w:tr>
      <w:tr w:rsidR="00CC13FB" w:rsidRPr="00CC13FB" w14:paraId="31BCDF8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5CF52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35DA6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09216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5225E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86154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404.350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EBC59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2.027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C075E6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22.30</w:t>
            </w:r>
          </w:p>
        </w:tc>
      </w:tr>
      <w:tr w:rsidR="00CC13FB" w:rsidRPr="00CC13FB" w14:paraId="30009C9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D8C0B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65476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7112F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F21B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2326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405.351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8ADD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1.526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5E196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16.79</w:t>
            </w:r>
          </w:p>
        </w:tc>
      </w:tr>
      <w:tr w:rsidR="00CC13FB" w:rsidRPr="00CC13FB" w14:paraId="0754508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8349F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B9095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A7C6B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8017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1B16F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4C8D6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1.342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DA289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14.76</w:t>
            </w:r>
          </w:p>
        </w:tc>
      </w:tr>
      <w:tr w:rsidR="00CC13FB" w:rsidRPr="00CC13FB" w14:paraId="6130A83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A2D2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6398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E8AF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A2D8D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64665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411.360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B651E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1.235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71A76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13.58</w:t>
            </w:r>
          </w:p>
        </w:tc>
      </w:tr>
      <w:tr w:rsidR="00CC13FB" w:rsidRPr="00CC13FB" w14:paraId="03E13878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2B2E30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BB9C1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5F17F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260AE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7D53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410.31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6F475B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5416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11.09</w:t>
            </w:r>
          </w:p>
        </w:tc>
      </w:tr>
      <w:tr w:rsidR="00CC13FB" w:rsidRPr="00CC13FB" w14:paraId="4EB8CFC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40169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AF14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B0037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8128C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06E1A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409.352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0C229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9770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9.36</w:t>
            </w:r>
          </w:p>
        </w:tc>
      </w:tr>
      <w:tr w:rsidR="00CC13FB" w:rsidRPr="00CC13FB" w14:paraId="5552C61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0747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945532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94683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6E1C4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3EDE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410.359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EABC2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43FF97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3.98</w:t>
            </w:r>
          </w:p>
        </w:tc>
      </w:tr>
      <w:tr w:rsidR="00CC13FB" w:rsidRPr="00CC13FB" w14:paraId="2901079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8540A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0F507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88FC03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CE2B5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6274C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215.232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263ED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5.865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45D4C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64.51</w:t>
            </w:r>
          </w:p>
        </w:tc>
      </w:tr>
      <w:tr w:rsidR="00CC13FB" w:rsidRPr="00CC13FB" w14:paraId="5292877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8C631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КООПЕРАЦИЯ ЛУСТРА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C2BEF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25513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A88C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C232AA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215.238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26F5F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3.093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B70D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34.02</w:t>
            </w:r>
          </w:p>
        </w:tc>
      </w:tr>
      <w:tr w:rsidR="00CC13FB" w:rsidRPr="00CC13FB" w14:paraId="7B874C85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64DAD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2C63C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FD159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335B69" w14:textId="6E69B4C9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46C58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13B117" w14:textId="5ABA7283" w:rsidR="00CC13FB" w:rsidRPr="009138D4" w:rsidRDefault="009138D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44.683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7DA747" w14:textId="339F9F35" w:rsidR="00CC13FB" w:rsidRPr="009138D4" w:rsidRDefault="00D411A6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9138D4">
              <w:rPr>
                <w:b/>
                <w:sz w:val="18"/>
                <w:szCs w:val="18"/>
                <w:lang w:val="bg-BG"/>
              </w:rPr>
              <w:t>491.</w:t>
            </w:r>
            <w:r w:rsidR="00223234" w:rsidRPr="009138D4">
              <w:rPr>
                <w:b/>
                <w:sz w:val="18"/>
                <w:szCs w:val="18"/>
                <w:lang w:val="bg-BG"/>
              </w:rPr>
              <w:t>47</w:t>
            </w:r>
          </w:p>
        </w:tc>
      </w:tr>
      <w:tr w:rsidR="00CC13FB" w:rsidRPr="00CC13FB" w14:paraId="1E3A146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8F82B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96EF8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6F5B8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17AD2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5A79E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507.9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043AE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1.529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53DC60" w14:textId="77777777" w:rsidR="00CC13FB" w:rsidRPr="00CC13FB" w:rsidRDefault="00CC13FB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16.82</w:t>
            </w:r>
          </w:p>
        </w:tc>
      </w:tr>
      <w:tr w:rsidR="00CC13FB" w:rsidRPr="00CC13FB" w14:paraId="4E771FA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2DD4B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A45C35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6396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48F474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ADC9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259B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C54F12" w14:textId="77777777" w:rsidR="00CC13FB" w:rsidRPr="00CC13FB" w:rsidRDefault="00CC13FB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12.84</w:t>
            </w:r>
          </w:p>
        </w:tc>
      </w:tr>
      <w:tr w:rsidR="00CC13FB" w:rsidRPr="00CC13FB" w14:paraId="715D9B5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07549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45F54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DFBAB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0B36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45304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892.13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58F14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2.040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2CE518" w14:textId="77777777" w:rsidR="00CC13FB" w:rsidRPr="00CC13FB" w:rsidRDefault="00CC13FB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22.44</w:t>
            </w:r>
          </w:p>
        </w:tc>
      </w:tr>
      <w:tr w:rsidR="00CC13FB" w:rsidRPr="00CC13FB" w14:paraId="493184D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1C505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41D77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F3D83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BB2D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D7AC5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279.278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FB744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2.165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1A88635" w14:textId="77777777" w:rsidR="00CC13FB" w:rsidRPr="00CC13FB" w:rsidRDefault="00CC13FB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23.82</w:t>
            </w:r>
          </w:p>
        </w:tc>
      </w:tr>
      <w:tr w:rsidR="00CC13FB" w:rsidRPr="00CC13FB" w14:paraId="26A51AC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C2AB1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2A498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5488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14E83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1DB88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494.100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3D33D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FA914E" w14:textId="77777777" w:rsidR="00CC13FB" w:rsidRPr="00CC13FB" w:rsidRDefault="00CC13FB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3.43</w:t>
            </w:r>
          </w:p>
        </w:tc>
      </w:tr>
      <w:tr w:rsidR="00CC13FB" w:rsidRPr="00CC13FB" w14:paraId="393E11D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011C0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ПАНЕК ООД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09D53A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E9EBAA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6A9CA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08E7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494.102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B8EA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1BE572" w14:textId="77777777" w:rsidR="00CC13FB" w:rsidRPr="00CC13FB" w:rsidRDefault="00CC13FB" w:rsidP="006F71B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2.55</w:t>
            </w:r>
          </w:p>
        </w:tc>
      </w:tr>
      <w:tr w:rsidR="00CC13FB" w:rsidRPr="00CC13FB" w14:paraId="29408C1F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40481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1B71E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ED7D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0543EB" w14:textId="47353816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0B5F2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B4DE0EF" w14:textId="185A7A3C" w:rsidR="00CC13FB" w:rsidRPr="00573A54" w:rsidRDefault="00573A5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7.446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BB3080" w14:textId="13D6BAC1" w:rsidR="00CC13FB" w:rsidRPr="00573A54" w:rsidRDefault="00715098" w:rsidP="00D411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81</w:t>
            </w:r>
            <w:r w:rsidR="00D411A6" w:rsidRPr="00573A54">
              <w:rPr>
                <w:b/>
                <w:sz w:val="18"/>
                <w:szCs w:val="18"/>
                <w:lang w:val="bg-BG"/>
              </w:rPr>
              <w:t>.</w:t>
            </w:r>
            <w:r w:rsidRPr="00573A54">
              <w:rPr>
                <w:b/>
                <w:sz w:val="18"/>
                <w:szCs w:val="18"/>
                <w:lang w:val="bg-BG"/>
              </w:rPr>
              <w:t>90</w:t>
            </w:r>
          </w:p>
        </w:tc>
      </w:tr>
      <w:tr w:rsidR="00CC13FB" w:rsidRPr="00CC13FB" w14:paraId="7D84CC7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C4C51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D4573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21ACB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EBF85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A318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921.937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E4E48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1ED95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7.72</w:t>
            </w:r>
          </w:p>
        </w:tc>
      </w:tr>
      <w:tr w:rsidR="00CC13FB" w:rsidRPr="00CC13FB" w14:paraId="2BBD604C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A43C8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B3F94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6E6BD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2BCB2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E1E86C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653.901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24EB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7E1A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4.96</w:t>
            </w:r>
          </w:p>
        </w:tc>
      </w:tr>
      <w:tr w:rsidR="00CC13FB" w:rsidRPr="00CC13FB" w14:paraId="0DDA71C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24043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C1E20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092E0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37128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CE1B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937.902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F798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B5646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2.68</w:t>
            </w:r>
          </w:p>
        </w:tc>
      </w:tr>
      <w:tr w:rsidR="00CC13FB" w:rsidRPr="00CC13FB" w14:paraId="4FAA159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4ACFE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15D19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175C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5522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0835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910.935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03B9B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0.623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0F91BB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6.85</w:t>
            </w:r>
          </w:p>
        </w:tc>
      </w:tr>
      <w:tr w:rsidR="00CC13FB" w:rsidRPr="00CC13FB" w14:paraId="053AA1C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0A822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30765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382BA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EFE69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6EBE0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32.2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7CAD5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F13CA0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11.81</w:t>
            </w:r>
          </w:p>
        </w:tc>
      </w:tr>
      <w:tr w:rsidR="00CC13FB" w:rsidRPr="00CC13FB" w14:paraId="75C79E9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5CEE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4933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44F76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D47BE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A2BB1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851.870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F132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1B34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9.55</w:t>
            </w:r>
          </w:p>
        </w:tc>
      </w:tr>
      <w:tr w:rsidR="00CC13FB" w:rsidRPr="00CC13FB" w14:paraId="6A7110A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1C93A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ПЕТЪР ПЕТРОВ ПАУНОВ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158299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40056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1C3D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63AB7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32.871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B585B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D6972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2.46</w:t>
            </w:r>
          </w:p>
        </w:tc>
      </w:tr>
      <w:tr w:rsidR="00CC13FB" w:rsidRPr="00CC13FB" w14:paraId="77BE0A4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97AE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FE1A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5C7C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0FB2CD" w14:textId="023EB60D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4B1F2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2F76D0C" w14:textId="283AF688" w:rsidR="00CC13FB" w:rsidRPr="00573A54" w:rsidRDefault="00573A5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4.183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1F1038" w14:textId="013D349F" w:rsidR="00CC13FB" w:rsidRPr="00573A54" w:rsidRDefault="00D411A6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46.</w:t>
            </w:r>
            <w:r w:rsidR="00715098" w:rsidRPr="00573A54">
              <w:rPr>
                <w:b/>
                <w:sz w:val="18"/>
                <w:szCs w:val="18"/>
                <w:lang w:val="bg-BG"/>
              </w:rPr>
              <w:t>03</w:t>
            </w:r>
          </w:p>
        </w:tc>
      </w:tr>
      <w:tr w:rsidR="00CC13FB" w:rsidRPr="00CC13FB" w14:paraId="3B2B2AC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9D797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49E09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3AAFB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73E0A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7EA3C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556.36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5E41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053E1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5.28</w:t>
            </w:r>
          </w:p>
        </w:tc>
      </w:tr>
      <w:tr w:rsidR="00CC13FB" w:rsidRPr="00CC13FB" w14:paraId="178B13C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15FAC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41706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81819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55B02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A54E0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336.532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39528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1F01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1.89</w:t>
            </w:r>
          </w:p>
        </w:tc>
      </w:tr>
      <w:tr w:rsidR="00CC13FB" w:rsidRPr="00CC13FB" w14:paraId="29F4E4A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8385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СТАНЧО СЛАВЕВ БРЕЙЧЕВ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9DAF0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510B3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273A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00240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336.84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73D519" w14:textId="3B861F32" w:rsidR="00CC13FB" w:rsidRPr="00CC13FB" w:rsidRDefault="00A1259D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0.929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C2F9C5" w14:textId="12DEE989" w:rsidR="00CC13FB" w:rsidRPr="00CC13FB" w:rsidRDefault="00A1259D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10.22</w:t>
            </w:r>
          </w:p>
        </w:tc>
      </w:tr>
      <w:tr w:rsidR="00CC13FB" w:rsidRPr="00CC13FB" w14:paraId="73198A8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F52F6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27DCC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4E9DA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021EAF" w14:textId="2E2E8D92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5FC6F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61A038" w14:textId="3915274A" w:rsidR="00CC13FB" w:rsidRPr="00573A54" w:rsidRDefault="00573A5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1.581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34C59B1" w14:textId="62BEA943" w:rsidR="00CC13FB" w:rsidRPr="00573A54" w:rsidRDefault="00A1259D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17.39</w:t>
            </w:r>
          </w:p>
        </w:tc>
      </w:tr>
      <w:tr w:rsidR="00CC13FB" w:rsidRPr="00CC13FB" w14:paraId="2C2A0D4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E3615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19FE6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4281C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7A660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A8B1C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264.262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DB8B83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810F0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7.71</w:t>
            </w:r>
          </w:p>
        </w:tc>
      </w:tr>
      <w:tr w:rsidR="00CC13FB" w:rsidRPr="00CC13FB" w14:paraId="50F4B84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4B59A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9BBEAE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2FB4C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37F33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7B523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264.588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0CCBE9" w14:textId="10B735D7" w:rsidR="00CC13FB" w:rsidRPr="00CC13FB" w:rsidRDefault="00525C4F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0.825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F786A2" w14:textId="3E8427CD" w:rsidR="00CC13FB" w:rsidRPr="00CC13FB" w:rsidRDefault="00525C4F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9.08</w:t>
            </w:r>
          </w:p>
        </w:tc>
      </w:tr>
      <w:tr w:rsidR="00CC13FB" w:rsidRPr="00CC13FB" w14:paraId="3856F36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4EB4A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74D58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30E06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1EB8E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A7316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410.266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1E456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5A7C1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5.87</w:t>
            </w:r>
          </w:p>
        </w:tc>
      </w:tr>
      <w:tr w:rsidR="00CC13FB" w:rsidRPr="00CC13FB" w14:paraId="4D55CD0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C515C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E15F3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0DA3D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053E64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B6AE0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403.263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43E1F4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42A23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5.30</w:t>
            </w:r>
          </w:p>
        </w:tc>
      </w:tr>
      <w:tr w:rsidR="00CC13FB" w:rsidRPr="00CC13FB" w14:paraId="5A093A77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A7767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6785C7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27F314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492E6B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A98D2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265.263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985A6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8D0B6F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5.13</w:t>
            </w:r>
          </w:p>
        </w:tc>
      </w:tr>
      <w:tr w:rsidR="00CC13FB" w:rsidRPr="00CC13FB" w14:paraId="520E629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14BB4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624B2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AEA946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44CF15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D364F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265.17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D5CB0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DA76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4.04</w:t>
            </w:r>
          </w:p>
        </w:tc>
      </w:tr>
      <w:tr w:rsidR="00CC13FB" w:rsidRPr="00CC13FB" w14:paraId="1F9A424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E8E2B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lastRenderedPageBreak/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4E789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675519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C6BBD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20AEE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264.40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E2833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D006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2.59</w:t>
            </w:r>
          </w:p>
        </w:tc>
      </w:tr>
      <w:tr w:rsidR="00CC13FB" w:rsidRPr="00CC13FB" w14:paraId="6B623EFA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BEE3D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Юрий Георгиев Михайлов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DAF5E7D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C8D6D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E6286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A8E9C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259.261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1C988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1395A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1.12</w:t>
            </w:r>
          </w:p>
        </w:tc>
      </w:tr>
      <w:tr w:rsidR="00CC13FB" w:rsidRPr="00CC13FB" w14:paraId="48207CE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16E5F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8048C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741E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5B4C829" w14:textId="4121E6CD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6F7D2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720F3BE" w14:textId="03FF2B1F" w:rsidR="00CC13FB" w:rsidRPr="00573A54" w:rsidRDefault="00573A5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3.712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33B12A" w14:textId="7F11A95A" w:rsidR="00CC13FB" w:rsidRPr="00573A54" w:rsidRDefault="006522E9" w:rsidP="006522E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573A54">
              <w:rPr>
                <w:b/>
                <w:sz w:val="18"/>
                <w:szCs w:val="18"/>
                <w:lang w:val="bg-BG"/>
              </w:rPr>
              <w:t>40.84</w:t>
            </w:r>
          </w:p>
        </w:tc>
      </w:tr>
      <w:tr w:rsidR="00CC13FB" w:rsidRPr="00CC13FB" w14:paraId="6D36B4D1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163E82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0CD27C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7B1B4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D2A93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B394A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247.39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5B93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26452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1.49</w:t>
            </w:r>
          </w:p>
        </w:tc>
      </w:tr>
      <w:tr w:rsidR="00CC13FB" w:rsidRPr="00CC13FB" w14:paraId="13EDFC00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C39EC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AE0A1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C5BBC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0C13D0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4EDB75" w14:textId="380C3695" w:rsidR="00CC13FB" w:rsidRPr="00CC13FB" w:rsidRDefault="00846434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175.15</w:t>
            </w:r>
            <w:r w:rsidR="00CC13FB" w:rsidRPr="00CC13FB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45EDE6" w14:textId="47A70B95" w:rsidR="00CC13FB" w:rsidRPr="00CC13FB" w:rsidRDefault="0084643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1.544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C45496" w14:textId="0DACA491" w:rsidR="00CC13FB" w:rsidRPr="00CC13FB" w:rsidRDefault="0084643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16.98</w:t>
            </w:r>
          </w:p>
        </w:tc>
      </w:tr>
      <w:tr w:rsidR="00CC13FB" w:rsidRPr="00CC13FB" w14:paraId="3D7F7E9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E9491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A4EC7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0F67A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08E2F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EF6E68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635.192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F6C4F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EF6EE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3.77</w:t>
            </w:r>
          </w:p>
        </w:tc>
      </w:tr>
      <w:tr w:rsidR="00CC13FB" w:rsidRPr="00CC13FB" w14:paraId="6EDBD15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27864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57001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ABA2A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8C169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4B9FF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146.3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E44529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0.258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20795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2.84</w:t>
            </w:r>
          </w:p>
        </w:tc>
      </w:tr>
      <w:tr w:rsidR="00CC13FB" w:rsidRPr="00CC13FB" w14:paraId="1CAEAB49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FA4B6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A2A5CD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638A27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5BC76B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21E2C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906.905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06BA6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A29B26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9.04</w:t>
            </w:r>
          </w:p>
        </w:tc>
      </w:tr>
      <w:tr w:rsidR="00CC13FB" w:rsidRPr="00CC13FB" w14:paraId="4B058FD2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3EDBF0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C6292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25FDF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8C87B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53F043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239.694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D91518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0.428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F16D9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4.71</w:t>
            </w:r>
          </w:p>
        </w:tc>
      </w:tr>
      <w:tr w:rsidR="00CC13FB" w:rsidRPr="00CC13FB" w14:paraId="70C1281D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6B490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1DD4DE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03B31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2FAA7C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03C4D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239.52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A2C7B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0.156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D3A08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1.71</w:t>
            </w:r>
          </w:p>
        </w:tc>
      </w:tr>
      <w:tr w:rsidR="00CC13FB" w:rsidRPr="00CC13FB" w14:paraId="3AFC9BC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A87C7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BBC69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BF1F4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206B2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1BC322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561.782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DDD53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0.372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499C4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4.09</w:t>
            </w:r>
          </w:p>
        </w:tc>
      </w:tr>
      <w:tr w:rsidR="00CC13FB" w:rsidRPr="00CC13FB" w14:paraId="28E4BDDE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7F1927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98D93C9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6B5FB6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438CDA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37F68D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249.252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E55A7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1.096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CD669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12.05</w:t>
            </w:r>
          </w:p>
        </w:tc>
      </w:tr>
      <w:tr w:rsidR="00CC13FB" w:rsidRPr="00CC13FB" w14:paraId="474BFDA6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54A46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34949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35E231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332A2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E4BE0F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248.253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5C1F84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0.820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31CB2B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9.02</w:t>
            </w:r>
          </w:p>
        </w:tc>
      </w:tr>
      <w:tr w:rsidR="00CC13FB" w:rsidRPr="00CC13FB" w14:paraId="14AF28F3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4E98A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43263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1E0D3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EE76F0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559B3E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247.437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31935C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0.541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EEF163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CC13FB">
              <w:rPr>
                <w:sz w:val="18"/>
                <w:szCs w:val="18"/>
                <w:lang w:val="bg-BG"/>
              </w:rPr>
              <w:t>5.95</w:t>
            </w:r>
          </w:p>
        </w:tc>
      </w:tr>
      <w:tr w:rsidR="00CC13FB" w:rsidRPr="00CC13FB" w14:paraId="6DA40E9B" w14:textId="77777777" w:rsidTr="00735AA2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EC2BEC8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  <w:r w:rsidRPr="00CC13FB">
              <w:rPr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01DC397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0E555E5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1CE417" w14:textId="12B02EEF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674582" w14:textId="77777777" w:rsidR="00CC13FB" w:rsidRPr="00CC13FB" w:rsidRDefault="00CC13FB" w:rsidP="00DB2508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E27B0B" w14:textId="39BEAB54" w:rsidR="00CC13FB" w:rsidRPr="006D7F75" w:rsidRDefault="00573A5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6D7F75">
              <w:rPr>
                <w:b/>
                <w:sz w:val="18"/>
                <w:szCs w:val="18"/>
                <w:lang w:val="bg-BG"/>
              </w:rPr>
              <w:t>6.516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9747A3" w14:textId="527137B7" w:rsidR="00CC13FB" w:rsidRPr="006D7F75" w:rsidRDefault="00573A54" w:rsidP="00DB250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6D7F75">
              <w:rPr>
                <w:b/>
                <w:sz w:val="18"/>
                <w:szCs w:val="18"/>
                <w:lang w:val="bg-BG"/>
              </w:rPr>
              <w:t>71.86</w:t>
            </w:r>
          </w:p>
        </w:tc>
      </w:tr>
    </w:tbl>
    <w:p w14:paraId="075E98E9" w14:textId="2E178E2D" w:rsidR="0097789C" w:rsidRPr="00F66F21" w:rsidRDefault="00790A89" w:rsidP="0080640A">
      <w:pPr>
        <w:pStyle w:val="af0"/>
        <w:numPr>
          <w:ilvl w:val="0"/>
          <w:numId w:val="12"/>
        </w:numPr>
        <w:spacing w:before="240"/>
        <w:ind w:left="0" w:firstLine="720"/>
        <w:jc w:val="both"/>
        <w:rPr>
          <w:lang w:val="bg-BG"/>
        </w:rPr>
      </w:pPr>
      <w:r w:rsidRPr="00F66F21">
        <w:rPr>
          <w:lang w:val="bg-BG"/>
        </w:rPr>
        <w:t>Настоящата заповед е нераз</w:t>
      </w:r>
      <w:r w:rsidR="00E724C9" w:rsidRPr="00F66F21">
        <w:rPr>
          <w:lang w:val="bg-BG"/>
        </w:rPr>
        <w:t>делна част от З</w:t>
      </w:r>
      <w:r w:rsidR="00773010" w:rsidRPr="00F66F21">
        <w:rPr>
          <w:lang w:val="bg-BG"/>
        </w:rPr>
        <w:t xml:space="preserve">аповед </w:t>
      </w:r>
      <w:r w:rsidR="00773010" w:rsidRPr="000230D4">
        <w:rPr>
          <w:b/>
          <w:lang w:val="bg-BG"/>
        </w:rPr>
        <w:t>№ ПО-09-3817</w:t>
      </w:r>
      <w:r w:rsidRPr="000230D4">
        <w:rPr>
          <w:b/>
          <w:lang w:val="bg-BG"/>
        </w:rPr>
        <w:t>-3/</w:t>
      </w:r>
      <w:r w:rsidR="006C5651" w:rsidRPr="000230D4">
        <w:rPr>
          <w:b/>
          <w:lang w:val="bg-BG"/>
        </w:rPr>
        <w:t xml:space="preserve"> </w:t>
      </w:r>
      <w:r w:rsidR="00FB07D5" w:rsidRPr="000230D4">
        <w:rPr>
          <w:b/>
          <w:lang w:val="bg-BG"/>
        </w:rPr>
        <w:t>2</w:t>
      </w:r>
      <w:r w:rsidR="00773010" w:rsidRPr="000230D4">
        <w:rPr>
          <w:b/>
          <w:lang w:val="bg-BG"/>
        </w:rPr>
        <w:t>8.09.2023</w:t>
      </w:r>
      <w:r w:rsidRPr="000230D4">
        <w:rPr>
          <w:b/>
          <w:lang w:val="bg-BG"/>
        </w:rPr>
        <w:t>г.,</w:t>
      </w:r>
      <w:r w:rsidR="00E724C9" w:rsidRPr="000230D4">
        <w:rPr>
          <w:b/>
          <w:lang w:val="bg-BG"/>
        </w:rPr>
        <w:t xml:space="preserve"> заедно с Приложение </w:t>
      </w:r>
      <w:r w:rsidR="006437EE" w:rsidRPr="000230D4">
        <w:rPr>
          <w:b/>
          <w:lang w:val="bg-BG"/>
        </w:rPr>
        <w:t>№ 1 към заповедта за</w:t>
      </w:r>
      <w:r w:rsidRPr="000230D4">
        <w:rPr>
          <w:b/>
          <w:lang w:val="bg-BG"/>
        </w:rPr>
        <w:t xml:space="preserve"> доброволното споразумение, </w:t>
      </w:r>
      <w:r w:rsidR="00E724C9" w:rsidRPr="000230D4">
        <w:rPr>
          <w:b/>
          <w:lang w:val="bg-BG"/>
        </w:rPr>
        <w:t>за орна земя за землището на с. Поповяне, община Самоков,</w:t>
      </w:r>
      <w:r w:rsidR="00E724C9" w:rsidRPr="000230D4">
        <w:rPr>
          <w:rFonts w:eastAsia="Times New Roman"/>
          <w:b/>
          <w:u w:val="single"/>
          <w:lang w:val="bg-BG" w:eastAsia="bg-BG"/>
        </w:rPr>
        <w:t xml:space="preserve"> </w:t>
      </w:r>
      <w:r w:rsidR="00E724C9" w:rsidRPr="000230D4">
        <w:rPr>
          <w:rFonts w:eastAsia="Times New Roman"/>
          <w:b/>
          <w:lang w:val="bg-BG" w:eastAsia="bg-BG"/>
        </w:rPr>
        <w:t>ЕКАТТЕ 57697, област София</w:t>
      </w:r>
      <w:r w:rsidR="0080640A" w:rsidRPr="000230D4">
        <w:rPr>
          <w:rFonts w:eastAsia="Times New Roman"/>
          <w:b/>
          <w:lang w:val="bg-BG" w:eastAsia="bg-BG"/>
        </w:rPr>
        <w:t>.</w:t>
      </w:r>
    </w:p>
    <w:p w14:paraId="149AC0E4" w14:textId="76DF5CA0" w:rsidR="002A7061" w:rsidRPr="00F66F21" w:rsidRDefault="002A7061" w:rsidP="00F66F21">
      <w:pPr>
        <w:pStyle w:val="af0"/>
        <w:numPr>
          <w:ilvl w:val="0"/>
          <w:numId w:val="12"/>
        </w:numPr>
        <w:tabs>
          <w:tab w:val="left" w:pos="1134"/>
        </w:tabs>
        <w:spacing w:before="240"/>
        <w:ind w:left="0" w:firstLine="709"/>
        <w:jc w:val="both"/>
        <w:textAlignment w:val="center"/>
        <w:rPr>
          <w:lang w:val="bg-BG"/>
        </w:rPr>
      </w:pPr>
      <w:bookmarkStart w:id="6" w:name="_Hlk83646044"/>
      <w:r w:rsidRPr="00F66F21">
        <w:rPr>
          <w:rFonts w:eastAsia="Times New Roman"/>
          <w:lang w:val="bg-BG"/>
        </w:rPr>
        <w:t>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14:paraId="0FE69FBB" w14:textId="0C8C2813" w:rsidR="002A7061" w:rsidRPr="00F66F21" w:rsidRDefault="002A7061" w:rsidP="0080640A">
      <w:pPr>
        <w:pStyle w:val="af0"/>
        <w:numPr>
          <w:ilvl w:val="0"/>
          <w:numId w:val="12"/>
        </w:numPr>
        <w:tabs>
          <w:tab w:val="left" w:pos="567"/>
          <w:tab w:val="left" w:pos="1134"/>
        </w:tabs>
        <w:spacing w:line="276" w:lineRule="auto"/>
        <w:ind w:left="0" w:firstLine="720"/>
        <w:jc w:val="both"/>
        <w:rPr>
          <w:rFonts w:eastAsia="Times New Roman"/>
          <w:u w:val="single"/>
          <w:lang w:val="bg-BG"/>
        </w:rPr>
      </w:pPr>
      <w:r w:rsidRPr="00F66F21">
        <w:rPr>
          <w:rFonts w:eastAsia="Times New Roman"/>
          <w:lang w:val="bg-BG"/>
        </w:rPr>
        <w:t>На основание чл. 74, ал. 3 от ППЗСПЗЗ неразделна част от заповедта с</w:t>
      </w:r>
      <w:r w:rsidR="0080640A" w:rsidRPr="00F66F21">
        <w:rPr>
          <w:rFonts w:eastAsia="Times New Roman"/>
          <w:lang w:val="bg-BG"/>
        </w:rPr>
        <w:t xml:space="preserve">а </w:t>
      </w:r>
      <w:r w:rsidRPr="00F66F21">
        <w:rPr>
          <w:rFonts w:eastAsia="Times New Roman"/>
          <w:lang w:val="bg-BG"/>
        </w:rPr>
        <w:t xml:space="preserve">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Pr="00F66F21">
        <w:rPr>
          <w:rFonts w:eastAsia="Times New Roman"/>
          <w:u w:val="single"/>
          <w:lang w:val="bg-BG"/>
        </w:rPr>
        <w:t>2023/2024</w:t>
      </w:r>
      <w:r w:rsidRPr="00F66F21">
        <w:rPr>
          <w:rFonts w:eastAsia="Times New Roman"/>
          <w:lang w:val="bg-BG"/>
        </w:rPr>
        <w:t xml:space="preserve"> за землището на</w:t>
      </w:r>
      <w:r w:rsidRPr="00F66F21">
        <w:rPr>
          <w:rFonts w:eastAsia="Times New Roman"/>
          <w:b/>
          <w:lang w:val="bg-BG"/>
        </w:rPr>
        <w:t xml:space="preserve"> </w:t>
      </w:r>
      <w:r w:rsidRPr="00F66F21">
        <w:rPr>
          <w:rFonts w:eastAsia="Times New Roman"/>
          <w:bCs/>
          <w:u w:val="single"/>
          <w:lang w:val="bg-BG"/>
        </w:rPr>
        <w:t>с. Поповяне</w:t>
      </w:r>
      <w:r w:rsidR="00E724C9" w:rsidRPr="00F66F21">
        <w:rPr>
          <w:rFonts w:eastAsia="Times New Roman"/>
          <w:bCs/>
          <w:u w:val="single"/>
          <w:lang w:val="bg-BG"/>
        </w:rPr>
        <w:t xml:space="preserve">, </w:t>
      </w:r>
      <w:r w:rsidRPr="00F66F21">
        <w:rPr>
          <w:rFonts w:eastAsia="Times New Roman"/>
          <w:bCs/>
          <w:u w:val="single"/>
          <w:lang w:val="bg-BG"/>
        </w:rPr>
        <w:t>община Самоков</w:t>
      </w:r>
      <w:r w:rsidRPr="00F66F21">
        <w:rPr>
          <w:rFonts w:eastAsia="Times New Roman"/>
          <w:u w:val="single"/>
          <w:lang w:val="bg-BG" w:eastAsia="bg-BG"/>
        </w:rPr>
        <w:t>, ЕКАТТЕ 57697, област София</w:t>
      </w:r>
      <w:r w:rsidRPr="00F66F21">
        <w:rPr>
          <w:rFonts w:eastAsia="Times New Roman"/>
          <w:u w:val="single"/>
          <w:lang w:val="bg-BG"/>
        </w:rPr>
        <w:t>.</w:t>
      </w:r>
    </w:p>
    <w:p w14:paraId="1D8A858E" w14:textId="4356869E" w:rsidR="002A7061" w:rsidRPr="00F66F21" w:rsidRDefault="002A7061" w:rsidP="0080640A">
      <w:pPr>
        <w:pStyle w:val="af0"/>
        <w:numPr>
          <w:ilvl w:val="0"/>
          <w:numId w:val="12"/>
        </w:numPr>
        <w:tabs>
          <w:tab w:val="left" w:pos="1134"/>
        </w:tabs>
        <w:spacing w:line="276" w:lineRule="auto"/>
        <w:ind w:left="0" w:firstLine="720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ЗСПЗЗ, следва да внесат по сметка:</w:t>
      </w:r>
    </w:p>
    <w:p w14:paraId="66324A09" w14:textId="77EA1486" w:rsidR="002A7061" w:rsidRPr="00F66F21" w:rsidRDefault="002A7061" w:rsidP="0080640A">
      <w:pPr>
        <w:spacing w:line="276" w:lineRule="auto"/>
        <w:jc w:val="center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Титуляр: ОД „Земеделие” - София област</w:t>
      </w:r>
    </w:p>
    <w:p w14:paraId="324F36FA" w14:textId="6A225EA6" w:rsidR="002A7061" w:rsidRPr="00F66F21" w:rsidRDefault="002A7061" w:rsidP="0080640A">
      <w:pPr>
        <w:spacing w:line="276" w:lineRule="auto"/>
        <w:jc w:val="center"/>
        <w:rPr>
          <w:rFonts w:eastAsia="Times New Roman"/>
          <w:b/>
          <w:lang w:val="bg-BG"/>
        </w:rPr>
      </w:pPr>
      <w:r w:rsidRPr="00F66F21">
        <w:rPr>
          <w:rFonts w:eastAsia="Times New Roman"/>
          <w:b/>
          <w:lang w:val="bg-BG"/>
        </w:rPr>
        <w:t>IBAN: BG67 UNCR 7000 3319 7337 51</w:t>
      </w:r>
    </w:p>
    <w:p w14:paraId="23FCEA64" w14:textId="77777777" w:rsidR="002A7061" w:rsidRPr="00F66F21" w:rsidRDefault="002A7061" w:rsidP="0080640A">
      <w:pPr>
        <w:spacing w:line="276" w:lineRule="auto"/>
        <w:jc w:val="center"/>
        <w:rPr>
          <w:rFonts w:eastAsia="Times New Roman"/>
          <w:b/>
          <w:lang w:val="bg-BG"/>
        </w:rPr>
      </w:pPr>
      <w:r w:rsidRPr="00F66F21">
        <w:rPr>
          <w:rFonts w:eastAsia="Times New Roman"/>
          <w:b/>
          <w:lang w:val="bg-BG"/>
        </w:rPr>
        <w:t>УниКредит Булбанк – BIC: UNCRBGSF</w:t>
      </w:r>
    </w:p>
    <w:p w14:paraId="38B8C270" w14:textId="77777777" w:rsidR="002A7061" w:rsidRPr="00F66F21" w:rsidRDefault="002A7061" w:rsidP="002A7061">
      <w:pPr>
        <w:spacing w:line="276" w:lineRule="auto"/>
        <w:jc w:val="both"/>
        <w:rPr>
          <w:rFonts w:eastAsia="Times New Roman"/>
          <w:b/>
          <w:lang w:val="bg-BG"/>
        </w:rPr>
      </w:pPr>
      <w:r w:rsidRPr="00F66F21">
        <w:rPr>
          <w:rFonts w:eastAsia="Times New Roman"/>
          <w:lang w:val="bg-BG"/>
        </w:rPr>
        <w:t xml:space="preserve">сума в размер на </w:t>
      </w:r>
      <w:r w:rsidRPr="00F66F21">
        <w:rPr>
          <w:rFonts w:eastAsia="Times New Roman"/>
          <w:b/>
          <w:u w:val="single"/>
          <w:lang w:val="bg-BG"/>
        </w:rPr>
        <w:t>11</w:t>
      </w:r>
      <w:r w:rsidRPr="00F66F21">
        <w:rPr>
          <w:rFonts w:eastAsia="Times New Roman"/>
          <w:b/>
          <w:color w:val="FF6600"/>
          <w:u w:val="single"/>
          <w:lang w:val="bg-BG"/>
        </w:rPr>
        <w:t xml:space="preserve"> </w:t>
      </w:r>
      <w:r w:rsidRPr="00F66F21">
        <w:rPr>
          <w:rFonts w:eastAsia="Times New Roman"/>
          <w:b/>
          <w:u w:val="single"/>
          <w:lang w:val="bg-BG"/>
        </w:rPr>
        <w:t>лв./дка</w:t>
      </w:r>
      <w:r w:rsidRPr="00F66F21">
        <w:rPr>
          <w:rFonts w:eastAsia="Times New Roman"/>
          <w:u w:val="single"/>
          <w:lang w:val="bg-BG"/>
        </w:rPr>
        <w:t xml:space="preserve"> за ниви</w:t>
      </w:r>
      <w:r w:rsidRPr="00F66F21">
        <w:rPr>
          <w:rFonts w:eastAsia="Times New Roman"/>
          <w:lang w:val="bg-BG"/>
        </w:rPr>
        <w:t xml:space="preserve">, представляваща средното годишно рентно плащане за стопанската година </w:t>
      </w:r>
      <w:r w:rsidRPr="00F66F21">
        <w:rPr>
          <w:rFonts w:eastAsia="Times New Roman"/>
          <w:b/>
          <w:lang w:val="bg-BG"/>
        </w:rPr>
        <w:t>2023/2024</w:t>
      </w:r>
      <w:r w:rsidRPr="00F66F21">
        <w:rPr>
          <w:rFonts w:eastAsia="Times New Roman"/>
          <w:lang w:val="bg-BG"/>
        </w:rPr>
        <w:t xml:space="preserve"> за землището на </w:t>
      </w:r>
      <w:r w:rsidRPr="00F66F21">
        <w:rPr>
          <w:rFonts w:eastAsia="Times New Roman"/>
          <w:bCs/>
          <w:u w:val="single"/>
          <w:lang w:val="bg-BG"/>
        </w:rPr>
        <w:t>с. Поповяне, община Самоков</w:t>
      </w:r>
      <w:r w:rsidRPr="00F66F21">
        <w:rPr>
          <w:rFonts w:eastAsia="Times New Roman"/>
          <w:u w:val="single"/>
          <w:lang w:val="bg-BG" w:eastAsia="bg-BG"/>
        </w:rPr>
        <w:t xml:space="preserve">, ЕКАТТЕ 57697, </w:t>
      </w:r>
      <w:r w:rsidRPr="00F66F21">
        <w:rPr>
          <w:rFonts w:eastAsia="Times New Roman"/>
          <w:lang w:val="bg-BG" w:eastAsia="bg-BG"/>
        </w:rPr>
        <w:t>област София</w:t>
      </w:r>
      <w:r w:rsidRPr="00F66F21">
        <w:rPr>
          <w:rFonts w:eastAsia="Times New Roman"/>
          <w:lang w:val="bg-BG"/>
        </w:rPr>
        <w:t xml:space="preserve">, </w:t>
      </w:r>
      <w:r w:rsidRPr="00F66F21">
        <w:rPr>
          <w:rFonts w:eastAsia="Times New Roman"/>
          <w:b/>
          <w:lang w:val="bg-BG"/>
        </w:rPr>
        <w:t>в срок до три месеца</w:t>
      </w:r>
      <w:r w:rsidRPr="00F66F21">
        <w:rPr>
          <w:rFonts w:eastAsia="Times New Roman"/>
          <w:lang w:val="bg-BG"/>
        </w:rPr>
        <w:t xml:space="preserve"> от публикуването и.</w:t>
      </w:r>
    </w:p>
    <w:p w14:paraId="736E4419" w14:textId="3F2A9CBC" w:rsidR="006F71B1" w:rsidRPr="00F66F21" w:rsidRDefault="002A7061" w:rsidP="006F71B1">
      <w:pPr>
        <w:pStyle w:val="af0"/>
        <w:numPr>
          <w:ilvl w:val="0"/>
          <w:numId w:val="12"/>
        </w:numPr>
        <w:tabs>
          <w:tab w:val="left" w:pos="1134"/>
        </w:tabs>
        <w:spacing w:before="240" w:line="276" w:lineRule="auto"/>
        <w:ind w:left="0" w:firstLine="709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На основание чл. 37в, ал. 7 от ЗСПЗЗ, за ползвател, който не е заплатил сумите за ползваните земи по чл. 37в, ал. 3, т. 2 от ЗСПЗЗ съгласно настоящата заповед, директорът на областната дирекция „Земеделие“ издава заповед за заплащане на трикратния размер на 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14:paraId="09DF1159" w14:textId="66F3ABA9" w:rsidR="002A7061" w:rsidRPr="00F66F21" w:rsidRDefault="002A7061" w:rsidP="006F71B1">
      <w:pPr>
        <w:pStyle w:val="af0"/>
        <w:numPr>
          <w:ilvl w:val="0"/>
          <w:numId w:val="12"/>
        </w:numPr>
        <w:tabs>
          <w:tab w:val="left" w:pos="851"/>
          <w:tab w:val="left" w:pos="1276"/>
        </w:tabs>
        <w:spacing w:after="240" w:line="276" w:lineRule="auto"/>
        <w:ind w:left="0" w:firstLine="709"/>
        <w:jc w:val="both"/>
        <w:textAlignment w:val="center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Поповяне и в сградата на Общинската служба по земеделие - гр. Самоков и да се публикува на интернет страницата на общината и на Областна дирекция "Земеделие“ – София област.</w:t>
      </w:r>
    </w:p>
    <w:p w14:paraId="4DA931A3" w14:textId="48873FF9" w:rsidR="002A7061" w:rsidRPr="00F66F21" w:rsidRDefault="002A7061" w:rsidP="00F66F21">
      <w:pPr>
        <w:pStyle w:val="af0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На основание чл. 37в ал. 5 от ЗСПЗЗ във връзка с чл. 75а, ал. 2 от ППЗСПЗЗ   настоящата Заповед може да бъде обжалвана по реда на Административнопроцесуалния кодекс в 14 – дневен срок от обявяването й.</w:t>
      </w:r>
    </w:p>
    <w:p w14:paraId="6EE21DCB" w14:textId="4D63EFBD" w:rsidR="002A7061" w:rsidRPr="00F66F21" w:rsidRDefault="002A7061" w:rsidP="00F66F21">
      <w:pPr>
        <w:pStyle w:val="af0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lastRenderedPageBreak/>
        <w:t>На основание чл. 37в, ал. 6 от ЗСПЗЗ обжалването на заповедта не спира изпълнението й.</w:t>
      </w:r>
    </w:p>
    <w:p w14:paraId="0A5867A8" w14:textId="0982C23A" w:rsidR="002A7061" w:rsidRPr="00F66F21" w:rsidRDefault="002A7061" w:rsidP="002A7061">
      <w:pPr>
        <w:spacing w:line="276" w:lineRule="auto"/>
        <w:ind w:firstLine="567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14:paraId="7C8D4A4E" w14:textId="77777777" w:rsidR="002A7061" w:rsidRPr="00F66F21" w:rsidRDefault="002A7061" w:rsidP="002A7061">
      <w:pPr>
        <w:spacing w:line="276" w:lineRule="auto"/>
        <w:ind w:firstLine="567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14:paraId="63A1EFDD" w14:textId="162B2658" w:rsidR="00E65361" w:rsidRPr="00F66F21" w:rsidRDefault="00E65361" w:rsidP="00DC3BA6">
      <w:pPr>
        <w:ind w:firstLine="567"/>
        <w:jc w:val="both"/>
        <w:rPr>
          <w:bCs/>
          <w:lang w:val="bg-BG"/>
        </w:rPr>
      </w:pPr>
    </w:p>
    <w:p w14:paraId="106AB0D9" w14:textId="77777777" w:rsidR="002A7061" w:rsidRPr="00F66F21" w:rsidRDefault="002A7061" w:rsidP="00DC3BA6">
      <w:pPr>
        <w:ind w:firstLine="567"/>
        <w:jc w:val="both"/>
        <w:rPr>
          <w:bCs/>
          <w:lang w:val="bg-BG"/>
        </w:rPr>
      </w:pPr>
    </w:p>
    <w:p w14:paraId="6340F8E9" w14:textId="77777777" w:rsidR="00E215D2" w:rsidRDefault="00E215D2" w:rsidP="00DC3BA6">
      <w:pPr>
        <w:ind w:firstLine="567"/>
        <w:jc w:val="both"/>
        <w:rPr>
          <w:bCs/>
          <w:lang w:val="bg-BG"/>
        </w:rPr>
      </w:pPr>
    </w:p>
    <w:p w14:paraId="2D42ED30" w14:textId="77777777" w:rsidR="006437EE" w:rsidRDefault="006437EE" w:rsidP="00E65361">
      <w:pPr>
        <w:rPr>
          <w:b/>
          <w:bCs/>
          <w:lang w:val="bg-BG"/>
        </w:rPr>
      </w:pPr>
    </w:p>
    <w:p w14:paraId="3C8C9D79" w14:textId="630C7DE9" w:rsidR="00E65361" w:rsidRDefault="006437EE" w:rsidP="00E65361">
      <w:pPr>
        <w:rPr>
          <w:b/>
          <w:lang w:val="bg-BG"/>
        </w:rPr>
      </w:pPr>
      <w:r>
        <w:rPr>
          <w:b/>
          <w:bCs/>
          <w:lang w:val="bg-BG"/>
        </w:rPr>
        <w:t>ПЕТКО ДИМОВ</w:t>
      </w:r>
      <w:r w:rsidR="006F62CA">
        <w:rPr>
          <w:b/>
          <w:bCs/>
          <w:lang w:val="bg-BG"/>
        </w:rPr>
        <w:t xml:space="preserve">  /П/</w:t>
      </w:r>
      <w:r w:rsidR="00E65361">
        <w:rPr>
          <w:b/>
          <w:lang w:val="bg-BG"/>
        </w:rPr>
        <w:t xml:space="preserve">      </w:t>
      </w:r>
    </w:p>
    <w:p w14:paraId="1AED33B0" w14:textId="18DB7016" w:rsidR="00E65361" w:rsidRPr="00091C45" w:rsidRDefault="00E65361" w:rsidP="00E65361">
      <w:pPr>
        <w:rPr>
          <w:sz w:val="20"/>
          <w:szCs w:val="20"/>
          <w:lang w:val="bg-BG"/>
        </w:rPr>
      </w:pPr>
      <w:r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</w:p>
    <w:p w14:paraId="18E4B384" w14:textId="77777777" w:rsidR="00E65361" w:rsidRPr="00091C45" w:rsidRDefault="00E65361" w:rsidP="00E65361">
      <w:pPr>
        <w:rPr>
          <w:i/>
          <w:lang w:val="bg-BG"/>
        </w:rPr>
      </w:pPr>
      <w:r w:rsidRPr="00091C45">
        <w:rPr>
          <w:i/>
          <w:lang w:val="bg-BG"/>
        </w:rPr>
        <w:t>О</w:t>
      </w:r>
      <w:r>
        <w:rPr>
          <w:i/>
          <w:lang w:val="bg-BG"/>
        </w:rPr>
        <w:t xml:space="preserve">бластна дирекция „Земеделие” </w:t>
      </w:r>
      <w:r>
        <w:rPr>
          <w:i/>
          <w:lang w:val="bg-BG"/>
        </w:rPr>
        <w:tab/>
      </w:r>
      <w:r>
        <w:rPr>
          <w:i/>
          <w:lang w:val="bg-BG"/>
        </w:rPr>
        <w:tab/>
      </w:r>
    </w:p>
    <w:p w14:paraId="567BEB58" w14:textId="18C79ADC" w:rsidR="00E65361" w:rsidRDefault="00E65361" w:rsidP="00E65361">
      <w:pPr>
        <w:jc w:val="both"/>
        <w:rPr>
          <w:bCs/>
          <w:lang w:val="bg-BG"/>
        </w:rPr>
      </w:pPr>
      <w:r w:rsidRPr="00091C45">
        <w:rPr>
          <w:i/>
          <w:lang w:val="bg-BG"/>
        </w:rPr>
        <w:t>София област</w:t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</w:p>
    <w:p w14:paraId="50239C46" w14:textId="77777777" w:rsidR="0008648D" w:rsidRPr="00C40BCE" w:rsidRDefault="0008648D" w:rsidP="002213A1">
      <w:pPr>
        <w:ind w:firstLine="709"/>
        <w:jc w:val="both"/>
        <w:rPr>
          <w:lang w:val="bg-BG"/>
        </w:rPr>
      </w:pPr>
    </w:p>
    <w:p w14:paraId="525DF12A" w14:textId="77777777" w:rsidR="002213A1" w:rsidRPr="00C40BCE" w:rsidRDefault="002213A1" w:rsidP="002213A1">
      <w:pPr>
        <w:jc w:val="both"/>
        <w:rPr>
          <w:lang w:val="bg-BG"/>
        </w:rPr>
      </w:pPr>
    </w:p>
    <w:bookmarkEnd w:id="6"/>
    <w:p w14:paraId="11F2CBA5" w14:textId="394BE8FA" w:rsidR="000230D4" w:rsidRDefault="000230D4" w:rsidP="00E33AAE">
      <w:pPr>
        <w:ind w:firstLine="709"/>
        <w:jc w:val="both"/>
        <w:rPr>
          <w:i/>
          <w:iCs/>
          <w:sz w:val="20"/>
          <w:lang w:val="bg-BG"/>
        </w:rPr>
      </w:pPr>
    </w:p>
    <w:p w14:paraId="7D2A8A91" w14:textId="77777777" w:rsidR="000230D4" w:rsidRPr="000230D4" w:rsidRDefault="000230D4" w:rsidP="000230D4">
      <w:pPr>
        <w:rPr>
          <w:sz w:val="20"/>
          <w:lang w:val="bg-BG"/>
        </w:rPr>
      </w:pPr>
    </w:p>
    <w:p w14:paraId="38767D4A" w14:textId="77777777" w:rsidR="000230D4" w:rsidRPr="000230D4" w:rsidRDefault="000230D4" w:rsidP="000230D4">
      <w:pPr>
        <w:rPr>
          <w:i/>
          <w:lang w:val="bg-BG"/>
        </w:rPr>
      </w:pPr>
    </w:p>
    <w:sectPr w:rsidR="000230D4" w:rsidRPr="000230D4" w:rsidSect="00546F6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992" w:bottom="709" w:left="1276" w:header="425" w:footer="9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65DF3" w14:textId="77777777" w:rsidR="000A0B06" w:rsidRDefault="000A0B06">
      <w:r>
        <w:separator/>
      </w:r>
    </w:p>
  </w:endnote>
  <w:endnote w:type="continuationSeparator" w:id="0">
    <w:p w14:paraId="0DCAA1E3" w14:textId="77777777" w:rsidR="000A0B06" w:rsidRDefault="000A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F62CA" w:rsidRDefault="006F62CA" w:rsidP="00C37346">
    <w:pPr>
      <w:pStyle w:val="a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240DF26" w14:textId="77777777" w:rsidR="006F62CA" w:rsidRDefault="006F62CA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329BC208" w:rsidR="006F62CA" w:rsidRPr="00713EC9" w:rsidRDefault="006F62CA" w:rsidP="00C37346">
    <w:pPr>
      <w:pStyle w:val="a5"/>
      <w:framePr w:wrap="around" w:vAnchor="text" w:hAnchor="margin" w:xAlign="right" w:y="1"/>
      <w:rPr>
        <w:rStyle w:val="ae"/>
        <w:sz w:val="18"/>
      </w:rPr>
    </w:pPr>
    <w:r w:rsidRPr="00713EC9">
      <w:rPr>
        <w:rStyle w:val="ae"/>
        <w:sz w:val="18"/>
      </w:rPr>
      <w:fldChar w:fldCharType="begin"/>
    </w:r>
    <w:r w:rsidRPr="00713EC9">
      <w:rPr>
        <w:rStyle w:val="ae"/>
        <w:sz w:val="18"/>
      </w:rPr>
      <w:instrText xml:space="preserve">PAGE  </w:instrText>
    </w:r>
    <w:r w:rsidRPr="00713EC9">
      <w:rPr>
        <w:rStyle w:val="ae"/>
        <w:sz w:val="18"/>
      </w:rPr>
      <w:fldChar w:fldCharType="separate"/>
    </w:r>
    <w:r w:rsidR="00E46001">
      <w:rPr>
        <w:rStyle w:val="ae"/>
        <w:noProof/>
        <w:sz w:val="18"/>
      </w:rPr>
      <w:t>2</w:t>
    </w:r>
    <w:r w:rsidRPr="00713EC9">
      <w:rPr>
        <w:rStyle w:val="ae"/>
        <w:sz w:val="18"/>
      </w:rPr>
      <w:fldChar w:fldCharType="end"/>
    </w:r>
  </w:p>
  <w:p w14:paraId="63C3FC68" w14:textId="77777777" w:rsidR="006F62CA" w:rsidRPr="002639F4" w:rsidRDefault="006F62CA" w:rsidP="0052054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Pr="00574C81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</w:t>
    </w:r>
    <w:r w:rsidRPr="00574C81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 w:rsidRPr="00574C81">
      <w:rPr>
        <w:rFonts w:ascii="Verdana" w:hAnsi="Verdana"/>
        <w:sz w:val="16"/>
        <w:szCs w:val="16"/>
        <w:lang w:val="ru-RU"/>
      </w:rPr>
      <w:t>/</w:t>
    </w:r>
    <w:r>
      <w:rPr>
        <w:rFonts w:ascii="Verdana" w:hAnsi="Verdana"/>
        <w:sz w:val="16"/>
        <w:szCs w:val="16"/>
      </w:rPr>
      <w:t>bg</w:t>
    </w:r>
    <w:r w:rsidRPr="00574C81">
      <w:rPr>
        <w:rFonts w:ascii="Verdana" w:hAnsi="Verdana"/>
        <w:sz w:val="16"/>
        <w:szCs w:val="16"/>
        <w:lang w:val="ru-RU"/>
      </w:rPr>
      <w:t>/</w:t>
    </w:r>
    <w:r>
      <w:rPr>
        <w:rFonts w:ascii="Verdana" w:hAnsi="Verdana"/>
        <w:sz w:val="16"/>
        <w:szCs w:val="16"/>
      </w:rPr>
      <w:t>Home</w:t>
    </w:r>
    <w:r w:rsidRPr="00574C81">
      <w:rPr>
        <w:rFonts w:ascii="Verdana" w:hAnsi="Verdana"/>
        <w:sz w:val="16"/>
        <w:szCs w:val="16"/>
        <w:lang w:val="ru-RU"/>
      </w:rPr>
      <w:t>.</w:t>
    </w:r>
    <w:r>
      <w:rPr>
        <w:rFonts w:ascii="Verdana" w:hAnsi="Verdana"/>
        <w:sz w:val="16"/>
        <w:szCs w:val="16"/>
      </w:rPr>
      <w:t>aspx</w:t>
    </w:r>
  </w:p>
  <w:p w14:paraId="70B7068F" w14:textId="77777777" w:rsidR="006F62CA" w:rsidRPr="002639F4" w:rsidRDefault="006F62CA" w:rsidP="0052054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14:paraId="0DF700C8" w14:textId="77777777" w:rsidR="006F62CA" w:rsidRPr="00835BBA" w:rsidRDefault="006F62CA" w:rsidP="00520547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99C2C" w14:textId="77777777" w:rsidR="006F62CA" w:rsidRPr="002639F4" w:rsidRDefault="006F62CA" w:rsidP="0052054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Pr="00574C81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</w:t>
    </w:r>
    <w:r w:rsidRPr="00574C81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 w:rsidRPr="00574C81">
      <w:rPr>
        <w:rFonts w:ascii="Verdana" w:hAnsi="Verdana"/>
        <w:sz w:val="16"/>
        <w:szCs w:val="16"/>
        <w:lang w:val="ru-RU"/>
      </w:rPr>
      <w:t>/</w:t>
    </w:r>
    <w:r>
      <w:rPr>
        <w:rFonts w:ascii="Verdana" w:hAnsi="Verdana"/>
        <w:sz w:val="16"/>
        <w:szCs w:val="16"/>
      </w:rPr>
      <w:t>bg</w:t>
    </w:r>
    <w:r w:rsidRPr="00574C81">
      <w:rPr>
        <w:rFonts w:ascii="Verdana" w:hAnsi="Verdana"/>
        <w:sz w:val="16"/>
        <w:szCs w:val="16"/>
        <w:lang w:val="ru-RU"/>
      </w:rPr>
      <w:t>/</w:t>
    </w:r>
    <w:r>
      <w:rPr>
        <w:rFonts w:ascii="Verdana" w:hAnsi="Verdana"/>
        <w:sz w:val="16"/>
        <w:szCs w:val="16"/>
      </w:rPr>
      <w:t>Home</w:t>
    </w:r>
    <w:r w:rsidRPr="00574C81">
      <w:rPr>
        <w:rFonts w:ascii="Verdana" w:hAnsi="Verdana"/>
        <w:sz w:val="16"/>
        <w:szCs w:val="16"/>
        <w:lang w:val="ru-RU"/>
      </w:rPr>
      <w:t>.</w:t>
    </w:r>
    <w:r>
      <w:rPr>
        <w:rFonts w:ascii="Verdana" w:hAnsi="Verdana"/>
        <w:sz w:val="16"/>
        <w:szCs w:val="16"/>
      </w:rPr>
      <w:t>aspx</w:t>
    </w:r>
  </w:p>
  <w:p w14:paraId="73291368" w14:textId="77777777" w:rsidR="006F62CA" w:rsidRPr="002639F4" w:rsidRDefault="006F62CA" w:rsidP="0052054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14:paraId="4D099F30" w14:textId="3A642058" w:rsidR="006F62CA" w:rsidRPr="00520547" w:rsidRDefault="006F62CA" w:rsidP="005205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6A646" w14:textId="77777777" w:rsidR="000A0B06" w:rsidRDefault="000A0B06">
      <w:r>
        <w:separator/>
      </w:r>
    </w:p>
  </w:footnote>
  <w:footnote w:type="continuationSeparator" w:id="0">
    <w:p w14:paraId="4C9219BD" w14:textId="77777777" w:rsidR="000A0B06" w:rsidRDefault="000A0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4A26E" w14:textId="3387BAE1" w:rsidR="006F62CA" w:rsidRPr="008A60C5" w:rsidRDefault="006F62CA" w:rsidP="00517B7C">
    <w:pPr>
      <w:pStyle w:val="2"/>
      <w:jc w:val="left"/>
      <w:rPr>
        <w:rFonts w:eastAsia="Times New Roman"/>
        <w:i/>
        <w:iCs/>
        <w:sz w:val="2"/>
        <w:szCs w:val="2"/>
      </w:rPr>
    </w:pPr>
    <w:r w:rsidRPr="008A60C5">
      <w:rPr>
        <w:rFonts w:eastAsia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61312" behindDoc="0" locked="0" layoutInCell="1" allowOverlap="1" wp14:anchorId="0EC0D9D0" wp14:editId="28EAB221">
          <wp:simplePos x="0" y="0"/>
          <wp:positionH relativeFrom="column">
            <wp:posOffset>-57785</wp:posOffset>
          </wp:positionH>
          <wp:positionV relativeFrom="paragraph">
            <wp:posOffset>-56515</wp:posOffset>
          </wp:positionV>
          <wp:extent cx="600710" cy="832485"/>
          <wp:effectExtent l="0" t="0" r="0" b="0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A814E7" w14:textId="394BFF23" w:rsidR="006F62CA" w:rsidRPr="008A60C5" w:rsidRDefault="006F62CA" w:rsidP="00517B7C">
    <w:pPr>
      <w:keepNext/>
      <w:tabs>
        <w:tab w:val="left" w:pos="1276"/>
        <w:tab w:val="right" w:pos="9639"/>
      </w:tabs>
      <w:spacing w:line="360" w:lineRule="exact"/>
      <w:outlineLvl w:val="0"/>
      <w:rPr>
        <w:rFonts w:ascii="Helen Bg Condensed" w:eastAsia="Times New Roman" w:hAnsi="Helen Bg Condensed"/>
        <w:b/>
        <w:spacing w:val="40"/>
        <w:sz w:val="30"/>
        <w:szCs w:val="30"/>
        <w:lang w:val="bg-BG"/>
      </w:rPr>
    </w:pPr>
    <w:r w:rsidRPr="008A60C5">
      <w:rPr>
        <w:rFonts w:ascii="Bookman Old Style" w:eastAsia="Times New Roman" w:hAnsi="Bookman Old Style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18EE60" wp14:editId="207DCBD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EE9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8A60C5">
      <w:rPr>
        <w:rFonts w:ascii="Helen Bg Condensed" w:eastAsia="Times New Roman" w:hAnsi="Helen Bg Condensed"/>
        <w:b/>
        <w:spacing w:val="40"/>
        <w:sz w:val="30"/>
        <w:szCs w:val="30"/>
        <w:lang w:val="bg-BG"/>
      </w:rPr>
      <w:t xml:space="preserve"> </w:t>
    </w:r>
    <w:r>
      <w:rPr>
        <w:rFonts w:ascii="Helen Bg Condensed" w:eastAsia="Times New Roman" w:hAnsi="Helen Bg Condensed"/>
        <w:b/>
        <w:spacing w:val="40"/>
        <w:sz w:val="30"/>
        <w:szCs w:val="30"/>
      </w:rPr>
      <w:t xml:space="preserve">     </w:t>
    </w:r>
    <w:r w:rsidRPr="008A60C5">
      <w:rPr>
        <w:rFonts w:ascii="Helen Bg Condensed" w:eastAsia="Times New Roman" w:hAnsi="Helen Bg Condensed"/>
        <w:b/>
        <w:spacing w:val="40"/>
        <w:sz w:val="30"/>
        <w:szCs w:val="30"/>
        <w:lang w:val="bg-BG"/>
      </w:rPr>
      <w:t>РЕПУБЛИКА БЪЛГАРИЯ</w:t>
    </w:r>
  </w:p>
  <w:p w14:paraId="4936AB92" w14:textId="77777777" w:rsidR="006F62CA" w:rsidRPr="008A60C5" w:rsidRDefault="006F62CA" w:rsidP="008A60C5">
    <w:pPr>
      <w:keepNext/>
      <w:tabs>
        <w:tab w:val="left" w:pos="1276"/>
      </w:tabs>
      <w:spacing w:line="360" w:lineRule="exact"/>
      <w:outlineLvl w:val="0"/>
      <w:rPr>
        <w:rFonts w:eastAsia="Times New Roman"/>
        <w:spacing w:val="40"/>
        <w:sz w:val="26"/>
        <w:szCs w:val="26"/>
        <w:lang w:val="bg-BG"/>
      </w:rPr>
    </w:pPr>
    <w:r w:rsidRPr="008A60C5">
      <w:rPr>
        <w:rFonts w:ascii="Bookman Old Style" w:eastAsia="Times New Roman" w:hAnsi="Bookman Old Style"/>
        <w:b/>
        <w:spacing w:val="30"/>
        <w:sz w:val="36"/>
        <w:szCs w:val="36"/>
        <w:lang w:val="bg-BG"/>
      </w:rPr>
      <w:tab/>
    </w:r>
    <w:r w:rsidRPr="008A60C5">
      <w:rPr>
        <w:rFonts w:eastAsia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14:paraId="5160EF15" w14:textId="5BB4BC3A" w:rsidR="006F62CA" w:rsidRPr="008A60C5" w:rsidRDefault="006F62CA" w:rsidP="008A60C5">
    <w:pPr>
      <w:keepNext/>
      <w:tabs>
        <w:tab w:val="left" w:pos="1276"/>
      </w:tabs>
      <w:spacing w:line="360" w:lineRule="exact"/>
      <w:ind w:firstLine="1276"/>
      <w:outlineLvl w:val="0"/>
      <w:rPr>
        <w:rFonts w:eastAsia="Times New Roman"/>
        <w:spacing w:val="40"/>
        <w:sz w:val="26"/>
        <w:szCs w:val="26"/>
        <w:lang w:val="ru-RU"/>
      </w:rPr>
    </w:pPr>
    <w:r w:rsidRPr="008A60C5">
      <w:rPr>
        <w:rFonts w:eastAsia="Times New Roman"/>
        <w:b/>
        <w:noProof/>
        <w:spacing w:val="3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500DCD5" wp14:editId="5D248AEE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AB3395" id="Line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8A60C5">
      <w:rPr>
        <w:rFonts w:eastAsia="Times New Roman"/>
        <w:spacing w:val="40"/>
        <w:sz w:val="26"/>
        <w:szCs w:val="26"/>
        <w:lang w:val="bg-BG"/>
      </w:rPr>
      <w:t>Областна дирекция „Земеделие” – София област</w:t>
    </w:r>
  </w:p>
  <w:p w14:paraId="0A998BDC" w14:textId="77777777" w:rsidR="006F62CA" w:rsidRPr="00983B22" w:rsidRDefault="006F62CA" w:rsidP="00983B22">
    <w:pPr>
      <w:rPr>
        <w:b/>
        <w:lang w:val="bg-BG"/>
      </w:rPr>
    </w:pPr>
    <w:r w:rsidRPr="00983B22">
      <w:rPr>
        <w:lang w:val="ru-RU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B3ECB"/>
    <w:multiLevelType w:val="hybridMultilevel"/>
    <w:tmpl w:val="71A668A4"/>
    <w:lvl w:ilvl="0" w:tplc="2B5490A6">
      <w:start w:val="1"/>
      <w:numFmt w:val="upperRoman"/>
      <w:lvlText w:val="%1."/>
      <w:lvlJc w:val="left"/>
      <w:pPr>
        <w:ind w:left="2247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9C53F9C"/>
    <w:multiLevelType w:val="hybridMultilevel"/>
    <w:tmpl w:val="218E949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A1C689B"/>
    <w:multiLevelType w:val="hybridMultilevel"/>
    <w:tmpl w:val="BDD4EA7A"/>
    <w:lvl w:ilvl="0" w:tplc="0402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E7DF0"/>
    <w:multiLevelType w:val="hybridMultilevel"/>
    <w:tmpl w:val="604003C6"/>
    <w:lvl w:ilvl="0" w:tplc="2B5490A6">
      <w:start w:val="1"/>
      <w:numFmt w:val="upperRoman"/>
      <w:lvlText w:val="%1."/>
      <w:lvlJc w:val="left"/>
      <w:pPr>
        <w:ind w:left="2385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13"/>
  </w:num>
  <w:num w:numId="12">
    <w:abstractNumId w:val="8"/>
  </w:num>
  <w:num w:numId="13">
    <w:abstractNumId w:val="11"/>
  </w:num>
  <w:num w:numId="14">
    <w:abstractNumId w:val="2"/>
  </w:num>
  <w:num w:numId="15">
    <w:abstractNumId w:val="4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06CF9"/>
    <w:rsid w:val="00013A9F"/>
    <w:rsid w:val="000178A6"/>
    <w:rsid w:val="00020405"/>
    <w:rsid w:val="000230D4"/>
    <w:rsid w:val="00023237"/>
    <w:rsid w:val="00031A1D"/>
    <w:rsid w:val="00034C87"/>
    <w:rsid w:val="00034F6D"/>
    <w:rsid w:val="00041D0F"/>
    <w:rsid w:val="00041F7E"/>
    <w:rsid w:val="00062ED8"/>
    <w:rsid w:val="00065B1D"/>
    <w:rsid w:val="00082D41"/>
    <w:rsid w:val="0008557E"/>
    <w:rsid w:val="0008648D"/>
    <w:rsid w:val="0009344D"/>
    <w:rsid w:val="00094932"/>
    <w:rsid w:val="000A0B06"/>
    <w:rsid w:val="000A519D"/>
    <w:rsid w:val="000B05B1"/>
    <w:rsid w:val="000B6ACA"/>
    <w:rsid w:val="000C25BA"/>
    <w:rsid w:val="000C5047"/>
    <w:rsid w:val="000D4272"/>
    <w:rsid w:val="000D68D9"/>
    <w:rsid w:val="000E2804"/>
    <w:rsid w:val="000E46A8"/>
    <w:rsid w:val="000E478C"/>
    <w:rsid w:val="000F691D"/>
    <w:rsid w:val="0011621C"/>
    <w:rsid w:val="00120E80"/>
    <w:rsid w:val="0013647C"/>
    <w:rsid w:val="00137F32"/>
    <w:rsid w:val="001423EA"/>
    <w:rsid w:val="0015050F"/>
    <w:rsid w:val="00153007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86D22"/>
    <w:rsid w:val="0019509E"/>
    <w:rsid w:val="001956ED"/>
    <w:rsid w:val="001A06E4"/>
    <w:rsid w:val="001A1BA3"/>
    <w:rsid w:val="001A1C66"/>
    <w:rsid w:val="001B3294"/>
    <w:rsid w:val="001B4BA5"/>
    <w:rsid w:val="001C7910"/>
    <w:rsid w:val="001E1CD9"/>
    <w:rsid w:val="0020653E"/>
    <w:rsid w:val="00212573"/>
    <w:rsid w:val="00215957"/>
    <w:rsid w:val="002213A1"/>
    <w:rsid w:val="00223234"/>
    <w:rsid w:val="00225E60"/>
    <w:rsid w:val="0023186B"/>
    <w:rsid w:val="00236727"/>
    <w:rsid w:val="0024169F"/>
    <w:rsid w:val="0024276E"/>
    <w:rsid w:val="002557CA"/>
    <w:rsid w:val="002639F4"/>
    <w:rsid w:val="00266D04"/>
    <w:rsid w:val="0027018A"/>
    <w:rsid w:val="002725F6"/>
    <w:rsid w:val="00285784"/>
    <w:rsid w:val="0028701D"/>
    <w:rsid w:val="00291BDD"/>
    <w:rsid w:val="002A10AF"/>
    <w:rsid w:val="002A7061"/>
    <w:rsid w:val="002C5874"/>
    <w:rsid w:val="002D3B8A"/>
    <w:rsid w:val="002E0A30"/>
    <w:rsid w:val="002E25EF"/>
    <w:rsid w:val="002F2872"/>
    <w:rsid w:val="002F4892"/>
    <w:rsid w:val="003015D9"/>
    <w:rsid w:val="003044A5"/>
    <w:rsid w:val="00307648"/>
    <w:rsid w:val="003140CD"/>
    <w:rsid w:val="003171AC"/>
    <w:rsid w:val="00325630"/>
    <w:rsid w:val="0033321F"/>
    <w:rsid w:val="00334F0E"/>
    <w:rsid w:val="00335D4C"/>
    <w:rsid w:val="003361C6"/>
    <w:rsid w:val="00336DD6"/>
    <w:rsid w:val="00343C03"/>
    <w:rsid w:val="00345A2F"/>
    <w:rsid w:val="003475D8"/>
    <w:rsid w:val="00351EE0"/>
    <w:rsid w:val="00352944"/>
    <w:rsid w:val="0035766D"/>
    <w:rsid w:val="003723AE"/>
    <w:rsid w:val="00374CAD"/>
    <w:rsid w:val="003813FC"/>
    <w:rsid w:val="0038518E"/>
    <w:rsid w:val="003A5F2A"/>
    <w:rsid w:val="003A6165"/>
    <w:rsid w:val="003A7442"/>
    <w:rsid w:val="003B6B61"/>
    <w:rsid w:val="003C2E20"/>
    <w:rsid w:val="003C6886"/>
    <w:rsid w:val="003D26C6"/>
    <w:rsid w:val="003D27F5"/>
    <w:rsid w:val="003D29F1"/>
    <w:rsid w:val="003D48FB"/>
    <w:rsid w:val="003E7141"/>
    <w:rsid w:val="003F12AE"/>
    <w:rsid w:val="003F6007"/>
    <w:rsid w:val="003F6831"/>
    <w:rsid w:val="003F6ADC"/>
    <w:rsid w:val="00401145"/>
    <w:rsid w:val="004138DA"/>
    <w:rsid w:val="00430352"/>
    <w:rsid w:val="004356D4"/>
    <w:rsid w:val="0043766A"/>
    <w:rsid w:val="00443D11"/>
    <w:rsid w:val="00446795"/>
    <w:rsid w:val="004517AC"/>
    <w:rsid w:val="00454CDE"/>
    <w:rsid w:val="0045733A"/>
    <w:rsid w:val="00457A9F"/>
    <w:rsid w:val="00457F33"/>
    <w:rsid w:val="00463733"/>
    <w:rsid w:val="00464DCD"/>
    <w:rsid w:val="00470179"/>
    <w:rsid w:val="00471AF4"/>
    <w:rsid w:val="00492D75"/>
    <w:rsid w:val="004968A3"/>
    <w:rsid w:val="00496975"/>
    <w:rsid w:val="00496CCE"/>
    <w:rsid w:val="004A35CC"/>
    <w:rsid w:val="004A3929"/>
    <w:rsid w:val="004B10BF"/>
    <w:rsid w:val="004B4C78"/>
    <w:rsid w:val="004C3144"/>
    <w:rsid w:val="004C4B62"/>
    <w:rsid w:val="004D078C"/>
    <w:rsid w:val="004E31E0"/>
    <w:rsid w:val="004E5FF6"/>
    <w:rsid w:val="004E6E30"/>
    <w:rsid w:val="004F0D1B"/>
    <w:rsid w:val="004F5882"/>
    <w:rsid w:val="004F625A"/>
    <w:rsid w:val="004F765C"/>
    <w:rsid w:val="00505A7C"/>
    <w:rsid w:val="0051429F"/>
    <w:rsid w:val="00517B7C"/>
    <w:rsid w:val="00520547"/>
    <w:rsid w:val="00522D1E"/>
    <w:rsid w:val="00525C4F"/>
    <w:rsid w:val="00531657"/>
    <w:rsid w:val="00533524"/>
    <w:rsid w:val="00535D58"/>
    <w:rsid w:val="00544517"/>
    <w:rsid w:val="00546F67"/>
    <w:rsid w:val="005604AC"/>
    <w:rsid w:val="00564A90"/>
    <w:rsid w:val="0057056E"/>
    <w:rsid w:val="00573A54"/>
    <w:rsid w:val="005745ED"/>
    <w:rsid w:val="00574C81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0777"/>
    <w:rsid w:val="005B2632"/>
    <w:rsid w:val="005B4D1B"/>
    <w:rsid w:val="005B59F7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2761"/>
    <w:rsid w:val="005F3A9D"/>
    <w:rsid w:val="005F4737"/>
    <w:rsid w:val="005F55A1"/>
    <w:rsid w:val="00600678"/>
    <w:rsid w:val="00602A0B"/>
    <w:rsid w:val="00606C01"/>
    <w:rsid w:val="00613670"/>
    <w:rsid w:val="00614242"/>
    <w:rsid w:val="00616262"/>
    <w:rsid w:val="00617A58"/>
    <w:rsid w:val="00623B38"/>
    <w:rsid w:val="00630C25"/>
    <w:rsid w:val="006359F1"/>
    <w:rsid w:val="006437EE"/>
    <w:rsid w:val="00645F78"/>
    <w:rsid w:val="006522E9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651"/>
    <w:rsid w:val="006C5E63"/>
    <w:rsid w:val="006C7E03"/>
    <w:rsid w:val="006D7F75"/>
    <w:rsid w:val="006E1608"/>
    <w:rsid w:val="006E26A3"/>
    <w:rsid w:val="006E2F1D"/>
    <w:rsid w:val="006E3FEF"/>
    <w:rsid w:val="006E5811"/>
    <w:rsid w:val="006F0945"/>
    <w:rsid w:val="006F2858"/>
    <w:rsid w:val="006F5952"/>
    <w:rsid w:val="006F62CA"/>
    <w:rsid w:val="006F71B1"/>
    <w:rsid w:val="00700306"/>
    <w:rsid w:val="00703AAB"/>
    <w:rsid w:val="00707245"/>
    <w:rsid w:val="00707F86"/>
    <w:rsid w:val="007131C5"/>
    <w:rsid w:val="00713EC9"/>
    <w:rsid w:val="00715098"/>
    <w:rsid w:val="00715C9E"/>
    <w:rsid w:val="00717C18"/>
    <w:rsid w:val="00720533"/>
    <w:rsid w:val="00724CF9"/>
    <w:rsid w:val="00724E5F"/>
    <w:rsid w:val="00725595"/>
    <w:rsid w:val="0072618C"/>
    <w:rsid w:val="00734758"/>
    <w:rsid w:val="007351F8"/>
    <w:rsid w:val="007354A2"/>
    <w:rsid w:val="00735898"/>
    <w:rsid w:val="00735AA2"/>
    <w:rsid w:val="00736645"/>
    <w:rsid w:val="00737F0F"/>
    <w:rsid w:val="00744E16"/>
    <w:rsid w:val="00751C7B"/>
    <w:rsid w:val="00753FF4"/>
    <w:rsid w:val="00757E98"/>
    <w:rsid w:val="00762DA8"/>
    <w:rsid w:val="00771927"/>
    <w:rsid w:val="00773010"/>
    <w:rsid w:val="00781F58"/>
    <w:rsid w:val="007834DE"/>
    <w:rsid w:val="00785809"/>
    <w:rsid w:val="00787497"/>
    <w:rsid w:val="00790A89"/>
    <w:rsid w:val="007947AE"/>
    <w:rsid w:val="00794D64"/>
    <w:rsid w:val="007964C9"/>
    <w:rsid w:val="007A06D3"/>
    <w:rsid w:val="007A6290"/>
    <w:rsid w:val="007B1922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05A77"/>
    <w:rsid w:val="0080640A"/>
    <w:rsid w:val="00810556"/>
    <w:rsid w:val="00813E21"/>
    <w:rsid w:val="00813F02"/>
    <w:rsid w:val="00816DB1"/>
    <w:rsid w:val="00822F7A"/>
    <w:rsid w:val="00823FF9"/>
    <w:rsid w:val="008318FA"/>
    <w:rsid w:val="008324AB"/>
    <w:rsid w:val="00833823"/>
    <w:rsid w:val="00835BBA"/>
    <w:rsid w:val="0083710E"/>
    <w:rsid w:val="0084008D"/>
    <w:rsid w:val="00846434"/>
    <w:rsid w:val="00850BCE"/>
    <w:rsid w:val="00853035"/>
    <w:rsid w:val="0085348A"/>
    <w:rsid w:val="0085463F"/>
    <w:rsid w:val="008625E9"/>
    <w:rsid w:val="0086367E"/>
    <w:rsid w:val="00871654"/>
    <w:rsid w:val="008717F4"/>
    <w:rsid w:val="008833AA"/>
    <w:rsid w:val="00883AE2"/>
    <w:rsid w:val="00893776"/>
    <w:rsid w:val="008A1AF4"/>
    <w:rsid w:val="008A1BBB"/>
    <w:rsid w:val="008A408D"/>
    <w:rsid w:val="008A60C5"/>
    <w:rsid w:val="008B0206"/>
    <w:rsid w:val="008B1300"/>
    <w:rsid w:val="008C54F3"/>
    <w:rsid w:val="008D1749"/>
    <w:rsid w:val="008D2703"/>
    <w:rsid w:val="008D7029"/>
    <w:rsid w:val="008E0E45"/>
    <w:rsid w:val="008E5F6E"/>
    <w:rsid w:val="008F0754"/>
    <w:rsid w:val="008F3A6E"/>
    <w:rsid w:val="009109C3"/>
    <w:rsid w:val="00910BB2"/>
    <w:rsid w:val="009138D4"/>
    <w:rsid w:val="00931B42"/>
    <w:rsid w:val="00933CBA"/>
    <w:rsid w:val="00936425"/>
    <w:rsid w:val="00945150"/>
    <w:rsid w:val="00945D4D"/>
    <w:rsid w:val="00946D85"/>
    <w:rsid w:val="00954029"/>
    <w:rsid w:val="00956CD8"/>
    <w:rsid w:val="009615AF"/>
    <w:rsid w:val="00964E26"/>
    <w:rsid w:val="00974546"/>
    <w:rsid w:val="0097789C"/>
    <w:rsid w:val="009803EE"/>
    <w:rsid w:val="00983B22"/>
    <w:rsid w:val="009845FE"/>
    <w:rsid w:val="00985484"/>
    <w:rsid w:val="00990E76"/>
    <w:rsid w:val="00992DF8"/>
    <w:rsid w:val="00996A5D"/>
    <w:rsid w:val="0099762A"/>
    <w:rsid w:val="009A1C2C"/>
    <w:rsid w:val="009A2BA7"/>
    <w:rsid w:val="009A49E5"/>
    <w:rsid w:val="009A5FF0"/>
    <w:rsid w:val="009B3FDB"/>
    <w:rsid w:val="009B57C3"/>
    <w:rsid w:val="009D555E"/>
    <w:rsid w:val="009E2A74"/>
    <w:rsid w:val="009E7D8E"/>
    <w:rsid w:val="009F2A96"/>
    <w:rsid w:val="00A1259D"/>
    <w:rsid w:val="00A21340"/>
    <w:rsid w:val="00A23815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751"/>
    <w:rsid w:val="00A908FE"/>
    <w:rsid w:val="00A92CFD"/>
    <w:rsid w:val="00A94EC0"/>
    <w:rsid w:val="00AA37E5"/>
    <w:rsid w:val="00AB53BB"/>
    <w:rsid w:val="00AB6A49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4DB"/>
    <w:rsid w:val="00B01BC8"/>
    <w:rsid w:val="00B02AEB"/>
    <w:rsid w:val="00B04B4F"/>
    <w:rsid w:val="00B14BA2"/>
    <w:rsid w:val="00B157DC"/>
    <w:rsid w:val="00B174D2"/>
    <w:rsid w:val="00B22D78"/>
    <w:rsid w:val="00B2429C"/>
    <w:rsid w:val="00B24C3B"/>
    <w:rsid w:val="00B54180"/>
    <w:rsid w:val="00B61E85"/>
    <w:rsid w:val="00B650EE"/>
    <w:rsid w:val="00B65B7A"/>
    <w:rsid w:val="00B719D1"/>
    <w:rsid w:val="00B80B62"/>
    <w:rsid w:val="00B8298F"/>
    <w:rsid w:val="00B97B20"/>
    <w:rsid w:val="00BA5128"/>
    <w:rsid w:val="00BB7F83"/>
    <w:rsid w:val="00BC0B35"/>
    <w:rsid w:val="00BC2EEF"/>
    <w:rsid w:val="00BC45FC"/>
    <w:rsid w:val="00BC6902"/>
    <w:rsid w:val="00BD0CEF"/>
    <w:rsid w:val="00BD1BCF"/>
    <w:rsid w:val="00BD5937"/>
    <w:rsid w:val="00BD7539"/>
    <w:rsid w:val="00BE03A6"/>
    <w:rsid w:val="00BE215C"/>
    <w:rsid w:val="00BE4052"/>
    <w:rsid w:val="00BF47CC"/>
    <w:rsid w:val="00C00904"/>
    <w:rsid w:val="00C02136"/>
    <w:rsid w:val="00C03F58"/>
    <w:rsid w:val="00C06313"/>
    <w:rsid w:val="00C120B5"/>
    <w:rsid w:val="00C147E4"/>
    <w:rsid w:val="00C158C8"/>
    <w:rsid w:val="00C34BD9"/>
    <w:rsid w:val="00C34FAA"/>
    <w:rsid w:val="00C37346"/>
    <w:rsid w:val="00C40BCE"/>
    <w:rsid w:val="00C41B72"/>
    <w:rsid w:val="00C473A4"/>
    <w:rsid w:val="00C87B85"/>
    <w:rsid w:val="00C905DA"/>
    <w:rsid w:val="00CA17DF"/>
    <w:rsid w:val="00CA3258"/>
    <w:rsid w:val="00CA41E3"/>
    <w:rsid w:val="00CA7A14"/>
    <w:rsid w:val="00CC13FB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11A6"/>
    <w:rsid w:val="00D428ED"/>
    <w:rsid w:val="00D450FA"/>
    <w:rsid w:val="00D47729"/>
    <w:rsid w:val="00D57444"/>
    <w:rsid w:val="00D57611"/>
    <w:rsid w:val="00D60338"/>
    <w:rsid w:val="00D61AE4"/>
    <w:rsid w:val="00D66684"/>
    <w:rsid w:val="00D71A31"/>
    <w:rsid w:val="00D742E5"/>
    <w:rsid w:val="00D7472F"/>
    <w:rsid w:val="00D81D3E"/>
    <w:rsid w:val="00D86C51"/>
    <w:rsid w:val="00D91C2B"/>
    <w:rsid w:val="00D94649"/>
    <w:rsid w:val="00DA5963"/>
    <w:rsid w:val="00DA5FC2"/>
    <w:rsid w:val="00DA6215"/>
    <w:rsid w:val="00DA6EAF"/>
    <w:rsid w:val="00DB0831"/>
    <w:rsid w:val="00DB2508"/>
    <w:rsid w:val="00DB47C4"/>
    <w:rsid w:val="00DB7D60"/>
    <w:rsid w:val="00DC12F3"/>
    <w:rsid w:val="00DC3BA6"/>
    <w:rsid w:val="00DC7B49"/>
    <w:rsid w:val="00DE71B8"/>
    <w:rsid w:val="00DF3535"/>
    <w:rsid w:val="00DF62FE"/>
    <w:rsid w:val="00E033AB"/>
    <w:rsid w:val="00E051B5"/>
    <w:rsid w:val="00E06D03"/>
    <w:rsid w:val="00E14211"/>
    <w:rsid w:val="00E14AEE"/>
    <w:rsid w:val="00E215D2"/>
    <w:rsid w:val="00E237A5"/>
    <w:rsid w:val="00E26157"/>
    <w:rsid w:val="00E276F4"/>
    <w:rsid w:val="00E339BB"/>
    <w:rsid w:val="00E33AAE"/>
    <w:rsid w:val="00E42672"/>
    <w:rsid w:val="00E45023"/>
    <w:rsid w:val="00E46001"/>
    <w:rsid w:val="00E52E11"/>
    <w:rsid w:val="00E5627C"/>
    <w:rsid w:val="00E61682"/>
    <w:rsid w:val="00E61DDC"/>
    <w:rsid w:val="00E6220A"/>
    <w:rsid w:val="00E65361"/>
    <w:rsid w:val="00E71875"/>
    <w:rsid w:val="00E71BA4"/>
    <w:rsid w:val="00E724C9"/>
    <w:rsid w:val="00E7445E"/>
    <w:rsid w:val="00E76BF6"/>
    <w:rsid w:val="00E91338"/>
    <w:rsid w:val="00EA3B1F"/>
    <w:rsid w:val="00EA778C"/>
    <w:rsid w:val="00EB3367"/>
    <w:rsid w:val="00EB39B4"/>
    <w:rsid w:val="00EB4DB7"/>
    <w:rsid w:val="00EC1132"/>
    <w:rsid w:val="00EE0F93"/>
    <w:rsid w:val="00EE1A25"/>
    <w:rsid w:val="00EE2FF9"/>
    <w:rsid w:val="00EE3975"/>
    <w:rsid w:val="00EE5098"/>
    <w:rsid w:val="00EF61F2"/>
    <w:rsid w:val="00F05FFF"/>
    <w:rsid w:val="00F06BC9"/>
    <w:rsid w:val="00F1309C"/>
    <w:rsid w:val="00F13B11"/>
    <w:rsid w:val="00F3303B"/>
    <w:rsid w:val="00F37E58"/>
    <w:rsid w:val="00F4236C"/>
    <w:rsid w:val="00F63931"/>
    <w:rsid w:val="00F66F21"/>
    <w:rsid w:val="00F670A1"/>
    <w:rsid w:val="00F670AF"/>
    <w:rsid w:val="00F71650"/>
    <w:rsid w:val="00F71FDE"/>
    <w:rsid w:val="00F72CF1"/>
    <w:rsid w:val="00F73081"/>
    <w:rsid w:val="00F7674E"/>
    <w:rsid w:val="00F77810"/>
    <w:rsid w:val="00F95DCD"/>
    <w:rsid w:val="00FA10EE"/>
    <w:rsid w:val="00FA1844"/>
    <w:rsid w:val="00FA3372"/>
    <w:rsid w:val="00FA4106"/>
    <w:rsid w:val="00FA617B"/>
    <w:rsid w:val="00FA62AB"/>
    <w:rsid w:val="00FA728E"/>
    <w:rsid w:val="00FB07D5"/>
    <w:rsid w:val="00FB2631"/>
    <w:rsid w:val="00FB29BA"/>
    <w:rsid w:val="00FB3A94"/>
    <w:rsid w:val="00FB3E57"/>
    <w:rsid w:val="00FB775A"/>
    <w:rsid w:val="00FD129D"/>
    <w:rsid w:val="00FD45F0"/>
    <w:rsid w:val="00FD5D15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57458A"/>
  <w15:docId w15:val="{9CF6D523-D446-45DD-8ABC-F637E9BC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semiHidden/>
    <w:unhideWhenUsed/>
  </w:style>
  <w:style w:type="paragraph" w:styleId="a3">
    <w:name w:val="head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link w:val="a8"/>
    <w:pPr>
      <w:jc w:val="both"/>
    </w:pPr>
    <w:rPr>
      <w:lang w:val="bg-BG"/>
    </w:rPr>
  </w:style>
  <w:style w:type="paragraph" w:styleId="21">
    <w:name w:val="Body Text 2"/>
    <w:basedOn w:val="a"/>
    <w:link w:val="22"/>
    <w:pPr>
      <w:jc w:val="both"/>
    </w:pPr>
    <w:rPr>
      <w:lang w:val="bg-BG"/>
    </w:rPr>
  </w:style>
  <w:style w:type="character" w:styleId="a9">
    <w:name w:val="Hyperlink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c">
    <w:name w:val="Balloon Text"/>
    <w:basedOn w:val="a"/>
    <w:link w:val="ad"/>
    <w:rsid w:val="00800337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ae">
    <w:name w:val="page number"/>
    <w:basedOn w:val="a0"/>
    <w:uiPriority w:val="99"/>
    <w:rsid w:val="00C37346"/>
  </w:style>
  <w:style w:type="character" w:styleId="af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  <w:style w:type="paragraph" w:customStyle="1" w:styleId="xl78">
    <w:name w:val="xl78"/>
    <w:basedOn w:val="a"/>
    <w:rsid w:val="002416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79">
    <w:name w:val="xl79"/>
    <w:basedOn w:val="a"/>
    <w:rsid w:val="002416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0">
    <w:name w:val="xl80"/>
    <w:basedOn w:val="a"/>
    <w:rsid w:val="002416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1">
    <w:name w:val="xl81"/>
    <w:basedOn w:val="a"/>
    <w:rsid w:val="002416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2">
    <w:name w:val="xl82"/>
    <w:basedOn w:val="a"/>
    <w:rsid w:val="002416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3">
    <w:name w:val="xl83"/>
    <w:basedOn w:val="a"/>
    <w:rsid w:val="002416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4">
    <w:name w:val="xl84"/>
    <w:basedOn w:val="a"/>
    <w:rsid w:val="002416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character" w:customStyle="1" w:styleId="historyitemselected1">
    <w:name w:val="historyitemselected1"/>
    <w:basedOn w:val="a0"/>
    <w:rsid w:val="00717C18"/>
    <w:rPr>
      <w:b/>
      <w:bCs/>
      <w:color w:val="0086C6"/>
    </w:rPr>
  </w:style>
  <w:style w:type="paragraph" w:styleId="af0">
    <w:name w:val="List Paragraph"/>
    <w:basedOn w:val="a"/>
    <w:uiPriority w:val="34"/>
    <w:qFormat/>
    <w:rsid w:val="00717C18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CC13F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CC13FB"/>
    <w:rPr>
      <w:sz w:val="24"/>
      <w:szCs w:val="24"/>
      <w:u w:val="single"/>
      <w:lang w:eastAsia="en-US"/>
    </w:rPr>
  </w:style>
  <w:style w:type="character" w:customStyle="1" w:styleId="30">
    <w:name w:val="Заглавие 3 Знак"/>
    <w:basedOn w:val="a0"/>
    <w:link w:val="3"/>
    <w:rsid w:val="00CC13FB"/>
    <w:rPr>
      <w:b/>
      <w:sz w:val="28"/>
      <w:szCs w:val="24"/>
      <w:lang w:val="en-US" w:eastAsia="en-US"/>
    </w:rPr>
  </w:style>
  <w:style w:type="character" w:customStyle="1" w:styleId="40">
    <w:name w:val="Заглавие 4 Знак"/>
    <w:basedOn w:val="a0"/>
    <w:link w:val="4"/>
    <w:rsid w:val="00CC13FB"/>
    <w:rPr>
      <w:b/>
      <w:bCs/>
      <w:sz w:val="24"/>
      <w:szCs w:val="24"/>
      <w:lang w:eastAsia="en-US"/>
    </w:rPr>
  </w:style>
  <w:style w:type="character" w:customStyle="1" w:styleId="a8">
    <w:name w:val="Основен текст Знак"/>
    <w:basedOn w:val="a0"/>
    <w:link w:val="a7"/>
    <w:rsid w:val="00CC13FB"/>
    <w:rPr>
      <w:sz w:val="24"/>
      <w:szCs w:val="24"/>
      <w:lang w:eastAsia="en-US"/>
    </w:rPr>
  </w:style>
  <w:style w:type="character" w:customStyle="1" w:styleId="22">
    <w:name w:val="Основен текст 2 Знак"/>
    <w:basedOn w:val="a0"/>
    <w:link w:val="21"/>
    <w:rsid w:val="00CC13F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081B-FB35-4CBE-8B8D-6F43E4C2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311</TotalTime>
  <Pages>5</Pages>
  <Words>1761</Words>
  <Characters>10039</Characters>
  <Application>Microsoft Office Word</Application>
  <DocSecurity>0</DocSecurity>
  <Lines>83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Niki</cp:lastModifiedBy>
  <cp:revision>49</cp:revision>
  <cp:lastPrinted>2023-10-19T11:25:00Z</cp:lastPrinted>
  <dcterms:created xsi:type="dcterms:W3CDTF">2023-10-19T11:24:00Z</dcterms:created>
  <dcterms:modified xsi:type="dcterms:W3CDTF">2023-10-24T08:05:00Z</dcterms:modified>
</cp:coreProperties>
</file>