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B9763C" w:rsidRDefault="001A2134" w:rsidP="00F12391">
      <w:pPr>
        <w:jc w:val="center"/>
        <w:rPr>
          <w:b/>
          <w:lang w:val="bg-BG"/>
        </w:rPr>
      </w:pPr>
      <w:r w:rsidRPr="00B9763C">
        <w:rPr>
          <w:b/>
          <w:lang w:val="bg-BG"/>
        </w:rPr>
        <w:t>№</w:t>
      </w:r>
      <w:r w:rsidR="00F12391" w:rsidRPr="00B9763C">
        <w:rPr>
          <w:b/>
        </w:rPr>
        <w:t xml:space="preserve"> </w:t>
      </w:r>
      <w:r w:rsidR="00F12391" w:rsidRPr="00B9763C">
        <w:rPr>
          <w:b/>
          <w:lang w:val="bg-BG"/>
        </w:rPr>
        <w:t>ПО-09-</w:t>
      </w:r>
      <w:r w:rsidR="00501883" w:rsidRPr="00B9763C">
        <w:rPr>
          <w:b/>
          <w:lang w:val="bg-BG"/>
        </w:rPr>
        <w:t>600</w:t>
      </w:r>
      <w:r w:rsidR="00501883" w:rsidRPr="00B9763C">
        <w:rPr>
          <w:b/>
        </w:rPr>
        <w:t>9</w:t>
      </w:r>
      <w:r w:rsidR="00F12391" w:rsidRPr="00B9763C">
        <w:rPr>
          <w:b/>
          <w:lang w:val="bg-BG"/>
        </w:rPr>
        <w:t>-3/</w:t>
      </w:r>
      <w:r w:rsidR="00444A32" w:rsidRPr="00B9763C">
        <w:rPr>
          <w:b/>
          <w:lang w:val="bg-BG"/>
        </w:rPr>
        <w:t>21</w:t>
      </w:r>
      <w:r w:rsidR="00F12391" w:rsidRPr="00B9763C">
        <w:rPr>
          <w:b/>
          <w:lang w:val="bg-BG"/>
        </w:rPr>
        <w:t>.12.202</w:t>
      </w:r>
      <w:r w:rsidR="00C25BF9" w:rsidRPr="00B9763C">
        <w:rPr>
          <w:b/>
          <w:lang w:val="bg-BG"/>
        </w:rPr>
        <w:t>3</w:t>
      </w:r>
      <w:r w:rsidR="00F12391" w:rsidRPr="00B9763C">
        <w:rPr>
          <w:b/>
          <w:lang w:val="bg-BG"/>
        </w:rPr>
        <w:t xml:space="preserve"> г.</w:t>
      </w:r>
    </w:p>
    <w:p w:rsidR="001A2134" w:rsidRPr="00B9763C" w:rsidRDefault="00F12391" w:rsidP="00F12391">
      <w:pPr>
        <w:jc w:val="center"/>
        <w:rPr>
          <w:b/>
          <w:lang w:val="bg-BG"/>
        </w:rPr>
      </w:pPr>
      <w:r w:rsidRPr="00B9763C">
        <w:rPr>
          <w:b/>
          <w:lang w:val="bg-BG"/>
        </w:rPr>
        <w:t xml:space="preserve">гр. </w:t>
      </w:r>
      <w:r w:rsidR="001A2134" w:rsidRPr="00B9763C">
        <w:rPr>
          <w:b/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501883">
        <w:rPr>
          <w:lang w:val="bg-BG"/>
        </w:rPr>
        <w:t>Понор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501883">
        <w:rPr>
          <w:lang w:val="bg-BG"/>
        </w:rPr>
        <w:t>57529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r w:rsidRPr="00B16FBD">
        <w:rPr>
          <w:lang w:val="bg-BG"/>
        </w:rPr>
        <w:t>бласт,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709"/>
        <w:gridCol w:w="1134"/>
        <w:gridCol w:w="1275"/>
        <w:gridCol w:w="1134"/>
        <w:gridCol w:w="1276"/>
        <w:gridCol w:w="1418"/>
      </w:tblGrid>
      <w:tr w:rsidR="00777289" w:rsidRPr="008E25E8" w:rsidTr="00501883">
        <w:trPr>
          <w:cantSplit/>
          <w:trHeight w:val="227"/>
        </w:trPr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. 5 от ЗСПЗЗ</w:t>
            </w:r>
          </w:p>
        </w:tc>
      </w:tr>
      <w:tr w:rsidR="00777289" w:rsidRPr="008E25E8" w:rsidTr="00501883">
        <w:trPr>
          <w:cantSplit/>
          <w:trHeight w:val="227"/>
        </w:trPr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164.96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16.85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59.35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55.00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21.53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7.91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42.64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19.48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ЦВЕТАНОВ СТРАХИЛОВ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46.65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21.681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63.268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695.95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9.52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11.80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10.60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20.53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19.98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9.51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158.76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57.81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39.57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39.42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 СЛАВЧЕВ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92.318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65.414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719.56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59.06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54.98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99.05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93.99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82.47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27.43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61.35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27.64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ДОНЧЕВ ЛАЗАРОВ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</w:tr>
      <w:tr w:rsidR="00501883" w:rsidRPr="008E25E8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65.156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883" w:rsidRDefault="00501883" w:rsidP="00E600C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716.72</w:t>
            </w:r>
          </w:p>
        </w:tc>
      </w:tr>
      <w:tr w:rsidR="004D1240" w:rsidRPr="00653190" w:rsidTr="0050188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C91464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126.128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C91464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193.838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C91464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2132.23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рентно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>Банка: УниКредитБулбанк</w:t>
      </w:r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501883">
        <w:rPr>
          <w:lang w:val="bg-BG"/>
        </w:rPr>
        <w:t>Понор</w:t>
      </w:r>
      <w:r w:rsidR="00EF3C2B">
        <w:rPr>
          <w:lang w:val="bg-BG"/>
        </w:rPr>
        <w:t xml:space="preserve"> </w:t>
      </w:r>
      <w:r>
        <w:rPr>
          <w:lang w:val="bg-BG"/>
        </w:rPr>
        <w:t xml:space="preserve">и в сградата на Общинска служба по земеделие - </w:t>
      </w:r>
      <w:r w:rsidR="00F96415">
        <w:rPr>
          <w:lang w:val="bg-BG"/>
        </w:rPr>
        <w:t>Костинброд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B81631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C80F39" w:rsidRDefault="00C80F39" w:rsidP="00EF3C2B">
      <w:pPr>
        <w:jc w:val="both"/>
        <w:rPr>
          <w:u w:val="single"/>
          <w:lang w:val="bg-BG"/>
        </w:rPr>
      </w:pPr>
    </w:p>
    <w:p w:rsidR="002D5446" w:rsidRPr="00CE78CA" w:rsidRDefault="002D5446" w:rsidP="00EF3C2B">
      <w:pPr>
        <w:jc w:val="both"/>
        <w:rPr>
          <w:u w:val="single"/>
          <w:lang w:val="bg-BG"/>
        </w:rPr>
      </w:pPr>
    </w:p>
    <w:p w:rsidR="00F35613" w:rsidRPr="00457D83" w:rsidRDefault="00F35613" w:rsidP="00F35613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 w:rsidR="00457D83">
        <w:rPr>
          <w:b/>
          <w:color w:val="000000"/>
          <w:lang w:val="bg-BG" w:eastAsia="bg-BG"/>
        </w:rPr>
        <w:tab/>
        <w:t>/П/</w:t>
      </w:r>
    </w:p>
    <w:p w:rsidR="00F35613" w:rsidRPr="002D3133" w:rsidRDefault="00F35613" w:rsidP="00F35613">
      <w:pPr>
        <w:jc w:val="both"/>
        <w:rPr>
          <w:i/>
          <w:color w:val="000000" w:themeColor="text1"/>
        </w:rPr>
      </w:pPr>
    </w:p>
    <w:p w:rsidR="00F35613" w:rsidRPr="002D3133" w:rsidRDefault="00F35613" w:rsidP="00F35613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:rsidR="00F35613" w:rsidRPr="002D3133" w:rsidRDefault="00F35613" w:rsidP="00F35613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:rsidR="00F35613" w:rsidRPr="002D3133" w:rsidRDefault="00F35613" w:rsidP="00F35613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:rsidR="001A2134" w:rsidRPr="00535A0F" w:rsidRDefault="001A2134" w:rsidP="00F35613">
      <w:pPr>
        <w:rPr>
          <w:i/>
          <w:iCs/>
          <w:sz w:val="20"/>
          <w:lang w:val="bg-BG"/>
        </w:rPr>
      </w:pPr>
      <w:bookmarkStart w:id="0" w:name="_GoBack"/>
      <w:bookmarkEnd w:id="0"/>
    </w:p>
    <w:sectPr w:rsidR="001A2134" w:rsidRPr="00535A0F" w:rsidSect="004801C8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1CD" w:rsidRDefault="005F71CD">
      <w:r>
        <w:separator/>
      </w:r>
    </w:p>
  </w:endnote>
  <w:endnote w:type="continuationSeparator" w:id="0">
    <w:p w:rsidR="005F71CD" w:rsidRDefault="005F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Default="0028331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1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240" w:rsidRDefault="004D124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28331A" w:rsidP="00050C17">
    <w:pPr>
      <w:pStyle w:val="Footer"/>
      <w:framePr w:wrap="around" w:vAnchor="text" w:hAnchor="page" w:x="10771" w:y="18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4D124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457D83">
      <w:rPr>
        <w:rStyle w:val="PageNumber"/>
        <w:noProof/>
        <w:sz w:val="18"/>
      </w:rPr>
      <w:t>3</w:t>
    </w:r>
    <w:r w:rsidRPr="00713EC9">
      <w:rPr>
        <w:rStyle w:val="PageNumber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1CD" w:rsidRDefault="005F71CD">
      <w:r>
        <w:separator/>
      </w:r>
    </w:p>
  </w:footnote>
  <w:footnote w:type="continuationSeparator" w:id="0">
    <w:p w:rsidR="005F71CD" w:rsidRDefault="005F7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5B69F7" w:rsidRDefault="004D124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4402D7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>
              <wp:simplePos x="0" y="0"/>
              <wp:positionH relativeFrom="column">
                <wp:posOffset>666114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9763C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4D1240" w:rsidRPr="00983B22" w:rsidRDefault="004D1240" w:rsidP="0095386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50C17"/>
    <w:rsid w:val="00070232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D5446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02D7"/>
    <w:rsid w:val="00443D11"/>
    <w:rsid w:val="00444A32"/>
    <w:rsid w:val="00446795"/>
    <w:rsid w:val="00451B49"/>
    <w:rsid w:val="00453581"/>
    <w:rsid w:val="00454CDE"/>
    <w:rsid w:val="00457D83"/>
    <w:rsid w:val="00463733"/>
    <w:rsid w:val="00463C1A"/>
    <w:rsid w:val="00464B42"/>
    <w:rsid w:val="00471AF4"/>
    <w:rsid w:val="004801C8"/>
    <w:rsid w:val="0049697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01883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5F71C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3034"/>
    <w:rsid w:val="00751C7B"/>
    <w:rsid w:val="00753FF4"/>
    <w:rsid w:val="00762DA8"/>
    <w:rsid w:val="00777289"/>
    <w:rsid w:val="00781F58"/>
    <w:rsid w:val="00785809"/>
    <w:rsid w:val="00787497"/>
    <w:rsid w:val="007878BF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63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91464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5613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96415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3</Pages>
  <Words>1217</Words>
  <Characters>6941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5</cp:revision>
  <cp:lastPrinted>2023-12-28T12:37:00Z</cp:lastPrinted>
  <dcterms:created xsi:type="dcterms:W3CDTF">2023-12-28T12:07:00Z</dcterms:created>
  <dcterms:modified xsi:type="dcterms:W3CDTF">2023-12-28T12:41:00Z</dcterms:modified>
</cp:coreProperties>
</file>