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A83B0C" w:rsidRDefault="001A2134" w:rsidP="00F12391">
      <w:pPr>
        <w:jc w:val="center"/>
        <w:rPr>
          <w:b/>
          <w:lang w:val="bg-BG"/>
        </w:rPr>
      </w:pPr>
      <w:r w:rsidRPr="00A83B0C">
        <w:rPr>
          <w:b/>
          <w:lang w:val="bg-BG"/>
        </w:rPr>
        <w:t>№</w:t>
      </w:r>
      <w:r w:rsidR="00F12391" w:rsidRPr="00A83B0C">
        <w:rPr>
          <w:b/>
        </w:rPr>
        <w:t xml:space="preserve"> </w:t>
      </w:r>
      <w:r w:rsidR="00F12391" w:rsidRPr="00A83B0C">
        <w:rPr>
          <w:b/>
          <w:lang w:val="bg-BG"/>
        </w:rPr>
        <w:t>ПО-09-</w:t>
      </w:r>
      <w:r w:rsidR="00CE58D8" w:rsidRPr="00A83B0C">
        <w:rPr>
          <w:b/>
          <w:lang w:val="bg-BG"/>
        </w:rPr>
        <w:t>6008-3</w:t>
      </w:r>
      <w:r w:rsidR="00F12391" w:rsidRPr="00A83B0C">
        <w:rPr>
          <w:b/>
          <w:lang w:val="bg-BG"/>
        </w:rPr>
        <w:t>/</w:t>
      </w:r>
      <w:r w:rsidR="00444A32" w:rsidRPr="00A83B0C">
        <w:rPr>
          <w:b/>
          <w:lang w:val="bg-BG"/>
        </w:rPr>
        <w:t>21</w:t>
      </w:r>
      <w:r w:rsidR="00F12391" w:rsidRPr="00A83B0C">
        <w:rPr>
          <w:b/>
          <w:lang w:val="bg-BG"/>
        </w:rPr>
        <w:t>.12.202</w:t>
      </w:r>
      <w:r w:rsidR="00C25BF9" w:rsidRPr="00A83B0C">
        <w:rPr>
          <w:b/>
          <w:lang w:val="bg-BG"/>
        </w:rPr>
        <w:t>3</w:t>
      </w:r>
      <w:r w:rsidR="00F12391" w:rsidRPr="00A83B0C">
        <w:rPr>
          <w:b/>
          <w:lang w:val="bg-BG"/>
        </w:rPr>
        <w:t xml:space="preserve"> г.</w:t>
      </w:r>
    </w:p>
    <w:p w:rsidR="001A2134" w:rsidRPr="00A83B0C" w:rsidRDefault="00F12391" w:rsidP="00F12391">
      <w:pPr>
        <w:jc w:val="center"/>
        <w:rPr>
          <w:b/>
          <w:lang w:val="bg-BG"/>
        </w:rPr>
      </w:pPr>
      <w:r w:rsidRPr="00A83B0C">
        <w:rPr>
          <w:b/>
          <w:lang w:val="bg-BG"/>
        </w:rPr>
        <w:t xml:space="preserve">гр. </w:t>
      </w:r>
      <w:r w:rsidR="001A2134" w:rsidRPr="00A83B0C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CE58D8">
        <w:rPr>
          <w:lang w:val="bg-BG"/>
        </w:rPr>
        <w:t>Петърч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CE58D8">
        <w:rPr>
          <w:lang w:val="bg-BG"/>
        </w:rPr>
        <w:t>56215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БОЙКО НИКОЛОВ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11.68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31.70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19.72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11.78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8D8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58D8" w:rsidRDefault="00CE58D8" w:rsidP="00CF566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902.70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CE58D8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56.446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CE58D8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180.539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CE58D8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902.70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lastRenderedPageBreak/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CE58D8">
        <w:rPr>
          <w:lang w:val="bg-BG"/>
        </w:rPr>
        <w:t>Петърч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A83B0C" w:rsidRPr="005F2352" w:rsidRDefault="00A83B0C" w:rsidP="00050C17">
      <w:pPr>
        <w:ind w:firstLine="720"/>
        <w:jc w:val="both"/>
        <w:rPr>
          <w:lang w:val="bg-BG"/>
        </w:rPr>
      </w:pPr>
    </w:p>
    <w:p w:rsidR="00E01BB4" w:rsidRPr="00E01BB4" w:rsidRDefault="00E01BB4" w:rsidP="00E01BB4">
      <w:pPr>
        <w:rPr>
          <w:sz w:val="20"/>
          <w:lang w:val="bg-BG"/>
        </w:rPr>
      </w:pPr>
    </w:p>
    <w:p w:rsidR="00E01BB4" w:rsidRDefault="00E01BB4" w:rsidP="00E01BB4">
      <w:pPr>
        <w:rPr>
          <w:sz w:val="20"/>
          <w:lang w:val="bg-BG"/>
        </w:rPr>
      </w:pPr>
    </w:p>
    <w:p w:rsidR="00E01BB4" w:rsidRPr="00E01BB4" w:rsidRDefault="00E01BB4" w:rsidP="00E01BB4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E01BB4" w:rsidRPr="002D3133" w:rsidRDefault="00E01BB4" w:rsidP="00E01BB4">
      <w:pPr>
        <w:jc w:val="both"/>
        <w:rPr>
          <w:i/>
          <w:color w:val="000000" w:themeColor="text1"/>
        </w:rPr>
      </w:pPr>
    </w:p>
    <w:p w:rsidR="00E01BB4" w:rsidRPr="002D3133" w:rsidRDefault="00E01BB4" w:rsidP="00E01BB4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E01BB4" w:rsidRPr="002D3133" w:rsidRDefault="00E01BB4" w:rsidP="00E01BB4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E01BB4" w:rsidRPr="002D3133" w:rsidRDefault="00E01BB4" w:rsidP="00E01BB4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E01BB4" w:rsidRDefault="001A2134" w:rsidP="00E01BB4">
      <w:pPr>
        <w:rPr>
          <w:sz w:val="20"/>
          <w:lang w:val="bg-BG"/>
        </w:rPr>
      </w:pPr>
    </w:p>
    <w:sectPr w:rsidR="001A2134" w:rsidRPr="00E01BB4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DB" w:rsidRDefault="00125EDB">
      <w:r>
        <w:separator/>
      </w:r>
    </w:p>
  </w:endnote>
  <w:endnote w:type="continuationSeparator" w:id="0">
    <w:p w:rsidR="00125EDB" w:rsidRDefault="0012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E01BB4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DB" w:rsidRDefault="00125EDB">
      <w:r>
        <w:separator/>
      </w:r>
    </w:p>
  </w:footnote>
  <w:footnote w:type="continuationSeparator" w:id="0">
    <w:p w:rsidR="00125EDB" w:rsidRDefault="00125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A83B0C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25EDB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3B0C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58D8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1BB4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948BA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</TotalTime>
  <Pages>3</Pages>
  <Words>1018</Words>
  <Characters>5803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3</cp:revision>
  <cp:lastPrinted>2023-12-28T12:33:00Z</cp:lastPrinted>
  <dcterms:created xsi:type="dcterms:W3CDTF">2023-12-28T12:06:00Z</dcterms:created>
  <dcterms:modified xsi:type="dcterms:W3CDTF">2023-12-28T12:35:00Z</dcterms:modified>
</cp:coreProperties>
</file>