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713EC9" w:rsidRDefault="001A2134" w:rsidP="00F12391">
      <w:pPr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1A2134" w:rsidRPr="00F9727F" w:rsidRDefault="001A2134" w:rsidP="00F12391">
      <w:pPr>
        <w:jc w:val="center"/>
        <w:rPr>
          <w:b/>
          <w:lang w:val="bg-BG"/>
        </w:rPr>
      </w:pPr>
      <w:r w:rsidRPr="00F9727F">
        <w:rPr>
          <w:b/>
          <w:lang w:val="bg-BG"/>
        </w:rPr>
        <w:t>№</w:t>
      </w:r>
      <w:r w:rsidR="00F12391" w:rsidRPr="00F9727F">
        <w:rPr>
          <w:b/>
        </w:rPr>
        <w:t xml:space="preserve"> </w:t>
      </w:r>
      <w:r w:rsidR="00F12391" w:rsidRPr="00F9727F">
        <w:rPr>
          <w:b/>
          <w:lang w:val="bg-BG"/>
        </w:rPr>
        <w:t>ПО-09-</w:t>
      </w:r>
      <w:r w:rsidR="00C23941" w:rsidRPr="00F9727F">
        <w:rPr>
          <w:b/>
          <w:lang w:val="bg-BG"/>
        </w:rPr>
        <w:t>6005</w:t>
      </w:r>
      <w:r w:rsidR="00F12391" w:rsidRPr="00F9727F">
        <w:rPr>
          <w:b/>
          <w:lang w:val="bg-BG"/>
        </w:rPr>
        <w:t>-3/</w:t>
      </w:r>
      <w:r w:rsidR="00444A32" w:rsidRPr="00F9727F">
        <w:rPr>
          <w:b/>
          <w:lang w:val="bg-BG"/>
        </w:rPr>
        <w:t>21</w:t>
      </w:r>
      <w:r w:rsidR="00F12391" w:rsidRPr="00F9727F">
        <w:rPr>
          <w:b/>
          <w:lang w:val="bg-BG"/>
        </w:rPr>
        <w:t>.12.202</w:t>
      </w:r>
      <w:r w:rsidR="00C25BF9" w:rsidRPr="00F9727F">
        <w:rPr>
          <w:b/>
          <w:lang w:val="bg-BG"/>
        </w:rPr>
        <w:t>3</w:t>
      </w:r>
      <w:r w:rsidR="00F12391" w:rsidRPr="00F9727F">
        <w:rPr>
          <w:b/>
          <w:lang w:val="bg-BG"/>
        </w:rPr>
        <w:t xml:space="preserve"> г.</w:t>
      </w:r>
    </w:p>
    <w:p w:rsidR="001A2134" w:rsidRPr="00F9727F" w:rsidRDefault="00F12391" w:rsidP="00F12391">
      <w:pPr>
        <w:jc w:val="center"/>
        <w:rPr>
          <w:b/>
          <w:lang w:val="bg-BG"/>
        </w:rPr>
      </w:pPr>
      <w:r w:rsidRPr="00F9727F">
        <w:rPr>
          <w:b/>
          <w:lang w:val="bg-BG"/>
        </w:rPr>
        <w:t xml:space="preserve">гр. </w:t>
      </w:r>
      <w:r w:rsidR="001A2134" w:rsidRPr="00F9727F">
        <w:rPr>
          <w:b/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C23941">
        <w:rPr>
          <w:lang w:val="bg-BG"/>
        </w:rPr>
        <w:t>Дръмша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C23941">
        <w:rPr>
          <w:lang w:val="bg-BG"/>
        </w:rPr>
        <w:t>23844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proofErr w:type="spellStart"/>
      <w:r w:rsidRPr="00B16FBD">
        <w:rPr>
          <w:lang w:val="bg-BG"/>
        </w:rPr>
        <w:t>бласт</w:t>
      </w:r>
      <w:proofErr w:type="spellEnd"/>
      <w:r w:rsidRPr="00B16FBD">
        <w:rPr>
          <w:lang w:val="bg-BG"/>
        </w:rPr>
        <w:t>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709"/>
        <w:gridCol w:w="1276"/>
        <w:gridCol w:w="1275"/>
        <w:gridCol w:w="1134"/>
        <w:gridCol w:w="1276"/>
        <w:gridCol w:w="1418"/>
      </w:tblGrid>
      <w:tr w:rsidR="00777289" w:rsidRPr="008E25E8" w:rsidTr="00777289">
        <w:trPr>
          <w:cantSplit/>
          <w:trHeight w:val="2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5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ЗСПЗЗ</w:t>
            </w:r>
          </w:p>
        </w:tc>
      </w:tr>
      <w:tr w:rsidR="00777289" w:rsidRPr="008E25E8" w:rsidTr="00777289">
        <w:trPr>
          <w:cantSplit/>
          <w:trHeight w:val="227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86.51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178.47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107.04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25.06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73.06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45.09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8.483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278.552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3064.07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44.91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90.03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25.31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6.54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25.27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19.52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27.60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32.99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СМАРТ ФОРЕСТ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</w:tr>
      <w:tr w:rsidR="00C23941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2.555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255.878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941" w:rsidRDefault="00C23941" w:rsidP="00D37868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2814.66</w:t>
            </w:r>
          </w:p>
        </w:tc>
      </w:tr>
      <w:tr w:rsidR="004D1240" w:rsidRPr="00653190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землището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83407E" w:rsidP="006531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11.038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83407E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534.43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83407E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5878.73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</w:t>
      </w:r>
      <w:proofErr w:type="spellStart"/>
      <w:r w:rsidRPr="00D92A91">
        <w:rPr>
          <w:lang w:val="bg-BG"/>
        </w:rPr>
        <w:t>рентно</w:t>
      </w:r>
      <w:proofErr w:type="spellEnd"/>
      <w:r w:rsidRPr="00D92A91">
        <w:rPr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 xml:space="preserve">Банка: </w:t>
      </w:r>
      <w:proofErr w:type="spellStart"/>
      <w:r w:rsidR="00BB37D0" w:rsidRPr="00992DF8">
        <w:rPr>
          <w:b/>
          <w:lang w:val="ru-RU"/>
        </w:rPr>
        <w:t>УниКредитБулбанк</w:t>
      </w:r>
      <w:proofErr w:type="spellEnd"/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lang w:val="bg-BG"/>
        </w:rPr>
        <w:t>рентно</w:t>
      </w:r>
      <w:proofErr w:type="spellEnd"/>
      <w:r w:rsidRPr="007970E5">
        <w:rPr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C23941">
        <w:rPr>
          <w:lang w:val="bg-BG"/>
        </w:rPr>
        <w:t>Дръмша</w:t>
      </w:r>
      <w:r w:rsidR="00EF3C2B">
        <w:rPr>
          <w:lang w:val="bg-BG"/>
        </w:rPr>
        <w:t xml:space="preserve"> </w:t>
      </w:r>
      <w:r>
        <w:rPr>
          <w:lang w:val="bg-BG"/>
        </w:rPr>
        <w:t xml:space="preserve">и в сградата на Общинска служба по земеделие - </w:t>
      </w:r>
      <w:r w:rsidR="00F96415">
        <w:rPr>
          <w:lang w:val="bg-BG"/>
        </w:rPr>
        <w:t>Костинброд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  <w:r w:rsidR="00170D42">
        <w:rPr>
          <w:lang w:val="bg-BG"/>
        </w:rPr>
        <w:t>.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lastRenderedPageBreak/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B81631" w:rsidRDefault="00B8163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9F6879" w:rsidRPr="009F6879" w:rsidRDefault="009F6879" w:rsidP="009F6879">
      <w:pPr>
        <w:rPr>
          <w:sz w:val="20"/>
          <w:lang w:val="bg-BG"/>
        </w:rPr>
      </w:pPr>
    </w:p>
    <w:p w:rsidR="009F6879" w:rsidRPr="009F6879" w:rsidRDefault="009F6879" w:rsidP="009F6879">
      <w:pPr>
        <w:rPr>
          <w:sz w:val="20"/>
          <w:lang w:val="bg-BG"/>
        </w:rPr>
      </w:pPr>
    </w:p>
    <w:p w:rsidR="009F6879" w:rsidRPr="009F6879" w:rsidRDefault="009F6879" w:rsidP="009F6879">
      <w:pPr>
        <w:rPr>
          <w:sz w:val="20"/>
          <w:lang w:val="bg-BG"/>
        </w:rPr>
      </w:pPr>
    </w:p>
    <w:p w:rsidR="009F6879" w:rsidRDefault="009F6879" w:rsidP="009F6879">
      <w:pPr>
        <w:rPr>
          <w:sz w:val="20"/>
          <w:lang w:val="bg-BG"/>
        </w:rPr>
      </w:pPr>
    </w:p>
    <w:p w:rsidR="009F6879" w:rsidRPr="009F6879" w:rsidRDefault="009F6879" w:rsidP="009F6879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>
        <w:rPr>
          <w:b/>
          <w:color w:val="000000"/>
          <w:lang w:val="bg-BG" w:eastAsia="bg-BG"/>
        </w:rPr>
        <w:tab/>
        <w:t>/П/</w:t>
      </w:r>
      <w:bookmarkStart w:id="0" w:name="_GoBack"/>
      <w:bookmarkEnd w:id="0"/>
    </w:p>
    <w:p w:rsidR="009F6879" w:rsidRPr="002D3133" w:rsidRDefault="009F6879" w:rsidP="009F6879">
      <w:pPr>
        <w:jc w:val="both"/>
        <w:rPr>
          <w:i/>
          <w:color w:val="000000" w:themeColor="text1"/>
        </w:rPr>
      </w:pPr>
    </w:p>
    <w:p w:rsidR="009F6879" w:rsidRPr="002D3133" w:rsidRDefault="009F6879" w:rsidP="009F6879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:rsidR="009F6879" w:rsidRPr="002D3133" w:rsidRDefault="009F6879" w:rsidP="009F6879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</w:t>
      </w:r>
      <w:proofErr w:type="gramStart"/>
      <w:r w:rsidRPr="002D3133">
        <w:rPr>
          <w:i/>
          <w:color w:val="000000" w:themeColor="text1"/>
        </w:rPr>
        <w:t>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proofErr w:type="gramEnd"/>
      <w:r w:rsidRPr="002D3133">
        <w:rPr>
          <w:i/>
          <w:color w:val="000000" w:themeColor="text1"/>
        </w:rPr>
        <w:t xml:space="preserve">” – </w:t>
      </w:r>
    </w:p>
    <w:p w:rsidR="009F6879" w:rsidRPr="002D3133" w:rsidRDefault="009F6879" w:rsidP="009F6879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:rsidR="001A2134" w:rsidRPr="009F6879" w:rsidRDefault="001A2134" w:rsidP="009F6879">
      <w:pPr>
        <w:rPr>
          <w:sz w:val="20"/>
          <w:lang w:val="bg-BG"/>
        </w:rPr>
      </w:pPr>
    </w:p>
    <w:sectPr w:rsidR="001A2134" w:rsidRPr="009F6879" w:rsidSect="004801C8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709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876" w:rsidRDefault="00704876">
      <w:r>
        <w:separator/>
      </w:r>
    </w:p>
  </w:endnote>
  <w:endnote w:type="continuationSeparator" w:id="0">
    <w:p w:rsidR="00704876" w:rsidRDefault="00704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Default="0028331A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12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240" w:rsidRDefault="004D1240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2639F4" w:rsidRDefault="004D1240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4D1240" w:rsidRPr="00713EC9" w:rsidRDefault="0028331A" w:rsidP="00050C17">
    <w:pPr>
      <w:pStyle w:val="Footer"/>
      <w:framePr w:wrap="around" w:vAnchor="text" w:hAnchor="page" w:x="10771" w:y="18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4D1240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9F6879">
      <w:rPr>
        <w:rStyle w:val="PageNumber"/>
        <w:noProof/>
        <w:sz w:val="18"/>
      </w:rPr>
      <w:t>6</w:t>
    </w:r>
    <w:r w:rsidRPr="00713EC9">
      <w:rPr>
        <w:rStyle w:val="PageNumber"/>
        <w:sz w:val="18"/>
      </w:rPr>
      <w:fldChar w:fldCharType="end"/>
    </w:r>
  </w:p>
  <w:p w:rsidR="004D1240" w:rsidRPr="002639F4" w:rsidRDefault="004D1240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004F45" w:rsidRDefault="004D1240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4D1240" w:rsidRPr="00004F45" w:rsidRDefault="004D1240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876" w:rsidRDefault="00704876">
      <w:r>
        <w:separator/>
      </w:r>
    </w:p>
  </w:footnote>
  <w:footnote w:type="continuationSeparator" w:id="0">
    <w:p w:rsidR="00704876" w:rsidRDefault="00704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5B69F7" w:rsidRDefault="004D1240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D1240" w:rsidRPr="005B69F7" w:rsidRDefault="004402D7" w:rsidP="00322DE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>
              <wp:simplePos x="0" y="0"/>
              <wp:positionH relativeFrom="column">
                <wp:posOffset>666114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="004D1240">
      <w:rPr>
        <w:rFonts w:ascii="Helen Bg Condensed" w:hAnsi="Helen Bg Condensed"/>
        <w:spacing w:val="40"/>
        <w:sz w:val="30"/>
        <w:szCs w:val="30"/>
      </w:rPr>
      <w:tab/>
    </w:r>
    <w:r w:rsidR="004D124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D1240" w:rsidRPr="00F12391" w:rsidRDefault="004D124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</w:t>
    </w:r>
    <w:r w:rsidR="00F9727F">
      <w:rPr>
        <w:rFonts w:ascii="Helen Bg Condensed" w:hAnsi="Helen Bg Condensed"/>
        <w:b w:val="0"/>
        <w:spacing w:val="40"/>
        <w:sz w:val="26"/>
        <w:szCs w:val="26"/>
      </w:rPr>
      <w:t>храните</w:t>
    </w:r>
  </w:p>
  <w:p w:rsidR="004D1240" w:rsidRPr="00983B22" w:rsidRDefault="004D1240" w:rsidP="00953863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50C17"/>
    <w:rsid w:val="0009344D"/>
    <w:rsid w:val="00094932"/>
    <w:rsid w:val="000A519D"/>
    <w:rsid w:val="000C2C0E"/>
    <w:rsid w:val="000C5047"/>
    <w:rsid w:val="000E2804"/>
    <w:rsid w:val="000E46A8"/>
    <w:rsid w:val="000F691D"/>
    <w:rsid w:val="0011621C"/>
    <w:rsid w:val="0013647C"/>
    <w:rsid w:val="00137F32"/>
    <w:rsid w:val="001541C7"/>
    <w:rsid w:val="00155469"/>
    <w:rsid w:val="00157D1E"/>
    <w:rsid w:val="00164A60"/>
    <w:rsid w:val="00167D62"/>
    <w:rsid w:val="00170D4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0B04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8177A"/>
    <w:rsid w:val="0028331A"/>
    <w:rsid w:val="00286571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02D7"/>
    <w:rsid w:val="00443D11"/>
    <w:rsid w:val="00444A32"/>
    <w:rsid w:val="00446795"/>
    <w:rsid w:val="00451B49"/>
    <w:rsid w:val="00453581"/>
    <w:rsid w:val="00454CDE"/>
    <w:rsid w:val="00463733"/>
    <w:rsid w:val="00463C1A"/>
    <w:rsid w:val="00464B42"/>
    <w:rsid w:val="00471AF4"/>
    <w:rsid w:val="004801C8"/>
    <w:rsid w:val="00496975"/>
    <w:rsid w:val="004969F5"/>
    <w:rsid w:val="004A35CC"/>
    <w:rsid w:val="004B10BF"/>
    <w:rsid w:val="004C3144"/>
    <w:rsid w:val="004C4B62"/>
    <w:rsid w:val="004D1240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4CFF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6CD6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3190"/>
    <w:rsid w:val="00654315"/>
    <w:rsid w:val="006551B7"/>
    <w:rsid w:val="006551EB"/>
    <w:rsid w:val="0066348F"/>
    <w:rsid w:val="00665133"/>
    <w:rsid w:val="006655C6"/>
    <w:rsid w:val="00671B3F"/>
    <w:rsid w:val="006727E9"/>
    <w:rsid w:val="006871DF"/>
    <w:rsid w:val="00687C4C"/>
    <w:rsid w:val="00690814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04876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3034"/>
    <w:rsid w:val="00751C7B"/>
    <w:rsid w:val="00753FF4"/>
    <w:rsid w:val="00762DA8"/>
    <w:rsid w:val="00777289"/>
    <w:rsid w:val="00781F58"/>
    <w:rsid w:val="00785809"/>
    <w:rsid w:val="00787497"/>
    <w:rsid w:val="007878BF"/>
    <w:rsid w:val="007947AE"/>
    <w:rsid w:val="007964C9"/>
    <w:rsid w:val="007A06D3"/>
    <w:rsid w:val="007A6290"/>
    <w:rsid w:val="007B4B8A"/>
    <w:rsid w:val="007B51A7"/>
    <w:rsid w:val="007D05C7"/>
    <w:rsid w:val="007D07CD"/>
    <w:rsid w:val="007D6450"/>
    <w:rsid w:val="007E1E8A"/>
    <w:rsid w:val="007F1357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407E"/>
    <w:rsid w:val="00835BBA"/>
    <w:rsid w:val="0085348A"/>
    <w:rsid w:val="0086367E"/>
    <w:rsid w:val="00871654"/>
    <w:rsid w:val="00883AE2"/>
    <w:rsid w:val="00890060"/>
    <w:rsid w:val="00893776"/>
    <w:rsid w:val="008A1BBB"/>
    <w:rsid w:val="008A25C1"/>
    <w:rsid w:val="008A57E9"/>
    <w:rsid w:val="008B0206"/>
    <w:rsid w:val="008B1300"/>
    <w:rsid w:val="008D0FC2"/>
    <w:rsid w:val="008D2703"/>
    <w:rsid w:val="008E0E45"/>
    <w:rsid w:val="008F3A6E"/>
    <w:rsid w:val="008F4B2A"/>
    <w:rsid w:val="008F6409"/>
    <w:rsid w:val="008F7A88"/>
    <w:rsid w:val="0091297E"/>
    <w:rsid w:val="00931B42"/>
    <w:rsid w:val="00936425"/>
    <w:rsid w:val="00937D51"/>
    <w:rsid w:val="00943E19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9F6879"/>
    <w:rsid w:val="00A144F4"/>
    <w:rsid w:val="00A15B2B"/>
    <w:rsid w:val="00A22FCE"/>
    <w:rsid w:val="00A23BFD"/>
    <w:rsid w:val="00A2419F"/>
    <w:rsid w:val="00A27CA5"/>
    <w:rsid w:val="00A34AA6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3941"/>
    <w:rsid w:val="00C25BF9"/>
    <w:rsid w:val="00C34BD9"/>
    <w:rsid w:val="00C34FAA"/>
    <w:rsid w:val="00C35665"/>
    <w:rsid w:val="00C37346"/>
    <w:rsid w:val="00C41B72"/>
    <w:rsid w:val="00C473A4"/>
    <w:rsid w:val="00C624E9"/>
    <w:rsid w:val="00C80F39"/>
    <w:rsid w:val="00C84C39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62306"/>
    <w:rsid w:val="00E70C24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77D5"/>
    <w:rsid w:val="00F37E58"/>
    <w:rsid w:val="00F44F89"/>
    <w:rsid w:val="00F62E21"/>
    <w:rsid w:val="00F63931"/>
    <w:rsid w:val="00F65685"/>
    <w:rsid w:val="00F670A1"/>
    <w:rsid w:val="00F72CF1"/>
    <w:rsid w:val="00F7674E"/>
    <w:rsid w:val="00F77810"/>
    <w:rsid w:val="00F95DCD"/>
    <w:rsid w:val="00F96415"/>
    <w:rsid w:val="00F9727F"/>
    <w:rsid w:val="00FA10EE"/>
    <w:rsid w:val="00FA4106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</TotalTime>
  <Pages>6</Pages>
  <Words>2160</Words>
  <Characters>12312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3</cp:revision>
  <cp:lastPrinted>2023-12-28T12:17:00Z</cp:lastPrinted>
  <dcterms:created xsi:type="dcterms:W3CDTF">2023-12-28T11:27:00Z</dcterms:created>
  <dcterms:modified xsi:type="dcterms:W3CDTF">2023-12-28T12:19:00Z</dcterms:modified>
</cp:coreProperties>
</file>