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2608ED" w:rsidRDefault="001A2134" w:rsidP="00F12391">
      <w:pPr>
        <w:jc w:val="center"/>
        <w:rPr>
          <w:b/>
          <w:lang w:val="bg-BG"/>
        </w:rPr>
      </w:pPr>
      <w:r w:rsidRPr="002608ED">
        <w:rPr>
          <w:b/>
          <w:lang w:val="bg-BG"/>
        </w:rPr>
        <w:t>№</w:t>
      </w:r>
      <w:r w:rsidR="00F12391" w:rsidRPr="002608ED">
        <w:rPr>
          <w:b/>
        </w:rPr>
        <w:t xml:space="preserve"> </w:t>
      </w:r>
      <w:r w:rsidR="00F12391" w:rsidRPr="002608ED">
        <w:rPr>
          <w:b/>
          <w:lang w:val="bg-BG"/>
        </w:rPr>
        <w:t>ПО-09-</w:t>
      </w:r>
      <w:r w:rsidR="00B434E2" w:rsidRPr="002608ED">
        <w:rPr>
          <w:b/>
          <w:lang w:val="bg-BG"/>
        </w:rPr>
        <w:t>6003</w:t>
      </w:r>
      <w:r w:rsidR="00F12391" w:rsidRPr="002608ED">
        <w:rPr>
          <w:b/>
          <w:lang w:val="bg-BG"/>
        </w:rPr>
        <w:t>-3/</w:t>
      </w:r>
      <w:r w:rsidR="00444A32" w:rsidRPr="002608ED">
        <w:rPr>
          <w:b/>
          <w:lang w:val="bg-BG"/>
        </w:rPr>
        <w:t>21</w:t>
      </w:r>
      <w:r w:rsidR="00F12391" w:rsidRPr="002608ED">
        <w:rPr>
          <w:b/>
          <w:lang w:val="bg-BG"/>
        </w:rPr>
        <w:t>.12.202</w:t>
      </w:r>
      <w:r w:rsidR="00C25BF9" w:rsidRPr="002608ED">
        <w:rPr>
          <w:b/>
          <w:lang w:val="bg-BG"/>
        </w:rPr>
        <w:t>3</w:t>
      </w:r>
      <w:r w:rsidR="00F12391" w:rsidRPr="002608ED">
        <w:rPr>
          <w:b/>
          <w:lang w:val="bg-BG"/>
        </w:rPr>
        <w:t xml:space="preserve"> г.</w:t>
      </w:r>
    </w:p>
    <w:p w:rsidR="001A2134" w:rsidRPr="002608ED" w:rsidRDefault="00F12391" w:rsidP="00F12391">
      <w:pPr>
        <w:jc w:val="center"/>
        <w:rPr>
          <w:b/>
          <w:lang w:val="bg-BG"/>
        </w:rPr>
      </w:pPr>
      <w:r w:rsidRPr="002608ED">
        <w:rPr>
          <w:b/>
          <w:lang w:val="bg-BG"/>
        </w:rPr>
        <w:t xml:space="preserve">гр. </w:t>
      </w:r>
      <w:r w:rsidR="001A2134" w:rsidRPr="002608ED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B434E2">
        <w:rPr>
          <w:lang w:val="bg-BG"/>
        </w:rPr>
        <w:t>Градец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B434E2">
        <w:rPr>
          <w:lang w:val="bg-BG"/>
        </w:rPr>
        <w:t>17449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r w:rsidRPr="00B16FBD">
        <w:rPr>
          <w:lang w:val="bg-BG"/>
        </w:rPr>
        <w:t>бласт,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. 5 от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145.96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175.97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59.02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ХАН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274.412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3018.53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103.47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20.96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</w:tr>
      <w:tr w:rsidR="00D147F2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29.947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119.583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7F2" w:rsidRDefault="00D147F2" w:rsidP="00413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1315.41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D147F2" w:rsidRDefault="00444A32" w:rsidP="00D147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6</w:t>
            </w:r>
            <w:r w:rsidR="00D147F2">
              <w:rPr>
                <w:rFonts w:ascii="Arial" w:hAnsi="Arial" w:cs="Arial"/>
                <w:b/>
                <w:bCs/>
                <w:sz w:val="20"/>
                <w:szCs w:val="20"/>
              </w:rPr>
              <w:t>5.545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D147F2" w:rsidRDefault="00D147F2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393.995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D147F2" w:rsidRDefault="00D147F2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4333.94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рентно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>Банка: УниКредитБулбанк</w:t>
      </w:r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B434E2">
        <w:rPr>
          <w:lang w:val="bg-BG"/>
        </w:rPr>
        <w:t>Градец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B81631" w:rsidRDefault="004114B6" w:rsidP="002608ED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2608ED" w:rsidRDefault="002608ED" w:rsidP="002608ED">
      <w:pPr>
        <w:ind w:firstLine="720"/>
        <w:jc w:val="both"/>
        <w:rPr>
          <w:b/>
          <w:lang w:val="bg-BG"/>
        </w:rPr>
      </w:pPr>
    </w:p>
    <w:p w:rsidR="00C80F39" w:rsidRPr="00CE78CA" w:rsidRDefault="00C80F39" w:rsidP="00EF3C2B">
      <w:pPr>
        <w:jc w:val="both"/>
        <w:rPr>
          <w:u w:val="single"/>
          <w:lang w:val="bg-BG"/>
        </w:rPr>
      </w:pPr>
    </w:p>
    <w:p w:rsidR="00413C92" w:rsidRPr="007D2CD7" w:rsidRDefault="00413C92" w:rsidP="00413C92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7D2CD7"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413C92" w:rsidRPr="002D3133" w:rsidRDefault="00413C92" w:rsidP="00413C92">
      <w:pPr>
        <w:jc w:val="both"/>
        <w:rPr>
          <w:i/>
          <w:color w:val="000000" w:themeColor="text1"/>
        </w:rPr>
      </w:pPr>
    </w:p>
    <w:p w:rsidR="00413C92" w:rsidRPr="002D3133" w:rsidRDefault="00413C92" w:rsidP="00413C92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413C92" w:rsidRPr="002D3133" w:rsidRDefault="00413C92" w:rsidP="00413C92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413C92" w:rsidRPr="002D3133" w:rsidRDefault="00413C92" w:rsidP="00413C92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535A0F" w:rsidRDefault="001A2134" w:rsidP="001A2134">
      <w:pPr>
        <w:rPr>
          <w:i/>
          <w:iCs/>
          <w:sz w:val="20"/>
          <w:lang w:val="bg-BG"/>
        </w:rPr>
      </w:pPr>
    </w:p>
    <w:sectPr w:rsidR="001A2134" w:rsidRPr="00535A0F" w:rsidSect="00816DF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8BB" w:rsidRDefault="00FD08BB">
      <w:r>
        <w:separator/>
      </w:r>
    </w:p>
  </w:endnote>
  <w:endnote w:type="continuationSeparator" w:id="0">
    <w:p w:rsidR="00FD08BB" w:rsidRDefault="00FD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92" w:rsidRDefault="00413C92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3C92" w:rsidRDefault="00413C92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92" w:rsidRPr="002639F4" w:rsidRDefault="00413C92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13C92" w:rsidRPr="00713EC9" w:rsidRDefault="00413C92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7D2CD7">
      <w:rPr>
        <w:rStyle w:val="PageNumber"/>
        <w:noProof/>
        <w:sz w:val="18"/>
      </w:rPr>
      <w:t>5</w:t>
    </w:r>
    <w:r w:rsidRPr="00713EC9">
      <w:rPr>
        <w:rStyle w:val="PageNumber"/>
        <w:sz w:val="18"/>
      </w:rPr>
      <w:fldChar w:fldCharType="end"/>
    </w:r>
  </w:p>
  <w:p w:rsidR="00413C92" w:rsidRPr="002639F4" w:rsidRDefault="00413C92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92" w:rsidRPr="00004F45" w:rsidRDefault="00413C92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13C92" w:rsidRPr="00004F45" w:rsidRDefault="00413C92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8BB" w:rsidRDefault="00FD08BB">
      <w:r>
        <w:separator/>
      </w:r>
    </w:p>
  </w:footnote>
  <w:footnote w:type="continuationSeparator" w:id="0">
    <w:p w:rsidR="00FD08BB" w:rsidRDefault="00FD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92" w:rsidRPr="005B69F7" w:rsidRDefault="00413C92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21C877B2" wp14:editId="22A4ABED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3C92" w:rsidRPr="005B69F7" w:rsidRDefault="00413C92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226468C8" wp14:editId="011497A7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13C92" w:rsidRPr="00F12391" w:rsidRDefault="00413C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413C92" w:rsidRPr="00983B22" w:rsidRDefault="00413C92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465E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08ED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13C92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2CD7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16DFC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434E2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147F2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08BB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</TotalTime>
  <Pages>5</Pages>
  <Words>1970</Words>
  <Characters>11229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2023-12-28T11:54:00Z</cp:lastPrinted>
  <dcterms:created xsi:type="dcterms:W3CDTF">2023-12-28T11:30:00Z</dcterms:created>
  <dcterms:modified xsi:type="dcterms:W3CDTF">2023-12-28T12:11:00Z</dcterms:modified>
</cp:coreProperties>
</file>