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E363BF" w:rsidRDefault="001A2134" w:rsidP="00F12391">
      <w:pPr>
        <w:jc w:val="center"/>
        <w:rPr>
          <w:b/>
          <w:sz w:val="32"/>
          <w:lang w:val="bg-BG"/>
        </w:rPr>
      </w:pPr>
      <w:r w:rsidRPr="00E363BF">
        <w:rPr>
          <w:b/>
          <w:sz w:val="32"/>
          <w:lang w:val="bg-BG"/>
        </w:rPr>
        <w:t>З А П О В Е Д</w:t>
      </w:r>
    </w:p>
    <w:p w:rsidR="001A2134" w:rsidRPr="00E363BF" w:rsidRDefault="001A2134" w:rsidP="00F12391">
      <w:pPr>
        <w:jc w:val="center"/>
        <w:rPr>
          <w:b/>
          <w:lang w:val="bg-BG"/>
        </w:rPr>
      </w:pPr>
      <w:r w:rsidRPr="00E363BF">
        <w:rPr>
          <w:b/>
          <w:lang w:val="bg-BG"/>
        </w:rPr>
        <w:t>№</w:t>
      </w:r>
      <w:r w:rsidR="00F12391" w:rsidRPr="00E363BF">
        <w:rPr>
          <w:b/>
        </w:rPr>
        <w:t xml:space="preserve"> </w:t>
      </w:r>
      <w:r w:rsidR="00F12391" w:rsidRPr="00E363BF">
        <w:rPr>
          <w:b/>
          <w:lang w:val="bg-BG"/>
        </w:rPr>
        <w:t>ПО-09-</w:t>
      </w:r>
      <w:r w:rsidR="005F697C" w:rsidRPr="00E363BF">
        <w:rPr>
          <w:b/>
          <w:lang w:val="bg-BG"/>
        </w:rPr>
        <w:t>6002</w:t>
      </w:r>
      <w:r w:rsidR="00F12391" w:rsidRPr="00E363BF">
        <w:rPr>
          <w:b/>
          <w:lang w:val="bg-BG"/>
        </w:rPr>
        <w:t>-3/</w:t>
      </w:r>
      <w:r w:rsidR="00444A32" w:rsidRPr="00E363BF">
        <w:rPr>
          <w:b/>
          <w:lang w:val="bg-BG"/>
        </w:rPr>
        <w:t>21</w:t>
      </w:r>
      <w:r w:rsidR="00F12391" w:rsidRPr="00E363BF">
        <w:rPr>
          <w:b/>
          <w:lang w:val="bg-BG"/>
        </w:rPr>
        <w:t>.12.202</w:t>
      </w:r>
      <w:r w:rsidR="00C25BF9" w:rsidRPr="00E363BF">
        <w:rPr>
          <w:b/>
          <w:lang w:val="bg-BG"/>
        </w:rPr>
        <w:t>3</w:t>
      </w:r>
      <w:r w:rsidR="00F12391" w:rsidRPr="00E363BF">
        <w:rPr>
          <w:b/>
          <w:lang w:val="bg-BG"/>
        </w:rPr>
        <w:t xml:space="preserve"> г.</w:t>
      </w:r>
    </w:p>
    <w:p w:rsidR="001A2134" w:rsidRPr="00E363BF" w:rsidRDefault="00F12391" w:rsidP="00F12391">
      <w:pPr>
        <w:jc w:val="center"/>
        <w:rPr>
          <w:b/>
          <w:lang w:val="bg-BG"/>
        </w:rPr>
      </w:pPr>
      <w:r w:rsidRPr="00E363BF">
        <w:rPr>
          <w:b/>
          <w:lang w:val="bg-BG"/>
        </w:rPr>
        <w:t xml:space="preserve">гр. </w:t>
      </w:r>
      <w:r w:rsidR="001A2134" w:rsidRPr="00E363BF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5F697C">
        <w:rPr>
          <w:lang w:val="bg-BG"/>
        </w:rPr>
        <w:t>Бучин проход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5F697C">
        <w:rPr>
          <w:lang w:val="bg-BG"/>
        </w:rPr>
        <w:t>07171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16.832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507.29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66.02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201.52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НЕНЧОВ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187.792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2253.50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18.82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90.89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ДАМЯНОВ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27.83</w:t>
            </w:r>
          </w:p>
        </w:tc>
      </w:tr>
      <w:tr w:rsidR="005F697C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24.035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7C" w:rsidRDefault="005F697C" w:rsidP="00BC30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755.98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57F3F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141.436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57F3F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293.065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57F3F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3516.77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5F697C">
        <w:rPr>
          <w:lang w:val="bg-BG"/>
        </w:rPr>
        <w:t>Бучин проход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464170" w:rsidRDefault="00464170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B81631" w:rsidRDefault="00B81631" w:rsidP="00EF3C2B">
      <w:pPr>
        <w:jc w:val="both"/>
        <w:rPr>
          <w:u w:val="single"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8C62CF" w:rsidRPr="008C62CF" w:rsidRDefault="008C62CF" w:rsidP="008C62CF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8C62CF" w:rsidRPr="002D3133" w:rsidRDefault="008C62CF" w:rsidP="008C62CF">
      <w:pPr>
        <w:jc w:val="both"/>
        <w:rPr>
          <w:i/>
          <w:color w:val="000000" w:themeColor="text1"/>
        </w:rPr>
      </w:pPr>
    </w:p>
    <w:p w:rsidR="008C62CF" w:rsidRPr="002D3133" w:rsidRDefault="008C62CF" w:rsidP="008C62CF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8C62CF" w:rsidRPr="002D3133" w:rsidRDefault="008C62CF" w:rsidP="008C62CF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8C62CF" w:rsidRPr="002D3133" w:rsidRDefault="008C62CF" w:rsidP="008C62CF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535A0F" w:rsidRDefault="001A2134" w:rsidP="001A2134">
      <w:pPr>
        <w:rPr>
          <w:i/>
          <w:iCs/>
          <w:sz w:val="20"/>
          <w:lang w:val="bg-BG"/>
        </w:rPr>
      </w:pPr>
    </w:p>
    <w:sectPr w:rsidR="001A2134" w:rsidRPr="00535A0F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AA" w:rsidRDefault="007E4EAA">
      <w:r>
        <w:separator/>
      </w:r>
    </w:p>
  </w:endnote>
  <w:endnote w:type="continuationSeparator" w:id="0">
    <w:p w:rsidR="007E4EAA" w:rsidRDefault="007E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8C62CF">
      <w:rPr>
        <w:rStyle w:val="PageNumber"/>
        <w:noProof/>
        <w:sz w:val="18"/>
      </w:rPr>
      <w:t>4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AA" w:rsidRDefault="007E4EAA">
      <w:r>
        <w:separator/>
      </w:r>
    </w:p>
  </w:footnote>
  <w:footnote w:type="continuationSeparator" w:id="0">
    <w:p w:rsidR="007E4EAA" w:rsidRDefault="007E4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464170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27FEE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57F3F"/>
    <w:rsid w:val="00463733"/>
    <w:rsid w:val="00463C1A"/>
    <w:rsid w:val="00464170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5F697C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5AE7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089D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E4EA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C62CF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363BF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4</Pages>
  <Words>1616</Words>
  <Characters>9215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2023-12-28T11:43:00Z</cp:lastPrinted>
  <dcterms:created xsi:type="dcterms:W3CDTF">2023-12-28T10:23:00Z</dcterms:created>
  <dcterms:modified xsi:type="dcterms:W3CDTF">2023-12-28T11:46:00Z</dcterms:modified>
</cp:coreProperties>
</file>