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CC7EFF" w:rsidRPr="00CC7EFF" w:rsidRDefault="00CC7EFF" w:rsidP="00CC7EFF">
      <w:pPr>
        <w:spacing w:line="276" w:lineRule="auto"/>
        <w:jc w:val="center"/>
        <w:rPr>
          <w:b/>
          <w:lang w:val="bg-BG"/>
        </w:rPr>
      </w:pPr>
      <w:r w:rsidRPr="00CC7EFF">
        <w:rPr>
          <w:b/>
          <w:lang w:val="bg-BG"/>
        </w:rPr>
        <w:t>З А П О В Е Д</w:t>
      </w:r>
    </w:p>
    <w:p w:rsidR="00CC7EFF" w:rsidRPr="00CC7EFF" w:rsidRDefault="00CC7EFF" w:rsidP="00CC7EFF">
      <w:pPr>
        <w:spacing w:line="276" w:lineRule="auto"/>
        <w:jc w:val="center"/>
        <w:rPr>
          <w:b/>
          <w:lang w:val="bg-BG"/>
        </w:rPr>
      </w:pPr>
      <w:r w:rsidRPr="00CC7EFF">
        <w:rPr>
          <w:b/>
          <w:lang w:val="bg-BG"/>
        </w:rPr>
        <w:t>№ ПО-09-</w:t>
      </w:r>
      <w:r w:rsidRPr="00CC7EFF">
        <w:rPr>
          <w:b/>
        </w:rPr>
        <w:t>36</w:t>
      </w:r>
      <w:r>
        <w:rPr>
          <w:b/>
          <w:lang w:val="bg-BG"/>
        </w:rPr>
        <w:t>64</w:t>
      </w:r>
      <w:r w:rsidRPr="00CC7EFF">
        <w:rPr>
          <w:b/>
        </w:rPr>
        <w:t>-</w:t>
      </w:r>
      <w:r w:rsidR="00A14CC0">
        <w:rPr>
          <w:b/>
          <w:lang w:val="bg-BG"/>
        </w:rPr>
        <w:t>3</w:t>
      </w:r>
    </w:p>
    <w:p w:rsidR="00CC7EFF" w:rsidRPr="00CC7EFF" w:rsidRDefault="00CC7EFF" w:rsidP="00CC7EFF">
      <w:pPr>
        <w:spacing w:line="276" w:lineRule="auto"/>
        <w:jc w:val="center"/>
        <w:rPr>
          <w:b/>
          <w:lang w:val="bg-BG"/>
        </w:rPr>
      </w:pPr>
      <w:r w:rsidRPr="00CC7EFF">
        <w:rPr>
          <w:b/>
          <w:lang w:val="bg-BG"/>
        </w:rPr>
        <w:t>27.09.2023г.</w:t>
      </w:r>
    </w:p>
    <w:p w:rsidR="00CC7EFF" w:rsidRDefault="00CC7EFF" w:rsidP="00CC7EFF">
      <w:pPr>
        <w:spacing w:line="276" w:lineRule="auto"/>
        <w:jc w:val="center"/>
        <w:rPr>
          <w:b/>
          <w:lang w:val="bg-BG"/>
        </w:rPr>
      </w:pPr>
      <w:r w:rsidRPr="00CC7EFF">
        <w:rPr>
          <w:b/>
          <w:lang w:val="bg-BG"/>
        </w:rPr>
        <w:t>гр. София</w:t>
      </w:r>
    </w:p>
    <w:p w:rsidR="00543707" w:rsidRPr="00CC7EFF" w:rsidRDefault="00543707" w:rsidP="00CC7EFF">
      <w:pPr>
        <w:spacing w:line="276" w:lineRule="auto"/>
        <w:jc w:val="center"/>
        <w:rPr>
          <w:b/>
          <w:lang w:val="bg-BG"/>
        </w:rPr>
      </w:pP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>.</w:t>
      </w:r>
      <w:proofErr w:type="gramEnd"/>
      <w:r w:rsidR="00BC0051" w:rsidRPr="00374DD7">
        <w:rPr>
          <w:u w:val="single"/>
        </w:rPr>
        <w:t xml:space="preserve"> </w:t>
      </w:r>
      <w:proofErr w:type="gramStart"/>
      <w:r w:rsidR="00BC0051"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1A2D97">
        <w:rPr>
          <w:u w:val="single"/>
        </w:rPr>
        <w:t>3664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37в, </w:t>
      </w:r>
      <w:proofErr w:type="spellStart"/>
      <w:r w:rsidR="00BC0051" w:rsidRPr="00374DD7">
        <w:t>ал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1A2D97">
        <w:rPr>
          <w:u w:val="single"/>
          <w:lang w:val="bg-BG"/>
        </w:rPr>
        <w:t>3664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C0051" w:rsidRPr="009918DC">
        <w:rPr>
          <w:u w:val="single"/>
        </w:rPr>
        <w:t>№ ПО-09-</w:t>
      </w:r>
      <w:r w:rsidR="001A2D97">
        <w:rPr>
          <w:u w:val="single"/>
          <w:lang w:val="bg-BG"/>
        </w:rPr>
        <w:t>3664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543707" w:rsidRPr="00543707" w:rsidRDefault="00543707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543707" w:rsidRPr="009918DC" w:rsidRDefault="00543707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1A2D97">
        <w:rPr>
          <w:b/>
          <w:bCs/>
          <w:u w:val="single"/>
          <w:lang w:val="bg-BG"/>
        </w:rPr>
        <w:t>Дръмша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1A2D97">
        <w:rPr>
          <w:b/>
          <w:u w:val="single"/>
          <w:lang w:val="bg-BG" w:eastAsia="bg-BG"/>
        </w:rPr>
        <w:t>23844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1A2D97">
        <w:rPr>
          <w:b/>
          <w:color w:val="000000"/>
          <w:u w:val="single"/>
          <w:lang w:val="bg-BG"/>
        </w:rPr>
        <w:t>3664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proofErr w:type="gramStart"/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1A2D97">
        <w:rPr>
          <w:u w:val="single"/>
        </w:rPr>
        <w:t>3664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1A2D97">
        <w:rPr>
          <w:u w:val="single"/>
          <w:lang w:val="bg-BG"/>
        </w:rPr>
        <w:t>3664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A2D97">
        <w:rPr>
          <w:bCs/>
          <w:u w:val="single"/>
          <w:lang w:val="bg-BG"/>
        </w:rPr>
        <w:t>Дръмша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A2D97">
        <w:rPr>
          <w:u w:val="single"/>
          <w:lang w:val="bg-BG" w:eastAsia="bg-BG"/>
        </w:rPr>
        <w:t>23844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>37б от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1A2D97">
        <w:rPr>
          <w:bCs/>
          <w:u w:val="single"/>
          <w:lang w:val="bg-BG"/>
        </w:rPr>
        <w:t>Дръмша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A2D97">
        <w:rPr>
          <w:u w:val="single"/>
          <w:lang w:val="bg-BG" w:eastAsia="bg-BG"/>
        </w:rPr>
        <w:t>23844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1574ED">
        <w:rPr>
          <w:b/>
          <w:u w:val="single"/>
          <w:lang w:val="bg-BG"/>
        </w:rPr>
        <w:t>2</w:t>
      </w:r>
      <w:r w:rsidR="001A2D97">
        <w:rPr>
          <w:b/>
          <w:u w:val="single"/>
          <w:lang w:val="bg-BG"/>
        </w:rPr>
        <w:t>1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1A2D97">
        <w:rPr>
          <w:bCs/>
          <w:u w:val="single"/>
          <w:lang w:val="bg-BG"/>
        </w:rPr>
        <w:t>Дръмша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1A2D97">
        <w:rPr>
          <w:u w:val="single"/>
          <w:lang w:val="bg-BG" w:eastAsia="bg-BG"/>
        </w:rPr>
        <w:t>23844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1A2D97">
        <w:rPr>
          <w:lang w:val="bg-BG"/>
        </w:rPr>
        <w:t>Дръмша</w:t>
      </w:r>
      <w:r w:rsidRPr="009918DC">
        <w:rPr>
          <w:lang w:val="bg-BG"/>
        </w:rPr>
        <w:t xml:space="preserve"> и в сградата на Общинската служба по земеделие - гр.</w:t>
      </w:r>
      <w:proofErr w:type="gramEnd"/>
      <w:r w:rsidRPr="009918DC">
        <w:rPr>
          <w:lang w:val="bg-BG"/>
        </w:rPr>
        <w:t xml:space="preserve">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543707" w:rsidRPr="009918DC" w:rsidRDefault="00543707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6B1AA4" w:rsidRPr="006B1AA4" w:rsidRDefault="006B1AA4" w:rsidP="006B1AA4">
      <w:pPr>
        <w:jc w:val="both"/>
        <w:rPr>
          <w:b/>
          <w:color w:val="000000" w:themeColor="text1"/>
          <w:lang w:val="bg-BG"/>
        </w:rPr>
      </w:pPr>
      <w:r w:rsidRPr="006B1AA4">
        <w:rPr>
          <w:b/>
          <w:color w:val="000000" w:themeColor="text1"/>
          <w:lang w:val="bg-BG"/>
        </w:rPr>
        <w:t xml:space="preserve">ПЕТКО ДИМОВ:     </w:t>
      </w:r>
      <w:r w:rsidRPr="006B1AA4">
        <w:rPr>
          <w:b/>
          <w:color w:val="000000" w:themeColor="text1"/>
          <w:lang w:val="bg-BG"/>
        </w:rPr>
        <w:tab/>
        <w:t>/П/</w:t>
      </w:r>
    </w:p>
    <w:p w:rsidR="00445420" w:rsidRPr="006D4C26" w:rsidRDefault="00445420" w:rsidP="00445420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Директор на </w:t>
      </w:r>
    </w:p>
    <w:p w:rsidR="00445420" w:rsidRPr="006D4C26" w:rsidRDefault="00445420" w:rsidP="00445420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Областна дирекция – </w:t>
      </w:r>
    </w:p>
    <w:p w:rsidR="00445420" w:rsidRPr="006D4C26" w:rsidRDefault="00445420" w:rsidP="00445420">
      <w:pPr>
        <w:jc w:val="both"/>
        <w:rPr>
          <w:b/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>„Земеделие</w:t>
      </w:r>
      <w:r w:rsidRPr="00445420">
        <w:rPr>
          <w:i/>
          <w:color w:val="000000" w:themeColor="text1"/>
          <w:lang w:val="bg-BG"/>
        </w:rPr>
        <w:t xml:space="preserve">” </w:t>
      </w:r>
    </w:p>
    <w:p w:rsidR="00445420" w:rsidRPr="006D4C26" w:rsidRDefault="00445420" w:rsidP="00445420">
      <w:pPr>
        <w:jc w:val="both"/>
        <w:rPr>
          <w:i/>
          <w:lang w:val="bg-BG"/>
        </w:rPr>
      </w:pPr>
      <w:r w:rsidRPr="006D4C26">
        <w:rPr>
          <w:i/>
          <w:lang w:val="bg-BG"/>
        </w:rPr>
        <w:t>София област</w:t>
      </w: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445420" w:rsidRDefault="00445420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CC7EFF" w:rsidRPr="00CC7EFF" w:rsidRDefault="00CC7EFF" w:rsidP="00CC7EFF">
      <w:pPr>
        <w:spacing w:line="249" w:lineRule="exact"/>
        <w:jc w:val="center"/>
        <w:rPr>
          <w:b/>
          <w:bCs/>
          <w:lang w:val="bg-BG"/>
        </w:rPr>
      </w:pPr>
      <w:r w:rsidRPr="00CC7EFF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64</w:t>
      </w:r>
      <w:r w:rsidR="00A14CC0">
        <w:rPr>
          <w:b/>
          <w:bCs/>
          <w:lang w:val="bg-BG"/>
        </w:rPr>
        <w:t>-3</w:t>
      </w:r>
      <w:r w:rsidRPr="00CC7EFF">
        <w:rPr>
          <w:b/>
          <w:bCs/>
          <w:lang w:val="bg-BG"/>
        </w:rPr>
        <w:t>/27.09.2023г.</w:t>
      </w:r>
    </w:p>
    <w:p w:rsidR="00BE5224" w:rsidRPr="00FB2519" w:rsidRDefault="00BE5224" w:rsidP="004B5D8C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от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1A2D97">
        <w:rPr>
          <w:b/>
          <w:bCs/>
          <w:u w:val="single"/>
          <w:lang w:val="bg-BG"/>
        </w:rPr>
        <w:t>Дръмша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1A2D97">
        <w:rPr>
          <w:b/>
          <w:u w:val="single"/>
          <w:lang w:val="bg-BG" w:eastAsia="bg-BG"/>
        </w:rPr>
        <w:t>23844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EC666E" w:rsidRDefault="00EC666E" w:rsidP="00EC666E">
      <w:pPr>
        <w:spacing w:line="276" w:lineRule="auto"/>
        <w:jc w:val="both"/>
        <w:textAlignment w:val="center"/>
        <w:rPr>
          <w:b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709"/>
        <w:gridCol w:w="709"/>
        <w:gridCol w:w="850"/>
        <w:gridCol w:w="992"/>
        <w:gridCol w:w="1418"/>
        <w:gridCol w:w="1417"/>
      </w:tblGrid>
      <w:tr w:rsidR="00EC666E" w:rsidRPr="00EC666E" w:rsidTr="00EC666E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Дължимо рентно плащане в лв.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25.68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3.128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65.68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40.10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19.30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58.29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35.22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35.74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4.647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97.59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48.50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33.50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26.94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6.48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41.93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17.03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12.59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31.622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664.06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2.630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55.23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50.02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62.80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35.66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34.07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34.71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24.16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51.99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22.273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467.73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42.73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20.36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120.44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29.78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2.722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57.16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11.01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79.89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78.53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21.817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458.15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1.238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26.00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18.02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43.20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57.53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52.19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57.77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ИГНАСИЯ СТЕФАНОВА АЦЕВА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16.269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18.449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387.42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14.622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0.00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48.07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32.67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7.49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32.33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68.71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2.117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44.45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45.09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27.900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13.710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287.90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103.64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13.868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4.935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103.64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1.890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39.70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1.731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1.720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17.14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8.67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60.25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47.68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47-1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47.10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17.74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52.21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28.90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1.037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21.78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ПЕТКО САВОВ ЯНКОВ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2.853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21.777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457.31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51.34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45.48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31.81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27.40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12.46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30.60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1.116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23.43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16.21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38-17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48.10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16-10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33.25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16.01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8.93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6.34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0.225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4.73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0.218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4.58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ПЕТРАНА БОГОМИЛОВА АНТОВА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20.431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17.175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360.67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ТЕРЕЗА ЛЮДМИЛОВА ВЛАСАЙКОВА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25-3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1.426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29.95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ТЕРЕЗА ЛЮДМИЛОВА ВЛАСАЙКОВА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27-4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30.43</w:t>
            </w: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ТЕРЕЗА ЛЮДМИЛОВА ВЛАСАЙКОВА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EC666E" w:rsidRPr="00EC666E" w:rsidTr="00EC666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2.875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C666E" w:rsidRPr="00EC666E" w:rsidRDefault="00EC666E" w:rsidP="00EC666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EC666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60.37</w:t>
            </w:r>
          </w:p>
        </w:tc>
      </w:tr>
    </w:tbl>
    <w:p w:rsidR="00EC666E" w:rsidRDefault="00EC666E" w:rsidP="00EC666E">
      <w:pPr>
        <w:spacing w:line="276" w:lineRule="auto"/>
        <w:jc w:val="both"/>
        <w:textAlignment w:val="center"/>
        <w:rPr>
          <w:b/>
        </w:rPr>
      </w:pPr>
    </w:p>
    <w:p w:rsidR="00EC666E" w:rsidRPr="00EC666E" w:rsidRDefault="00EC666E" w:rsidP="004B5D8C">
      <w:pPr>
        <w:spacing w:line="276" w:lineRule="auto"/>
        <w:ind w:firstLine="720"/>
        <w:jc w:val="both"/>
        <w:textAlignment w:val="center"/>
        <w:rPr>
          <w:b/>
        </w:rPr>
      </w:pPr>
    </w:p>
    <w:p w:rsidR="006B1AA4" w:rsidRPr="006B1AA4" w:rsidRDefault="006B1AA4" w:rsidP="006B1AA4">
      <w:pPr>
        <w:jc w:val="both"/>
        <w:rPr>
          <w:b/>
          <w:color w:val="000000" w:themeColor="text1"/>
          <w:lang w:val="bg-BG"/>
        </w:rPr>
      </w:pPr>
      <w:r w:rsidRPr="006B1AA4">
        <w:rPr>
          <w:b/>
          <w:color w:val="000000" w:themeColor="text1"/>
          <w:lang w:val="bg-BG"/>
        </w:rPr>
        <w:t xml:space="preserve">ПЕТКО ДИМОВ:     </w:t>
      </w:r>
      <w:r w:rsidRPr="006B1AA4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sectPr w:rsidR="00E93A96" w:rsidSect="0024236A">
      <w:footerReference w:type="default" r:id="rId8"/>
      <w:headerReference w:type="first" r:id="rId9"/>
      <w:footerReference w:type="first" r:id="rId10"/>
      <w:pgSz w:w="11907" w:h="16840" w:code="9"/>
      <w:pgMar w:top="851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64" w:rsidRDefault="006C0164">
      <w:r>
        <w:separator/>
      </w:r>
    </w:p>
  </w:endnote>
  <w:endnote w:type="continuationSeparator" w:id="0">
    <w:p w:rsidR="006C0164" w:rsidRDefault="006C0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70616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3707" w:rsidRDefault="005437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1AA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64" w:rsidRDefault="006C0164">
      <w:r>
        <w:separator/>
      </w:r>
    </w:p>
  </w:footnote>
  <w:footnote w:type="continuationSeparator" w:id="0">
    <w:p w:rsidR="006C0164" w:rsidRDefault="006C0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2BD51279" wp14:editId="283273B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28EF3F3" wp14:editId="31318666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362E0"/>
    <w:rsid w:val="00044670"/>
    <w:rsid w:val="00067E23"/>
    <w:rsid w:val="00076965"/>
    <w:rsid w:val="00083EBD"/>
    <w:rsid w:val="0009602B"/>
    <w:rsid w:val="000A1AF8"/>
    <w:rsid w:val="000D01AC"/>
    <w:rsid w:val="00103E7E"/>
    <w:rsid w:val="00124DC8"/>
    <w:rsid w:val="001574ED"/>
    <w:rsid w:val="00157D1E"/>
    <w:rsid w:val="00175159"/>
    <w:rsid w:val="00191127"/>
    <w:rsid w:val="00197496"/>
    <w:rsid w:val="001A1C66"/>
    <w:rsid w:val="001A2D97"/>
    <w:rsid w:val="001A77DB"/>
    <w:rsid w:val="001B087F"/>
    <w:rsid w:val="001B4BA5"/>
    <w:rsid w:val="0020653E"/>
    <w:rsid w:val="00225E60"/>
    <w:rsid w:val="002373B3"/>
    <w:rsid w:val="0024236A"/>
    <w:rsid w:val="00257B44"/>
    <w:rsid w:val="00260EA0"/>
    <w:rsid w:val="002639F4"/>
    <w:rsid w:val="00266D04"/>
    <w:rsid w:val="00270EEC"/>
    <w:rsid w:val="00282AA0"/>
    <w:rsid w:val="002C1EA9"/>
    <w:rsid w:val="002C22E2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44B0C"/>
    <w:rsid w:val="00374DD7"/>
    <w:rsid w:val="003A7442"/>
    <w:rsid w:val="003C2220"/>
    <w:rsid w:val="003C2E20"/>
    <w:rsid w:val="003C52BC"/>
    <w:rsid w:val="003F0DD2"/>
    <w:rsid w:val="004005EA"/>
    <w:rsid w:val="00445420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124F"/>
    <w:rsid w:val="0054222B"/>
    <w:rsid w:val="00543707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B1AA4"/>
    <w:rsid w:val="006C0164"/>
    <w:rsid w:val="006C3A41"/>
    <w:rsid w:val="006E0D5A"/>
    <w:rsid w:val="006E1608"/>
    <w:rsid w:val="006E68FB"/>
    <w:rsid w:val="006F7315"/>
    <w:rsid w:val="00724E5F"/>
    <w:rsid w:val="0072679D"/>
    <w:rsid w:val="0073129D"/>
    <w:rsid w:val="00733126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61A93"/>
    <w:rsid w:val="00974546"/>
    <w:rsid w:val="00976AA2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CC0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C7EFF"/>
    <w:rsid w:val="00CE47C7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EC666E"/>
    <w:rsid w:val="00F010A4"/>
    <w:rsid w:val="00F14706"/>
    <w:rsid w:val="00F36881"/>
    <w:rsid w:val="00F40E25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24236A"/>
  </w:style>
  <w:style w:type="numbering" w:customStyle="1" w:styleId="NoList3">
    <w:name w:val="No List3"/>
    <w:next w:val="ListNo2"/>
    <w:uiPriority w:val="99"/>
    <w:semiHidden/>
    <w:unhideWhenUsed/>
    <w:rsid w:val="00EC66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24236A"/>
  </w:style>
  <w:style w:type="numbering" w:customStyle="1" w:styleId="NoList3">
    <w:name w:val="No List3"/>
    <w:next w:val="ListNo2"/>
    <w:uiPriority w:val="99"/>
    <w:semiHidden/>
    <w:unhideWhenUsed/>
    <w:rsid w:val="00EC6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6</TotalTime>
  <Pages>5</Pages>
  <Words>1731</Words>
  <Characters>9869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2023-10-03T07:36:00Z</cp:lastPrinted>
  <dcterms:created xsi:type="dcterms:W3CDTF">2023-09-28T12:53:00Z</dcterms:created>
  <dcterms:modified xsi:type="dcterms:W3CDTF">2023-10-05T07:50:00Z</dcterms:modified>
</cp:coreProperties>
</file>