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832CF4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ПО-09-3383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AB79E5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832CF4">
        <w:rPr>
          <w:u w:val="single"/>
          <w:lang w:val="bg-BG"/>
        </w:rPr>
        <w:t>3383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832CF4">
        <w:rPr>
          <w:u w:val="single"/>
          <w:lang w:val="bg-BG"/>
        </w:rPr>
        <w:t>3383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832CF4">
        <w:rPr>
          <w:u w:val="single"/>
          <w:lang w:val="bg-BG"/>
        </w:rPr>
        <w:t>3383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832CF4">
        <w:rPr>
          <w:b/>
          <w:bCs/>
          <w:u w:val="single"/>
          <w:lang w:val="bg-BG"/>
        </w:rPr>
        <w:t xml:space="preserve"> Цацаровци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832CF4">
        <w:rPr>
          <w:b/>
          <w:u w:val="single"/>
          <w:lang w:val="bg-BG" w:eastAsia="bg-BG"/>
        </w:rPr>
        <w:t>ЕКАТТЕ 78255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832CF4">
        <w:rPr>
          <w:b/>
          <w:color w:val="000000"/>
          <w:u w:val="single"/>
          <w:lang w:val="bg-BG"/>
        </w:rPr>
        <w:t>вх.</w:t>
      </w:r>
      <w:proofErr w:type="gramEnd"/>
      <w:r w:rsidR="00832CF4">
        <w:rPr>
          <w:b/>
          <w:color w:val="000000"/>
          <w:u w:val="single"/>
          <w:lang w:val="bg-BG"/>
        </w:rPr>
        <w:t xml:space="preserve"> № ПО-09-3383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832CF4">
        <w:rPr>
          <w:u w:val="single"/>
          <w:lang w:val="bg-BG"/>
        </w:rPr>
        <w:t>83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832CF4">
        <w:rPr>
          <w:u w:val="single"/>
          <w:lang w:val="bg-BG"/>
        </w:rPr>
        <w:t>83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803F63">
        <w:rPr>
          <w:bCs/>
          <w:u w:val="single"/>
          <w:lang w:val="bg-BG"/>
        </w:rPr>
        <w:t>Цацаровци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803F63">
        <w:rPr>
          <w:u w:val="single"/>
          <w:lang w:val="bg-BG" w:eastAsia="bg-BG"/>
        </w:rPr>
        <w:t>, ЕКАТТЕ 78255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803F63">
        <w:rPr>
          <w:bCs/>
          <w:u w:val="single"/>
          <w:lang w:val="bg-BG"/>
        </w:rPr>
        <w:t>Цацаровци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803F63">
        <w:rPr>
          <w:u w:val="single"/>
          <w:lang w:val="bg-BG" w:eastAsia="bg-BG"/>
        </w:rPr>
        <w:t>, ЕКАТТЕ 78255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8A7A50">
        <w:rPr>
          <w:b/>
          <w:u w:val="single"/>
          <w:lang w:val="bg-BG"/>
        </w:rPr>
        <w:t>25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8A7A50">
        <w:rPr>
          <w:bCs/>
          <w:u w:val="single"/>
          <w:lang w:val="bg-BG"/>
        </w:rPr>
        <w:t>Цацаровци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8A7A50">
        <w:rPr>
          <w:u w:val="single"/>
          <w:lang w:val="bg-BG" w:eastAsia="bg-BG"/>
        </w:rPr>
        <w:t>, ЕКАТТЕ 78255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8A7A50">
        <w:rPr>
          <w:lang w:val="bg-BG"/>
        </w:rPr>
        <w:t>о на село Цацаровци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B79E5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Pr="00DC5867" w:rsidRDefault="004B5D8C" w:rsidP="00DC5867">
      <w:pPr>
        <w:spacing w:line="249" w:lineRule="exact"/>
        <w:rPr>
          <w:b/>
          <w:bCs/>
          <w:lang w:val="bg-BG"/>
        </w:rPr>
      </w:pPr>
    </w:p>
    <w:p w:rsidR="00DC5867" w:rsidRDefault="00DC5867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AB79E5" w:rsidRDefault="00AB79E5" w:rsidP="00DC5867">
      <w:pPr>
        <w:rPr>
          <w:i/>
          <w:iCs/>
          <w:sz w:val="20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DC5867">
      <w:pPr>
        <w:spacing w:line="249" w:lineRule="exact"/>
        <w:rPr>
          <w:b/>
          <w:bCs/>
          <w:lang w:val="bg-BG"/>
        </w:rPr>
      </w:pPr>
    </w:p>
    <w:p w:rsidR="00DC5867" w:rsidRPr="00DC5867" w:rsidRDefault="00DC5867" w:rsidP="00DC5867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8A7A50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ПО-09-3383</w:t>
      </w:r>
      <w:r w:rsidR="00661B67">
        <w:rPr>
          <w:b/>
          <w:bCs/>
          <w:lang w:val="bg-BG"/>
        </w:rPr>
        <w:t>-3/</w:t>
      </w:r>
      <w:r w:rsidR="00AB79E5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DC0F23" w:rsidRDefault="00DC0F23" w:rsidP="00DC0F23">
      <w:pPr>
        <w:tabs>
          <w:tab w:val="left" w:pos="7080"/>
        </w:tabs>
        <w:rPr>
          <w:lang w:val="bg-BG"/>
        </w:rPr>
      </w:pPr>
    </w:p>
    <w:p w:rsidR="00FE632D" w:rsidRDefault="00FE632D" w:rsidP="00FE632D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FE632D" w:rsidRDefault="00FE632D" w:rsidP="00FE632D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555854" w:rsidRDefault="00FE632D" w:rsidP="00FE632D">
      <w:pPr>
        <w:tabs>
          <w:tab w:val="left" w:pos="7080"/>
        </w:tabs>
        <w:rPr>
          <w:lang w:val="bg-BG"/>
        </w:rPr>
      </w:pPr>
      <w:r>
        <w:rPr>
          <w:b/>
          <w:bCs/>
          <w:lang w:val="bg-BG"/>
        </w:rPr>
        <w:t xml:space="preserve"> 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Цацаровци</w:t>
      </w:r>
      <w:proofErr w:type="spellEnd"/>
      <w:r>
        <w:rPr>
          <w:b/>
          <w:bCs/>
        </w:rPr>
        <w:t xml:space="preserve">, ЕКАТТЕ 78255,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tbl>
      <w:tblPr>
        <w:tblW w:w="9781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639"/>
      </w:tblGrid>
      <w:tr w:rsidR="006F2AD3" w:rsidTr="006F2AD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6F2AD3" w:rsidRPr="00740620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50.622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1265.55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154.89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69.01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АРИЛЕ EООД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6F2AD3" w:rsidRPr="00740620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40.542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1013.55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СЕДЕФЧЕВ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RPr="00740620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44.266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1106.65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ЛЮБОМИРОВА БОРИСОВА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RPr="00740620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8.925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223.12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4.298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107.45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65.62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25.93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9.54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26.91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35.06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2AD3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</w:tr>
      <w:tr w:rsidR="006F2AD3" w:rsidRPr="00740620" w:rsidTr="006F2A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Default="006F2AD3" w:rsidP="00270CC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54.588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2AD3" w:rsidRPr="00740620" w:rsidRDefault="006F2AD3" w:rsidP="00270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1364.70</w:t>
            </w:r>
          </w:p>
        </w:tc>
      </w:tr>
    </w:tbl>
    <w:p w:rsidR="00DC0F23" w:rsidRDefault="00DC0F23" w:rsidP="00C17EE7">
      <w:pPr>
        <w:tabs>
          <w:tab w:val="left" w:pos="7080"/>
        </w:tabs>
        <w:rPr>
          <w:lang w:val="bg-BG"/>
        </w:rPr>
      </w:pPr>
    </w:p>
    <w:p w:rsidR="006F2AD3" w:rsidRDefault="006F2AD3" w:rsidP="00C17EE7">
      <w:pPr>
        <w:tabs>
          <w:tab w:val="left" w:pos="7080"/>
        </w:tabs>
        <w:rPr>
          <w:lang w:val="bg-BG"/>
        </w:rPr>
      </w:pPr>
    </w:p>
    <w:p w:rsidR="006F2AD3" w:rsidRDefault="006F2AD3" w:rsidP="00C17EE7">
      <w:pPr>
        <w:tabs>
          <w:tab w:val="left" w:pos="7080"/>
        </w:tabs>
        <w:rPr>
          <w:lang w:val="bg-BG"/>
        </w:rPr>
      </w:pPr>
    </w:p>
    <w:p w:rsidR="006F2AD3" w:rsidRPr="009918DC" w:rsidRDefault="006F2AD3" w:rsidP="006F2AD3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B79E5">
        <w:rPr>
          <w:b/>
          <w:lang w:val="bg-BG"/>
        </w:rPr>
        <w:tab/>
        <w:t>/П/</w:t>
      </w:r>
    </w:p>
    <w:p w:rsidR="006F2AD3" w:rsidRPr="009918DC" w:rsidRDefault="006F2AD3" w:rsidP="006F2AD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6F2AD3" w:rsidRPr="009918DC" w:rsidRDefault="006F2AD3" w:rsidP="006F2AD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6F2AD3" w:rsidRPr="009918DC" w:rsidRDefault="006F2AD3" w:rsidP="006F2AD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6F2AD3" w:rsidRDefault="006F2AD3" w:rsidP="00C17EE7">
      <w:pPr>
        <w:tabs>
          <w:tab w:val="left" w:pos="7080"/>
        </w:tabs>
        <w:rPr>
          <w:lang w:val="bg-BG"/>
        </w:rPr>
      </w:pPr>
    </w:p>
    <w:sectPr w:rsidR="006F2AD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A0C" w:rsidRDefault="00677A0C">
      <w:r>
        <w:separator/>
      </w:r>
    </w:p>
  </w:endnote>
  <w:endnote w:type="continuationSeparator" w:id="0">
    <w:p w:rsidR="00677A0C" w:rsidRDefault="00677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A0C" w:rsidRDefault="00677A0C">
      <w:r>
        <w:separator/>
      </w:r>
    </w:p>
  </w:footnote>
  <w:footnote w:type="continuationSeparator" w:id="0">
    <w:p w:rsidR="00677A0C" w:rsidRDefault="00677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15140E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15140E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15140E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15140E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D01AC"/>
    <w:rsid w:val="00103E7E"/>
    <w:rsid w:val="00124DC8"/>
    <w:rsid w:val="0015140E"/>
    <w:rsid w:val="00157D1E"/>
    <w:rsid w:val="00191127"/>
    <w:rsid w:val="00197496"/>
    <w:rsid w:val="001A1C66"/>
    <w:rsid w:val="001A77DB"/>
    <w:rsid w:val="001B087F"/>
    <w:rsid w:val="001B4BA5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22DDA"/>
    <w:rsid w:val="00635304"/>
    <w:rsid w:val="0064089C"/>
    <w:rsid w:val="00642E42"/>
    <w:rsid w:val="00661B67"/>
    <w:rsid w:val="00677A0C"/>
    <w:rsid w:val="006B0B9A"/>
    <w:rsid w:val="006E1608"/>
    <w:rsid w:val="006E2615"/>
    <w:rsid w:val="006E68FB"/>
    <w:rsid w:val="006F2AD3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90A6F"/>
    <w:rsid w:val="007A0EDA"/>
    <w:rsid w:val="007A6290"/>
    <w:rsid w:val="007A78E3"/>
    <w:rsid w:val="007B4B8A"/>
    <w:rsid w:val="007D7C8D"/>
    <w:rsid w:val="007E07FE"/>
    <w:rsid w:val="007E15F0"/>
    <w:rsid w:val="00803481"/>
    <w:rsid w:val="00803F63"/>
    <w:rsid w:val="00807DAE"/>
    <w:rsid w:val="00823FF9"/>
    <w:rsid w:val="00832CF4"/>
    <w:rsid w:val="00835BBA"/>
    <w:rsid w:val="00836AB7"/>
    <w:rsid w:val="00837B40"/>
    <w:rsid w:val="0085348A"/>
    <w:rsid w:val="00856F61"/>
    <w:rsid w:val="00871471"/>
    <w:rsid w:val="008861EB"/>
    <w:rsid w:val="00887851"/>
    <w:rsid w:val="00890362"/>
    <w:rsid w:val="0089608D"/>
    <w:rsid w:val="008A525E"/>
    <w:rsid w:val="008A7A50"/>
    <w:rsid w:val="008B0206"/>
    <w:rsid w:val="008B1300"/>
    <w:rsid w:val="008B4BE7"/>
    <w:rsid w:val="0092605E"/>
    <w:rsid w:val="00930C1F"/>
    <w:rsid w:val="0093372E"/>
    <w:rsid w:val="00936425"/>
    <w:rsid w:val="00946D85"/>
    <w:rsid w:val="00961A93"/>
    <w:rsid w:val="00974546"/>
    <w:rsid w:val="00980B37"/>
    <w:rsid w:val="00983B22"/>
    <w:rsid w:val="00985140"/>
    <w:rsid w:val="009918DC"/>
    <w:rsid w:val="00992D63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B79E5"/>
    <w:rsid w:val="00AD13E8"/>
    <w:rsid w:val="00AE6009"/>
    <w:rsid w:val="00B1548F"/>
    <w:rsid w:val="00B6013A"/>
    <w:rsid w:val="00B609AF"/>
    <w:rsid w:val="00B65068"/>
    <w:rsid w:val="00B74825"/>
    <w:rsid w:val="00B7490A"/>
    <w:rsid w:val="00B82226"/>
    <w:rsid w:val="00B8572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9774A"/>
    <w:rsid w:val="00DA357D"/>
    <w:rsid w:val="00DA591C"/>
    <w:rsid w:val="00DC0F23"/>
    <w:rsid w:val="00DC5867"/>
    <w:rsid w:val="00DE3104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C4BAD"/>
    <w:rsid w:val="00EF0223"/>
    <w:rsid w:val="00EF60FA"/>
    <w:rsid w:val="00F010A4"/>
    <w:rsid w:val="00F14706"/>
    <w:rsid w:val="00F36881"/>
    <w:rsid w:val="00F54D28"/>
    <w:rsid w:val="00F55479"/>
    <w:rsid w:val="00F5602F"/>
    <w:rsid w:val="00F72CF1"/>
    <w:rsid w:val="00F930A7"/>
    <w:rsid w:val="00F95DCD"/>
    <w:rsid w:val="00F97C17"/>
    <w:rsid w:val="00FA4106"/>
    <w:rsid w:val="00FB2519"/>
    <w:rsid w:val="00FB2631"/>
    <w:rsid w:val="00FB3860"/>
    <w:rsid w:val="00FB3A94"/>
    <w:rsid w:val="00FC31EA"/>
    <w:rsid w:val="00FD0B08"/>
    <w:rsid w:val="00FD2960"/>
    <w:rsid w:val="00FE632D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171</TotalTime>
  <Pages>10</Pages>
  <Words>2761</Words>
  <Characters>15741</Characters>
  <Application>Microsoft Office Word</Application>
  <DocSecurity>0</DocSecurity>
  <Lines>131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61</cp:revision>
  <cp:lastPrinted>2023-07-19T09:25:00Z</cp:lastPrinted>
  <dcterms:created xsi:type="dcterms:W3CDTF">2022-10-14T08:10:00Z</dcterms:created>
  <dcterms:modified xsi:type="dcterms:W3CDTF">2023-09-26T13:13:00Z</dcterms:modified>
</cp:coreProperties>
</file>