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117F1B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ПО-09-3380</w:t>
      </w:r>
      <w:r w:rsidR="003F0DD2" w:rsidRPr="009918DC">
        <w:rPr>
          <w:b/>
          <w:lang w:val="bg-BG"/>
        </w:rPr>
        <w:t>-3</w:t>
      </w:r>
      <w:r w:rsidR="00E22B08">
        <w:rPr>
          <w:b/>
          <w:lang w:val="bg-BG"/>
        </w:rPr>
        <w:t>/</w:t>
      </w:r>
      <w:r w:rsidR="00CF2DC2" w:rsidRPr="0031310D">
        <w:rPr>
          <w:b/>
        </w:rPr>
        <w:t>26.09</w:t>
      </w:r>
      <w:r w:rsidR="00E22B08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117F1B">
        <w:rPr>
          <w:u w:val="single"/>
          <w:lang w:val="bg-BG"/>
        </w:rPr>
        <w:t>3380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117F1B">
        <w:rPr>
          <w:u w:val="single"/>
          <w:lang w:val="bg-BG"/>
        </w:rPr>
        <w:t>3380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117F1B">
        <w:rPr>
          <w:u w:val="single"/>
          <w:lang w:val="bg-BG"/>
        </w:rPr>
        <w:t>3380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117F1B">
        <w:rPr>
          <w:b/>
          <w:bCs/>
          <w:u w:val="single"/>
          <w:lang w:val="bg-BG"/>
        </w:rPr>
        <w:t xml:space="preserve"> Табан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117F1B">
        <w:rPr>
          <w:b/>
          <w:u w:val="single"/>
          <w:lang w:val="bg-BG" w:eastAsia="bg-BG"/>
        </w:rPr>
        <w:t>ЕКАТТЕ 72014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117F1B">
        <w:rPr>
          <w:b/>
          <w:color w:val="000000"/>
          <w:u w:val="single"/>
          <w:lang w:val="bg-BG"/>
        </w:rPr>
        <w:t>вх.</w:t>
      </w:r>
      <w:proofErr w:type="gramEnd"/>
      <w:r w:rsidR="00117F1B">
        <w:rPr>
          <w:b/>
          <w:color w:val="000000"/>
          <w:u w:val="single"/>
          <w:lang w:val="bg-BG"/>
        </w:rPr>
        <w:t xml:space="preserve"> № ПО-09-3380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117F1B">
        <w:rPr>
          <w:u w:val="single"/>
          <w:lang w:val="bg-BG"/>
        </w:rPr>
        <w:t>80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117F1B">
        <w:rPr>
          <w:u w:val="single"/>
          <w:lang w:val="bg-BG"/>
        </w:rPr>
        <w:t>80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17F1B">
        <w:rPr>
          <w:bCs/>
          <w:u w:val="single"/>
          <w:lang w:val="bg-BG"/>
        </w:rPr>
        <w:t>Табан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117F1B">
        <w:rPr>
          <w:u w:val="single"/>
          <w:lang w:val="bg-BG" w:eastAsia="bg-BG"/>
        </w:rPr>
        <w:t>, ЕКАТТЕ 72014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17F1B">
        <w:rPr>
          <w:bCs/>
          <w:u w:val="single"/>
          <w:lang w:val="bg-BG"/>
        </w:rPr>
        <w:t>Табан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117F1B">
        <w:rPr>
          <w:u w:val="single"/>
          <w:lang w:val="bg-BG" w:eastAsia="bg-BG"/>
        </w:rPr>
        <w:t>, ЕКАТТЕ 72014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D25990">
        <w:rPr>
          <w:b/>
          <w:u w:val="single"/>
          <w:lang w:val="bg-BG"/>
        </w:rPr>
        <w:t>1</w:t>
      </w:r>
      <w:r w:rsidR="00117F1B">
        <w:rPr>
          <w:b/>
          <w:u w:val="single"/>
          <w:lang w:val="bg-BG"/>
        </w:rPr>
        <w:t>3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117F1B">
        <w:rPr>
          <w:bCs/>
          <w:u w:val="single"/>
          <w:lang w:val="bg-BG"/>
        </w:rPr>
        <w:t>Табан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117F1B">
        <w:rPr>
          <w:u w:val="single"/>
          <w:lang w:val="bg-BG" w:eastAsia="bg-BG"/>
        </w:rPr>
        <w:t>, ЕКАТТЕ 72014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051379">
        <w:rPr>
          <w:lang w:val="bg-BG"/>
        </w:rPr>
        <w:t xml:space="preserve">о на село </w:t>
      </w:r>
      <w:r w:rsidR="007A3D8B">
        <w:rPr>
          <w:lang w:val="bg-BG"/>
        </w:rPr>
        <w:t xml:space="preserve">Табан </w:t>
      </w:r>
      <w:r w:rsidRPr="009918DC">
        <w:rPr>
          <w:lang w:val="bg-BG"/>
        </w:rPr>
        <w:t>и в сградата на Общинската с</w:t>
      </w:r>
      <w:r w:rsidR="00B7490A">
        <w:rPr>
          <w:lang w:val="bg-BG"/>
        </w:rPr>
        <w:t>лужба по земеделие - гр.</w:t>
      </w:r>
      <w:proofErr w:type="gramEnd"/>
      <w:r w:rsidR="00B7490A">
        <w:rPr>
          <w:lang w:val="bg-BG"/>
        </w:rPr>
        <w:t xml:space="preserve">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CF2DC2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F2DC2" w:rsidRPr="00CF2DC2" w:rsidRDefault="00CF2DC2" w:rsidP="00BE5224">
      <w:pPr>
        <w:spacing w:line="249" w:lineRule="exact"/>
        <w:jc w:val="center"/>
        <w:rPr>
          <w:b/>
          <w:bCs/>
          <w:lang w:val="bg-BG"/>
        </w:rPr>
      </w:pPr>
    </w:p>
    <w:p w:rsidR="00C87280" w:rsidRDefault="00C87280" w:rsidP="00BE5224">
      <w:pPr>
        <w:spacing w:line="249" w:lineRule="exact"/>
        <w:jc w:val="center"/>
        <w:rPr>
          <w:b/>
          <w:bCs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117F1B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ПО-09-3380</w:t>
      </w:r>
      <w:r w:rsidR="00661B67">
        <w:rPr>
          <w:b/>
          <w:bCs/>
          <w:lang w:val="bg-BG"/>
        </w:rPr>
        <w:t>-3/</w:t>
      </w:r>
      <w:r w:rsidR="00CF2DC2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495812" w:rsidRDefault="00495812" w:rsidP="00495812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495812" w:rsidRDefault="00495812" w:rsidP="00495812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BE5224" w:rsidRPr="001B087F" w:rsidRDefault="00495812" w:rsidP="00495812">
      <w:pPr>
        <w:spacing w:line="249" w:lineRule="exact"/>
        <w:rPr>
          <w:lang w:val="bg-BG"/>
        </w:rPr>
      </w:pPr>
      <w:r>
        <w:rPr>
          <w:b/>
          <w:bCs/>
          <w:lang w:val="bg-BG"/>
        </w:rPr>
        <w:t xml:space="preserve">             </w:t>
      </w: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Табан</w:t>
      </w:r>
      <w:proofErr w:type="spellEnd"/>
      <w:r>
        <w:rPr>
          <w:b/>
          <w:bCs/>
        </w:rPr>
        <w:t xml:space="preserve">, ЕКАТТЕ 72014,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DC0F23" w:rsidRDefault="00DC0F23" w:rsidP="00C17EE7">
      <w:pPr>
        <w:tabs>
          <w:tab w:val="left" w:pos="7080"/>
        </w:tabs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2214"/>
      </w:tblGrid>
      <w:tr w:rsidR="00495812" w:rsidTr="00495812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9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40.394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525.12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16.066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208.86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25.74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24.74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2.123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459.656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122.799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1596.39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293.473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78.541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1021.03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116.97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27.29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</w:tr>
      <w:tr w:rsidR="00495812" w:rsidTr="0049581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15.415</w:t>
            </w:r>
          </w:p>
        </w:tc>
        <w:tc>
          <w:tcPr>
            <w:tcW w:w="2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5812" w:rsidRDefault="00495812" w:rsidP="004958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200.40</w:t>
            </w:r>
          </w:p>
        </w:tc>
      </w:tr>
    </w:tbl>
    <w:p w:rsidR="00495812" w:rsidRDefault="00495812" w:rsidP="00C17EE7">
      <w:pPr>
        <w:tabs>
          <w:tab w:val="left" w:pos="7080"/>
        </w:tabs>
        <w:rPr>
          <w:lang w:val="bg-BG"/>
        </w:rPr>
      </w:pPr>
    </w:p>
    <w:p w:rsidR="00495812" w:rsidRDefault="00495812" w:rsidP="00C17EE7">
      <w:pPr>
        <w:tabs>
          <w:tab w:val="left" w:pos="7080"/>
        </w:tabs>
        <w:rPr>
          <w:lang w:val="bg-BG"/>
        </w:rPr>
      </w:pPr>
    </w:p>
    <w:p w:rsidR="00495812" w:rsidRDefault="00495812" w:rsidP="00C17EE7">
      <w:pPr>
        <w:tabs>
          <w:tab w:val="left" w:pos="7080"/>
        </w:tabs>
        <w:rPr>
          <w:lang w:val="bg-BG"/>
        </w:rPr>
      </w:pPr>
    </w:p>
    <w:p w:rsidR="00495812" w:rsidRDefault="00495812" w:rsidP="00C17EE7">
      <w:pPr>
        <w:tabs>
          <w:tab w:val="left" w:pos="7080"/>
        </w:tabs>
        <w:rPr>
          <w:lang w:val="bg-BG"/>
        </w:rPr>
      </w:pPr>
    </w:p>
    <w:p w:rsidR="00495812" w:rsidRPr="009918DC" w:rsidRDefault="00495812" w:rsidP="00495812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95812" w:rsidRPr="009918DC" w:rsidRDefault="00495812" w:rsidP="00495812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CF2DC2">
        <w:rPr>
          <w:b/>
          <w:lang w:val="bg-BG"/>
        </w:rPr>
        <w:tab/>
        <w:t>/П/</w:t>
      </w:r>
    </w:p>
    <w:p w:rsidR="00495812" w:rsidRPr="009918DC" w:rsidRDefault="00495812" w:rsidP="00495812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95812" w:rsidRPr="009918DC" w:rsidRDefault="00495812" w:rsidP="00495812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495812" w:rsidRPr="009918DC" w:rsidRDefault="00495812" w:rsidP="00495812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95812" w:rsidRDefault="00495812" w:rsidP="00C17EE7">
      <w:pPr>
        <w:tabs>
          <w:tab w:val="left" w:pos="7080"/>
        </w:tabs>
        <w:rPr>
          <w:lang w:val="bg-BG"/>
        </w:rPr>
      </w:pPr>
    </w:p>
    <w:sectPr w:rsidR="00495812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4D1" w:rsidRDefault="003804D1">
      <w:r>
        <w:separator/>
      </w:r>
    </w:p>
  </w:endnote>
  <w:endnote w:type="continuationSeparator" w:id="0">
    <w:p w:rsidR="003804D1" w:rsidRDefault="00380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12" w:rsidRPr="00C17EE7" w:rsidRDefault="00495812" w:rsidP="00C17EE7">
    <w:pPr>
      <w:jc w:val="center"/>
      <w:rPr>
        <w:rFonts w:ascii="Verdana" w:hAnsi="Verdana"/>
        <w:sz w:val="16"/>
        <w:szCs w:val="16"/>
        <w:lang w:val="ru-RU"/>
      </w:rPr>
    </w:pPr>
  </w:p>
  <w:p w:rsidR="00495812" w:rsidRPr="00C17EE7" w:rsidRDefault="00495812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495812" w:rsidRPr="00C17EE7" w:rsidRDefault="00495812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495812" w:rsidRPr="00C17EE7" w:rsidRDefault="00495812" w:rsidP="00C17EE7">
    <w:pPr>
      <w:jc w:val="center"/>
      <w:rPr>
        <w:rFonts w:ascii="Verdana" w:hAnsi="Verdana"/>
        <w:sz w:val="16"/>
        <w:szCs w:val="16"/>
        <w:lang w:val="ru-RU"/>
      </w:rPr>
    </w:pPr>
  </w:p>
  <w:p w:rsidR="00495812" w:rsidRPr="002639F4" w:rsidRDefault="00495812" w:rsidP="00C17EE7">
    <w:pPr>
      <w:jc w:val="center"/>
      <w:rPr>
        <w:rFonts w:ascii="Verdana" w:hAnsi="Verdana"/>
        <w:sz w:val="16"/>
        <w:szCs w:val="16"/>
        <w:lang w:val="ru-RU"/>
      </w:rPr>
    </w:pPr>
  </w:p>
  <w:p w:rsidR="00495812" w:rsidRPr="00835BBA" w:rsidRDefault="0049581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12" w:rsidRPr="002639F4" w:rsidRDefault="00495812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495812" w:rsidRPr="002639F4" w:rsidRDefault="00495812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4D1" w:rsidRDefault="003804D1">
      <w:r>
        <w:separator/>
      </w:r>
    </w:p>
  </w:footnote>
  <w:footnote w:type="continuationSeparator" w:id="0">
    <w:p w:rsidR="003804D1" w:rsidRDefault="00380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12" w:rsidRPr="005B69F7" w:rsidRDefault="00495812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95812" w:rsidRPr="005B69F7" w:rsidRDefault="00095588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095588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495812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95812" w:rsidRDefault="0049581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495812" w:rsidRPr="00983B22" w:rsidRDefault="00095588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095588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495812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495812" w:rsidRPr="00983B22" w:rsidRDefault="0049581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323A"/>
    <w:rsid w:val="00044670"/>
    <w:rsid w:val="00051379"/>
    <w:rsid w:val="00076965"/>
    <w:rsid w:val="00083EBD"/>
    <w:rsid w:val="00095588"/>
    <w:rsid w:val="0009602B"/>
    <w:rsid w:val="000D01AC"/>
    <w:rsid w:val="000D03B2"/>
    <w:rsid w:val="000F0FFB"/>
    <w:rsid w:val="00103E7E"/>
    <w:rsid w:val="00117F1B"/>
    <w:rsid w:val="00124DC8"/>
    <w:rsid w:val="00157D1E"/>
    <w:rsid w:val="00191127"/>
    <w:rsid w:val="00197496"/>
    <w:rsid w:val="001A1C66"/>
    <w:rsid w:val="001A77DB"/>
    <w:rsid w:val="001B087F"/>
    <w:rsid w:val="001B4BA5"/>
    <w:rsid w:val="001F6A9D"/>
    <w:rsid w:val="0020653E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04D1"/>
    <w:rsid w:val="003A7442"/>
    <w:rsid w:val="003C2220"/>
    <w:rsid w:val="003C2E20"/>
    <w:rsid w:val="003C52BC"/>
    <w:rsid w:val="003F0DD2"/>
    <w:rsid w:val="004005EA"/>
    <w:rsid w:val="0042634E"/>
    <w:rsid w:val="00446795"/>
    <w:rsid w:val="00461ACA"/>
    <w:rsid w:val="004646E3"/>
    <w:rsid w:val="004854F4"/>
    <w:rsid w:val="00495812"/>
    <w:rsid w:val="00495E89"/>
    <w:rsid w:val="00496975"/>
    <w:rsid w:val="004A4C0C"/>
    <w:rsid w:val="004B10BF"/>
    <w:rsid w:val="004B365D"/>
    <w:rsid w:val="004B52B0"/>
    <w:rsid w:val="004B5D8C"/>
    <w:rsid w:val="004C3144"/>
    <w:rsid w:val="004C4985"/>
    <w:rsid w:val="004F765C"/>
    <w:rsid w:val="00502C03"/>
    <w:rsid w:val="00533524"/>
    <w:rsid w:val="0054222B"/>
    <w:rsid w:val="00555854"/>
    <w:rsid w:val="00564A90"/>
    <w:rsid w:val="0057056E"/>
    <w:rsid w:val="00573E6B"/>
    <w:rsid w:val="00575425"/>
    <w:rsid w:val="00576C0A"/>
    <w:rsid w:val="005911FF"/>
    <w:rsid w:val="00592DBB"/>
    <w:rsid w:val="00594DF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35304"/>
    <w:rsid w:val="00642E42"/>
    <w:rsid w:val="00661B67"/>
    <w:rsid w:val="006B0B9A"/>
    <w:rsid w:val="006E1608"/>
    <w:rsid w:val="006E2615"/>
    <w:rsid w:val="006E68FB"/>
    <w:rsid w:val="006F7315"/>
    <w:rsid w:val="00724E5F"/>
    <w:rsid w:val="0073129D"/>
    <w:rsid w:val="00732623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3D8B"/>
    <w:rsid w:val="007A6290"/>
    <w:rsid w:val="007A78E3"/>
    <w:rsid w:val="007B4B8A"/>
    <w:rsid w:val="007D7C8D"/>
    <w:rsid w:val="007E07FE"/>
    <w:rsid w:val="007E15F0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A525E"/>
    <w:rsid w:val="008B0206"/>
    <w:rsid w:val="008B1300"/>
    <w:rsid w:val="008B4BE7"/>
    <w:rsid w:val="009238DB"/>
    <w:rsid w:val="0092605E"/>
    <w:rsid w:val="00930C1F"/>
    <w:rsid w:val="0093372E"/>
    <w:rsid w:val="00936425"/>
    <w:rsid w:val="00946D85"/>
    <w:rsid w:val="00961A93"/>
    <w:rsid w:val="00974546"/>
    <w:rsid w:val="00980B37"/>
    <w:rsid w:val="00983B22"/>
    <w:rsid w:val="00985140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205E"/>
    <w:rsid w:val="00A542BF"/>
    <w:rsid w:val="00A57D6C"/>
    <w:rsid w:val="00A7546F"/>
    <w:rsid w:val="00A76414"/>
    <w:rsid w:val="00A806FD"/>
    <w:rsid w:val="00A82FF6"/>
    <w:rsid w:val="00A92148"/>
    <w:rsid w:val="00AB360D"/>
    <w:rsid w:val="00AD13E8"/>
    <w:rsid w:val="00AE6009"/>
    <w:rsid w:val="00B1548F"/>
    <w:rsid w:val="00B6013A"/>
    <w:rsid w:val="00B65068"/>
    <w:rsid w:val="00B74825"/>
    <w:rsid w:val="00B7490A"/>
    <w:rsid w:val="00B82226"/>
    <w:rsid w:val="00B8572A"/>
    <w:rsid w:val="00B8764A"/>
    <w:rsid w:val="00BA4D91"/>
    <w:rsid w:val="00BA5B32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87280"/>
    <w:rsid w:val="00C91C1B"/>
    <w:rsid w:val="00C96915"/>
    <w:rsid w:val="00CA3258"/>
    <w:rsid w:val="00CA7A14"/>
    <w:rsid w:val="00CC1CBD"/>
    <w:rsid w:val="00CE47C7"/>
    <w:rsid w:val="00CF1702"/>
    <w:rsid w:val="00CF2DC2"/>
    <w:rsid w:val="00CF7F0D"/>
    <w:rsid w:val="00D10B5A"/>
    <w:rsid w:val="00D117C6"/>
    <w:rsid w:val="00D14AAF"/>
    <w:rsid w:val="00D159F0"/>
    <w:rsid w:val="00D25990"/>
    <w:rsid w:val="00D259F5"/>
    <w:rsid w:val="00D4266F"/>
    <w:rsid w:val="00D450FA"/>
    <w:rsid w:val="00D5525B"/>
    <w:rsid w:val="00D562EC"/>
    <w:rsid w:val="00D61AE4"/>
    <w:rsid w:val="00D7472F"/>
    <w:rsid w:val="00D75719"/>
    <w:rsid w:val="00D81D3E"/>
    <w:rsid w:val="00D9774A"/>
    <w:rsid w:val="00DA357D"/>
    <w:rsid w:val="00DA591C"/>
    <w:rsid w:val="00DC0F23"/>
    <w:rsid w:val="00DE3104"/>
    <w:rsid w:val="00E14AEE"/>
    <w:rsid w:val="00E158CD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20EE"/>
    <w:rsid w:val="00E9380B"/>
    <w:rsid w:val="00EA3B1F"/>
    <w:rsid w:val="00EB1100"/>
    <w:rsid w:val="00EF0223"/>
    <w:rsid w:val="00EF60FA"/>
    <w:rsid w:val="00F010A4"/>
    <w:rsid w:val="00F14706"/>
    <w:rsid w:val="00F36881"/>
    <w:rsid w:val="00F44A49"/>
    <w:rsid w:val="00F54D28"/>
    <w:rsid w:val="00F55479"/>
    <w:rsid w:val="00F5602F"/>
    <w:rsid w:val="00F72CF1"/>
    <w:rsid w:val="00F930A7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186</TotalTime>
  <Pages>12</Pages>
  <Words>3571</Words>
  <Characters>20360</Characters>
  <Application>Microsoft Office Word</Application>
  <DocSecurity>0</DocSecurity>
  <Lines>169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58</cp:revision>
  <cp:lastPrinted>2023-07-19T09:25:00Z</cp:lastPrinted>
  <dcterms:created xsi:type="dcterms:W3CDTF">2022-10-14T08:10:00Z</dcterms:created>
  <dcterms:modified xsi:type="dcterms:W3CDTF">2023-09-26T13:22:00Z</dcterms:modified>
</cp:coreProperties>
</file>