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D58" w:rsidRDefault="00CF5D58" w:rsidP="00333561">
      <w:pPr>
        <w:jc w:val="center"/>
        <w:rPr>
          <w:b/>
          <w:sz w:val="32"/>
          <w:lang w:val="bg-BG"/>
        </w:rPr>
      </w:pPr>
    </w:p>
    <w:p w:rsidR="00CF04EC" w:rsidRPr="00C821E3" w:rsidRDefault="00CF04EC" w:rsidP="00CF04EC">
      <w:pPr>
        <w:jc w:val="center"/>
        <w:rPr>
          <w:b/>
          <w:lang w:val="bg-BG"/>
        </w:rPr>
      </w:pPr>
      <w:r w:rsidRPr="00C821E3">
        <w:rPr>
          <w:b/>
          <w:lang w:val="bg-BG"/>
        </w:rPr>
        <w:t>З А П О В Е Д</w:t>
      </w:r>
    </w:p>
    <w:p w:rsidR="00CF04EC" w:rsidRPr="009F202B" w:rsidRDefault="00CF04EC" w:rsidP="00CF04EC">
      <w:pPr>
        <w:jc w:val="center"/>
        <w:rPr>
          <w:b/>
          <w:lang w:val="bg-BG"/>
        </w:rPr>
      </w:pPr>
      <w:r w:rsidRPr="00C821E3">
        <w:rPr>
          <w:b/>
          <w:lang w:val="bg-BG"/>
        </w:rPr>
        <w:t>№ ПО</w:t>
      </w:r>
      <w:r w:rsidR="003071C7">
        <w:rPr>
          <w:b/>
          <w:lang w:val="bg-BG"/>
        </w:rPr>
        <w:t>-</w:t>
      </w:r>
      <w:r w:rsidRPr="00C821E3">
        <w:rPr>
          <w:b/>
          <w:lang w:val="bg-BG"/>
        </w:rPr>
        <w:t>09-</w:t>
      </w:r>
      <w:r w:rsidR="009F202B">
        <w:rPr>
          <w:b/>
          <w:lang w:val="bg-BG"/>
        </w:rPr>
        <w:t>198</w:t>
      </w:r>
    </w:p>
    <w:p w:rsidR="00CF04EC" w:rsidRDefault="00D52CF3" w:rsidP="00CF04EC">
      <w:pPr>
        <w:jc w:val="center"/>
        <w:rPr>
          <w:b/>
        </w:rPr>
      </w:pPr>
      <w:r>
        <w:rPr>
          <w:b/>
          <w:lang w:val="bg-BG"/>
        </w:rPr>
        <w:t xml:space="preserve">София, </w:t>
      </w:r>
      <w:r w:rsidR="003071C7">
        <w:rPr>
          <w:b/>
          <w:lang w:val="bg-BG"/>
        </w:rPr>
        <w:t>11.01</w:t>
      </w:r>
      <w:r w:rsidR="00CF13A7">
        <w:rPr>
          <w:b/>
          <w:lang w:val="bg-BG"/>
        </w:rPr>
        <w:t>.</w:t>
      </w:r>
      <w:r w:rsidR="00CF04EC">
        <w:rPr>
          <w:b/>
          <w:lang w:val="bg-BG"/>
        </w:rPr>
        <w:t>202</w:t>
      </w:r>
      <w:r w:rsidR="00CF13A7">
        <w:rPr>
          <w:b/>
          <w:lang w:val="bg-BG"/>
        </w:rPr>
        <w:t>4</w:t>
      </w:r>
      <w:r w:rsidR="003071C7">
        <w:rPr>
          <w:b/>
          <w:lang w:val="bg-BG"/>
        </w:rPr>
        <w:t xml:space="preserve"> </w:t>
      </w:r>
      <w:r w:rsidR="00CF04EC" w:rsidRPr="00C821E3">
        <w:rPr>
          <w:b/>
          <w:lang w:val="bg-BG"/>
        </w:rPr>
        <w:t>г.</w:t>
      </w:r>
    </w:p>
    <w:p w:rsidR="00E57081" w:rsidRDefault="00E57081" w:rsidP="00333561">
      <w:pPr>
        <w:jc w:val="center"/>
        <w:rPr>
          <w:b/>
          <w:sz w:val="32"/>
          <w:lang w:val="bg-BG"/>
        </w:rPr>
      </w:pPr>
    </w:p>
    <w:p w:rsidR="00D62C76" w:rsidRDefault="00576362" w:rsidP="00333561">
      <w:pPr>
        <w:ind w:firstLine="709"/>
        <w:jc w:val="both"/>
        <w:rPr>
          <w:lang w:eastAsia="bg-BG"/>
        </w:rPr>
      </w:pPr>
      <w:r w:rsidRPr="00CE78CA">
        <w:rPr>
          <w:lang w:val="bg-BG"/>
        </w:rPr>
        <w:t>На основание чл.</w:t>
      </w:r>
      <w:r w:rsidR="00AC150B">
        <w:rPr>
          <w:lang w:val="bg-BG"/>
        </w:rPr>
        <w:t xml:space="preserve"> </w:t>
      </w:r>
      <w:r w:rsidRPr="00CE78CA">
        <w:rPr>
          <w:lang w:val="bg-BG"/>
        </w:rPr>
        <w:t xml:space="preserve">3, </w:t>
      </w:r>
      <w:r w:rsidR="008A1BBB" w:rsidRPr="00CE78CA">
        <w:rPr>
          <w:lang w:val="bg-BG"/>
        </w:rPr>
        <w:t>ал.</w:t>
      </w:r>
      <w:r w:rsidR="00AC150B">
        <w:rPr>
          <w:lang w:val="bg-BG"/>
        </w:rPr>
        <w:t xml:space="preserve"> 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</w:t>
      </w:r>
      <w:r w:rsidR="00195027">
        <w:t xml:space="preserve"> </w:t>
      </w:r>
      <w:r w:rsidRPr="00CE78CA">
        <w:rPr>
          <w:lang w:val="bg-BG"/>
        </w:rPr>
        <w:t>г., издаден от Министерството на земеделието и храни</w:t>
      </w:r>
      <w:r w:rsidR="007A06D3" w:rsidRPr="00CE78CA">
        <w:rPr>
          <w:lang w:val="bg-BG"/>
        </w:rPr>
        <w:t>те, обн.</w:t>
      </w:r>
      <w:r w:rsidR="00D224B5">
        <w:t xml:space="preserve"> </w:t>
      </w:r>
      <w:r w:rsidR="007A06D3" w:rsidRPr="00CE78CA">
        <w:rPr>
          <w:lang w:val="bg-BG"/>
        </w:rPr>
        <w:t>ДВ. бр.</w:t>
      </w:r>
      <w:r w:rsidR="00D70FC0">
        <w:t xml:space="preserve"> </w:t>
      </w:r>
      <w:r w:rsidR="007A06D3" w:rsidRPr="00CE78CA">
        <w:rPr>
          <w:lang w:val="bg-BG"/>
        </w:rPr>
        <w:t>7/26.01.2010</w:t>
      </w:r>
      <w:r w:rsidR="003071C7">
        <w:rPr>
          <w:lang w:val="bg-BG"/>
        </w:rPr>
        <w:t xml:space="preserve"> </w:t>
      </w:r>
      <w:r w:rsidR="007A06D3" w:rsidRPr="00CE78CA">
        <w:rPr>
          <w:lang w:val="bg-BG"/>
        </w:rPr>
        <w:t>г</w:t>
      </w:r>
      <w:r w:rsidR="007A06D3" w:rsidRPr="00A85829">
        <w:rPr>
          <w:lang w:val="bg-BG"/>
        </w:rPr>
        <w:t>.,</w:t>
      </w:r>
      <w:r w:rsidR="007A06D3" w:rsidRPr="00A85829">
        <w:rPr>
          <w:lang w:val="ru-RU"/>
        </w:rPr>
        <w:t xml:space="preserve"> </w:t>
      </w:r>
      <w:r w:rsidRPr="00A85829">
        <w:rPr>
          <w:lang w:val="bg-BG"/>
        </w:rPr>
        <w:t xml:space="preserve">посл. </w:t>
      </w:r>
      <w:r w:rsidR="00CA17DF" w:rsidRPr="00A85829">
        <w:rPr>
          <w:lang w:val="bg-BG"/>
        </w:rPr>
        <w:t xml:space="preserve">изм. ДВ. </w:t>
      </w:r>
      <w:r w:rsidR="003071C7" w:rsidRPr="00A34DA4">
        <w:rPr>
          <w:lang w:val="bg-BG"/>
        </w:rPr>
        <w:t>бр.</w:t>
      </w:r>
      <w:r w:rsidR="003071C7">
        <w:rPr>
          <w:lang w:val="bg-BG"/>
        </w:rPr>
        <w:t xml:space="preserve"> 3/09.01.2024 </w:t>
      </w:r>
      <w:r w:rsidR="003071C7" w:rsidRPr="00A34DA4">
        <w:rPr>
          <w:lang w:val="bg-BG"/>
        </w:rPr>
        <w:t>г.</w:t>
      </w:r>
      <w:r w:rsidR="00713EC9" w:rsidRPr="004D3ACA">
        <w:rPr>
          <w:lang w:val="bg-BG"/>
        </w:rPr>
        <w:t>,</w:t>
      </w:r>
      <w:r w:rsidR="00713EC9" w:rsidRPr="00713EC9">
        <w:rPr>
          <w:lang w:val="bg-BG"/>
        </w:rPr>
        <w:t xml:space="preserve"> </w:t>
      </w:r>
      <w:r w:rsidR="00D224B5">
        <w:rPr>
          <w:lang w:val="bg-BG"/>
        </w:rPr>
        <w:t xml:space="preserve">чл. 37в, ал. </w:t>
      </w:r>
      <w:r w:rsidR="00F24537">
        <w:rPr>
          <w:lang w:val="bg-BG"/>
        </w:rPr>
        <w:t>16</w:t>
      </w:r>
      <w:r w:rsidR="00D224B5">
        <w:rPr>
          <w:lang w:val="bg-BG"/>
        </w:rPr>
        <w:t xml:space="preserve"> от Закона за собствеността и ползването на земеделските</w:t>
      </w:r>
      <w:r w:rsidR="00D224B5">
        <w:t xml:space="preserve"> </w:t>
      </w:r>
      <w:r w:rsidR="00D224B5">
        <w:rPr>
          <w:lang w:val="bg-BG"/>
        </w:rPr>
        <w:t>земи</w:t>
      </w:r>
      <w:r w:rsidR="00F24537">
        <w:rPr>
          <w:lang w:val="bg-BG"/>
        </w:rPr>
        <w:t xml:space="preserve"> </w:t>
      </w:r>
      <w:r w:rsidR="00D62C76" w:rsidRPr="00D62C76">
        <w:rPr>
          <w:lang w:val="bg-BG" w:eastAsia="bg-BG"/>
        </w:rPr>
        <w:t>и чл. 75б, ал. 1 от Правилника за прилагане на ЗСПЗЗ,</w:t>
      </w:r>
    </w:p>
    <w:p w:rsidR="00B4334A" w:rsidRDefault="00B4334A" w:rsidP="00333561">
      <w:pPr>
        <w:ind w:firstLine="709"/>
        <w:jc w:val="both"/>
        <w:rPr>
          <w:lang w:eastAsia="bg-BG"/>
        </w:rPr>
      </w:pPr>
    </w:p>
    <w:p w:rsidR="00B4334A" w:rsidRDefault="00B4334A" w:rsidP="00B4334A">
      <w:pPr>
        <w:ind w:left="2160" w:firstLine="720"/>
        <w:jc w:val="both"/>
        <w:rPr>
          <w:b/>
          <w:lang w:val="bg-BG"/>
        </w:rPr>
      </w:pPr>
    </w:p>
    <w:p w:rsidR="00B4334A" w:rsidRPr="00E57081" w:rsidRDefault="00B4334A" w:rsidP="00B4334A">
      <w:pPr>
        <w:ind w:firstLine="709"/>
        <w:jc w:val="center"/>
        <w:rPr>
          <w:b/>
          <w:lang w:val="ru-RU"/>
        </w:rPr>
      </w:pPr>
      <w:r w:rsidRPr="00E57081">
        <w:rPr>
          <w:b/>
          <w:lang w:val="ru-RU"/>
        </w:rPr>
        <w:t>ОПРЕДЕЛЯМ:</w:t>
      </w:r>
    </w:p>
    <w:p w:rsidR="00B4334A" w:rsidRPr="00F1508D" w:rsidRDefault="00B4334A" w:rsidP="00B4334A">
      <w:pPr>
        <w:tabs>
          <w:tab w:val="left" w:pos="0"/>
        </w:tabs>
        <w:jc w:val="both"/>
        <w:rPr>
          <w:lang w:val="bg-BG"/>
        </w:rPr>
      </w:pPr>
    </w:p>
    <w:p w:rsidR="00B4334A" w:rsidRDefault="00B4334A" w:rsidP="00B4334A">
      <w:pPr>
        <w:ind w:firstLine="720"/>
        <w:jc w:val="both"/>
        <w:rPr>
          <w:lang w:val="bg-BG"/>
        </w:rPr>
      </w:pPr>
      <w:r w:rsidRPr="007329DD">
        <w:rPr>
          <w:lang w:val="bg-BG"/>
        </w:rPr>
        <w:t xml:space="preserve">1.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</w:t>
      </w:r>
      <w:r w:rsidRPr="007329DD">
        <w:rPr>
          <w:lang w:val="bg-BG"/>
        </w:rPr>
        <w:t xml:space="preserve"> година за землището с. Беренде, ЕКАТТЕ 03890, общ. Драгоман, одобрено със заповед № ПО-09-</w:t>
      </w:r>
      <w:r>
        <w:rPr>
          <w:lang w:val="bg-BG"/>
        </w:rPr>
        <w:t>3354-</w:t>
      </w:r>
      <w:r>
        <w:t>3</w:t>
      </w:r>
      <w:r w:rsidRPr="007329DD">
        <w:rPr>
          <w:lang w:val="bg-BG"/>
        </w:rPr>
        <w:t>/</w:t>
      </w:r>
      <w:r>
        <w:t>26.09.202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B4334A" w:rsidRPr="00B4334A" w:rsidRDefault="00B4334A" w:rsidP="00B4334A">
      <w:pPr>
        <w:jc w:val="both"/>
        <w:rPr>
          <w:lang w:eastAsia="bg-BG"/>
        </w:rPr>
      </w:pPr>
    </w:p>
    <w:tbl>
      <w:tblPr>
        <w:tblpPr w:leftFromText="141" w:rightFromText="141" w:vertAnchor="text" w:horzAnchor="margin" w:tblpY="21"/>
        <w:tblW w:w="0" w:type="auto"/>
        <w:tblCellMar>
          <w:left w:w="70" w:type="dxa"/>
          <w:right w:w="70" w:type="dxa"/>
        </w:tblCellMar>
        <w:tblLook w:val="04A0"/>
      </w:tblPr>
      <w:tblGrid>
        <w:gridCol w:w="3710"/>
        <w:gridCol w:w="899"/>
        <w:gridCol w:w="766"/>
        <w:gridCol w:w="1914"/>
        <w:gridCol w:w="1131"/>
        <w:gridCol w:w="793"/>
      </w:tblGrid>
      <w:tr w:rsidR="00B4334A" w:rsidRPr="00F37985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"МИРЧЕВИ 2016"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47A76">
              <w:rPr>
                <w:sz w:val="18"/>
                <w:szCs w:val="18"/>
              </w:rPr>
              <w:t>30-3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31.809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3.22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3.22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10.50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1.14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12-2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1.12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8.12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5.06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30.810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18.79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30.813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5.08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31.809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8.57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32.802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2.395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26.34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ПАВЛИНА МЕТОДИЕВА АЛЕКСАНДРОВА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32.808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11.14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8.716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95.86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ПЛАМЕН ЕВЛОГИЕВ РАДОЙКОВ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3.06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ПЛАМЕН ЕВЛОГИЕВ РАДОЙКОВ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6.82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ПЛАМЕН ЕВЛОГИЕВ РАДОЙКОВ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31.809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4.31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ПЛАМЕН ЕВЛОГИЕВ РАДОЙКОВ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31.812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5.35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ПЛАМЕН ЕВЛОГИЕВ РАДОЙКОВ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35.803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1.76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1.936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21.30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НИКОЛАЙ ЗЛАТЕВ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2649C8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49C8">
              <w:rPr>
                <w:sz w:val="18"/>
                <w:szCs w:val="18"/>
              </w:rPr>
              <w:t>12-5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5.10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НИКОЛАЙ ЗЛАТЕВ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2649C8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49C8">
              <w:rPr>
                <w:sz w:val="18"/>
                <w:szCs w:val="18"/>
              </w:rPr>
              <w:t>33-1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33.820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1.91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НИКОЛАЙ ЗЛАТЕВ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2649C8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49C8">
              <w:rPr>
                <w:sz w:val="18"/>
                <w:szCs w:val="18"/>
              </w:rPr>
              <w:t>33-2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33.820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6.46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НИКОЛАЙ ЗЛАТЕВ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2649C8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49C8">
              <w:rPr>
                <w:sz w:val="18"/>
                <w:szCs w:val="18"/>
              </w:rPr>
              <w:t>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37.807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2.078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22.86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НИКОЛАЙ ЗЛАТЕВ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2649C8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49C8">
              <w:rPr>
                <w:sz w:val="18"/>
                <w:szCs w:val="18"/>
              </w:rPr>
              <w:t>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37.815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5.80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3.830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42.13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АНТОАНЕТА АЛЕКСАНДРОВА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13.806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12.76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АНТОАНЕТА АЛЕКСАНДРОВА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35.803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3.67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АНТОАНЕТА АЛЕКСАНДРОВА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34A" w:rsidRPr="00C47A76" w:rsidRDefault="00B4334A" w:rsidP="00B4334A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47A76">
              <w:rPr>
                <w:sz w:val="18"/>
                <w:szCs w:val="18"/>
              </w:rPr>
              <w:t>35-1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37.292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1.95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1.671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18.38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ГЕОРГИ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>
              <w:rPr>
                <w:color w:val="000000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36.804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2.055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22.60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ГЕОРГИ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>
              <w:rPr>
                <w:color w:val="000000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36.805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1.293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color w:val="000000"/>
                <w:sz w:val="18"/>
                <w:szCs w:val="18"/>
                <w:lang w:val="bg-BG" w:eastAsia="bg-BG"/>
              </w:rPr>
              <w:t>14.22</w:t>
            </w:r>
          </w:p>
        </w:tc>
      </w:tr>
      <w:tr w:rsidR="00B4334A" w:rsidRPr="00F3798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34A" w:rsidRPr="00F37985" w:rsidRDefault="00B4334A" w:rsidP="00B4334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3.348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34A" w:rsidRPr="00F37985" w:rsidRDefault="00B4334A" w:rsidP="00B4334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37985">
              <w:rPr>
                <w:b/>
                <w:color w:val="000000"/>
                <w:sz w:val="18"/>
                <w:szCs w:val="18"/>
                <w:lang w:val="bg-BG" w:eastAsia="bg-BG"/>
              </w:rPr>
              <w:t>36.82</w:t>
            </w:r>
          </w:p>
        </w:tc>
      </w:tr>
    </w:tbl>
    <w:p w:rsidR="00E0482F" w:rsidRPr="003071C7" w:rsidRDefault="003813FC" w:rsidP="003071C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</w:p>
    <w:p w:rsidR="00CD4CB3" w:rsidRDefault="00CD4CB3" w:rsidP="00CD4CB3">
      <w:pPr>
        <w:ind w:firstLine="720"/>
        <w:jc w:val="both"/>
        <w:rPr>
          <w:lang w:val="bg-BG"/>
        </w:rPr>
      </w:pPr>
      <w:r>
        <w:rPr>
          <w:lang w:val="bg-BG"/>
        </w:rPr>
        <w:t>2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</w:t>
      </w:r>
      <w:r w:rsidRPr="007329DD">
        <w:rPr>
          <w:lang w:val="bg-BG"/>
        </w:rPr>
        <w:t xml:space="preserve"> година за землището с. Беренде</w:t>
      </w:r>
      <w:r>
        <w:rPr>
          <w:lang w:val="bg-BG"/>
        </w:rPr>
        <w:t xml:space="preserve"> извор, ЕКАТТЕ 03900</w:t>
      </w:r>
      <w:r w:rsidRPr="007329DD">
        <w:rPr>
          <w:lang w:val="bg-BG"/>
        </w:rPr>
        <w:t>, общ. Драгоман, одобрено със заповед № ПО-09-</w:t>
      </w:r>
      <w:r w:rsidR="000C0305">
        <w:rPr>
          <w:lang w:val="bg-BG"/>
        </w:rPr>
        <w:t>3352-</w:t>
      </w:r>
      <w:r w:rsidR="000C0305">
        <w:t>3</w:t>
      </w:r>
      <w:r w:rsidRPr="007329DD">
        <w:rPr>
          <w:lang w:val="bg-BG"/>
        </w:rPr>
        <w:t>/</w:t>
      </w:r>
      <w:r w:rsidR="000C0305">
        <w:t>26</w:t>
      </w:r>
      <w:r>
        <w:t>.0</w:t>
      </w:r>
      <w:r w:rsidR="000C0305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E0482F" w:rsidRDefault="00E0482F" w:rsidP="00CD4CB3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2916"/>
        <w:gridCol w:w="952"/>
        <w:gridCol w:w="807"/>
        <w:gridCol w:w="2313"/>
        <w:gridCol w:w="1258"/>
        <w:gridCol w:w="861"/>
      </w:tblGrid>
      <w:tr w:rsidR="00FC6647" w:rsidRPr="00FC6647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BC50F4" w:rsidP="00BC50F4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/>
                <w:color w:val="000000"/>
                <w:sz w:val="18"/>
                <w:szCs w:val="18"/>
                <w:lang w:val="bg-BG" w:eastAsia="bg-BG"/>
              </w:rPr>
              <w:t>Масив</w:t>
            </w:r>
            <w:r>
              <w:rPr>
                <w:b/>
                <w:color w:val="000000"/>
                <w:sz w:val="18"/>
                <w:szCs w:val="18"/>
                <w:lang w:eastAsia="bg-BG"/>
              </w:rPr>
              <w:t xml:space="preserve"> </w:t>
            </w:r>
            <w:r w:rsidR="00FC6647"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№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FC6647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FC6647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МИТКО ЙОРДАНОВ МИХАЛКОВ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7.56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2.45</w:t>
            </w:r>
          </w:p>
        </w:tc>
      </w:tr>
      <w:tr w:rsidR="00FC6647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FC6647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МИТКО ЙОРДАНОВ МИХАЛКОВ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7.57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1.109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13.31</w:t>
            </w:r>
          </w:p>
        </w:tc>
      </w:tr>
      <w:tr w:rsidR="00FC6647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FC6647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МИТКО ЙОРДАНОВ МИХАЛКОВ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7.58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5.24</w:t>
            </w:r>
          </w:p>
        </w:tc>
      </w:tr>
      <w:tr w:rsidR="00FC6647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FC6647" w:rsidP="00FC664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FC6647" w:rsidP="00FC664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1.750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5.10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6.22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6.27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9.06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6.28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8.44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6.29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3.22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6.29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5.14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6.30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1.86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6.35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4.81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7.54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8.30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7.55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5.75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7.56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4.51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8.17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9.05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8.18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6.52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2.68</w:t>
            </w:r>
          </w:p>
        </w:tc>
      </w:tr>
      <w:tr w:rsidR="007C3115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115" w:rsidRPr="00FC6647" w:rsidRDefault="007C3115" w:rsidP="00FC664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3115" w:rsidRPr="007C3115" w:rsidRDefault="007C311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C3115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9.57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0.915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115" w:rsidRPr="00FC6647" w:rsidRDefault="007C3115" w:rsidP="00FC664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color w:val="000000"/>
                <w:sz w:val="18"/>
                <w:szCs w:val="18"/>
                <w:lang w:val="bg-BG" w:eastAsia="bg-BG"/>
              </w:rPr>
              <w:t>10.98</w:t>
            </w:r>
          </w:p>
        </w:tc>
      </w:tr>
      <w:tr w:rsidR="00FC6647" w:rsidRPr="00FC6647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FC6647" w:rsidP="00FC664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47" w:rsidRPr="00FC6647" w:rsidRDefault="00FC6647" w:rsidP="00FC664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7.210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47" w:rsidRPr="00FC6647" w:rsidRDefault="00FC6647" w:rsidP="00FC664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FC6647">
              <w:rPr>
                <w:b/>
                <w:color w:val="000000"/>
                <w:sz w:val="18"/>
                <w:szCs w:val="18"/>
                <w:lang w:val="bg-BG" w:eastAsia="bg-BG"/>
              </w:rPr>
              <w:t>86.54</w:t>
            </w:r>
          </w:p>
        </w:tc>
      </w:tr>
    </w:tbl>
    <w:p w:rsidR="00E0482F" w:rsidRDefault="00E0482F" w:rsidP="009A0BEB">
      <w:pPr>
        <w:ind w:firstLine="720"/>
        <w:jc w:val="both"/>
        <w:rPr>
          <w:lang w:val="bg-BG"/>
        </w:rPr>
      </w:pPr>
    </w:p>
    <w:p w:rsidR="009A0BEB" w:rsidRDefault="0089579B" w:rsidP="009A0BEB">
      <w:pPr>
        <w:ind w:firstLine="720"/>
        <w:jc w:val="both"/>
        <w:rPr>
          <w:lang w:val="bg-BG"/>
        </w:rPr>
      </w:pPr>
      <w:r>
        <w:rPr>
          <w:lang w:val="bg-BG"/>
        </w:rPr>
        <w:lastRenderedPageBreak/>
        <w:t>3</w:t>
      </w:r>
      <w:r w:rsidR="009A0BEB"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</w:t>
      </w:r>
      <w:r w:rsidR="00E0482F">
        <w:rPr>
          <w:lang w:val="bg-BG"/>
        </w:rPr>
        <w:t>изготвеното служебно разпределение</w:t>
      </w:r>
      <w:r w:rsidR="009A0BEB" w:rsidRPr="007329DD">
        <w:rPr>
          <w:lang w:val="bg-BG"/>
        </w:rPr>
        <w:t xml:space="preserve"> за орна земя за стопанската </w:t>
      </w:r>
      <w:r w:rsidR="009A0BEB">
        <w:rPr>
          <w:lang w:val="bg-BG"/>
        </w:rPr>
        <w:t xml:space="preserve">2023-2024 година за землището с. Василовци, ЕКАТТЕ </w:t>
      </w:r>
      <w:r w:rsidR="00BE6D65">
        <w:rPr>
          <w:lang w:val="bg-BG"/>
        </w:rPr>
        <w:t>10269</w:t>
      </w:r>
      <w:r w:rsidR="009A0BEB" w:rsidRPr="007329DD">
        <w:rPr>
          <w:lang w:val="bg-BG"/>
        </w:rPr>
        <w:t>, общ. Драгоман, одобрено със заповед № ПО-09-</w:t>
      </w:r>
      <w:r w:rsidR="00BF2B2F">
        <w:rPr>
          <w:lang w:val="bg-BG"/>
        </w:rPr>
        <w:t>3355</w:t>
      </w:r>
      <w:r w:rsidR="00F011DD">
        <w:rPr>
          <w:lang w:val="bg-BG"/>
        </w:rPr>
        <w:t>-</w:t>
      </w:r>
      <w:r w:rsidR="00F011DD">
        <w:t>3</w:t>
      </w:r>
      <w:r w:rsidR="009A0BEB" w:rsidRPr="007329DD">
        <w:rPr>
          <w:lang w:val="bg-BG"/>
        </w:rPr>
        <w:t>/</w:t>
      </w:r>
      <w:r w:rsidR="00F011DD">
        <w:t>26</w:t>
      </w:r>
      <w:r w:rsidR="009A0BEB">
        <w:t>.0</w:t>
      </w:r>
      <w:r w:rsidR="006B1D05">
        <w:rPr>
          <w:lang w:val="bg-BG"/>
        </w:rPr>
        <w:t>9</w:t>
      </w:r>
      <w:r w:rsidR="009A0BEB">
        <w:t>.202</w:t>
      </w:r>
      <w:r w:rsidR="009A0BEB">
        <w:rPr>
          <w:lang w:val="bg-BG"/>
        </w:rPr>
        <w:t>3</w:t>
      </w:r>
      <w:r w:rsidR="009A0BEB"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E0482F" w:rsidRDefault="00E0482F" w:rsidP="003071C7">
      <w:pPr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2759"/>
        <w:gridCol w:w="952"/>
        <w:gridCol w:w="807"/>
        <w:gridCol w:w="2313"/>
        <w:gridCol w:w="1258"/>
        <w:gridCol w:w="998"/>
      </w:tblGrid>
      <w:tr w:rsidR="00BE6D65" w:rsidRPr="00BE6D65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 Масив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BE6D65" w:rsidRPr="00BE6D6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65" w:rsidRPr="00BE6D65" w:rsidRDefault="00BE6D65" w:rsidP="00BE6D65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color w:val="000000"/>
                <w:sz w:val="18"/>
                <w:szCs w:val="18"/>
                <w:lang w:val="bg-BG" w:eastAsia="bg-BG"/>
              </w:rPr>
              <w:t>ЕМИЛ ВЛАДИМИРОВ ВАСКОВ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65" w:rsidRPr="00CA1968" w:rsidRDefault="00CA1968" w:rsidP="00BE6D65">
            <w:pPr>
              <w:rPr>
                <w:sz w:val="18"/>
                <w:szCs w:val="18"/>
                <w:lang w:val="bg-BG" w:eastAsia="bg-BG"/>
              </w:rPr>
            </w:pPr>
            <w:r w:rsidRPr="00CA1968">
              <w:rPr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color w:val="000000"/>
                <w:sz w:val="18"/>
                <w:szCs w:val="18"/>
                <w:lang w:val="bg-BG" w:eastAsia="bg-BG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color w:val="000000"/>
                <w:sz w:val="18"/>
                <w:szCs w:val="18"/>
                <w:lang w:val="bg-BG" w:eastAsia="bg-BG"/>
              </w:rPr>
              <w:t>2.554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color w:val="000000"/>
                <w:sz w:val="18"/>
                <w:szCs w:val="18"/>
                <w:lang w:val="bg-BG" w:eastAsia="bg-BG"/>
              </w:rPr>
              <w:t>30.65</w:t>
            </w:r>
          </w:p>
        </w:tc>
      </w:tr>
      <w:tr w:rsidR="00BE6D65" w:rsidRPr="00BE6D65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65" w:rsidRPr="00BE6D65" w:rsidRDefault="00BE6D65" w:rsidP="00BE6D65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D65" w:rsidRPr="00BE6D65" w:rsidRDefault="00BE6D65" w:rsidP="00BE6D65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2.554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D65" w:rsidRPr="00BE6D65" w:rsidRDefault="00BE6D65" w:rsidP="00BE6D65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E6D65">
              <w:rPr>
                <w:b/>
                <w:color w:val="000000"/>
                <w:sz w:val="18"/>
                <w:szCs w:val="18"/>
                <w:lang w:val="bg-BG" w:eastAsia="bg-BG"/>
              </w:rPr>
              <w:t>30.65</w:t>
            </w:r>
          </w:p>
        </w:tc>
      </w:tr>
    </w:tbl>
    <w:p w:rsidR="00CA1968" w:rsidRDefault="00CA1968" w:rsidP="0089579B">
      <w:pPr>
        <w:ind w:firstLine="720"/>
        <w:jc w:val="both"/>
        <w:rPr>
          <w:lang w:val="bg-BG"/>
        </w:rPr>
      </w:pPr>
    </w:p>
    <w:p w:rsidR="0089579B" w:rsidRDefault="0089579B" w:rsidP="0089579B">
      <w:pPr>
        <w:ind w:firstLine="720"/>
        <w:jc w:val="both"/>
        <w:rPr>
          <w:lang w:val="bg-BG"/>
        </w:rPr>
      </w:pPr>
      <w:r>
        <w:rPr>
          <w:lang w:val="bg-BG"/>
        </w:rPr>
        <w:t>4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землището с. Вишан, ЕКАТТЕ 11332</w:t>
      </w:r>
      <w:r w:rsidRPr="007329DD">
        <w:rPr>
          <w:lang w:val="bg-BG"/>
        </w:rPr>
        <w:t>, общ. Драгоман, одобрено със заповед № ПО-09-</w:t>
      </w:r>
      <w:r w:rsidR="00CD5EEC">
        <w:rPr>
          <w:lang w:val="bg-BG"/>
        </w:rPr>
        <w:t>3356</w:t>
      </w:r>
      <w:r w:rsidR="00B101E9">
        <w:rPr>
          <w:lang w:val="bg-BG"/>
        </w:rPr>
        <w:t>-</w:t>
      </w:r>
      <w:r w:rsidR="00B101E9">
        <w:t>3</w:t>
      </w:r>
      <w:r w:rsidRPr="007329DD">
        <w:rPr>
          <w:lang w:val="bg-BG"/>
        </w:rPr>
        <w:t>/</w:t>
      </w:r>
      <w:r w:rsidR="00B101E9">
        <w:t>26</w:t>
      </w:r>
      <w:r>
        <w:t>.0</w:t>
      </w:r>
      <w:r w:rsidR="00B101E9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CA1968" w:rsidRDefault="00CA1968" w:rsidP="0089579B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127"/>
        <w:gridCol w:w="897"/>
        <w:gridCol w:w="803"/>
        <w:gridCol w:w="2243"/>
        <w:gridCol w:w="1236"/>
        <w:gridCol w:w="852"/>
      </w:tblGrid>
      <w:tr w:rsidR="00CD5EEC" w:rsidRPr="00CD5EEC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BC50F4" w:rsidRDefault="00CD5EEC" w:rsidP="00BC50F4">
            <w:pPr>
              <w:rPr>
                <w:b/>
                <w:color w:val="000000"/>
                <w:sz w:val="18"/>
                <w:szCs w:val="18"/>
                <w:lang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46.53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2.447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61.18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57-1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57.18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4.70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57-2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57.18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1.026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25.65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1.087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27.18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69.18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4.55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100.219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19.05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100.221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4.48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116.13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12.40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117.1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15.08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134-1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134.1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11.48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177E3">
              <w:rPr>
                <w:sz w:val="18"/>
                <w:szCs w:val="18"/>
              </w:rPr>
              <w:t>134-1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134.28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21.80</w:t>
            </w:r>
          </w:p>
        </w:tc>
      </w:tr>
      <w:tr w:rsidR="00CD5EEC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EC" w:rsidRPr="00CD5EEC" w:rsidRDefault="00CD5EEC" w:rsidP="00CD5EE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EC" w:rsidRPr="00CD5EEC" w:rsidRDefault="00CD5EEC" w:rsidP="00CD5EE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8.301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207.55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4.58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61.22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7.95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62.18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5.05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62-2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62.18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8.08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62-3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62.18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8.28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62.23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3.62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103.2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1.636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40.90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103.25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4.08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103.217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10.20</w:t>
            </w:r>
          </w:p>
        </w:tc>
      </w:tr>
      <w:tr w:rsidR="006177E3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E3" w:rsidRPr="00CD5EEC" w:rsidRDefault="006177E3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"ИР АГРО"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7E3" w:rsidRPr="006177E3" w:rsidRDefault="006177E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6"/>
                <w:szCs w:val="16"/>
              </w:rPr>
            </w:pPr>
            <w:r w:rsidRPr="006177E3">
              <w:rPr>
                <w:sz w:val="16"/>
                <w:szCs w:val="16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103.222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E3" w:rsidRPr="00CD5EEC" w:rsidRDefault="006177E3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7.25</w:t>
            </w:r>
          </w:p>
        </w:tc>
      </w:tr>
      <w:tr w:rsidR="00CD5EEC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EC" w:rsidRPr="00CD5EEC" w:rsidRDefault="00CD5EEC" w:rsidP="00CD5EE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EC" w:rsidRPr="00CD5EEC" w:rsidRDefault="00CD5EEC" w:rsidP="00CD5EE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3.999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99.99</w:t>
            </w:r>
          </w:p>
        </w:tc>
      </w:tr>
      <w:tr w:rsidR="008E3441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41" w:rsidRPr="00CD5EEC" w:rsidRDefault="008E3441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ГЕНАДИ СТАНИСЛАВОВ КРЪСТЕВ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441" w:rsidRPr="008E3441" w:rsidRDefault="008E344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E3441">
              <w:rPr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82.19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13.05</w:t>
            </w:r>
          </w:p>
        </w:tc>
      </w:tr>
      <w:tr w:rsidR="008E3441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41" w:rsidRPr="00CD5EEC" w:rsidRDefault="008E3441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ГЕНАДИ СТАНИСЛАВОВ КРЪСТЕВ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441" w:rsidRPr="008E3441" w:rsidRDefault="008E344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E3441"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101.217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9.02</w:t>
            </w:r>
          </w:p>
        </w:tc>
      </w:tr>
      <w:tr w:rsidR="008E3441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41" w:rsidRPr="00CD5EEC" w:rsidRDefault="008E3441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ГЕНАДИ СТАНИСЛАВОВ КРЪСТЕВ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441" w:rsidRPr="008E3441" w:rsidRDefault="008E344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E3441">
              <w:rPr>
                <w:sz w:val="18"/>
                <w:szCs w:val="18"/>
              </w:rPr>
              <w:t>134-2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134.1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14.70</w:t>
            </w:r>
          </w:p>
        </w:tc>
      </w:tr>
      <w:tr w:rsidR="008E3441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41" w:rsidRPr="00CD5EEC" w:rsidRDefault="008E3441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ГЕНАДИ СТАНИСЛАВОВ КРЪСТЕВ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441" w:rsidRPr="008E3441" w:rsidRDefault="008E344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E3441">
              <w:rPr>
                <w:sz w:val="18"/>
                <w:szCs w:val="18"/>
              </w:rPr>
              <w:t>134-2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134.19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8.78</w:t>
            </w:r>
          </w:p>
        </w:tc>
      </w:tr>
      <w:tr w:rsidR="008E3441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41" w:rsidRPr="00CD5EEC" w:rsidRDefault="008E3441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ГЕНАДИ СТАНИСЛАВОВ КРЪСТЕВ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441" w:rsidRPr="008E3441" w:rsidRDefault="008E344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E3441">
              <w:rPr>
                <w:sz w:val="18"/>
                <w:szCs w:val="18"/>
              </w:rPr>
              <w:t>134-2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134.28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1.332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33.30</w:t>
            </w:r>
          </w:p>
        </w:tc>
      </w:tr>
      <w:tr w:rsidR="008E3441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41" w:rsidRPr="00CD5EEC" w:rsidRDefault="008E3441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ГЕНАДИ СТАНИСЛАВОВ КРЪСТЕВ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441" w:rsidRPr="008E3441" w:rsidRDefault="008E344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E3441">
              <w:rPr>
                <w:sz w:val="18"/>
                <w:szCs w:val="18"/>
              </w:rPr>
              <w:t>134-2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135.28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41" w:rsidRPr="00CD5EEC" w:rsidRDefault="008E3441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5.92</w:t>
            </w:r>
          </w:p>
        </w:tc>
      </w:tr>
      <w:tr w:rsidR="00CD5EEC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EC" w:rsidRPr="00CD5EEC" w:rsidRDefault="00CD5EEC" w:rsidP="00CD5EE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EC" w:rsidRPr="00CD5EEC" w:rsidRDefault="00CD5EEC" w:rsidP="00CD5EE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3.391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84.77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31.13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3.25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8.22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43.19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3.42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49.147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4.22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66-1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4.42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66-1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66.11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9.65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66-1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5.72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67.68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4.20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72.33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1.057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26.42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85-1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85.141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18.80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85-1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86.20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6.40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85-2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86.20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16.15</w:t>
            </w:r>
          </w:p>
        </w:tc>
      </w:tr>
      <w:tr w:rsidR="002826AF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6AF" w:rsidRPr="00CD5EEC" w:rsidRDefault="002826AF" w:rsidP="00CD5EE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26AF" w:rsidRPr="002826AF" w:rsidRDefault="002826A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826AF">
              <w:rPr>
                <w:sz w:val="18"/>
                <w:szCs w:val="18"/>
              </w:rPr>
              <w:t>85-2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86.23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6AF" w:rsidRPr="00CD5EEC" w:rsidRDefault="002826AF" w:rsidP="00CD5EE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color w:val="000000"/>
                <w:sz w:val="18"/>
                <w:szCs w:val="18"/>
                <w:lang w:val="bg-BG" w:eastAsia="bg-BG"/>
              </w:rPr>
              <w:t>8.30</w:t>
            </w:r>
          </w:p>
        </w:tc>
      </w:tr>
      <w:tr w:rsidR="00CD5EEC" w:rsidRPr="00CD5EE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EC" w:rsidRPr="00CD5EEC" w:rsidRDefault="00CD5EEC" w:rsidP="00CD5EE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EEC" w:rsidRPr="00CD5EEC" w:rsidRDefault="00CD5EEC" w:rsidP="00CD5EE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4.768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EEC" w:rsidRPr="00CD5EEC" w:rsidRDefault="00CD5EEC" w:rsidP="00CD5EE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119.17</w:t>
            </w:r>
          </w:p>
        </w:tc>
      </w:tr>
    </w:tbl>
    <w:p w:rsidR="00685183" w:rsidRDefault="00685183" w:rsidP="00CD5EEC">
      <w:pPr>
        <w:ind w:firstLine="720"/>
        <w:jc w:val="both"/>
        <w:rPr>
          <w:lang w:val="bg-BG"/>
        </w:rPr>
      </w:pPr>
    </w:p>
    <w:p w:rsidR="00CD5EEC" w:rsidRDefault="00CD5EEC" w:rsidP="00CD5EEC">
      <w:pPr>
        <w:ind w:firstLine="720"/>
        <w:jc w:val="both"/>
        <w:rPr>
          <w:lang w:val="bg-BG"/>
        </w:rPr>
      </w:pPr>
      <w:r>
        <w:rPr>
          <w:lang w:val="bg-BG"/>
        </w:rPr>
        <w:t>5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Владиславци, ЕКАТТЕ </w:t>
      </w:r>
      <w:r w:rsidR="00B055E6">
        <w:rPr>
          <w:lang w:val="bg-BG"/>
        </w:rPr>
        <w:t>11483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335</w:t>
      </w:r>
      <w:r w:rsidR="00B055E6">
        <w:rPr>
          <w:lang w:val="bg-BG"/>
        </w:rPr>
        <w:t>7</w:t>
      </w:r>
      <w:r w:rsidR="00932072">
        <w:rPr>
          <w:lang w:val="bg-BG"/>
        </w:rPr>
        <w:t>-</w:t>
      </w:r>
      <w:r w:rsidR="00932072">
        <w:t>3</w:t>
      </w:r>
      <w:r w:rsidRPr="007329DD">
        <w:rPr>
          <w:lang w:val="bg-BG"/>
        </w:rPr>
        <w:t>/</w:t>
      </w:r>
      <w:r w:rsidR="00932072">
        <w:t>26</w:t>
      </w:r>
      <w:r>
        <w:t>.0</w:t>
      </w:r>
      <w:r w:rsidR="00932072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685183" w:rsidRDefault="00685183" w:rsidP="00CD5EEC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068"/>
        <w:gridCol w:w="942"/>
        <w:gridCol w:w="804"/>
        <w:gridCol w:w="2252"/>
        <w:gridCol w:w="1239"/>
        <w:gridCol w:w="853"/>
      </w:tblGrid>
      <w:tr w:rsidR="00B055E6" w:rsidRPr="00B055E6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E44C1B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CD5EEC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="00B055E6"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4.087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73.57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11.101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4.029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72.52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12.522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9.79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13.100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6.875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123.75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9.68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20.72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22.100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25.15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23.100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5.634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101.41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18.11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28.100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6.434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115.81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29.538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4.181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75.26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4.440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79.92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133.547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4.79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145.537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7.29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149-1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149.593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14.35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41.784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752.12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86.315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1.93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89.244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1.94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3.87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6.86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24.101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3.08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9.94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32-1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32.102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50.00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32-1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32.660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2.09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2.894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52.09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C07A3" w:rsidRPr="003C07A3">
              <w:rPr>
                <w:sz w:val="18"/>
                <w:szCs w:val="18"/>
              </w:rPr>
              <w:t>102-4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102.471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4.00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4.00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27.100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3.578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64.40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25-1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28.100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23.27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33-1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33.101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9.52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97-1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35.100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2.18</w:t>
            </w:r>
          </w:p>
        </w:tc>
      </w:tr>
      <w:tr w:rsidR="003C07A3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7A3" w:rsidRPr="00B055E6" w:rsidRDefault="003C07A3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7A3" w:rsidRPr="003C07A3" w:rsidRDefault="003C07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3C07A3">
              <w:rPr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35.100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7A3" w:rsidRPr="00B055E6" w:rsidRDefault="003C07A3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38.88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7.681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138.25</w:t>
            </w:r>
          </w:p>
        </w:tc>
      </w:tr>
      <w:tr w:rsidR="00452FB8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FB8" w:rsidRPr="00B055E6" w:rsidRDefault="00452FB8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8" w:rsidRPr="00452FB8" w:rsidRDefault="00452FB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452FB8">
              <w:rPr>
                <w:sz w:val="18"/>
                <w:szCs w:val="18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2.36</w:t>
            </w:r>
          </w:p>
        </w:tc>
      </w:tr>
      <w:tr w:rsidR="00452FB8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FB8" w:rsidRPr="00B055E6" w:rsidRDefault="00452FB8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8" w:rsidRPr="00452FB8" w:rsidRDefault="00452FB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452FB8">
              <w:rPr>
                <w:sz w:val="18"/>
                <w:szCs w:val="18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24.101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8.24</w:t>
            </w:r>
          </w:p>
        </w:tc>
      </w:tr>
      <w:tr w:rsidR="00452FB8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FB8" w:rsidRPr="00B055E6" w:rsidRDefault="00452FB8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8" w:rsidRPr="00452FB8" w:rsidRDefault="00452FB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452FB8">
              <w:rPr>
                <w:sz w:val="18"/>
                <w:szCs w:val="18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148.666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2.43</w:t>
            </w:r>
          </w:p>
        </w:tc>
      </w:tr>
      <w:tr w:rsidR="00452FB8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FB8" w:rsidRPr="00B055E6" w:rsidRDefault="00452FB8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8" w:rsidRPr="00452FB8" w:rsidRDefault="00452FB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452FB8">
              <w:rPr>
                <w:sz w:val="18"/>
                <w:szCs w:val="18"/>
              </w:rPr>
              <w:t>149-2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149.593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B8" w:rsidRPr="00B055E6" w:rsidRDefault="00452FB8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2.88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0.884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15.91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СИЛВА ЙОРДАНОВА ПЕТРОВА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131-1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12.522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3.10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СИЛВА ЙОРДАНОВА ПЕТРОВА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101.499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12.51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СИЛВА ЙОРДАНОВА ПЕТРОВА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102-1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102.471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1.82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СИЛВА ЙОРДАНОВА ПЕТРОВА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108.373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1.80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СИЛВА ЙОРДАНОВА ПЕТРОВА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119.373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9.65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СИЛВА ЙОРДАНОВА ПЕТРОВА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120.430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3.91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СИЛВА ЙОРДАНОВА ПЕТРОВА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123-2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123.465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4.34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СИЛВА ЙОРДАНОВА ПЕТРОВА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124.445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5.40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2.362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42.53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32-2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16.99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32-2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32.101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8.14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32-2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32.102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2.38</w:t>
            </w:r>
          </w:p>
        </w:tc>
      </w:tr>
      <w:tr w:rsidR="0084256D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256D" w:rsidRPr="00B055E6" w:rsidRDefault="0084256D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256D" w:rsidRPr="0084256D" w:rsidRDefault="008425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4256D">
              <w:rPr>
                <w:sz w:val="18"/>
                <w:szCs w:val="18"/>
              </w:rPr>
              <w:t>32-2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32.660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56D" w:rsidRPr="00B055E6" w:rsidRDefault="0084256D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13.88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2.299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41.39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19.100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17.95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19.101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20.61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19.102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22.09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33-2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33.315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1.87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90.341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5.40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93.460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10.76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102-3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102.479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2.21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136.550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6.21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143.578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17.82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АННА ГЕОРГИЕВА 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145-2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145.583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2.61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5.974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107.53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АЛЕКСАНДЪР МЛАДЕНОВ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102-2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102.471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1.94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АЛЕКСАНДЪР МЛАДЕНОВ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102-2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102.479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3.98</w:t>
            </w:r>
          </w:p>
        </w:tc>
      </w:tr>
      <w:tr w:rsidR="00C36D3A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D3A" w:rsidRPr="00B055E6" w:rsidRDefault="00C36D3A" w:rsidP="00B055E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АЛЕКСАНДЪР МЛАДЕНОВ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6D3A" w:rsidRPr="00C36D3A" w:rsidRDefault="00C36D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C36D3A">
              <w:rPr>
                <w:sz w:val="18"/>
                <w:szCs w:val="18"/>
              </w:rPr>
              <w:t>137-2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136.550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0.539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D3A" w:rsidRPr="00B055E6" w:rsidRDefault="00C36D3A" w:rsidP="00B055E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color w:val="000000"/>
                <w:sz w:val="18"/>
                <w:szCs w:val="18"/>
                <w:lang w:val="bg-BG" w:eastAsia="bg-BG"/>
              </w:rPr>
              <w:t>9.70</w:t>
            </w:r>
          </w:p>
        </w:tc>
      </w:tr>
      <w:tr w:rsidR="00B055E6" w:rsidRPr="00B055E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5E6" w:rsidRPr="00B055E6" w:rsidRDefault="00B055E6" w:rsidP="00B055E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0.868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5E6" w:rsidRPr="00B055E6" w:rsidRDefault="00B055E6" w:rsidP="00B055E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15.62</w:t>
            </w:r>
          </w:p>
        </w:tc>
      </w:tr>
    </w:tbl>
    <w:p w:rsidR="00685183" w:rsidRDefault="00685183" w:rsidP="003071C7">
      <w:pPr>
        <w:jc w:val="both"/>
        <w:rPr>
          <w:lang w:val="bg-BG"/>
        </w:rPr>
      </w:pPr>
    </w:p>
    <w:p w:rsidR="00E44C1B" w:rsidRDefault="00E44C1B" w:rsidP="00E44C1B">
      <w:pPr>
        <w:ind w:firstLine="720"/>
        <w:jc w:val="both"/>
        <w:rPr>
          <w:lang w:val="bg-BG"/>
        </w:rPr>
      </w:pPr>
      <w:r>
        <w:rPr>
          <w:lang w:val="bg-BG"/>
        </w:rPr>
        <w:t>6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землището с. Габер, ЕКАТТЕ 14034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335</w:t>
      </w:r>
      <w:r w:rsidR="00AD6771">
        <w:rPr>
          <w:lang w:val="bg-BG"/>
        </w:rPr>
        <w:t>8</w:t>
      </w:r>
      <w:r w:rsidR="00CC679F">
        <w:rPr>
          <w:lang w:val="bg-BG"/>
        </w:rPr>
        <w:t>-</w:t>
      </w:r>
      <w:r w:rsidR="00CC679F">
        <w:t>3</w:t>
      </w:r>
      <w:r w:rsidRPr="007329DD">
        <w:rPr>
          <w:lang w:val="bg-BG"/>
        </w:rPr>
        <w:t>/</w:t>
      </w:r>
      <w:r w:rsidR="00CC679F">
        <w:t>26</w:t>
      </w:r>
      <w:r>
        <w:t>.0</w:t>
      </w:r>
      <w:r w:rsidR="00CC679F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685183" w:rsidRDefault="00685183" w:rsidP="00E44C1B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060"/>
        <w:gridCol w:w="981"/>
        <w:gridCol w:w="799"/>
        <w:gridCol w:w="2232"/>
        <w:gridCol w:w="1232"/>
        <w:gridCol w:w="854"/>
      </w:tblGrid>
      <w:tr w:rsidR="00AD6771" w:rsidRPr="00AD6771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Pr="00B055E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7.99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20.40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11.26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11.09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9.62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10.97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14.09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5.52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14.93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17.66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20.74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3.00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19.82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33.34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20.16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17.47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51.32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8.16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51.32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13.66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51.33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10.54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51.113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27.36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8.50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6.19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4.90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52.16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17.47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52.22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26.47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52.36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28.25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20.09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17.47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53.28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42.10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53.114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42.22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54.15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13.80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54.114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27.96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54.115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23.86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56.16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30.41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8.50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57.113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35.14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58.113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13.94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59.115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19.34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23.54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7.49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6.00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53-1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60.115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2.221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53.30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61.37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3.579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85.90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29.78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13.10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62.46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2.52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17.30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63.31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40.01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8.57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64.17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24.91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12.24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65.13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20.38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9.65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68.6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9.67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5.23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8.95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69.17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4.34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69.18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15.26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70.11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4.15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8.95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72.17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3.53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72.18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4.32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72.66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3.24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72.66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8.40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72.67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5.33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73.29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7.01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33.14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15.67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74.67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12.43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30.60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76.44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20.83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76.72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37.56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3.02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77.26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18.77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77.72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9.94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78.16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11.18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78.19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25.80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78.28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29.26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78.33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16.08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13.46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78.49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25.42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79.10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22.63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79.24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22.82</w:t>
            </w:r>
          </w:p>
        </w:tc>
      </w:tr>
      <w:tr w:rsidR="00993368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368" w:rsidRPr="00AD6771" w:rsidRDefault="00993368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3368" w:rsidRPr="00993368" w:rsidRDefault="0099336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93368">
              <w:rPr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368" w:rsidRPr="00AD6771" w:rsidRDefault="00993368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24.74</w:t>
            </w:r>
          </w:p>
        </w:tc>
      </w:tr>
      <w:tr w:rsidR="00AD677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62.534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1500.81</w:t>
            </w:r>
          </w:p>
        </w:tc>
      </w:tr>
      <w:tr w:rsidR="00AD677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7143C" w:rsidRPr="0097143C">
              <w:rPr>
                <w:sz w:val="18"/>
                <w:szCs w:val="18"/>
              </w:rPr>
              <w:t>72-2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72.66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2.76</w:t>
            </w:r>
          </w:p>
        </w:tc>
      </w:tr>
      <w:tr w:rsidR="00AD677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2.76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25.43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14.18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14.59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39.166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5.71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59.115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10.25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6.26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71.65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8.33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74.67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13.51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77-2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9.89</w:t>
            </w:r>
          </w:p>
        </w:tc>
      </w:tr>
      <w:tr w:rsidR="0097143C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3C" w:rsidRPr="00AD6771" w:rsidRDefault="0097143C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143C" w:rsidRPr="0097143C" w:rsidRDefault="009714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7143C">
              <w:rPr>
                <w:sz w:val="18"/>
                <w:szCs w:val="18"/>
              </w:rPr>
              <w:t>77-2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77.72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3C" w:rsidRPr="00AD6771" w:rsidRDefault="0097143C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6.46</w:t>
            </w:r>
          </w:p>
        </w:tc>
      </w:tr>
      <w:tr w:rsidR="00AD677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lastRenderedPageBreak/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4.216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101.18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17.50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51.32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14.28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15.19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59.115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9.86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62.46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11.28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63.27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4.18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63.30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2.71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29.88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66.2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25.22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8.81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66.18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2.42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16.01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5.52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67.29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17.50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77-1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19.87</w:t>
            </w:r>
          </w:p>
        </w:tc>
      </w:tr>
      <w:tr w:rsidR="00DC01B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1B1" w:rsidRPr="00AD6771" w:rsidRDefault="00DC01B1" w:rsidP="00AD677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1B1" w:rsidRPr="00DC01B1" w:rsidRDefault="00DC01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C01B1">
              <w:rPr>
                <w:sz w:val="18"/>
                <w:szCs w:val="18"/>
              </w:rPr>
              <w:t>77-1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77.72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B1" w:rsidRPr="00AD6771" w:rsidRDefault="00DC01B1" w:rsidP="00AD677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color w:val="000000"/>
                <w:sz w:val="18"/>
                <w:szCs w:val="18"/>
                <w:lang w:val="bg-BG" w:eastAsia="bg-BG"/>
              </w:rPr>
              <w:t>6.10</w:t>
            </w:r>
          </w:p>
        </w:tc>
      </w:tr>
      <w:tr w:rsidR="00AD6771" w:rsidRPr="00AD677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771" w:rsidRPr="00AD6771" w:rsidRDefault="00AD6771" w:rsidP="00AD677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8.597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71" w:rsidRPr="00AD6771" w:rsidRDefault="00AD6771" w:rsidP="00AD677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D6771">
              <w:rPr>
                <w:b/>
                <w:color w:val="000000"/>
                <w:sz w:val="18"/>
                <w:szCs w:val="18"/>
                <w:lang w:val="bg-BG" w:eastAsia="bg-BG"/>
              </w:rPr>
              <w:t>206.33</w:t>
            </w:r>
          </w:p>
        </w:tc>
      </w:tr>
    </w:tbl>
    <w:p w:rsidR="00685183" w:rsidRDefault="00685183" w:rsidP="00012880">
      <w:pPr>
        <w:ind w:firstLine="720"/>
        <w:jc w:val="both"/>
        <w:rPr>
          <w:lang w:val="bg-BG"/>
        </w:rPr>
      </w:pPr>
    </w:p>
    <w:p w:rsidR="00012880" w:rsidRDefault="00012880" w:rsidP="00012880">
      <w:pPr>
        <w:ind w:firstLine="720"/>
        <w:jc w:val="both"/>
        <w:rPr>
          <w:lang w:val="bg-BG"/>
        </w:rPr>
      </w:pPr>
      <w:r>
        <w:rPr>
          <w:lang w:val="bg-BG"/>
        </w:rPr>
        <w:t>7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Долна невля, ЕКАТТЕ </w:t>
      </w:r>
      <w:r w:rsidR="009162C0">
        <w:rPr>
          <w:lang w:val="bg-BG"/>
        </w:rPr>
        <w:t>22229</w:t>
      </w:r>
      <w:r w:rsidRPr="007329DD">
        <w:rPr>
          <w:lang w:val="bg-BG"/>
        </w:rPr>
        <w:t>, общ. Драгоман, одобрено със заповед № ПО-09-</w:t>
      </w:r>
      <w:r w:rsidR="009162C0">
        <w:rPr>
          <w:lang w:val="bg-BG"/>
        </w:rPr>
        <w:t>3362</w:t>
      </w:r>
      <w:r w:rsidR="00233AA7">
        <w:rPr>
          <w:lang w:val="bg-BG"/>
        </w:rPr>
        <w:t>-</w:t>
      </w:r>
      <w:r w:rsidR="00233AA7">
        <w:t>3</w:t>
      </w:r>
      <w:r w:rsidRPr="007329DD">
        <w:rPr>
          <w:lang w:val="bg-BG"/>
        </w:rPr>
        <w:t>/</w:t>
      </w:r>
      <w:r w:rsidR="00233AA7">
        <w:t>26</w:t>
      </w:r>
      <w:r>
        <w:t>.0</w:t>
      </w:r>
      <w:r w:rsidR="00233AA7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685183" w:rsidRDefault="00685183" w:rsidP="00012880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258"/>
        <w:gridCol w:w="926"/>
        <w:gridCol w:w="785"/>
        <w:gridCol w:w="2150"/>
        <w:gridCol w:w="1206"/>
        <w:gridCol w:w="833"/>
      </w:tblGrid>
      <w:tr w:rsidR="009162C0" w:rsidRPr="009162C0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BC50F4" w:rsidRDefault="009162C0" w:rsidP="00BC50F4">
            <w:pPr>
              <w:rPr>
                <w:b/>
                <w:color w:val="000000"/>
                <w:sz w:val="18"/>
                <w:szCs w:val="18"/>
                <w:lang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Масив №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6F0D61" w:rsidRPr="009162C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D61" w:rsidRPr="009162C0" w:rsidRDefault="006F0D61" w:rsidP="009162C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ЕМИЛ ДИМИТРОВ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1" w:rsidRPr="006F0D61" w:rsidRDefault="006F0D6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F0D61">
              <w:rPr>
                <w:sz w:val="18"/>
                <w:szCs w:val="18"/>
              </w:rPr>
              <w:t>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1" w:rsidRPr="009162C0" w:rsidRDefault="006F0D61" w:rsidP="009162C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1" w:rsidRPr="009162C0" w:rsidRDefault="006F0D61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1.077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1" w:rsidRPr="009162C0" w:rsidRDefault="006F0D61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1" w:rsidRPr="009162C0" w:rsidRDefault="006F0D61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17.23</w:t>
            </w:r>
          </w:p>
        </w:tc>
      </w:tr>
      <w:tr w:rsidR="006F0D61" w:rsidRPr="009162C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D61" w:rsidRPr="009162C0" w:rsidRDefault="006F0D61" w:rsidP="009162C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ЕМИЛ ДИМИТРОВ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1" w:rsidRPr="006F0D61" w:rsidRDefault="006F0D6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6F0D61">
              <w:rPr>
                <w:sz w:val="18"/>
                <w:szCs w:val="18"/>
              </w:rPr>
              <w:t>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1" w:rsidRPr="009162C0" w:rsidRDefault="006F0D61" w:rsidP="009162C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2.28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1" w:rsidRPr="009162C0" w:rsidRDefault="006F0D61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1" w:rsidRPr="009162C0" w:rsidRDefault="006F0D61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1" w:rsidRPr="009162C0" w:rsidRDefault="006F0D61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1.74</w:t>
            </w:r>
          </w:p>
        </w:tc>
      </w:tr>
      <w:tr w:rsidR="009162C0" w:rsidRPr="009162C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1.186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18.97</w:t>
            </w:r>
          </w:p>
        </w:tc>
      </w:tr>
      <w:tr w:rsidR="009162C0" w:rsidRPr="009162C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6F0D61" w:rsidRPr="006F0D61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10.24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7.52</w:t>
            </w:r>
          </w:p>
        </w:tc>
      </w:tr>
      <w:tr w:rsidR="009162C0" w:rsidRPr="009162C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7.52</w:t>
            </w:r>
          </w:p>
        </w:tc>
      </w:tr>
      <w:tr w:rsidR="009162C0" w:rsidRPr="009162C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6F0D61" w:rsidRPr="006F0D61">
              <w:rPr>
                <w:sz w:val="18"/>
                <w:szCs w:val="18"/>
              </w:rPr>
              <w:t>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10.24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color w:val="000000"/>
                <w:sz w:val="18"/>
                <w:szCs w:val="18"/>
                <w:lang w:val="bg-BG" w:eastAsia="bg-BG"/>
              </w:rPr>
              <w:t>3.65</w:t>
            </w:r>
          </w:p>
        </w:tc>
      </w:tr>
      <w:tr w:rsidR="009162C0" w:rsidRPr="009162C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2C0" w:rsidRPr="009162C0" w:rsidRDefault="009162C0" w:rsidP="009162C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2C0" w:rsidRPr="009162C0" w:rsidRDefault="009162C0" w:rsidP="009162C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162C0">
              <w:rPr>
                <w:b/>
                <w:color w:val="000000"/>
                <w:sz w:val="18"/>
                <w:szCs w:val="18"/>
                <w:lang w:val="bg-BG" w:eastAsia="bg-BG"/>
              </w:rPr>
              <w:t>3.65</w:t>
            </w:r>
          </w:p>
        </w:tc>
      </w:tr>
    </w:tbl>
    <w:p w:rsidR="00685183" w:rsidRDefault="00685183" w:rsidP="00DE7B4C">
      <w:pPr>
        <w:ind w:firstLine="720"/>
        <w:jc w:val="both"/>
        <w:rPr>
          <w:lang w:val="bg-BG"/>
        </w:rPr>
      </w:pPr>
    </w:p>
    <w:p w:rsidR="00DE7B4C" w:rsidRDefault="00DE7B4C" w:rsidP="00DE7B4C">
      <w:pPr>
        <w:ind w:firstLine="720"/>
        <w:jc w:val="both"/>
        <w:rPr>
          <w:lang w:val="bg-BG"/>
        </w:rPr>
      </w:pPr>
      <w:r>
        <w:rPr>
          <w:lang w:val="bg-BG"/>
        </w:rPr>
        <w:t>8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</w:t>
      </w:r>
      <w:r w:rsidR="008568D5">
        <w:rPr>
          <w:lang w:val="bg-BG"/>
        </w:rPr>
        <w:t>изготвеното служебно разпределение</w:t>
      </w:r>
      <w:r w:rsidRPr="007329DD">
        <w:rPr>
          <w:lang w:val="bg-BG"/>
        </w:rPr>
        <w:t xml:space="preserve"> за орна земя за стопанската </w:t>
      </w:r>
      <w:r>
        <w:rPr>
          <w:lang w:val="bg-BG"/>
        </w:rPr>
        <w:t>2023-2024 година за землището с. Долно ново село, ЕКАТТЕ</w:t>
      </w:r>
      <w:r w:rsidR="003D4CE3">
        <w:rPr>
          <w:lang w:val="bg-BG"/>
        </w:rPr>
        <w:t xml:space="preserve"> 22722</w:t>
      </w:r>
      <w:r w:rsidR="002A0202">
        <w:rPr>
          <w:lang w:val="bg-BG"/>
        </w:rPr>
        <w:t>,</w:t>
      </w:r>
      <w:r w:rsidR="002A0202">
        <w:t xml:space="preserve"> </w:t>
      </w:r>
      <w:r w:rsidRPr="007329DD">
        <w:rPr>
          <w:lang w:val="bg-BG"/>
        </w:rPr>
        <w:t>общ. Драгоман, одобрено със заповед № ПО-09-</w:t>
      </w:r>
      <w:r>
        <w:rPr>
          <w:lang w:val="bg-BG"/>
        </w:rPr>
        <w:t>33</w:t>
      </w:r>
      <w:r w:rsidR="003D4CE3">
        <w:rPr>
          <w:lang w:val="bg-BG"/>
        </w:rPr>
        <w:t>63</w:t>
      </w:r>
      <w:r w:rsidR="00794075">
        <w:rPr>
          <w:lang w:val="bg-BG"/>
        </w:rPr>
        <w:t>-</w:t>
      </w:r>
      <w:r w:rsidR="00794075">
        <w:t>3</w:t>
      </w:r>
      <w:r w:rsidRPr="007329DD">
        <w:rPr>
          <w:lang w:val="bg-BG"/>
        </w:rPr>
        <w:t>/</w:t>
      </w:r>
      <w:r w:rsidR="00794075">
        <w:t>26</w:t>
      </w:r>
      <w:r>
        <w:t>.0</w:t>
      </w:r>
      <w:r w:rsidR="00D30BBF">
        <w:rPr>
          <w:lang w:val="bg-BG"/>
        </w:rPr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685183" w:rsidRDefault="00685183" w:rsidP="00DE7B4C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2759"/>
        <w:gridCol w:w="952"/>
        <w:gridCol w:w="807"/>
        <w:gridCol w:w="2313"/>
        <w:gridCol w:w="1258"/>
        <w:gridCol w:w="861"/>
      </w:tblGrid>
      <w:tr w:rsidR="00AF12D5" w:rsidRPr="001A5A7A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lastRenderedPageBreak/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61165E" w:rsidRDefault="00AF12D5" w:rsidP="0061165E">
            <w:pPr>
              <w:rPr>
                <w:b/>
                <w:color w:val="000000"/>
                <w:sz w:val="18"/>
                <w:szCs w:val="18"/>
                <w:lang w:eastAsia="bg-BG"/>
              </w:rPr>
            </w:pPr>
            <w:r w:rsidRPr="004606DE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AF12D5" w:rsidRPr="001A5A7A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НИКОЛАЙ ИВАНОВ СИМОВ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>
              <w:rPr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70.30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3.44</w:t>
            </w:r>
          </w:p>
        </w:tc>
      </w:tr>
      <w:tr w:rsidR="00AF12D5" w:rsidRPr="001A5A7A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НИКОЛАЙ ИВАНОВ СИМОВ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70.30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0.365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4.38</w:t>
            </w:r>
          </w:p>
        </w:tc>
      </w:tr>
      <w:tr w:rsidR="00AF12D5" w:rsidRPr="001A5A7A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НИКОЛАЙ ИВАНОВ СИМОВ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>
              <w:rPr>
                <w:color w:val="000000"/>
                <w:sz w:val="18"/>
                <w:szCs w:val="18"/>
                <w:lang w:val="bg-BG" w:eastAsia="bg-BG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220.80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2.70</w:t>
            </w:r>
          </w:p>
        </w:tc>
      </w:tr>
      <w:tr w:rsidR="00AF12D5" w:rsidRPr="001A5A7A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НИКОЛАЙ ИВАНОВ СИМОВ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220.80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3.77</w:t>
            </w:r>
          </w:p>
        </w:tc>
      </w:tr>
      <w:tr w:rsidR="00AF12D5" w:rsidRPr="001A5A7A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НИКОЛАЙ ИВАНОВ СИМОВ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>
              <w:rPr>
                <w:color w:val="000000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230.90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color w:val="000000"/>
                <w:sz w:val="18"/>
                <w:szCs w:val="18"/>
                <w:lang w:val="bg-BG" w:eastAsia="bg-BG"/>
              </w:rPr>
              <w:t>1.24</w:t>
            </w:r>
          </w:p>
        </w:tc>
      </w:tr>
      <w:tr w:rsidR="00AF12D5" w:rsidRPr="001A5A7A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2D5" w:rsidRPr="001A5A7A" w:rsidRDefault="00AF12D5" w:rsidP="001A5A7A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1.294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2D5" w:rsidRPr="001A5A7A" w:rsidRDefault="00AF12D5" w:rsidP="001A5A7A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A5A7A">
              <w:rPr>
                <w:b/>
                <w:color w:val="000000"/>
                <w:sz w:val="18"/>
                <w:szCs w:val="18"/>
                <w:lang w:val="bg-BG" w:eastAsia="bg-BG"/>
              </w:rPr>
              <w:t>15.53</w:t>
            </w:r>
          </w:p>
        </w:tc>
      </w:tr>
    </w:tbl>
    <w:p w:rsidR="00BB14F0" w:rsidRDefault="00BB14F0" w:rsidP="00635562">
      <w:pPr>
        <w:ind w:firstLine="720"/>
        <w:jc w:val="both"/>
        <w:rPr>
          <w:lang w:val="bg-BG"/>
        </w:rPr>
      </w:pPr>
    </w:p>
    <w:p w:rsidR="00635562" w:rsidRDefault="00635562" w:rsidP="00635562">
      <w:pPr>
        <w:ind w:firstLine="720"/>
        <w:jc w:val="both"/>
        <w:rPr>
          <w:lang w:val="bg-BG"/>
        </w:rPr>
      </w:pPr>
      <w:r>
        <w:rPr>
          <w:lang w:val="bg-BG"/>
        </w:rPr>
        <w:t>9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</w:t>
      </w:r>
      <w:r w:rsidR="009C51DC">
        <w:rPr>
          <w:lang w:val="bg-BG"/>
        </w:rPr>
        <w:t>лището с. Драгоил, ЕКАТТЕ 23354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336</w:t>
      </w:r>
      <w:r w:rsidR="000D3338">
        <w:rPr>
          <w:lang w:val="bg-BG"/>
        </w:rPr>
        <w:t>4</w:t>
      </w:r>
      <w:r w:rsidR="009C51DC">
        <w:rPr>
          <w:lang w:val="bg-BG"/>
        </w:rPr>
        <w:t>-</w:t>
      </w:r>
      <w:r w:rsidR="009C51DC">
        <w:t>3</w:t>
      </w:r>
      <w:r w:rsidRPr="007329DD">
        <w:rPr>
          <w:lang w:val="bg-BG"/>
        </w:rPr>
        <w:t>/</w:t>
      </w:r>
      <w:r w:rsidR="009C51DC">
        <w:t>26</w:t>
      </w:r>
      <w:r>
        <w:t>.0</w:t>
      </w:r>
      <w:r w:rsidR="009C51DC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BB14F0" w:rsidRDefault="00BB14F0" w:rsidP="00635562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186"/>
        <w:gridCol w:w="931"/>
        <w:gridCol w:w="801"/>
        <w:gridCol w:w="2181"/>
        <w:gridCol w:w="1216"/>
        <w:gridCol w:w="843"/>
      </w:tblGrid>
      <w:tr w:rsidR="000D3338" w:rsidRPr="000D3338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61165E" w:rsidRDefault="0091233D" w:rsidP="0061165E">
            <w:pPr>
              <w:rPr>
                <w:b/>
                <w:color w:val="000000"/>
                <w:sz w:val="18"/>
                <w:szCs w:val="18"/>
                <w:lang w:eastAsia="bg-BG"/>
              </w:rPr>
            </w:pPr>
            <w:r w:rsidRPr="0091233D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="000D3338"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14.42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7.78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9.06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15.68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7.42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14.82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14.07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5.550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83.25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11.191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4.20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41.51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9.12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41.52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4.72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41.53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17.60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8.14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41.128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2.16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42.54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13.36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42.55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8.30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42.56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3.12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6.42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42.187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1.88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42.187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11.06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45.67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6.26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6.422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96.34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10.05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4.35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54.96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1.52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1.061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15.92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СВЕТОЗАР ВИКТОРОВ ИЛИЕВ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2.19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СВЕТОЗАР ВИКТОРОВ ИЛИЕВ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2.52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СВЕТОЗАР ВИКТОРОВ ИЛИЕВ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18-3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3.10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СВЕТОЗАР ВИКТОРОВ ИЛИЕВ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5.26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СВЕТОЗАР ВИКТОРОВ ИЛИЕВ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5.07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1.210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18.14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27.69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5.18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41.51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2.97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44.12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3.22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45.67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3.68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45.68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11.36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45.69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14.12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45.197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6.36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3.87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46.196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6.12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3.90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2.70</w:t>
            </w:r>
          </w:p>
        </w:tc>
      </w:tr>
      <w:tr w:rsidR="000E1A2C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A2C" w:rsidRPr="000D3338" w:rsidRDefault="000E1A2C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1A2C" w:rsidRPr="007647FB" w:rsidRDefault="000E1A2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52.23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2C" w:rsidRPr="000D3338" w:rsidRDefault="000E1A2C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9.58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4.870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73.06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42.58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3.33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42.187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6.10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0.629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9.43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45.197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2.82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3.87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6.69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54.94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3.75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54.96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20.62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1.625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24.37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3.40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45.197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14.04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46.32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9.64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46.33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11.85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54.96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5.43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2.958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44.36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26.198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3.48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40.18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5.62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6.78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40.20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14.64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2.72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5.54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49-11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49.201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3.14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50.202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1.77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5.25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24.16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8.97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9.98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6.66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4.78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14.31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51-1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146.148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11.84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8.642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129.64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27-5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17.173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3.99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25-3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25.148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1.86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27-5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45.196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7.66</w:t>
            </w:r>
          </w:p>
        </w:tc>
      </w:tr>
      <w:tr w:rsidR="007647FB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FB" w:rsidRPr="000D3338" w:rsidRDefault="007647FB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47FB" w:rsidRPr="007647FB" w:rsidRDefault="007647F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647FB">
              <w:rPr>
                <w:sz w:val="18"/>
                <w:szCs w:val="18"/>
              </w:rPr>
              <w:t>25-3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51.200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FB" w:rsidRPr="000D3338" w:rsidRDefault="007647FB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1.89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1.027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15.40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7647FB" w:rsidRPr="007647FB">
              <w:rPr>
                <w:sz w:val="18"/>
                <w:szCs w:val="18"/>
              </w:rPr>
              <w:t>49-3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27.69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color w:val="000000"/>
                <w:sz w:val="18"/>
                <w:szCs w:val="18"/>
                <w:lang w:val="bg-BG" w:eastAsia="bg-BG"/>
              </w:rPr>
              <w:t>6.26</w:t>
            </w:r>
          </w:p>
        </w:tc>
      </w:tr>
      <w:tr w:rsidR="000D3338" w:rsidRPr="000D333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338" w:rsidRPr="000D3338" w:rsidRDefault="000D3338" w:rsidP="000D333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338" w:rsidRPr="000D3338" w:rsidRDefault="000D3338" w:rsidP="000D333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D3338">
              <w:rPr>
                <w:b/>
                <w:color w:val="000000"/>
                <w:sz w:val="18"/>
                <w:szCs w:val="18"/>
                <w:lang w:val="bg-BG" w:eastAsia="bg-BG"/>
              </w:rPr>
              <w:t>6.26</w:t>
            </w:r>
          </w:p>
        </w:tc>
      </w:tr>
    </w:tbl>
    <w:p w:rsidR="00BB14F0" w:rsidRDefault="00BB14F0" w:rsidP="00113229">
      <w:pPr>
        <w:ind w:firstLine="720"/>
        <w:jc w:val="both"/>
        <w:rPr>
          <w:lang w:val="bg-BG"/>
        </w:rPr>
      </w:pPr>
    </w:p>
    <w:p w:rsidR="00113229" w:rsidRDefault="00113229" w:rsidP="00113229">
      <w:pPr>
        <w:ind w:firstLine="720"/>
        <w:jc w:val="both"/>
        <w:rPr>
          <w:lang w:val="bg-BG"/>
        </w:rPr>
      </w:pPr>
      <w:r>
        <w:rPr>
          <w:lang w:val="bg-BG"/>
        </w:rPr>
        <w:t>10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земл</w:t>
      </w:r>
      <w:r w:rsidR="00BC50F4">
        <w:rPr>
          <w:lang w:val="bg-BG"/>
        </w:rPr>
        <w:t>ището с. Драгоман, ЕКАТТЕ 23409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336</w:t>
      </w:r>
      <w:r w:rsidR="00AB1776">
        <w:rPr>
          <w:lang w:val="bg-BG"/>
        </w:rPr>
        <w:t>5</w:t>
      </w:r>
      <w:r w:rsidR="00BC50F4">
        <w:rPr>
          <w:lang w:val="bg-BG"/>
        </w:rPr>
        <w:t>-</w:t>
      </w:r>
      <w:r w:rsidR="00BC50F4">
        <w:t>3</w:t>
      </w:r>
      <w:r w:rsidRPr="007329DD">
        <w:rPr>
          <w:lang w:val="bg-BG"/>
        </w:rPr>
        <w:t>/</w:t>
      </w:r>
      <w:r w:rsidR="00BC50F4">
        <w:t>26</w:t>
      </w:r>
      <w:r>
        <w:t>.0</w:t>
      </w:r>
      <w:r w:rsidR="00BC50F4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BB14F0" w:rsidRDefault="00BB14F0" w:rsidP="00113229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508"/>
        <w:gridCol w:w="900"/>
        <w:gridCol w:w="791"/>
        <w:gridCol w:w="1988"/>
        <w:gridCol w:w="1154"/>
        <w:gridCol w:w="817"/>
      </w:tblGrid>
      <w:tr w:rsidR="00AB1776" w:rsidRPr="00AB1776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1B46DE" w:rsidRDefault="001532EA" w:rsidP="001B46DE">
            <w:pPr>
              <w:rPr>
                <w:b/>
                <w:color w:val="000000"/>
                <w:sz w:val="18"/>
                <w:szCs w:val="18"/>
                <w:lang w:eastAsia="bg-BG"/>
              </w:rPr>
            </w:pPr>
            <w:r w:rsidRPr="007F4471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="00AB1776"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65.162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11.54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70.52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4.74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71.847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4.95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71.847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5.13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71.848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3.45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75.834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2.09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75.836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9.86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76.835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10.12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90.854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8.47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145.956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2.09</w:t>
            </w:r>
          </w:p>
        </w:tc>
      </w:tr>
      <w:tr w:rsidR="007C76C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6C3" w:rsidRPr="00AB1776" w:rsidRDefault="007C76C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6C3" w:rsidRPr="007F4471" w:rsidRDefault="007C76C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166.185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6C3" w:rsidRPr="00AB1776" w:rsidRDefault="007C76C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4.37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3.930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66.81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142.953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3.64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143.354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3.18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6.82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26.412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5.29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31.420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14.84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32-4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32.415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14.99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19.21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43.808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3.04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4.30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100.913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8.08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101.914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15.50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101.915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3.59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111.918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2.89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111.923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13.23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113.924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25.50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450-1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138.948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3.13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138.948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22.08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138.950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35.84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139.920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2.23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139.920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7.07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140.951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42.67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142.953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3.91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143.354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5.56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151.958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2.21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151.967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3.21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151.968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11.88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15.897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270.25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19.279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30.33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35-2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35.48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3.08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58-2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51.815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16.39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58-2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54.814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14.06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58-2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55.816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2.11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58-2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55.841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6.87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59.773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5.95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61-5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61.818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6.75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58-2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61.818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14.04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67.285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13.99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67-3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68.826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5.36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70.164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3.84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71.847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2.60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71.848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1.80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72.183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1.96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72.183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8.87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73.188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3.81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73.189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2.55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73.830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1.73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172-1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108.917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3.43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110.131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3.28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111.923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9.94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126.935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1.82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4.35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128.197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8.02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134.921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5.90</w:t>
            </w:r>
          </w:p>
        </w:tc>
      </w:tr>
      <w:tr w:rsidR="0007165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5D" w:rsidRPr="00AB1776" w:rsidRDefault="0007165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65D" w:rsidRPr="007F4471" w:rsidRDefault="0007165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150.960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5D" w:rsidRPr="00AB1776" w:rsidRDefault="0007165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4.52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11.021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187.35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37.425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5.36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155-1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37.425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7.68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42.06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47.812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21.01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51.813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15.66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61-10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61.818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3.30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61-10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61.819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2.60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88.33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5.05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89.904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22.95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89.905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5.86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90.164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7.26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5.98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1.90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8.72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11.83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107.962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5.17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119-4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2.12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7.12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117.312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7.55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117.928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11.88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118.312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5.54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118.312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8.14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137.943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3.42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137.943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14.59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137.964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7.58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140.951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9.06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142.952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7.55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156.79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4.32</w:t>
            </w:r>
          </w:p>
        </w:tc>
      </w:tr>
      <w:tr w:rsidR="000F061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613" w:rsidRPr="00AB1776" w:rsidRDefault="000F061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0613" w:rsidRPr="007F4471" w:rsidRDefault="000F061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189.944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613" w:rsidRPr="00AB1776" w:rsidRDefault="000F061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11.44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16.042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272.70</w:t>
            </w:r>
          </w:p>
        </w:tc>
      </w:tr>
      <w:tr w:rsidR="00315AB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AB6" w:rsidRPr="00AB1776" w:rsidRDefault="00315AB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AB6" w:rsidRPr="007F4471" w:rsidRDefault="00315AB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70-4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70.164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2.48</w:t>
            </w:r>
          </w:p>
        </w:tc>
      </w:tr>
      <w:tr w:rsidR="00315AB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AB6" w:rsidRPr="00AB1776" w:rsidRDefault="00315AB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AB6" w:rsidRPr="007F4471" w:rsidRDefault="00315AB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70-5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70.164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3.03</w:t>
            </w:r>
          </w:p>
        </w:tc>
      </w:tr>
      <w:tr w:rsidR="00315AB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AB6" w:rsidRPr="00AB1776" w:rsidRDefault="00315AB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AB6" w:rsidRPr="007F4471" w:rsidRDefault="00315AB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95.972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15.96</w:t>
            </w:r>
          </w:p>
        </w:tc>
      </w:tr>
      <w:tr w:rsidR="00315AB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AB6" w:rsidRPr="00AB1776" w:rsidRDefault="00315AB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AB6" w:rsidRPr="007F4471" w:rsidRDefault="00315AB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95.975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18.04</w:t>
            </w:r>
          </w:p>
        </w:tc>
      </w:tr>
      <w:tr w:rsidR="00315AB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AB6" w:rsidRPr="00AB1776" w:rsidRDefault="00315AB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AB6" w:rsidRPr="007F4471" w:rsidRDefault="00315AB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97.911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13.48</w:t>
            </w:r>
          </w:p>
        </w:tc>
      </w:tr>
      <w:tr w:rsidR="00315AB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AB6" w:rsidRPr="00AB1776" w:rsidRDefault="00315AB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AB6" w:rsidRPr="007F4471" w:rsidRDefault="00315AB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134.921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4.96</w:t>
            </w:r>
          </w:p>
        </w:tc>
      </w:tr>
      <w:tr w:rsidR="00315AB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AB6" w:rsidRPr="00AB1776" w:rsidRDefault="00315AB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AB6" w:rsidRPr="007F4471" w:rsidRDefault="00315AB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1.80</w:t>
            </w:r>
          </w:p>
        </w:tc>
      </w:tr>
      <w:tr w:rsidR="00315AB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AB6" w:rsidRPr="00AB1776" w:rsidRDefault="00315AB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AB6" w:rsidRPr="007F4471" w:rsidRDefault="00315AB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189.944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B6" w:rsidRPr="00AB1776" w:rsidRDefault="00315AB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5.18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3.820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64.93</w:t>
            </w:r>
          </w:p>
        </w:tc>
      </w:tr>
      <w:tr w:rsidR="00F1773E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3E" w:rsidRPr="00AB1776" w:rsidRDefault="00F1773E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КРЪСТАН ГРИГОРОВ КРЪСТАНОВ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73E" w:rsidRPr="007F4471" w:rsidRDefault="00F1773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3.74</w:t>
            </w:r>
          </w:p>
        </w:tc>
      </w:tr>
      <w:tr w:rsidR="00F1773E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3E" w:rsidRPr="00AB1776" w:rsidRDefault="00F1773E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КРЪСТАН ГРИГОРОВ КРЪСТАНОВ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73E" w:rsidRPr="007F4471" w:rsidRDefault="00F1773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70.52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2.01</w:t>
            </w:r>
          </w:p>
        </w:tc>
      </w:tr>
      <w:tr w:rsidR="00F1773E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3E" w:rsidRPr="00AB1776" w:rsidRDefault="00F1773E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КРЪСТАН ГРИГОРОВ КРЪСТАНОВ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73E" w:rsidRPr="007F4471" w:rsidRDefault="00F1773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103.100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6.24</w:t>
            </w:r>
          </w:p>
        </w:tc>
      </w:tr>
      <w:tr w:rsidR="00F1773E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3E" w:rsidRPr="00AB1776" w:rsidRDefault="00F1773E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КРЪСТАН ГРИГОРОВ КРЪСТАНОВ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73E" w:rsidRPr="007F4471" w:rsidRDefault="00F1773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3.74</w:t>
            </w:r>
          </w:p>
        </w:tc>
      </w:tr>
      <w:tr w:rsidR="00F1773E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3E" w:rsidRPr="00AB1776" w:rsidRDefault="00F1773E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КРЪСТАН ГРИГОРОВ КРЪСТАНОВ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73E" w:rsidRPr="007F4471" w:rsidRDefault="00F1773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104-6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6.09</w:t>
            </w:r>
          </w:p>
        </w:tc>
      </w:tr>
      <w:tr w:rsidR="00F1773E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3E" w:rsidRPr="00AB1776" w:rsidRDefault="00F1773E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КРЪСТАН ГРИГОРОВ КРЪСТАНОВ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73E" w:rsidRPr="007F4471" w:rsidRDefault="00F1773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1.84</w:t>
            </w:r>
          </w:p>
        </w:tc>
      </w:tr>
      <w:tr w:rsidR="00F1773E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73E" w:rsidRPr="00AB1776" w:rsidRDefault="00F1773E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КРЪСТАН ГРИГОРОВ КРЪСТАНОВ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73E" w:rsidRPr="007F4471" w:rsidRDefault="00F1773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140.951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73E" w:rsidRPr="00AB1776" w:rsidRDefault="00F1773E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1.75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25.41</w:t>
            </w:r>
          </w:p>
        </w:tc>
      </w:tr>
      <w:tr w:rsidR="00877C9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C99" w:rsidRPr="00AB1776" w:rsidRDefault="00877C9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БЛАГА СТОЯНОВА ВЕЛКОВА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C99" w:rsidRPr="007F4471" w:rsidRDefault="00877C9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41-8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99" w:rsidRPr="00AB1776" w:rsidRDefault="00877C9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99" w:rsidRPr="00AB1776" w:rsidRDefault="00877C9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99" w:rsidRPr="00AB1776" w:rsidRDefault="00877C9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99" w:rsidRPr="00AB1776" w:rsidRDefault="00877C9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2.12</w:t>
            </w:r>
          </w:p>
        </w:tc>
      </w:tr>
      <w:tr w:rsidR="00877C9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C99" w:rsidRPr="00AB1776" w:rsidRDefault="00877C9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БЛАГА СТОЯНОВА ВЕЛКОВА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7C99" w:rsidRPr="007F4471" w:rsidRDefault="00877C9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182-2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99" w:rsidRPr="00AB1776" w:rsidRDefault="00877C9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182.515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99" w:rsidRPr="00AB1776" w:rsidRDefault="00877C9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99" w:rsidRPr="00AB1776" w:rsidRDefault="00877C9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99" w:rsidRPr="00AB1776" w:rsidRDefault="00877C9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9.04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11.16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АНГЕЛ СИМОВ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877C99" w:rsidRPr="007F4471">
              <w:rPr>
                <w:sz w:val="18"/>
                <w:szCs w:val="18"/>
              </w:rPr>
              <w:t>41-1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20.47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20.47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84.901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8.52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91.906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2.94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91.908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25.62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126.938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8.01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1.77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4.54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5.51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24.85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128.197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4.68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129.940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8.52</w:t>
            </w:r>
          </w:p>
        </w:tc>
      </w:tr>
      <w:tr w:rsidR="00487E48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E48" w:rsidRPr="00AB1776" w:rsidRDefault="00487E48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E48" w:rsidRPr="007F4471" w:rsidRDefault="00487E48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129.940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E48" w:rsidRPr="00AB1776" w:rsidRDefault="00487E48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13.48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6.378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108.44</w:t>
            </w:r>
          </w:p>
        </w:tc>
      </w:tr>
      <w:tr w:rsidR="00163AA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A3" w:rsidRPr="00AB1776" w:rsidRDefault="00163AA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3AA3" w:rsidRPr="007F4471" w:rsidRDefault="00163A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2.24</w:t>
            </w:r>
          </w:p>
        </w:tc>
      </w:tr>
      <w:tr w:rsidR="00163AA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A3" w:rsidRPr="00AB1776" w:rsidRDefault="00163AA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3AA3" w:rsidRPr="007F4471" w:rsidRDefault="00163A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92.280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3.77</w:t>
            </w:r>
          </w:p>
        </w:tc>
      </w:tr>
      <w:tr w:rsidR="00163AA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A3" w:rsidRPr="00AB1776" w:rsidRDefault="00163AA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3AA3" w:rsidRPr="007F4471" w:rsidRDefault="00163A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2.46</w:t>
            </w:r>
          </w:p>
        </w:tc>
      </w:tr>
      <w:tr w:rsidR="00163AA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A3" w:rsidRPr="00AB1776" w:rsidRDefault="00163AA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3AA3" w:rsidRPr="007F4471" w:rsidRDefault="00163A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127-5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13.75</w:t>
            </w:r>
          </w:p>
        </w:tc>
      </w:tr>
      <w:tr w:rsidR="00163AA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A3" w:rsidRPr="00AB1776" w:rsidRDefault="00163AA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3AA3" w:rsidRPr="007F4471" w:rsidRDefault="00163A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144.363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2.80</w:t>
            </w:r>
          </w:p>
        </w:tc>
      </w:tr>
      <w:tr w:rsidR="00163AA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A3" w:rsidRPr="00AB1776" w:rsidRDefault="00163AA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3AA3" w:rsidRPr="007F4471" w:rsidRDefault="00163A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144.363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5.03</w:t>
            </w:r>
          </w:p>
        </w:tc>
      </w:tr>
      <w:tr w:rsidR="00163AA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AA3" w:rsidRPr="00AB1776" w:rsidRDefault="00163AA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3AA3" w:rsidRPr="007F4471" w:rsidRDefault="00163AA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144.363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AA3" w:rsidRPr="00AB1776" w:rsidRDefault="00163AA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7.79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2.227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37.84</w:t>
            </w:r>
          </w:p>
        </w:tc>
      </w:tr>
      <w:tr w:rsidR="009E5AFF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AFF" w:rsidRPr="00AB1776" w:rsidRDefault="009E5AFF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AFF" w:rsidRPr="007F4471" w:rsidRDefault="009E5AF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FF" w:rsidRPr="00AB1776" w:rsidRDefault="009E5AFF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FF" w:rsidRPr="00AB1776" w:rsidRDefault="009E5AF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FF" w:rsidRPr="00AB1776" w:rsidRDefault="009E5AF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FF" w:rsidRPr="00AB1776" w:rsidRDefault="009E5AF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3.21</w:t>
            </w:r>
          </w:p>
        </w:tc>
      </w:tr>
      <w:tr w:rsidR="009E5AFF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5AFF" w:rsidRPr="00AB1776" w:rsidRDefault="009E5AFF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AFF" w:rsidRPr="007F4471" w:rsidRDefault="009E5AF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63-4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FF" w:rsidRPr="00AB1776" w:rsidRDefault="009E5AFF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63.68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FF" w:rsidRPr="00AB1776" w:rsidRDefault="009E5AF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FF" w:rsidRPr="00AB1776" w:rsidRDefault="009E5AF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AFF" w:rsidRPr="00AB1776" w:rsidRDefault="009E5AF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3.33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6.54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БОГДАНОВ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137.942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12.32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БОГДАНОВ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138.950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8.21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1.208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20.53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4.10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2.21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2.79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17.17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2.57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2.67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5.76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25.671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2.21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25.671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3.50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28.591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10.91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2.35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48-6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3.62</w:t>
            </w:r>
          </w:p>
        </w:tc>
      </w:tr>
      <w:tr w:rsidR="002C2791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91" w:rsidRPr="00AB1776" w:rsidRDefault="002C2791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791" w:rsidRPr="007F4471" w:rsidRDefault="002C279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91" w:rsidRPr="00AB1776" w:rsidRDefault="002C2791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6.77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66.63</w:t>
            </w:r>
          </w:p>
        </w:tc>
      </w:tr>
      <w:tr w:rsidR="00C8601F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01F" w:rsidRPr="00AB1776" w:rsidRDefault="00C8601F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ВЛАДИМИР МИРЧЕВ МИХАЙЛОВ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01F" w:rsidRPr="007F4471" w:rsidRDefault="00C8601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1F" w:rsidRPr="00AB1776" w:rsidRDefault="00C8601F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1F" w:rsidRPr="00AB1776" w:rsidRDefault="00C8601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1F" w:rsidRPr="00AB1776" w:rsidRDefault="00C8601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1F" w:rsidRPr="00AB1776" w:rsidRDefault="00C8601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3.35</w:t>
            </w:r>
          </w:p>
        </w:tc>
      </w:tr>
      <w:tr w:rsidR="00C8601F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01F" w:rsidRPr="00AB1776" w:rsidRDefault="00C8601F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ВЛАДИМИР МИРЧЕВ МИХАЙЛОВ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01F" w:rsidRPr="007F4471" w:rsidRDefault="00C8601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1F" w:rsidRPr="00AB1776" w:rsidRDefault="00C8601F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1F" w:rsidRPr="00AB1776" w:rsidRDefault="00C8601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1F" w:rsidRPr="00AB1776" w:rsidRDefault="00C8601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1F" w:rsidRPr="00AB1776" w:rsidRDefault="00C8601F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4.27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7.62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ВАЛЕНТИН ПЕТРОВ АНГЕЛОВ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5.64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ВАЛЕНТИН ПЕТРОВ АНГЕЛОВ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449-3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449.19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12.77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1.083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18.41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67.285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8.36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68.826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2.52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68.826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2.89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4.18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5.98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7.68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70.52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15.66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107.962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2.09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108.917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3.38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4.54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119-5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5.58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119-6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9.33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2.94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117.312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5.05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143.354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3.23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147.955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3.88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148.368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14.36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150.960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9.11</w:t>
            </w:r>
          </w:p>
        </w:tc>
      </w:tr>
      <w:tr w:rsidR="0052223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230" w:rsidRPr="00AB1776" w:rsidRDefault="0052223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АСЕН ВАСИЛЕВ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2230" w:rsidRPr="007F4471" w:rsidRDefault="0052223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150.960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230" w:rsidRPr="00AB1776" w:rsidRDefault="0052223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19.89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7.686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130.65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5.41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1.97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49-5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43.810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11.24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48-8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44.811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7.48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105.115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14.45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105.118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5.29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106.119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5.17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134.945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15.84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450-2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138.948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1.75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138.949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10.76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1.84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4.42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189.944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18.43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6.120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104.05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ВЕНЕТА АНЧОВА АСЕНОВА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140.951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5.86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ВЕНЕТА АНЧОВА АСЕНОВА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141.920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1.90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ВЕНЕТА АНЧОВА АСЕНОВА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142.952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19.91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ВЕНЕТА АНЧОВА АСЕНОВА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142.953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33.95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ВЕНЕТА АНЧОВА АСЕНОВА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143.354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14.14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ВЕНЕТА АНЧОВА АСЕНОВА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148.368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6.92</w:t>
            </w:r>
          </w:p>
        </w:tc>
      </w:tr>
      <w:tr w:rsidR="000E593A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93A" w:rsidRPr="00AB1776" w:rsidRDefault="000E593A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ВЕНЕТА АНЧОВА АСЕНОВА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593A" w:rsidRPr="007F4471" w:rsidRDefault="000E593A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150.957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3A" w:rsidRPr="00AB1776" w:rsidRDefault="000E593A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8.67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5.374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91.35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92.280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2.21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97.911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5.07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98.907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4.64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100.915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4.86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16.54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105.125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5.56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123.932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2.31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124.934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15.16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140.920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5.83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140.951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5.73</w:t>
            </w:r>
          </w:p>
        </w:tc>
      </w:tr>
      <w:tr w:rsidR="00C5407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073" w:rsidRPr="00AB1776" w:rsidRDefault="00C5407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073" w:rsidRPr="007F4471" w:rsidRDefault="00C5407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162-4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073" w:rsidRPr="00AB1776" w:rsidRDefault="00C5407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3.13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4.179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71.04</w:t>
            </w:r>
          </w:p>
        </w:tc>
      </w:tr>
      <w:tr w:rsidR="005949D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9D3" w:rsidRPr="00AB1776" w:rsidRDefault="005949D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9D3" w:rsidRPr="007F4471" w:rsidRDefault="005949D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111.923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9.54</w:t>
            </w:r>
          </w:p>
        </w:tc>
      </w:tr>
      <w:tr w:rsidR="005949D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9D3" w:rsidRPr="00AB1776" w:rsidRDefault="005949D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9D3" w:rsidRPr="007F4471" w:rsidRDefault="005949D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112.912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8.43</w:t>
            </w:r>
          </w:p>
        </w:tc>
      </w:tr>
      <w:tr w:rsidR="005949D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9D3" w:rsidRPr="00AB1776" w:rsidRDefault="005949D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9D3" w:rsidRPr="007F4471" w:rsidRDefault="005949D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117.928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15.84</w:t>
            </w:r>
          </w:p>
        </w:tc>
      </w:tr>
      <w:tr w:rsidR="005949D3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9D3" w:rsidRPr="00AB1776" w:rsidRDefault="005949D3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9D3" w:rsidRPr="007F4471" w:rsidRDefault="005949D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118.312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9D3" w:rsidRPr="00AB1776" w:rsidRDefault="005949D3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5.85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39.66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35-1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35.286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5.34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66.64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5.68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2.70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2.80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3.67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69.827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4.54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66-7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70.52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3.06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84.901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41.89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87.901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27.08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87.902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17.10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87.903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22.49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88.33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2.62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88.33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11.03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89.904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1.70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89.904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21.52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89.905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91.906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2.41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92.280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4.42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6.27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10.23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16.52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23.38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8.11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117.312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8.40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117.928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15.62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118.312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5.25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124.934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2.26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134.921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14.35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135.947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1.87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135.947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5.46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140.920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2.91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145.956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5.98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146.955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3.67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146.959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3.03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146.959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5.17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147.955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2.67</w:t>
            </w:r>
          </w:p>
        </w:tc>
      </w:tr>
      <w:tr w:rsidR="00860C6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62" w:rsidRPr="00AB1776" w:rsidRDefault="00860C6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C62" w:rsidRPr="007F4471" w:rsidRDefault="00860C6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189.944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62" w:rsidRPr="00AB1776" w:rsidRDefault="00860C6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4.45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19.922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338.65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61.63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5.70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7.04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8.09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126.935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6.63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126.938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8.74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156.79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3.43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2.331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39.63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НИКОЛАЕВ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67.285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5.78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НИКОЛАЕВ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68.826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3.96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НИКОЛАЕВ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172-4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108.917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4.11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НИКОЛАЕВ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144.363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8.53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НИКОЛАЕВ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145.355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16.98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НИКОЛАЕВ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145.956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11.61</w:t>
            </w:r>
          </w:p>
        </w:tc>
      </w:tr>
      <w:tr w:rsidR="001B7A4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A49" w:rsidRPr="00AB1776" w:rsidRDefault="001B7A4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НИКОЛАЕВ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7A49" w:rsidRPr="007F4471" w:rsidRDefault="001B7A4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147.955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A49" w:rsidRPr="00AB1776" w:rsidRDefault="001B7A4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14.14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3.831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65.11</w:t>
            </w:r>
          </w:p>
        </w:tc>
      </w:tr>
      <w:tr w:rsidR="008E50D4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0D4" w:rsidRPr="00AB1776" w:rsidRDefault="008E50D4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0D4" w:rsidRPr="007F4471" w:rsidRDefault="008E50D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105.115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12.10</w:t>
            </w:r>
          </w:p>
        </w:tc>
      </w:tr>
      <w:tr w:rsidR="008E50D4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0D4" w:rsidRPr="00AB1776" w:rsidRDefault="008E50D4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0D4" w:rsidRPr="007F4471" w:rsidRDefault="008E50D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108.917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1.99</w:t>
            </w:r>
          </w:p>
        </w:tc>
      </w:tr>
      <w:tr w:rsidR="008E50D4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0D4" w:rsidRPr="00AB1776" w:rsidRDefault="008E50D4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0D4" w:rsidRPr="007F4471" w:rsidRDefault="008E50D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111.918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5.52</w:t>
            </w:r>
          </w:p>
        </w:tc>
      </w:tr>
      <w:tr w:rsidR="008E50D4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0D4" w:rsidRPr="00AB1776" w:rsidRDefault="008E50D4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0D4" w:rsidRPr="007F4471" w:rsidRDefault="008E50D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14.60</w:t>
            </w:r>
          </w:p>
        </w:tc>
      </w:tr>
      <w:tr w:rsidR="008E50D4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0D4" w:rsidRPr="00AB1776" w:rsidRDefault="008E50D4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0D4" w:rsidRPr="007F4471" w:rsidRDefault="008E50D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127-7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0D4" w:rsidRPr="00AB1776" w:rsidRDefault="008E50D4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2.26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36.47</w:t>
            </w:r>
          </w:p>
        </w:tc>
      </w:tr>
      <w:tr w:rsidR="00D51EAB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EAB" w:rsidRPr="00AB1776" w:rsidRDefault="00D51EAB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EAB" w:rsidRPr="007F4471" w:rsidRDefault="00D51EA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20.407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22.41</w:t>
            </w:r>
          </w:p>
        </w:tc>
      </w:tr>
      <w:tr w:rsidR="00D51EAB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EAB" w:rsidRPr="00AB1776" w:rsidRDefault="00D51EAB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EAB" w:rsidRPr="007F4471" w:rsidRDefault="00D51EA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20.643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5.00</w:t>
            </w:r>
          </w:p>
        </w:tc>
      </w:tr>
      <w:tr w:rsidR="00D51EAB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EAB" w:rsidRPr="00AB1776" w:rsidRDefault="00D51EAB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EAB" w:rsidRPr="007F4471" w:rsidRDefault="00D51EA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22.406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46.60</w:t>
            </w:r>
          </w:p>
        </w:tc>
      </w:tr>
      <w:tr w:rsidR="00D51EAB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EAB" w:rsidRPr="00AB1776" w:rsidRDefault="00D51EAB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EAB" w:rsidRPr="007F4471" w:rsidRDefault="00D51EA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41-9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4.84</w:t>
            </w:r>
          </w:p>
        </w:tc>
      </w:tr>
      <w:tr w:rsidR="00D51EAB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EAB" w:rsidRPr="00AB1776" w:rsidRDefault="00D51EAB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1EAB" w:rsidRPr="007F4471" w:rsidRDefault="00D51EA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106.114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EAB" w:rsidRPr="00AB1776" w:rsidRDefault="00D51EAB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2.98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4.813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81.83</w:t>
            </w:r>
          </w:p>
        </w:tc>
      </w:tr>
      <w:tr w:rsidR="00D3706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06D" w:rsidRPr="00AB1776" w:rsidRDefault="00D3706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06D" w:rsidRPr="007F4471" w:rsidRDefault="00D370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3.98</w:t>
            </w:r>
          </w:p>
        </w:tc>
      </w:tr>
      <w:tr w:rsidR="00D3706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06D" w:rsidRPr="00AB1776" w:rsidRDefault="00D3706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06D" w:rsidRPr="007F4471" w:rsidRDefault="00D370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3.82</w:t>
            </w:r>
          </w:p>
        </w:tc>
      </w:tr>
      <w:tr w:rsidR="00D3706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06D" w:rsidRPr="00AB1776" w:rsidRDefault="00D3706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06D" w:rsidRPr="007F4471" w:rsidRDefault="00D370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3.93</w:t>
            </w:r>
          </w:p>
        </w:tc>
      </w:tr>
      <w:tr w:rsidR="00D3706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06D" w:rsidRPr="00AB1776" w:rsidRDefault="00D3706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06D" w:rsidRPr="007F4471" w:rsidRDefault="00D370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24.668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3.64</w:t>
            </w:r>
          </w:p>
        </w:tc>
      </w:tr>
      <w:tr w:rsidR="00D3706D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06D" w:rsidRPr="00AB1776" w:rsidRDefault="00D3706D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СТЕФАН ВАСИЛЕВ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06D" w:rsidRPr="007F4471" w:rsidRDefault="00D3706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28.591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06D" w:rsidRPr="00AB1776" w:rsidRDefault="00D3706D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9.13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24.50</w:t>
            </w:r>
          </w:p>
        </w:tc>
      </w:tr>
      <w:tr w:rsidR="00DD278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80" w:rsidRPr="00AB1776" w:rsidRDefault="00DD278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780" w:rsidRPr="007F4471" w:rsidRDefault="00DD27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5.44</w:t>
            </w:r>
          </w:p>
        </w:tc>
      </w:tr>
      <w:tr w:rsidR="00DD278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80" w:rsidRPr="00AB1776" w:rsidRDefault="00DD278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780" w:rsidRPr="007F4471" w:rsidRDefault="00DD27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58-1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61.819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19.52</w:t>
            </w:r>
          </w:p>
        </w:tc>
      </w:tr>
      <w:tr w:rsidR="00DD278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80" w:rsidRPr="00AB1776" w:rsidRDefault="00DD278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780" w:rsidRPr="007F4471" w:rsidRDefault="00DD27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63.68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11.17</w:t>
            </w:r>
          </w:p>
        </w:tc>
      </w:tr>
      <w:tr w:rsidR="00DD278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80" w:rsidRPr="00AB1776" w:rsidRDefault="00DD278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780" w:rsidRPr="007F4471" w:rsidRDefault="00DD27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63.821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7.63</w:t>
            </w:r>
          </w:p>
        </w:tc>
      </w:tr>
      <w:tr w:rsidR="00DD278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80" w:rsidRPr="00AB1776" w:rsidRDefault="00DD278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780" w:rsidRPr="007F4471" w:rsidRDefault="00DD27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116.925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2.86</w:t>
            </w:r>
          </w:p>
        </w:tc>
      </w:tr>
      <w:tr w:rsidR="00DD278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80" w:rsidRPr="00AB1776" w:rsidRDefault="00DD278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780" w:rsidRPr="007F4471" w:rsidRDefault="00DD27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134.921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11.71</w:t>
            </w:r>
          </w:p>
        </w:tc>
      </w:tr>
      <w:tr w:rsidR="00DD278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80" w:rsidRPr="00AB1776" w:rsidRDefault="00DD278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780" w:rsidRPr="007F4471" w:rsidRDefault="00DD27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154.700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7.70</w:t>
            </w:r>
          </w:p>
        </w:tc>
      </w:tr>
      <w:tr w:rsidR="00DD278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780" w:rsidRPr="00AB1776" w:rsidRDefault="00DD278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780" w:rsidRPr="007F4471" w:rsidRDefault="00DD27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450-3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780" w:rsidRPr="00AB1776" w:rsidRDefault="00DD278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8.69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4.395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74.72</w:t>
            </w:r>
          </w:p>
        </w:tc>
      </w:tr>
      <w:tr w:rsidR="0017057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572" w:rsidRPr="00AB1776" w:rsidRDefault="0017057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СВЕТОСЛАВ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572" w:rsidRPr="007F4471" w:rsidRDefault="0017057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3.88</w:t>
            </w:r>
          </w:p>
        </w:tc>
      </w:tr>
      <w:tr w:rsidR="0017057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572" w:rsidRPr="00AB1776" w:rsidRDefault="0017057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СВЕТОСЛАВ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572" w:rsidRPr="007F4471" w:rsidRDefault="0017057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47-3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3.79</w:t>
            </w:r>
          </w:p>
        </w:tc>
      </w:tr>
      <w:tr w:rsidR="0017057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572" w:rsidRPr="00AB1776" w:rsidRDefault="0017057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СВЕТОСЛАВ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572" w:rsidRPr="007F4471" w:rsidRDefault="0017057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50.804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6.38</w:t>
            </w:r>
          </w:p>
        </w:tc>
      </w:tr>
      <w:tr w:rsidR="0017057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572" w:rsidRPr="00AB1776" w:rsidRDefault="0017057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СВЕТОСЛАВ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572" w:rsidRPr="007F4471" w:rsidRDefault="0017057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61-7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61.818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572" w:rsidRPr="00AB1776" w:rsidRDefault="0017057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2.75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0.988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16.80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2.70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35.286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2.14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41-6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6.19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84.901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6.07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84.901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6.34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86-2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87.902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4.69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91.906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6.99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91.907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2.43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91.908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18.96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10.91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6.14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98.907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9.44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100.913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4.39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103.100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2.86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9.42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3.11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1.99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104.126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3.81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109.230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5.83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109.230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12.99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156.79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2.30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94-6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156.79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13.36</w:t>
            </w:r>
          </w:p>
        </w:tc>
      </w:tr>
      <w:tr w:rsidR="00852DB7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B7" w:rsidRPr="00AB1776" w:rsidRDefault="00852DB7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DB7" w:rsidRPr="007F4471" w:rsidRDefault="00852DB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AB1776" w:rsidRDefault="00852DB7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5.42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8.733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148.48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95.912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11.02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97.911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5.37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100.64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9.01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100.913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7.70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100.913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10.05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101.914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9.01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105.118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2.16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111.918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4.18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112.912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18.77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112.918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12.80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118.312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8.52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127-8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3.67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127-8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127.919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4.25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143.354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7.28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143-3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144.362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1.92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156-2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156.79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2.46</w:t>
            </w:r>
          </w:p>
        </w:tc>
      </w:tr>
      <w:tr w:rsidR="006D6869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869" w:rsidRPr="00AB1776" w:rsidRDefault="006D6869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ГРЕТА ДИМИТРОВА СТАНКОВА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6869" w:rsidRPr="007F4471" w:rsidRDefault="006D686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159.112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869" w:rsidRPr="00AB1776" w:rsidRDefault="006D6869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2.12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7.076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120.29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25-1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28.591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10.78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2.48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41.800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2.57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44.811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7.26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2.89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8.04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45.806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9.59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70-3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65.162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4.25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92-1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93.908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7.16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134.921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8.50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134.946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5.86</w:t>
            </w:r>
          </w:p>
        </w:tc>
      </w:tr>
      <w:tr w:rsidR="00F733D2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3D2" w:rsidRPr="00AB1776" w:rsidRDefault="00F733D2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3D2" w:rsidRPr="007F4471" w:rsidRDefault="00F733D2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135-7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189.944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3D2" w:rsidRPr="00AB1776" w:rsidRDefault="00F733D2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7.24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4.507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76.62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95.912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2.18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95.972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4.98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100-4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100.915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8.87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120.929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2.98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120.930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16.63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120.937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5.76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120.963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20.32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121.918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16.63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143.354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1.082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18.39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146.959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4.76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146.959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8.14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147.955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4.39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147-8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147.955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14.94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150.957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4.56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150.960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5.71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151.959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2.707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46.02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140-6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151.967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8.21</w:t>
            </w:r>
          </w:p>
        </w:tc>
      </w:tr>
      <w:tr w:rsidR="001E5EF0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F0" w:rsidRPr="00AB1776" w:rsidRDefault="001E5EF0" w:rsidP="00AB177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EF0" w:rsidRPr="007F4471" w:rsidRDefault="001E5EF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F4471">
              <w:rPr>
                <w:sz w:val="18"/>
                <w:szCs w:val="18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189.944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F0" w:rsidRPr="00AB1776" w:rsidRDefault="001E5EF0" w:rsidP="00AB177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color w:val="000000"/>
                <w:sz w:val="18"/>
                <w:szCs w:val="18"/>
                <w:lang w:val="bg-BG" w:eastAsia="bg-BG"/>
              </w:rPr>
              <w:t>5.51</w:t>
            </w:r>
          </w:p>
        </w:tc>
      </w:tr>
      <w:tr w:rsidR="00AB1776" w:rsidRPr="00AB177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776" w:rsidRPr="00AB1776" w:rsidRDefault="00AB1776" w:rsidP="00AB177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11.704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76" w:rsidRPr="00AB1776" w:rsidRDefault="00AB1776" w:rsidP="00AB177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B1776">
              <w:rPr>
                <w:b/>
                <w:color w:val="000000"/>
                <w:sz w:val="18"/>
                <w:szCs w:val="18"/>
                <w:lang w:val="bg-BG" w:eastAsia="bg-BG"/>
              </w:rPr>
              <w:t>198.98</w:t>
            </w:r>
          </w:p>
        </w:tc>
      </w:tr>
    </w:tbl>
    <w:p w:rsidR="00E1171F" w:rsidRDefault="00E1171F" w:rsidP="00155C51">
      <w:pPr>
        <w:ind w:firstLine="720"/>
        <w:jc w:val="both"/>
        <w:rPr>
          <w:lang w:val="bg-BG"/>
        </w:rPr>
      </w:pPr>
    </w:p>
    <w:p w:rsidR="00155C51" w:rsidRDefault="009A62F1" w:rsidP="00155C51">
      <w:pPr>
        <w:ind w:firstLine="720"/>
        <w:jc w:val="both"/>
        <w:rPr>
          <w:lang w:val="bg-BG"/>
        </w:rPr>
      </w:pPr>
      <w:r>
        <w:rPr>
          <w:lang w:val="bg-BG"/>
        </w:rPr>
        <w:t>1</w:t>
      </w:r>
      <w:r w:rsidR="00155C51">
        <w:rPr>
          <w:lang w:val="bg-BG"/>
        </w:rPr>
        <w:t>1</w:t>
      </w:r>
      <w:r w:rsidR="00155C51"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</w:t>
      </w:r>
      <w:r w:rsidR="008C2B1C">
        <w:rPr>
          <w:lang w:val="bg-BG"/>
        </w:rPr>
        <w:t>изготвеното служебно разпределение</w:t>
      </w:r>
      <w:r w:rsidR="00155C51" w:rsidRPr="007329DD">
        <w:rPr>
          <w:lang w:val="bg-BG"/>
        </w:rPr>
        <w:t xml:space="preserve"> за орна земя за стопанската </w:t>
      </w:r>
      <w:r w:rsidR="00155C51">
        <w:rPr>
          <w:lang w:val="bg-BG"/>
        </w:rPr>
        <w:t>2023-2024 година за зем</w:t>
      </w:r>
      <w:r w:rsidR="008E4E6E">
        <w:rPr>
          <w:lang w:val="bg-BG"/>
        </w:rPr>
        <w:t>лището с. Дреатин, ЕКАТТЕ 23</w:t>
      </w:r>
      <w:r w:rsidR="008E4E6E">
        <w:t>635</w:t>
      </w:r>
      <w:r w:rsidR="00155C51" w:rsidRPr="007329DD">
        <w:rPr>
          <w:lang w:val="bg-BG"/>
        </w:rPr>
        <w:t>, общ. Драгоман, одобрено със заповед № ПО-09-</w:t>
      </w:r>
      <w:r w:rsidR="00991DE6">
        <w:rPr>
          <w:lang w:val="bg-BG"/>
        </w:rPr>
        <w:t>3366-</w:t>
      </w:r>
      <w:r w:rsidR="00991DE6">
        <w:t>3</w:t>
      </w:r>
      <w:r w:rsidR="00155C51" w:rsidRPr="007329DD">
        <w:rPr>
          <w:lang w:val="bg-BG"/>
        </w:rPr>
        <w:t>/</w:t>
      </w:r>
      <w:r w:rsidR="00991DE6">
        <w:t>26</w:t>
      </w:r>
      <w:r w:rsidR="00155C51">
        <w:t>.0</w:t>
      </w:r>
      <w:r w:rsidR="00155C51">
        <w:rPr>
          <w:lang w:val="bg-BG"/>
        </w:rPr>
        <w:t>9</w:t>
      </w:r>
      <w:r w:rsidR="00155C51">
        <w:t>.202</w:t>
      </w:r>
      <w:r w:rsidR="00155C51">
        <w:rPr>
          <w:lang w:val="bg-BG"/>
        </w:rPr>
        <w:t>3</w:t>
      </w:r>
      <w:r w:rsidR="00155C51"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BB14F0" w:rsidRDefault="00BB14F0" w:rsidP="00155C51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203"/>
        <w:gridCol w:w="934"/>
        <w:gridCol w:w="789"/>
        <w:gridCol w:w="2179"/>
        <w:gridCol w:w="1215"/>
        <w:gridCol w:w="838"/>
      </w:tblGrid>
      <w:tr w:rsidR="009A62F1" w:rsidRPr="009A62F1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="00E1171F" w:rsidRPr="00E1171F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9A62F1" w:rsidRPr="009A62F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F1" w:rsidRPr="009A62F1" w:rsidRDefault="009A62F1" w:rsidP="009A62F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МАРИЯНА МИХАЙЛОВА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F1" w:rsidRPr="009A62F1" w:rsidRDefault="009A62F1" w:rsidP="009A62F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62ABA">
              <w:rPr>
                <w:color w:val="000000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9.26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0.259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3.37</w:t>
            </w:r>
          </w:p>
        </w:tc>
      </w:tr>
      <w:tr w:rsidR="009A62F1" w:rsidRPr="009A62F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F1" w:rsidRPr="009A62F1" w:rsidRDefault="009A62F1" w:rsidP="009A62F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МАРИЯНА МИХАЙЛОВА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F1" w:rsidRPr="009A62F1" w:rsidRDefault="009A62F1" w:rsidP="009A62F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62ABA">
              <w:rPr>
                <w:color w:val="000000"/>
                <w:sz w:val="18"/>
                <w:szCs w:val="18"/>
                <w:lang w:val="bg-BG" w:eastAsia="bg-BG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10.26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color w:val="000000"/>
                <w:sz w:val="18"/>
                <w:szCs w:val="18"/>
                <w:lang w:val="bg-BG" w:eastAsia="bg-BG"/>
              </w:rPr>
              <w:t>8.32</w:t>
            </w:r>
          </w:p>
        </w:tc>
      </w:tr>
      <w:tr w:rsidR="009A62F1" w:rsidRPr="009A62F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F1" w:rsidRPr="009A62F1" w:rsidRDefault="009A62F1" w:rsidP="009A62F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F1" w:rsidRPr="009A62F1" w:rsidRDefault="009A62F1" w:rsidP="009A62F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F1" w:rsidRPr="009A62F1" w:rsidRDefault="009A62F1" w:rsidP="009A62F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62F1">
              <w:rPr>
                <w:b/>
                <w:color w:val="000000"/>
                <w:sz w:val="18"/>
                <w:szCs w:val="18"/>
                <w:lang w:val="bg-BG" w:eastAsia="bg-BG"/>
              </w:rPr>
              <w:t>11.69</w:t>
            </w:r>
          </w:p>
        </w:tc>
      </w:tr>
    </w:tbl>
    <w:p w:rsidR="00BB14F0" w:rsidRDefault="00BB14F0" w:rsidP="00E1171F">
      <w:pPr>
        <w:ind w:firstLine="720"/>
        <w:jc w:val="both"/>
        <w:rPr>
          <w:lang w:val="bg-BG"/>
        </w:rPr>
      </w:pPr>
    </w:p>
    <w:p w:rsidR="00E1171F" w:rsidRDefault="00E1171F" w:rsidP="00E1171F">
      <w:pPr>
        <w:ind w:firstLine="720"/>
        <w:jc w:val="both"/>
        <w:rPr>
          <w:lang w:val="bg-BG"/>
        </w:rPr>
      </w:pPr>
      <w:r>
        <w:rPr>
          <w:lang w:val="bg-BG"/>
        </w:rPr>
        <w:t>12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</w:t>
      </w:r>
      <w:r w:rsidR="00303C90">
        <w:rPr>
          <w:lang w:val="bg-BG"/>
        </w:rPr>
        <w:t>с. Калотина, ЕКАТТЕ 35479</w:t>
      </w:r>
      <w:r>
        <w:rPr>
          <w:lang w:val="bg-BG"/>
        </w:rPr>
        <w:t xml:space="preserve"> </w:t>
      </w:r>
      <w:r w:rsidRPr="007329DD">
        <w:rPr>
          <w:lang w:val="bg-BG"/>
        </w:rPr>
        <w:t>, общ. Драгоман, одобрено със заповед № ПО-09-</w:t>
      </w:r>
      <w:r w:rsidR="00A102EC">
        <w:rPr>
          <w:lang w:val="bg-BG"/>
        </w:rPr>
        <w:t>336</w:t>
      </w:r>
      <w:r w:rsidR="00A102EC">
        <w:t>7</w:t>
      </w:r>
      <w:r w:rsidR="00A102EC">
        <w:rPr>
          <w:lang w:val="bg-BG"/>
        </w:rPr>
        <w:t>-</w:t>
      </w:r>
      <w:r w:rsidR="00A102EC">
        <w:t>3</w:t>
      </w:r>
      <w:r w:rsidRPr="007329DD">
        <w:rPr>
          <w:lang w:val="bg-BG"/>
        </w:rPr>
        <w:t>/</w:t>
      </w:r>
      <w:r w:rsidR="00F71046">
        <w:t>26</w:t>
      </w:r>
      <w:r>
        <w:t>.0</w:t>
      </w:r>
      <w:r>
        <w:rPr>
          <w:lang w:val="bg-BG"/>
        </w:rPr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BB14F0" w:rsidRDefault="00BB14F0" w:rsidP="00E1171F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330"/>
        <w:gridCol w:w="917"/>
        <w:gridCol w:w="796"/>
        <w:gridCol w:w="2095"/>
        <w:gridCol w:w="1188"/>
        <w:gridCol w:w="832"/>
      </w:tblGrid>
      <w:tr w:rsidR="0074727E" w:rsidRPr="0074727E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1E5B80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2.58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15.76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4.86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3.82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6.80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8.84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6.81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54.06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6-4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6.111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2.14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7.79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34.17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7.84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6.58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23.19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24.94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22.59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15.33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8.76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5.36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2.64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14.52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3.67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14.54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4.59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14.55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5.25</w:t>
            </w:r>
          </w:p>
        </w:tc>
      </w:tr>
      <w:tr w:rsidR="004F7B8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B8C" w:rsidRPr="0074727E" w:rsidRDefault="004F7B8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7B8C" w:rsidRPr="001E5B80" w:rsidRDefault="004F7B8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14.59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B8C" w:rsidRPr="0074727E" w:rsidRDefault="004F7B8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11.10</w:t>
            </w:r>
          </w:p>
        </w:tc>
      </w:tr>
      <w:tr w:rsidR="0074727E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15.308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260.23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ИЛИЯ ВАСИЛЕВ ПОПОВ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3.62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ИЛИЯ ВАСИЛЕВ ПОПОВ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6.36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ИЛИЯ ВАСИЛЕВ ПОПОВ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9.27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2.96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ИЛИЯ ВАСИЛЕВ ПОПОВ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19.19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8.16</w:t>
            </w:r>
          </w:p>
        </w:tc>
      </w:tr>
      <w:tr w:rsidR="0074727E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1.241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21.10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ДЕСИСЛАВА ВАСИЛЕВА НИКОЛОВА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1.84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ДЕСИСЛАВА ВАСИЛЕВА НИКОЛОВА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8.96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ДЕСИСЛАВА ВАСИЛЕВА НИКОЛОВА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2.21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ДЕСИСЛАВА ВАСИЛЕВА НИКОЛОВА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13.27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12.56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ДЕСИСЛАВА ВАСИЛЕВА НИКОЛОВА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13.28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10.23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ДЕСИСЛАВА ВАСИЛЕВА НИКОЛОВА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13.29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12.77</w:t>
            </w:r>
          </w:p>
        </w:tc>
      </w:tr>
      <w:tr w:rsidR="0074727E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2.857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48.57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112.63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8.38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112.64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7.11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112.66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8.98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112.66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19.80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112.165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12.85</w:t>
            </w:r>
          </w:p>
        </w:tc>
      </w:tr>
      <w:tr w:rsidR="004E75C1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5C1" w:rsidRPr="0074727E" w:rsidRDefault="004E75C1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75C1" w:rsidRPr="001E5B80" w:rsidRDefault="004E75C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112.165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C1" w:rsidRPr="0074727E" w:rsidRDefault="004E75C1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13.86</w:t>
            </w:r>
          </w:p>
        </w:tc>
      </w:tr>
      <w:tr w:rsidR="0074727E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4.175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70.98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1.96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6.111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2.99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10.26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11.00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1.99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3.79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14.59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2.04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14.59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4.37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16.72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3.11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16.98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1.77</w:t>
            </w:r>
          </w:p>
        </w:tc>
      </w:tr>
      <w:tr w:rsidR="00C960CB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0CB" w:rsidRPr="0074727E" w:rsidRDefault="00C960CB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ЗОЯ МЕТОДИЕВА СЛАВЕЙКОВА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0CB" w:rsidRPr="001E5B80" w:rsidRDefault="00C960C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19.18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0CB" w:rsidRPr="0074727E" w:rsidRDefault="00C960CB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4.23</w:t>
            </w:r>
          </w:p>
        </w:tc>
      </w:tr>
      <w:tr w:rsidR="0074727E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2.191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37.25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3.79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6.88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5.15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1.75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4-4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2.11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5.15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5.24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12.12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5-5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5.79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3.32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6.87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10.03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3.89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9.27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10.15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9.73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2.62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10.25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7.70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2.21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14.59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16.56</w:t>
            </w:r>
          </w:p>
        </w:tc>
      </w:tr>
      <w:tr w:rsidR="006706CC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6CC" w:rsidRPr="0074727E" w:rsidRDefault="006706CC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РОСЕН МЕТОДИЕВ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6CC" w:rsidRPr="001E5B80" w:rsidRDefault="006706C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111.102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6CC" w:rsidRPr="0074727E" w:rsidRDefault="006706CC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4.16</w:t>
            </w:r>
          </w:p>
        </w:tc>
      </w:tr>
      <w:tr w:rsidR="0074727E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6.453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109.70</w:t>
            </w:r>
          </w:p>
        </w:tc>
      </w:tr>
      <w:tr w:rsidR="000746ED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ED" w:rsidRPr="0074727E" w:rsidRDefault="000746ED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ГЕОРГИ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6ED" w:rsidRPr="001E5B80" w:rsidRDefault="000746E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9.38</w:t>
            </w:r>
          </w:p>
        </w:tc>
      </w:tr>
      <w:tr w:rsidR="000746ED" w:rsidRPr="0074727E" w:rsidTr="003071C7">
        <w:trPr>
          <w:trHeight w:val="2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ED" w:rsidRPr="0074727E" w:rsidRDefault="000746ED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ГЕОРГИ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6ED" w:rsidRPr="001E5B80" w:rsidRDefault="000746E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2.46</w:t>
            </w:r>
          </w:p>
        </w:tc>
      </w:tr>
      <w:tr w:rsidR="000746ED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6ED" w:rsidRPr="0074727E" w:rsidRDefault="000746ED" w:rsidP="0074727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ГЕОРГИ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6ED" w:rsidRPr="001E5B80" w:rsidRDefault="000746E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E5B80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11.40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0.424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6ED" w:rsidRPr="0074727E" w:rsidRDefault="000746ED" w:rsidP="0074727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color w:val="000000"/>
                <w:sz w:val="18"/>
                <w:szCs w:val="18"/>
                <w:lang w:val="bg-BG" w:eastAsia="bg-BG"/>
              </w:rPr>
              <w:t>7.21</w:t>
            </w:r>
          </w:p>
        </w:tc>
      </w:tr>
      <w:tr w:rsidR="0074727E" w:rsidRPr="0074727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27E" w:rsidRPr="0074727E" w:rsidRDefault="0074727E" w:rsidP="0074727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1.121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7E" w:rsidRPr="0074727E" w:rsidRDefault="0074727E" w:rsidP="0074727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4727E">
              <w:rPr>
                <w:b/>
                <w:color w:val="000000"/>
                <w:sz w:val="18"/>
                <w:szCs w:val="18"/>
                <w:lang w:val="bg-BG" w:eastAsia="bg-BG"/>
              </w:rPr>
              <w:t>19.05</w:t>
            </w:r>
          </w:p>
        </w:tc>
      </w:tr>
    </w:tbl>
    <w:p w:rsidR="000746ED" w:rsidRDefault="000746ED" w:rsidP="000746ED">
      <w:pPr>
        <w:ind w:firstLine="720"/>
        <w:jc w:val="both"/>
        <w:rPr>
          <w:lang w:val="bg-BG"/>
        </w:rPr>
      </w:pPr>
    </w:p>
    <w:p w:rsidR="000746ED" w:rsidRDefault="000746ED" w:rsidP="000746ED">
      <w:pPr>
        <w:ind w:firstLine="720"/>
        <w:jc w:val="both"/>
        <w:rPr>
          <w:lang w:val="bg-BG"/>
        </w:rPr>
      </w:pPr>
      <w:r>
        <w:rPr>
          <w:lang w:val="bg-BG"/>
        </w:rPr>
        <w:t>13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Камбелевци, ЕКАТТЕ </w:t>
      </w:r>
      <w:r w:rsidR="00936731">
        <w:rPr>
          <w:lang w:val="bg-BG"/>
        </w:rPr>
        <w:t>35630</w:t>
      </w:r>
      <w:r w:rsidRPr="007329DD">
        <w:rPr>
          <w:lang w:val="bg-BG"/>
        </w:rPr>
        <w:t>, общ. Драгоман, одобрено със заповед № ПО-09-</w:t>
      </w:r>
      <w:r w:rsidR="00936731">
        <w:rPr>
          <w:lang w:val="bg-BG"/>
        </w:rPr>
        <w:t>3368</w:t>
      </w:r>
      <w:r w:rsidR="00CD7100">
        <w:rPr>
          <w:lang w:val="bg-BG"/>
        </w:rPr>
        <w:t>-</w:t>
      </w:r>
      <w:r w:rsidR="00CD7100">
        <w:t>3</w:t>
      </w:r>
      <w:r w:rsidRPr="007329DD">
        <w:rPr>
          <w:lang w:val="bg-BG"/>
        </w:rPr>
        <w:t>/</w:t>
      </w:r>
      <w:r w:rsidR="00CD7100">
        <w:t>26</w:t>
      </w:r>
      <w:r>
        <w:t>.0</w:t>
      </w:r>
      <w:r>
        <w:rPr>
          <w:lang w:val="bg-BG"/>
        </w:rPr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0746ED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060"/>
        <w:gridCol w:w="944"/>
        <w:gridCol w:w="800"/>
        <w:gridCol w:w="2259"/>
        <w:gridCol w:w="1241"/>
        <w:gridCol w:w="854"/>
      </w:tblGrid>
      <w:tr w:rsidR="00936731" w:rsidRPr="00936731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="000C18B6" w:rsidRPr="00E36E14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3.77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20.88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1.790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23.27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4.93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26.66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2.87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4.26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3.09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3.34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14.61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5.85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11.19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11.56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2.83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10.26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1.692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11.39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5.92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1.789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23.26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16.42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3.81</w:t>
            </w:r>
          </w:p>
        </w:tc>
      </w:tr>
      <w:tr w:rsidR="00936731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15.735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204.56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5.73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3.18</w:t>
            </w:r>
          </w:p>
        </w:tc>
      </w:tr>
      <w:tr w:rsidR="00936731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0.686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8.91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11.19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2.13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5.16</w:t>
            </w:r>
          </w:p>
        </w:tc>
      </w:tr>
      <w:tr w:rsidR="00E36E14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E14" w:rsidRPr="00936731" w:rsidRDefault="00E36E14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6E14" w:rsidRPr="00E36E14" w:rsidRDefault="00E36E1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36E14">
              <w:rPr>
                <w:sz w:val="18"/>
                <w:szCs w:val="18"/>
              </w:rPr>
              <w:t>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E14" w:rsidRPr="00936731" w:rsidRDefault="00E36E14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7.88</w:t>
            </w:r>
          </w:p>
        </w:tc>
      </w:tr>
      <w:tr w:rsidR="00936731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1.167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15.17</w:t>
            </w:r>
          </w:p>
        </w:tc>
      </w:tr>
      <w:tr w:rsidR="00936731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E36E14" w:rsidRPr="00E36E14">
              <w:rPr>
                <w:sz w:val="18"/>
                <w:szCs w:val="18"/>
              </w:rPr>
              <w:t>13-2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color w:val="000000"/>
                <w:sz w:val="18"/>
                <w:szCs w:val="18"/>
                <w:lang w:val="bg-BG" w:eastAsia="bg-BG"/>
              </w:rPr>
              <w:t>5.84</w:t>
            </w:r>
          </w:p>
        </w:tc>
      </w:tr>
      <w:tr w:rsidR="00936731" w:rsidRPr="0093673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731" w:rsidRPr="00936731" w:rsidRDefault="00936731" w:rsidP="0093673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731" w:rsidRPr="00936731" w:rsidRDefault="00936731" w:rsidP="0093673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6731">
              <w:rPr>
                <w:b/>
                <w:color w:val="000000"/>
                <w:sz w:val="18"/>
                <w:szCs w:val="18"/>
                <w:lang w:val="bg-BG" w:eastAsia="bg-BG"/>
              </w:rPr>
              <w:t>5.84</w:t>
            </w:r>
          </w:p>
        </w:tc>
      </w:tr>
    </w:tbl>
    <w:p w:rsidR="0021770B" w:rsidRDefault="0021770B" w:rsidP="00CD5EEC">
      <w:pPr>
        <w:ind w:firstLine="720"/>
        <w:jc w:val="both"/>
        <w:rPr>
          <w:lang w:val="bg-BG"/>
        </w:rPr>
      </w:pPr>
    </w:p>
    <w:p w:rsidR="00F338DC" w:rsidRDefault="0086040D" w:rsidP="00CD5EEC">
      <w:pPr>
        <w:ind w:firstLine="720"/>
        <w:jc w:val="both"/>
        <w:rPr>
          <w:lang w:val="bg-BG"/>
        </w:rPr>
      </w:pPr>
      <w:r>
        <w:rPr>
          <w:lang w:val="bg-BG"/>
        </w:rPr>
        <w:t>14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</w:t>
      </w:r>
      <w:r w:rsidR="007C656E">
        <w:rPr>
          <w:lang w:val="bg-BG"/>
        </w:rPr>
        <w:t>емлището с. Круша, ЕКАТТЕ 40070</w:t>
      </w:r>
      <w:r w:rsidRPr="007329DD">
        <w:rPr>
          <w:lang w:val="bg-BG"/>
        </w:rPr>
        <w:t>, общ. Драгоман, одобрено със заповед № ПО-09-</w:t>
      </w:r>
      <w:r w:rsidR="0029549C">
        <w:rPr>
          <w:lang w:val="bg-BG"/>
        </w:rPr>
        <w:t>3369</w:t>
      </w:r>
      <w:r w:rsidR="007C656E">
        <w:rPr>
          <w:lang w:val="bg-BG"/>
        </w:rPr>
        <w:t>-</w:t>
      </w:r>
      <w:r w:rsidR="007C656E">
        <w:t>3</w:t>
      </w:r>
      <w:r w:rsidRPr="007329DD">
        <w:rPr>
          <w:lang w:val="bg-BG"/>
        </w:rPr>
        <w:t>/</w:t>
      </w:r>
      <w:r w:rsidR="00397D1A">
        <w:t>26</w:t>
      </w:r>
      <w:r>
        <w:t>.0</w:t>
      </w:r>
      <w:r w:rsidR="00397D1A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CD5EEC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2883"/>
        <w:gridCol w:w="952"/>
        <w:gridCol w:w="807"/>
        <w:gridCol w:w="2313"/>
        <w:gridCol w:w="1258"/>
        <w:gridCol w:w="861"/>
      </w:tblGrid>
      <w:tr w:rsidR="0029549C" w:rsidRPr="0029549C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28.18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14.75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28.18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2.302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36.83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28.51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6.27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29.45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14.50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29.63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3.28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7.52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31.33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17.23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31.54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3.94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31.62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7.74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31.62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22.26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31.62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24.37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31.105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28.50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31.117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9.22</w:t>
            </w:r>
          </w:p>
        </w:tc>
      </w:tr>
      <w:tr w:rsidR="0029549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12.275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196.41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7.28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13.04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21.19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28.18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14-2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22.25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2.88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14-3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22.25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3.09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11.33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11.22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25.16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2.30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25.19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2.58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1.68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27.420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7.90</w:t>
            </w:r>
          </w:p>
        </w:tc>
      </w:tr>
      <w:tr w:rsidR="00930EB1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EB1" w:rsidRPr="0029549C" w:rsidRDefault="00930EB1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EB1" w:rsidRPr="008C31DC" w:rsidRDefault="00930EB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59.95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B1" w:rsidRPr="0029549C" w:rsidRDefault="00930EB1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1.84</w:t>
            </w:r>
          </w:p>
        </w:tc>
      </w:tr>
      <w:tr w:rsidR="0029549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5.832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93.32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СЛАВЧО ВЛАДОВ МИТОВ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12-4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7.49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3.22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СЛАВЧО ВЛАДОВ МИТОВ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12-3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6.19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СЛАВЧО ВЛАДОВ МИТОВ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12-4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11.81</w:t>
            </w:r>
          </w:p>
        </w:tc>
      </w:tr>
      <w:tr w:rsidR="0029549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1.326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21.22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20.18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4.58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20.31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7.46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20.180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10.56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ЯНКА ИВАНОВА НИКИФОРОВА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21-2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5.39</w:t>
            </w:r>
          </w:p>
        </w:tc>
      </w:tr>
      <w:tr w:rsidR="0029549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1.749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27.99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7-3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7.49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8.72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7-3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8.75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12-2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4.02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21.20</w:t>
            </w:r>
          </w:p>
        </w:tc>
      </w:tr>
      <w:tr w:rsidR="008C31D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1DC" w:rsidRPr="0029549C" w:rsidRDefault="008C31DC" w:rsidP="0029549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1DC" w:rsidRPr="008C31DC" w:rsidRDefault="008C31D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8C31DC">
              <w:rPr>
                <w:sz w:val="18"/>
                <w:szCs w:val="18"/>
              </w:rPr>
              <w:t>12-2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1.491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1DC" w:rsidRPr="0029549C" w:rsidRDefault="008C31DC" w:rsidP="0029549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color w:val="000000"/>
                <w:sz w:val="18"/>
                <w:szCs w:val="18"/>
                <w:lang w:val="bg-BG" w:eastAsia="bg-BG"/>
              </w:rPr>
              <w:t>23.86</w:t>
            </w:r>
          </w:p>
        </w:tc>
      </w:tr>
      <w:tr w:rsidR="0029549C" w:rsidRPr="0029549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49C" w:rsidRPr="0029549C" w:rsidRDefault="0029549C" w:rsidP="0029549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4.159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49C" w:rsidRPr="0029549C" w:rsidRDefault="0029549C" w:rsidP="0029549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29549C">
              <w:rPr>
                <w:b/>
                <w:color w:val="000000"/>
                <w:sz w:val="18"/>
                <w:szCs w:val="18"/>
                <w:lang w:val="bg-BG" w:eastAsia="bg-BG"/>
              </w:rPr>
              <w:t>66.55</w:t>
            </w:r>
          </w:p>
        </w:tc>
      </w:tr>
    </w:tbl>
    <w:p w:rsidR="0021770B" w:rsidRDefault="0021770B" w:rsidP="008C31DC">
      <w:pPr>
        <w:ind w:firstLine="720"/>
        <w:jc w:val="both"/>
        <w:rPr>
          <w:lang w:val="bg-BG"/>
        </w:rPr>
      </w:pPr>
    </w:p>
    <w:p w:rsidR="008C31DC" w:rsidRDefault="008C31DC" w:rsidP="008C31DC">
      <w:pPr>
        <w:ind w:firstLine="720"/>
        <w:jc w:val="both"/>
        <w:rPr>
          <w:lang w:val="bg-BG"/>
        </w:rPr>
      </w:pPr>
      <w:r>
        <w:rPr>
          <w:lang w:val="bg-BG"/>
        </w:rPr>
        <w:t>15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Летница, ЕКАТТЕ </w:t>
      </w:r>
      <w:r w:rsidR="0095762F">
        <w:rPr>
          <w:lang w:val="bg-BG"/>
        </w:rPr>
        <w:t>43484</w:t>
      </w:r>
      <w:r w:rsidRPr="007329DD">
        <w:rPr>
          <w:lang w:val="bg-BG"/>
        </w:rPr>
        <w:t>, общ. Драгоман, одобрено със заповед № ПО-09-</w:t>
      </w:r>
      <w:r w:rsidR="0095762F">
        <w:rPr>
          <w:lang w:val="bg-BG"/>
        </w:rPr>
        <w:t>3370</w:t>
      </w:r>
      <w:r w:rsidR="00A57C84">
        <w:rPr>
          <w:lang w:val="bg-BG"/>
        </w:rPr>
        <w:t>-</w:t>
      </w:r>
      <w:r w:rsidR="00A57C84">
        <w:t>3</w:t>
      </w:r>
      <w:r w:rsidRPr="007329DD">
        <w:rPr>
          <w:lang w:val="bg-BG"/>
        </w:rPr>
        <w:t>/</w:t>
      </w:r>
      <w:r w:rsidR="00A57C84">
        <w:t>26</w:t>
      </w:r>
      <w:r>
        <w:t>.0</w:t>
      </w:r>
      <w:r w:rsidR="00A57C84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8C31DC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031"/>
        <w:gridCol w:w="947"/>
        <w:gridCol w:w="803"/>
        <w:gridCol w:w="2276"/>
        <w:gridCol w:w="1246"/>
        <w:gridCol w:w="855"/>
      </w:tblGrid>
      <w:tr w:rsidR="0095762F" w:rsidRPr="0095762F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="002D29CB"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Масив №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95762F" w:rsidRPr="0095762F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2F" w:rsidRPr="0095762F" w:rsidRDefault="0095762F" w:rsidP="0095762F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КИРИЛ ПЕТРОВ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2F" w:rsidRPr="0095762F" w:rsidRDefault="0095762F" w:rsidP="0095762F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84D80" w:rsidRPr="00B84D80">
              <w:rPr>
                <w:sz w:val="18"/>
                <w:szCs w:val="18"/>
              </w:rPr>
              <w:t>10-3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10.698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0.606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7.88</w:t>
            </w:r>
          </w:p>
        </w:tc>
      </w:tr>
      <w:tr w:rsidR="0095762F" w:rsidRPr="0095762F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2F" w:rsidRPr="0095762F" w:rsidRDefault="0095762F" w:rsidP="0095762F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2F" w:rsidRPr="0095762F" w:rsidRDefault="0095762F" w:rsidP="0095762F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0.606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7.88</w:t>
            </w:r>
          </w:p>
        </w:tc>
      </w:tr>
      <w:tr w:rsidR="0095762F" w:rsidRPr="0095762F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2F" w:rsidRPr="0095762F" w:rsidRDefault="0095762F" w:rsidP="0095762F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2F" w:rsidRPr="0095762F" w:rsidRDefault="0095762F" w:rsidP="0095762F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84D80" w:rsidRPr="00B84D80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10.698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color w:val="000000"/>
                <w:sz w:val="18"/>
                <w:szCs w:val="18"/>
                <w:lang w:val="bg-BG" w:eastAsia="bg-BG"/>
              </w:rPr>
              <w:t>10.09</w:t>
            </w:r>
          </w:p>
        </w:tc>
      </w:tr>
      <w:tr w:rsidR="0095762F" w:rsidRPr="0095762F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2F" w:rsidRPr="0095762F" w:rsidRDefault="0095762F" w:rsidP="0095762F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62F" w:rsidRPr="0095762F" w:rsidRDefault="0095762F" w:rsidP="0095762F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62F" w:rsidRPr="0095762F" w:rsidRDefault="0095762F" w:rsidP="0095762F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5762F">
              <w:rPr>
                <w:b/>
                <w:color w:val="000000"/>
                <w:sz w:val="18"/>
                <w:szCs w:val="18"/>
                <w:lang w:val="bg-BG" w:eastAsia="bg-BG"/>
              </w:rPr>
              <w:t>10.09</w:t>
            </w:r>
          </w:p>
        </w:tc>
      </w:tr>
    </w:tbl>
    <w:p w:rsidR="0021770B" w:rsidRDefault="0021770B" w:rsidP="00B84D80">
      <w:pPr>
        <w:ind w:firstLine="720"/>
        <w:jc w:val="both"/>
        <w:rPr>
          <w:lang w:val="bg-BG"/>
        </w:rPr>
      </w:pPr>
    </w:p>
    <w:p w:rsidR="00B84D80" w:rsidRDefault="00B84D80" w:rsidP="00B84D80">
      <w:pPr>
        <w:ind w:firstLine="720"/>
        <w:jc w:val="both"/>
        <w:rPr>
          <w:lang w:val="bg-BG"/>
        </w:rPr>
      </w:pPr>
      <w:r>
        <w:rPr>
          <w:lang w:val="bg-BG"/>
        </w:rPr>
        <w:lastRenderedPageBreak/>
        <w:t>16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</w:t>
      </w:r>
      <w:r w:rsidR="001A0151">
        <w:rPr>
          <w:lang w:val="bg-BG"/>
        </w:rPr>
        <w:t>лището с. Липинци, ЕКАТТЕ 43757</w:t>
      </w:r>
      <w:r w:rsidRPr="007329DD">
        <w:rPr>
          <w:lang w:val="bg-BG"/>
        </w:rPr>
        <w:t>, общ. Драгоман, одобрено със заповед № ПО-09-</w:t>
      </w:r>
      <w:r w:rsidR="001A0151">
        <w:rPr>
          <w:lang w:val="bg-BG"/>
        </w:rPr>
        <w:t>3371-</w:t>
      </w:r>
      <w:r w:rsidR="001A0151">
        <w:t>3</w:t>
      </w:r>
      <w:r w:rsidRPr="007329DD">
        <w:rPr>
          <w:lang w:val="bg-BG"/>
        </w:rPr>
        <w:t>/</w:t>
      </w:r>
      <w:r w:rsidR="001A0151">
        <w:t>26</w:t>
      </w:r>
      <w:r>
        <w:t>.0</w:t>
      </w:r>
      <w:r w:rsidR="001A0151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B84D80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173"/>
        <w:gridCol w:w="935"/>
        <w:gridCol w:w="791"/>
        <w:gridCol w:w="2194"/>
        <w:gridCol w:w="1220"/>
        <w:gridCol w:w="845"/>
      </w:tblGrid>
      <w:tr w:rsidR="00B84D80" w:rsidRPr="00B84D80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Pr="00D35975"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Масив №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10.93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12.87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18.78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9.28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11.46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11.29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5.07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2.35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3.10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5.52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13.77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8.42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5.70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5.16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8.36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6.41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6.27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3.42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9.37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2.99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9.37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2.023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34.39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10.051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170.87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19.98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3.14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5.24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3.45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4.79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4.67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3.96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D80" w:rsidRPr="00D35975" w:rsidRDefault="00B84D8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35975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8.40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0.517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color w:val="000000"/>
                <w:sz w:val="18"/>
                <w:szCs w:val="18"/>
                <w:lang w:val="bg-BG" w:eastAsia="bg-BG"/>
              </w:rPr>
              <w:t>8.79</w:t>
            </w:r>
          </w:p>
        </w:tc>
      </w:tr>
      <w:tr w:rsidR="00B84D80" w:rsidRPr="00B84D80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D80" w:rsidRPr="00B84D80" w:rsidRDefault="00B84D80" w:rsidP="00B84D80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2.903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D80" w:rsidRPr="00B84D80" w:rsidRDefault="00B84D80" w:rsidP="00B84D80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B84D80">
              <w:rPr>
                <w:b/>
                <w:color w:val="000000"/>
                <w:sz w:val="18"/>
                <w:szCs w:val="18"/>
                <w:lang w:val="bg-BG" w:eastAsia="bg-BG"/>
              </w:rPr>
              <w:t>49.35</w:t>
            </w:r>
          </w:p>
        </w:tc>
      </w:tr>
    </w:tbl>
    <w:p w:rsidR="0021770B" w:rsidRDefault="0021770B" w:rsidP="00D35975">
      <w:pPr>
        <w:ind w:firstLine="720"/>
        <w:jc w:val="both"/>
        <w:rPr>
          <w:lang w:val="bg-BG"/>
        </w:rPr>
      </w:pPr>
    </w:p>
    <w:p w:rsidR="00D35975" w:rsidRDefault="00D35975" w:rsidP="00D35975">
      <w:pPr>
        <w:ind w:firstLine="720"/>
        <w:jc w:val="both"/>
        <w:rPr>
          <w:lang w:val="bg-BG"/>
        </w:rPr>
      </w:pPr>
      <w:r>
        <w:rPr>
          <w:lang w:val="bg-BG"/>
        </w:rPr>
        <w:t>17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Начево, ЕКАТТЕ </w:t>
      </w:r>
      <w:r w:rsidR="00490BB1">
        <w:rPr>
          <w:lang w:val="bg-BG"/>
        </w:rPr>
        <w:t>51189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</w:t>
      </w:r>
      <w:r w:rsidR="00490BB1">
        <w:rPr>
          <w:lang w:val="bg-BG"/>
        </w:rPr>
        <w:t>73</w:t>
      </w:r>
      <w:r w:rsidR="00625209">
        <w:rPr>
          <w:lang w:val="bg-BG"/>
        </w:rPr>
        <w:t>-</w:t>
      </w:r>
      <w:r w:rsidR="00625209">
        <w:t>3</w:t>
      </w:r>
      <w:r w:rsidRPr="007329DD">
        <w:rPr>
          <w:lang w:val="bg-BG"/>
        </w:rPr>
        <w:t>/</w:t>
      </w:r>
      <w:r w:rsidR="00625209">
        <w:t>26</w:t>
      </w:r>
      <w:r>
        <w:t>.0</w:t>
      </w:r>
      <w:r w:rsidR="00625209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D35975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539"/>
        <w:gridCol w:w="933"/>
        <w:gridCol w:w="762"/>
        <w:gridCol w:w="1972"/>
        <w:gridCol w:w="1149"/>
        <w:gridCol w:w="803"/>
      </w:tblGrid>
      <w:tr w:rsidR="00490BB1" w:rsidRPr="00490BB1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lastRenderedPageBreak/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82179"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Масив № </w:t>
            </w: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582179" w:rsidRPr="00490BB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179" w:rsidRPr="00490BB1" w:rsidRDefault="00582179" w:rsidP="00490BB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179" w:rsidRPr="00582179" w:rsidRDefault="0058217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582179">
              <w:rPr>
                <w:sz w:val="18"/>
                <w:szCs w:val="18"/>
              </w:rPr>
              <w:t>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19.10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2.16</w:t>
            </w:r>
          </w:p>
        </w:tc>
      </w:tr>
      <w:tr w:rsidR="00582179" w:rsidRPr="00490BB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179" w:rsidRPr="00490BB1" w:rsidRDefault="00582179" w:rsidP="00490BB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179" w:rsidRPr="00582179" w:rsidRDefault="0058217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582179">
              <w:rPr>
                <w:sz w:val="18"/>
                <w:szCs w:val="18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19.24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1.042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15.63</w:t>
            </w:r>
          </w:p>
        </w:tc>
      </w:tr>
      <w:tr w:rsidR="00582179" w:rsidRPr="00490BB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179" w:rsidRPr="00490BB1" w:rsidRDefault="00582179" w:rsidP="00490BB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179" w:rsidRPr="00582179" w:rsidRDefault="0058217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582179">
              <w:rPr>
                <w:sz w:val="18"/>
                <w:szCs w:val="18"/>
              </w:rPr>
              <w:t>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19.24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22.80</w:t>
            </w:r>
          </w:p>
        </w:tc>
      </w:tr>
      <w:tr w:rsidR="00490BB1" w:rsidRPr="00490BB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BB1" w:rsidRPr="00490BB1" w:rsidRDefault="00490BB1" w:rsidP="00490BB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BB1" w:rsidRPr="00490BB1" w:rsidRDefault="00490BB1" w:rsidP="00490BB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2.706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40.59</w:t>
            </w:r>
          </w:p>
        </w:tc>
      </w:tr>
      <w:tr w:rsidR="00582179" w:rsidRPr="00490BB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179" w:rsidRPr="00490BB1" w:rsidRDefault="00582179" w:rsidP="00490BB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ЙОВАНА ЗВЕЗДЕЛИНОВА ДИМИТРОВА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179" w:rsidRPr="00582179" w:rsidRDefault="0058217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582179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5.10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4.30</w:t>
            </w:r>
          </w:p>
        </w:tc>
      </w:tr>
      <w:tr w:rsidR="00582179" w:rsidRPr="00490BB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179" w:rsidRPr="00490BB1" w:rsidRDefault="00582179" w:rsidP="00490BB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ЙОВАНА ЗВЕЗДЕЛИНОВА ДИМИТРОВА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179" w:rsidRPr="00582179" w:rsidRDefault="0058217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582179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5.23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1.242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179" w:rsidRPr="00490BB1" w:rsidRDefault="00582179" w:rsidP="00490BB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color w:val="000000"/>
                <w:sz w:val="18"/>
                <w:szCs w:val="18"/>
                <w:lang w:val="bg-BG" w:eastAsia="bg-BG"/>
              </w:rPr>
              <w:t>18.63</w:t>
            </w:r>
          </w:p>
        </w:tc>
      </w:tr>
      <w:tr w:rsidR="00490BB1" w:rsidRPr="00490BB1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BB1" w:rsidRPr="00490BB1" w:rsidRDefault="00490BB1" w:rsidP="00490BB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BB1" w:rsidRPr="00490BB1" w:rsidRDefault="00490BB1" w:rsidP="00490BB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1.529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BB1" w:rsidRPr="00490BB1" w:rsidRDefault="00490BB1" w:rsidP="00490BB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490BB1">
              <w:rPr>
                <w:b/>
                <w:color w:val="000000"/>
                <w:sz w:val="18"/>
                <w:szCs w:val="18"/>
                <w:lang w:val="bg-BG" w:eastAsia="bg-BG"/>
              </w:rPr>
              <w:t>22.93</w:t>
            </w:r>
          </w:p>
        </w:tc>
      </w:tr>
    </w:tbl>
    <w:p w:rsidR="0021770B" w:rsidRDefault="0021770B" w:rsidP="00A4262E">
      <w:pPr>
        <w:ind w:firstLine="720"/>
        <w:jc w:val="both"/>
        <w:rPr>
          <w:lang w:val="bg-BG"/>
        </w:rPr>
      </w:pPr>
    </w:p>
    <w:p w:rsidR="00A4262E" w:rsidRDefault="00A4262E" w:rsidP="00A4262E">
      <w:pPr>
        <w:ind w:firstLine="720"/>
        <w:jc w:val="both"/>
        <w:rPr>
          <w:lang w:val="bg-BG"/>
        </w:rPr>
      </w:pPr>
      <w:r>
        <w:rPr>
          <w:lang w:val="bg-BG"/>
        </w:rPr>
        <w:t>18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землището с. Неделище, ЕКАТТЕ</w:t>
      </w:r>
      <w:r w:rsidR="00305102">
        <w:rPr>
          <w:lang w:val="bg-BG"/>
        </w:rPr>
        <w:t xml:space="preserve"> 51322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337</w:t>
      </w:r>
      <w:r w:rsidR="00305102">
        <w:rPr>
          <w:lang w:val="bg-BG"/>
        </w:rPr>
        <w:t>4</w:t>
      </w:r>
      <w:r w:rsidR="00A53A9E">
        <w:rPr>
          <w:lang w:val="bg-BG"/>
        </w:rPr>
        <w:t>-</w:t>
      </w:r>
      <w:r w:rsidR="00A53A9E">
        <w:t>3</w:t>
      </w:r>
      <w:r w:rsidRPr="007329DD">
        <w:rPr>
          <w:lang w:val="bg-BG"/>
        </w:rPr>
        <w:t>/</w:t>
      </w:r>
      <w:r w:rsidR="00A53A9E">
        <w:t>26</w:t>
      </w:r>
      <w:r>
        <w:t>.0</w:t>
      </w:r>
      <w:r w:rsidR="00A53A9E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A4262E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539"/>
        <w:gridCol w:w="901"/>
        <w:gridCol w:w="764"/>
        <w:gridCol w:w="1992"/>
        <w:gridCol w:w="1156"/>
        <w:gridCol w:w="806"/>
      </w:tblGrid>
      <w:tr w:rsidR="00305102" w:rsidRPr="00305102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0574E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16.01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7.41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5.66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7.41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0.921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11.05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4.61</w:t>
            </w:r>
          </w:p>
        </w:tc>
      </w:tr>
      <w:tr w:rsidR="00305102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102" w:rsidRPr="00305102" w:rsidRDefault="00305102" w:rsidP="0030510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102" w:rsidRPr="00305102" w:rsidRDefault="00305102" w:rsidP="0030510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3.111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37.33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7-3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7.41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3.60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7-3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7.43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12.11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16.26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15.04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17.18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3.70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18.22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4.32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18.32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8.93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18.61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13.43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18.72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22.22</w:t>
            </w:r>
          </w:p>
        </w:tc>
      </w:tr>
      <w:tr w:rsidR="00305102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102" w:rsidRPr="00305102" w:rsidRDefault="00305102" w:rsidP="0030510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102" w:rsidRPr="00305102" w:rsidRDefault="00305102" w:rsidP="0030510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6.945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83.35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35.19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21.13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ИВАН СТЕФЧОВ ЕВЛОГИЕВ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35.20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17.36</w:t>
            </w:r>
          </w:p>
        </w:tc>
      </w:tr>
      <w:tr w:rsidR="00305102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102" w:rsidRPr="00305102" w:rsidRDefault="00305102" w:rsidP="0030510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102" w:rsidRPr="00305102" w:rsidRDefault="00305102" w:rsidP="0030510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3.208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38.49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ЙОВАНА ЗВЕЗДЕЛИНОВА ДИМИТРОВА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12.76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ЙОВАНА ЗВЕЗДЕЛИНОВА ДИМИТРОВА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14.27</w:t>
            </w:r>
          </w:p>
        </w:tc>
      </w:tr>
      <w:tr w:rsidR="0070574E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74E" w:rsidRPr="00305102" w:rsidRDefault="0070574E" w:rsidP="0030510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ЙОВАНА ЗВЕЗДЕЛИНОВА ДИМИТРОВА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574E" w:rsidRPr="0070574E" w:rsidRDefault="0070574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70574E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1.017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74E" w:rsidRPr="00305102" w:rsidRDefault="0070574E" w:rsidP="0030510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color w:val="000000"/>
                <w:sz w:val="18"/>
                <w:szCs w:val="18"/>
                <w:lang w:val="bg-BG" w:eastAsia="bg-BG"/>
              </w:rPr>
              <w:t>12.20</w:t>
            </w:r>
          </w:p>
        </w:tc>
      </w:tr>
      <w:tr w:rsidR="00305102" w:rsidRPr="0030510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102" w:rsidRPr="00305102" w:rsidRDefault="00305102" w:rsidP="0030510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102" w:rsidRPr="00305102" w:rsidRDefault="00305102" w:rsidP="0030510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3.269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102" w:rsidRPr="00305102" w:rsidRDefault="00305102" w:rsidP="0030510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05102">
              <w:rPr>
                <w:b/>
                <w:color w:val="000000"/>
                <w:sz w:val="18"/>
                <w:szCs w:val="18"/>
                <w:lang w:val="bg-BG" w:eastAsia="bg-BG"/>
              </w:rPr>
              <w:t>39.23</w:t>
            </w:r>
          </w:p>
        </w:tc>
      </w:tr>
    </w:tbl>
    <w:p w:rsidR="0021770B" w:rsidRDefault="0021770B" w:rsidP="0070574E">
      <w:pPr>
        <w:ind w:firstLine="720"/>
        <w:jc w:val="both"/>
        <w:rPr>
          <w:lang w:val="bg-BG"/>
        </w:rPr>
      </w:pPr>
    </w:p>
    <w:p w:rsidR="0070574E" w:rsidRDefault="0070574E" w:rsidP="0070574E">
      <w:pPr>
        <w:ind w:firstLine="720"/>
        <w:jc w:val="both"/>
        <w:rPr>
          <w:lang w:val="bg-BG"/>
        </w:rPr>
      </w:pPr>
      <w:r>
        <w:rPr>
          <w:lang w:val="bg-BG"/>
        </w:rPr>
        <w:lastRenderedPageBreak/>
        <w:t>19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Несла, ЕКАТТЕ </w:t>
      </w:r>
      <w:r w:rsidR="007212D8">
        <w:rPr>
          <w:lang w:val="bg-BG"/>
        </w:rPr>
        <w:t>51514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337</w:t>
      </w:r>
      <w:r w:rsidR="007212D8">
        <w:rPr>
          <w:lang w:val="bg-BG"/>
        </w:rPr>
        <w:t>5</w:t>
      </w:r>
      <w:r w:rsidR="003A0299">
        <w:rPr>
          <w:lang w:val="bg-BG"/>
        </w:rPr>
        <w:t>-</w:t>
      </w:r>
      <w:r w:rsidR="003A0299">
        <w:t>3</w:t>
      </w:r>
      <w:r w:rsidRPr="007329DD">
        <w:rPr>
          <w:lang w:val="bg-BG"/>
        </w:rPr>
        <w:t>/</w:t>
      </w:r>
      <w:r w:rsidR="003A0299">
        <w:t>26</w:t>
      </w:r>
      <w:r>
        <w:t>.0</w:t>
      </w:r>
      <w:r w:rsidR="003A0299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70574E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2964"/>
        <w:gridCol w:w="952"/>
        <w:gridCol w:w="807"/>
        <w:gridCol w:w="2313"/>
        <w:gridCol w:w="1258"/>
        <w:gridCol w:w="861"/>
      </w:tblGrid>
      <w:tr w:rsidR="007212D8" w:rsidRPr="007212D8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Масив №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21.76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4.13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21.76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13.58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24.22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13.92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24.48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3.65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26.3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8.86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26.15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8.34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26.30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10.50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27.76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2.29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57-1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57.16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2.64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57-1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57.27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1.008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16.13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62.8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1.263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20.21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62.36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12.30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62.39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43.52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62.52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4.85</w:t>
            </w:r>
          </w:p>
        </w:tc>
      </w:tr>
      <w:tr w:rsidR="007212D8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10.307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164.92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14-1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14.27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8.64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39-2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3.02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39-1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39.16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15.89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45.13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1.87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45.17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3.94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45.17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4.26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45.26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6.13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29.86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48.40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2.56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48.40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7.01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48.41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13.60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39-1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48.132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5.65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49.29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5.01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49.34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6.27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49-4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49.94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2.77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69.16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5.39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70.1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7.55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71-1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3.30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ЖЕ-ЕЛ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71-1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71.33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13.87</w:t>
            </w:r>
          </w:p>
        </w:tc>
      </w:tr>
      <w:tr w:rsidR="007212D8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9.161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146.59</w:t>
            </w:r>
          </w:p>
        </w:tc>
      </w:tr>
      <w:tr w:rsidR="007212D8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ЛЮБОМИР МЕТОДИЕВ СТАВРЕВ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3561B" w:rsidRPr="0093561B">
              <w:rPr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2.48</w:t>
            </w:r>
          </w:p>
        </w:tc>
      </w:tr>
      <w:tr w:rsidR="007212D8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2.48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ЕМИЛ ДИМИТРОВ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24.14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3.81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ЕМИЛ ДИМИТРОВ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24.22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1.63</w:t>
            </w:r>
          </w:p>
        </w:tc>
      </w:tr>
      <w:tr w:rsidR="007212D8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5.44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ВЕЛИЗАР ГЕРМАНОВ ПАВЛОВ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24.22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3.26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ВЕЛИЗАР ГЕРМАНОВ ПАВЛОВ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24-3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24.48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11.42</w:t>
            </w:r>
          </w:p>
        </w:tc>
      </w:tr>
      <w:tr w:rsidR="007212D8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14.68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МИЛЕНА ИЛИЯНОВА ТОМОВА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48.27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5.39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МИЛЕНА ИЛИЯНОВА ТОМОВА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48.40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12.21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МИЛЕНА ИЛИЯНОВА ТОМОВА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48.65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2.66</w:t>
            </w:r>
          </w:p>
        </w:tc>
      </w:tr>
      <w:tr w:rsidR="0093561B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7212D8" w:rsidRDefault="0093561B" w:rsidP="007212D8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МИЛЕНА ИЛИЯНОВА ТОМОВА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561B" w:rsidRPr="0093561B" w:rsidRDefault="0093561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561B">
              <w:rPr>
                <w:sz w:val="18"/>
                <w:szCs w:val="18"/>
              </w:rPr>
              <w:t>48-1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48.132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1.524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7212D8" w:rsidRDefault="0093561B" w:rsidP="007212D8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color w:val="000000"/>
                <w:sz w:val="18"/>
                <w:szCs w:val="18"/>
                <w:lang w:val="bg-BG" w:eastAsia="bg-BG"/>
              </w:rPr>
              <w:t>24.38</w:t>
            </w:r>
          </w:p>
        </w:tc>
      </w:tr>
      <w:tr w:rsidR="007212D8" w:rsidRPr="007212D8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D8" w:rsidRPr="007212D8" w:rsidRDefault="007212D8" w:rsidP="007212D8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2.790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D8" w:rsidRPr="007212D8" w:rsidRDefault="007212D8" w:rsidP="007212D8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7212D8">
              <w:rPr>
                <w:b/>
                <w:color w:val="000000"/>
                <w:sz w:val="18"/>
                <w:szCs w:val="18"/>
                <w:lang w:val="bg-BG" w:eastAsia="bg-BG"/>
              </w:rPr>
              <w:t>44.64</w:t>
            </w:r>
          </w:p>
        </w:tc>
      </w:tr>
    </w:tbl>
    <w:p w:rsidR="0021770B" w:rsidRDefault="0021770B" w:rsidP="00610AE4">
      <w:pPr>
        <w:ind w:firstLine="720"/>
        <w:jc w:val="both"/>
        <w:rPr>
          <w:lang w:val="bg-BG"/>
        </w:rPr>
      </w:pPr>
    </w:p>
    <w:p w:rsidR="00610AE4" w:rsidRDefault="00610AE4" w:rsidP="00610AE4">
      <w:pPr>
        <w:ind w:firstLine="720"/>
        <w:jc w:val="both"/>
        <w:rPr>
          <w:lang w:val="bg-BG"/>
        </w:rPr>
      </w:pPr>
      <w:r>
        <w:rPr>
          <w:lang w:val="bg-BG"/>
        </w:rPr>
        <w:t>20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Ново Бърдо, ЕКАТТЕ </w:t>
      </w:r>
      <w:r w:rsidR="0093561B">
        <w:rPr>
          <w:lang w:val="bg-BG"/>
        </w:rPr>
        <w:t>52043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337</w:t>
      </w:r>
      <w:r w:rsidR="0093561B">
        <w:rPr>
          <w:lang w:val="bg-BG"/>
        </w:rPr>
        <w:t>6</w:t>
      </w:r>
      <w:r w:rsidR="0069355D">
        <w:rPr>
          <w:lang w:val="bg-BG"/>
        </w:rPr>
        <w:t>-</w:t>
      </w:r>
      <w:r w:rsidR="0069355D">
        <w:t>3</w:t>
      </w:r>
      <w:r w:rsidRPr="007329DD">
        <w:rPr>
          <w:lang w:val="bg-BG"/>
        </w:rPr>
        <w:t>/</w:t>
      </w:r>
      <w:r w:rsidR="0069355D">
        <w:t>26</w:t>
      </w:r>
      <w:r>
        <w:t>.0</w:t>
      </w:r>
      <w:r w:rsidR="0069355D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610AE4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127"/>
        <w:gridCol w:w="898"/>
        <w:gridCol w:w="800"/>
        <w:gridCol w:w="2246"/>
        <w:gridCol w:w="1237"/>
        <w:gridCol w:w="850"/>
      </w:tblGrid>
      <w:tr w:rsidR="0093561B" w:rsidRPr="0093561B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0725F"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Масив №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93561B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ЖОРО ПЕТРОВ АНДОНОВ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0725F" w:rsidRPr="0090725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14.214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7.72</w:t>
            </w:r>
          </w:p>
        </w:tc>
      </w:tr>
      <w:tr w:rsidR="0093561B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0.594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7.72</w:t>
            </w:r>
          </w:p>
        </w:tc>
      </w:tr>
      <w:tr w:rsidR="0093561B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ГЕНАДИ СТАНИСЛАВОВ КРЪСТЕВ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0725F" w:rsidRPr="0090725F">
              <w:rPr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120.40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1.64</w:t>
            </w:r>
          </w:p>
        </w:tc>
      </w:tr>
      <w:tr w:rsidR="0093561B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1.64</w:t>
            </w:r>
          </w:p>
        </w:tc>
      </w:tr>
      <w:tr w:rsidR="0090725F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5F" w:rsidRPr="0093561B" w:rsidRDefault="0090725F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25F" w:rsidRPr="0090725F" w:rsidRDefault="0090725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0725F">
              <w:rPr>
                <w:sz w:val="18"/>
                <w:szCs w:val="18"/>
              </w:rPr>
              <w:t>116-3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116.9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1.99</w:t>
            </w:r>
          </w:p>
        </w:tc>
      </w:tr>
      <w:tr w:rsidR="0090725F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5F" w:rsidRPr="0093561B" w:rsidRDefault="0090725F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25F" w:rsidRPr="0090725F" w:rsidRDefault="0090725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0725F">
              <w:rPr>
                <w:sz w:val="18"/>
                <w:szCs w:val="18"/>
              </w:rPr>
              <w:t>116-3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116.13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6.40</w:t>
            </w:r>
          </w:p>
        </w:tc>
      </w:tr>
      <w:tr w:rsidR="0090725F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5F" w:rsidRPr="0093561B" w:rsidRDefault="0090725F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25F" w:rsidRPr="0090725F" w:rsidRDefault="0090725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0725F">
              <w:rPr>
                <w:sz w:val="18"/>
                <w:szCs w:val="18"/>
              </w:rPr>
              <w:t>116-1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116.27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5.78</w:t>
            </w:r>
          </w:p>
        </w:tc>
      </w:tr>
      <w:tr w:rsidR="0090725F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5F" w:rsidRPr="0093561B" w:rsidRDefault="0090725F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25F" w:rsidRPr="0090725F" w:rsidRDefault="0090725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0725F">
              <w:rPr>
                <w:sz w:val="18"/>
                <w:szCs w:val="18"/>
              </w:rPr>
              <w:t>116-3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117.29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2.42</w:t>
            </w:r>
          </w:p>
        </w:tc>
      </w:tr>
      <w:tr w:rsidR="0090725F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5F" w:rsidRPr="0093561B" w:rsidRDefault="0090725F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СПАСКА КИРИЛОВА ИВАНОВА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25F" w:rsidRPr="0090725F" w:rsidRDefault="0090725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0725F">
              <w:rPr>
                <w:sz w:val="18"/>
                <w:szCs w:val="18"/>
              </w:rPr>
              <w:t>117-2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117.29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4.98</w:t>
            </w:r>
          </w:p>
        </w:tc>
      </w:tr>
      <w:tr w:rsidR="0093561B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1.659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21.57</w:t>
            </w:r>
          </w:p>
        </w:tc>
      </w:tr>
      <w:tr w:rsidR="0093561B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АНГЕЛ ЙОРДАНЧЕВ АНГЕЛОВ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0725F" w:rsidRPr="0090725F">
              <w:rPr>
                <w:sz w:val="18"/>
                <w:szCs w:val="18"/>
              </w:rPr>
              <w:t>12-5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1.111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3.12</w:t>
            </w:r>
          </w:p>
        </w:tc>
      </w:tr>
      <w:tr w:rsidR="0093561B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0.240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3.12</w:t>
            </w:r>
          </w:p>
        </w:tc>
      </w:tr>
      <w:tr w:rsidR="0090725F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5F" w:rsidRPr="0093561B" w:rsidRDefault="0090725F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НИКОЛАЙ ИВАНОВ СИМОВ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25F" w:rsidRPr="0090725F" w:rsidRDefault="0090725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0725F">
              <w:rPr>
                <w:sz w:val="18"/>
                <w:szCs w:val="18"/>
              </w:rPr>
              <w:t>111-1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111.16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4.55</w:t>
            </w:r>
          </w:p>
        </w:tc>
      </w:tr>
      <w:tr w:rsidR="0090725F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5F" w:rsidRPr="0093561B" w:rsidRDefault="0090725F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НИКОЛАЙ ИВАНОВ СИМОВ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25F" w:rsidRPr="0090725F" w:rsidRDefault="0090725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0725F">
              <w:rPr>
                <w:sz w:val="18"/>
                <w:szCs w:val="18"/>
              </w:rPr>
              <w:t>119-1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119.40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1.51</w:t>
            </w:r>
          </w:p>
        </w:tc>
      </w:tr>
      <w:tr w:rsidR="0090725F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25F" w:rsidRPr="0093561B" w:rsidRDefault="0090725F" w:rsidP="009356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НИКОЛАЙ ИВАНОВ СИМОВ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25F" w:rsidRPr="0090725F" w:rsidRDefault="0090725F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0725F">
              <w:rPr>
                <w:sz w:val="18"/>
                <w:szCs w:val="18"/>
              </w:rPr>
              <w:t>119-3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119.40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25F" w:rsidRPr="0093561B" w:rsidRDefault="0090725F" w:rsidP="009356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color w:val="000000"/>
                <w:sz w:val="18"/>
                <w:szCs w:val="18"/>
                <w:lang w:val="bg-BG" w:eastAsia="bg-BG"/>
              </w:rPr>
              <w:t>6.85</w:t>
            </w:r>
          </w:p>
        </w:tc>
      </w:tr>
      <w:tr w:rsidR="0093561B" w:rsidRPr="0093561B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61B" w:rsidRPr="0093561B" w:rsidRDefault="0093561B" w:rsidP="009356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0.993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61B" w:rsidRPr="0093561B" w:rsidRDefault="0093561B" w:rsidP="009356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3561B">
              <w:rPr>
                <w:b/>
                <w:color w:val="000000"/>
                <w:sz w:val="18"/>
                <w:szCs w:val="18"/>
                <w:lang w:val="bg-BG" w:eastAsia="bg-BG"/>
              </w:rPr>
              <w:t>12.91</w:t>
            </w:r>
          </w:p>
        </w:tc>
      </w:tr>
    </w:tbl>
    <w:p w:rsidR="0021770B" w:rsidRDefault="0021770B" w:rsidP="0093561B">
      <w:pPr>
        <w:ind w:firstLine="720"/>
        <w:jc w:val="both"/>
        <w:rPr>
          <w:lang w:val="bg-BG"/>
        </w:rPr>
      </w:pPr>
    </w:p>
    <w:p w:rsidR="0093561B" w:rsidRDefault="0093561B" w:rsidP="0093561B">
      <w:pPr>
        <w:ind w:firstLine="720"/>
        <w:jc w:val="both"/>
        <w:rPr>
          <w:lang w:val="bg-BG"/>
        </w:rPr>
      </w:pPr>
      <w:r>
        <w:rPr>
          <w:lang w:val="bg-BG"/>
        </w:rPr>
        <w:t>21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</w:t>
      </w:r>
      <w:r w:rsidRPr="007329DD">
        <w:rPr>
          <w:lang w:val="bg-BG"/>
        </w:rPr>
        <w:lastRenderedPageBreak/>
        <w:t xml:space="preserve">за орна земя за стопанската </w:t>
      </w:r>
      <w:r>
        <w:rPr>
          <w:lang w:val="bg-BG"/>
        </w:rPr>
        <w:t xml:space="preserve">2023-2024 година за землището с. Прекръсте, ЕКАТТЕ </w:t>
      </w:r>
      <w:r w:rsidR="00520CD2">
        <w:rPr>
          <w:lang w:val="bg-BG"/>
        </w:rPr>
        <w:t>58133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337</w:t>
      </w:r>
      <w:r w:rsidR="00520CD2">
        <w:rPr>
          <w:lang w:val="bg-BG"/>
        </w:rPr>
        <w:t>7</w:t>
      </w:r>
      <w:r w:rsidR="009B62DA">
        <w:rPr>
          <w:lang w:val="bg-BG"/>
        </w:rPr>
        <w:t>-</w:t>
      </w:r>
      <w:r w:rsidR="009B62DA">
        <w:t>3</w:t>
      </w:r>
      <w:r w:rsidRPr="007329DD">
        <w:rPr>
          <w:lang w:val="bg-BG"/>
        </w:rPr>
        <w:t>/</w:t>
      </w:r>
      <w:r w:rsidR="009B62DA">
        <w:t>26</w:t>
      </w:r>
      <w:r>
        <w:t>.0</w:t>
      </w:r>
      <w:r w:rsidR="009B62DA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93561B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030"/>
        <w:gridCol w:w="946"/>
        <w:gridCol w:w="803"/>
        <w:gridCol w:w="2277"/>
        <w:gridCol w:w="1247"/>
        <w:gridCol w:w="855"/>
      </w:tblGrid>
      <w:tr w:rsidR="00520CD2" w:rsidRPr="00520CD2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A348F3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2.50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12-6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2.78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12-7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3.30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12-8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4.90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14-9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14.165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1.21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16-5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16.135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4.66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16-4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16.139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2.108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25.30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19.900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5.60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ЕМИЛИЯ ВИДЕНОВА ФИЛИПОВА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8.39</w:t>
            </w:r>
          </w:p>
        </w:tc>
      </w:tr>
      <w:tr w:rsidR="00520CD2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D2" w:rsidRPr="00520CD2" w:rsidRDefault="00520CD2" w:rsidP="00520CD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D2" w:rsidRPr="00520CD2" w:rsidRDefault="00520CD2" w:rsidP="00520CD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4.886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58.64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ВАЛЕНТИН РУМЕНОВ ПЕТРОВ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11-6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11.900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2.39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ВАЛЕНТИН РУМЕНОВ ПЕТРОВ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15-10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16.135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5.17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ВАЛЕНТИН РУМЕНОВ ПЕТРОВ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15-10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16.139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7.50</w:t>
            </w:r>
          </w:p>
        </w:tc>
      </w:tr>
      <w:tr w:rsidR="00520CD2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D2" w:rsidRPr="00520CD2" w:rsidRDefault="00520CD2" w:rsidP="00520CD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D2" w:rsidRPr="00520CD2" w:rsidRDefault="00520CD2" w:rsidP="00520CD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1.255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15.06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ФИЛИП ФИЛИПОВ ВАЛЕНТИНОВ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11.911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3.50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ФИЛИП ФИЛИПОВ ВАЛЕНТИНОВ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15.600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6.78</w:t>
            </w:r>
          </w:p>
        </w:tc>
      </w:tr>
      <w:tr w:rsidR="00A348F3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8F3" w:rsidRPr="00520CD2" w:rsidRDefault="00A348F3" w:rsidP="00520CD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ФИЛИП ФИЛИПОВ ВАЛЕНТИНОВ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48F3" w:rsidRPr="00A348F3" w:rsidRDefault="00A348F3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A348F3">
              <w:rPr>
                <w:sz w:val="18"/>
                <w:szCs w:val="18"/>
              </w:rPr>
              <w:t>79-1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79.5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8F3" w:rsidRPr="00520CD2" w:rsidRDefault="00A348F3" w:rsidP="00520CD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color w:val="000000"/>
                <w:sz w:val="18"/>
                <w:szCs w:val="18"/>
                <w:lang w:val="bg-BG" w:eastAsia="bg-BG"/>
              </w:rPr>
              <w:t>4.39</w:t>
            </w:r>
          </w:p>
        </w:tc>
      </w:tr>
      <w:tr w:rsidR="00520CD2" w:rsidRPr="00520CD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D2" w:rsidRPr="00520CD2" w:rsidRDefault="00520CD2" w:rsidP="00520CD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CD2" w:rsidRPr="00520CD2" w:rsidRDefault="00520CD2" w:rsidP="00520CD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1.223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D2" w:rsidRPr="00520CD2" w:rsidRDefault="00520CD2" w:rsidP="00520CD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520CD2">
              <w:rPr>
                <w:b/>
                <w:color w:val="000000"/>
                <w:sz w:val="18"/>
                <w:szCs w:val="18"/>
                <w:lang w:val="bg-BG" w:eastAsia="bg-BG"/>
              </w:rPr>
              <w:t>14.67</w:t>
            </w:r>
          </w:p>
        </w:tc>
      </w:tr>
    </w:tbl>
    <w:p w:rsidR="0021770B" w:rsidRDefault="0021770B" w:rsidP="00520CD2">
      <w:pPr>
        <w:ind w:firstLine="720"/>
        <w:jc w:val="both"/>
        <w:rPr>
          <w:lang w:val="bg-BG"/>
        </w:rPr>
      </w:pPr>
    </w:p>
    <w:p w:rsidR="00520CD2" w:rsidRDefault="00520CD2" w:rsidP="00520CD2">
      <w:pPr>
        <w:ind w:firstLine="720"/>
        <w:jc w:val="both"/>
        <w:rPr>
          <w:lang w:val="bg-BG"/>
        </w:rPr>
      </w:pPr>
      <w:r>
        <w:rPr>
          <w:lang w:val="bg-BG"/>
        </w:rPr>
        <w:t>22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Раяновци, ЕКАТТЕ </w:t>
      </w:r>
      <w:r w:rsidR="00025A5C">
        <w:rPr>
          <w:lang w:val="bg-BG"/>
        </w:rPr>
        <w:t>62342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337</w:t>
      </w:r>
      <w:r w:rsidR="00025A5C">
        <w:rPr>
          <w:lang w:val="bg-BG"/>
        </w:rPr>
        <w:t>8</w:t>
      </w:r>
      <w:r w:rsidR="00C14AEF">
        <w:rPr>
          <w:lang w:val="bg-BG"/>
        </w:rPr>
        <w:t>-</w:t>
      </w:r>
      <w:r w:rsidR="00C14AEF">
        <w:t>3</w:t>
      </w:r>
      <w:r w:rsidRPr="007329DD">
        <w:rPr>
          <w:lang w:val="bg-BG"/>
        </w:rPr>
        <w:t>/</w:t>
      </w:r>
      <w:r w:rsidR="00C14AEF">
        <w:t>26</w:t>
      </w:r>
      <w:r>
        <w:t>.0</w:t>
      </w:r>
      <w:r w:rsidR="00C14AEF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520CD2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2886"/>
        <w:gridCol w:w="952"/>
        <w:gridCol w:w="807"/>
        <w:gridCol w:w="2313"/>
        <w:gridCol w:w="1258"/>
        <w:gridCol w:w="861"/>
      </w:tblGrid>
      <w:tr w:rsidR="00025A5C" w:rsidRPr="00025A5C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="005D6E5A" w:rsidRPr="00E03F05"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Масив №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5.88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3.00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8.88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9.13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7.27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10.76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5.38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10.76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14.94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11.77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4.07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11.77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4.76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12.12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14.06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12.13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13.12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12.42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1.61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12.42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0.659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9.23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12.42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23.46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18.05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2.69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7.43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5.12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21.22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2.24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2.35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2.70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17.95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4.48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2.69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4.24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20.29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5.40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15.107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4.93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15.160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4.54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17.86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2.18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17.86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7.77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18.38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16.49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18.160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4.73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19.13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5.31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19.13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40.15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3.88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4.30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13.69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8.68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4.72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2.48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2.56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1.99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2.32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2.46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23.82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4.58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23.83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4.05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24.88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2.65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24.88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3.12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26.67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8.05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26.96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4.35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31.44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5.89</w:t>
            </w:r>
          </w:p>
        </w:tc>
      </w:tr>
      <w:tr w:rsidR="002A183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836" w:rsidRPr="00025A5C" w:rsidRDefault="002A183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АГРО 89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836" w:rsidRPr="00E03F05" w:rsidRDefault="002A183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59.40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836" w:rsidRPr="00025A5C" w:rsidRDefault="002A183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1.95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27.326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382.57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7.200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8.93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9.13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5.49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12.42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11.09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1.89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2.04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10.43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25.07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5.57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12.22</w:t>
            </w:r>
          </w:p>
        </w:tc>
      </w:tr>
      <w:tr w:rsidR="00715581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581" w:rsidRPr="00025A5C" w:rsidRDefault="00715581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581" w:rsidRPr="00E03F05" w:rsidRDefault="00715581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32.195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581" w:rsidRPr="00025A5C" w:rsidRDefault="00715581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4.49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6.231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87.22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D2C29" w:rsidRPr="00E03F05">
              <w:rPr>
                <w:sz w:val="18"/>
                <w:szCs w:val="18"/>
              </w:rPr>
              <w:t>60-2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32.195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2.03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2.03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10.76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6.10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11.77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1.57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36-1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15.430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3.32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17.86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3.42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18.160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22.32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25.72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3.11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25.89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7.50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26.161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4.56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26.161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13.76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27.73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2.42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27.73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2.48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27.86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14.45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29.120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1.58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29.121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2.67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31.44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5.60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36-1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36.37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16.56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36-1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36.39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18.40</w:t>
            </w:r>
          </w:p>
        </w:tc>
      </w:tr>
      <w:tr w:rsidR="003D2C29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C29" w:rsidRPr="00025A5C" w:rsidRDefault="003D2C29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АСЕН СТОЯНОВ ГЕОРГИЕВ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C29" w:rsidRPr="00E03F05" w:rsidRDefault="003D2C29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36-1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36.48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C29" w:rsidRPr="00025A5C" w:rsidRDefault="003D2C29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10.26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10.006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140.08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9.12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4.16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6.76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ПЕТЪР СВИЛЕНОВ МОДЕВ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25.72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1.67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0.899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12.59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ИВАН ЛЮБОМИРОВ БОРИСОВ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3.49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ИВАН ЛЮБОМИРОВ БОРИСОВ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8.50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ИВАН ЛЮБОМИРОВ БОРИСОВ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9.28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ИВАН ЛЮБОМИРОВ БОРИСОВ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14.29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ИВАН ЛЮБОМИРОВ БОРИСОВ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4.65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ИВАН ЛЮБОМИРОВ БОРИСОВ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11.20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ИВАН ЛЮБОМИРОВ БОРИСОВ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13.80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ИВАН ЛЮБОМИРОВ БОРИСОВ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60-1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32.195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9.74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5.354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74.95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АСЕНОВ МИТОВ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1.46</w:t>
            </w:r>
          </w:p>
        </w:tc>
      </w:tr>
      <w:tr w:rsidR="00ED4F16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F16" w:rsidRPr="00025A5C" w:rsidRDefault="00ED4F16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РОСЕН АСЕНОВ МИТОВ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F16" w:rsidRPr="00E03F05" w:rsidRDefault="00ED4F16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22-1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22.118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16" w:rsidRPr="00025A5C" w:rsidRDefault="00ED4F16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9.11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0.755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10.57</w:t>
            </w:r>
          </w:p>
        </w:tc>
      </w:tr>
      <w:tr w:rsidR="00E03F05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F05" w:rsidRPr="00025A5C" w:rsidRDefault="00E03F05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F05" w:rsidRPr="00E03F05" w:rsidRDefault="00E03F0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4.05</w:t>
            </w:r>
          </w:p>
        </w:tc>
      </w:tr>
      <w:tr w:rsidR="00E03F05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F05" w:rsidRPr="00025A5C" w:rsidRDefault="00E03F05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F05" w:rsidRPr="00E03F05" w:rsidRDefault="00E03F0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1.262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17.67</w:t>
            </w:r>
          </w:p>
        </w:tc>
      </w:tr>
      <w:tr w:rsidR="00E03F05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F05" w:rsidRPr="00025A5C" w:rsidRDefault="00E03F05" w:rsidP="00025A5C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F05" w:rsidRPr="00E03F05" w:rsidRDefault="00E03F05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E03F05">
              <w:rPr>
                <w:sz w:val="18"/>
                <w:szCs w:val="18"/>
              </w:rPr>
              <w:t>13-4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13.110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F05" w:rsidRPr="00025A5C" w:rsidRDefault="00E03F05" w:rsidP="00025A5C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color w:val="000000"/>
                <w:sz w:val="18"/>
                <w:szCs w:val="18"/>
                <w:lang w:val="bg-BG" w:eastAsia="bg-BG"/>
              </w:rPr>
              <w:t>2.56</w:t>
            </w:r>
          </w:p>
        </w:tc>
      </w:tr>
      <w:tr w:rsidR="00025A5C" w:rsidRPr="00025A5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A5C" w:rsidRPr="00025A5C" w:rsidRDefault="00025A5C" w:rsidP="00025A5C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1.734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A5C" w:rsidRPr="00025A5C" w:rsidRDefault="00025A5C" w:rsidP="00025A5C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25A5C">
              <w:rPr>
                <w:b/>
                <w:color w:val="000000"/>
                <w:sz w:val="18"/>
                <w:szCs w:val="18"/>
                <w:lang w:val="bg-BG" w:eastAsia="bg-BG"/>
              </w:rPr>
              <w:t>24.28</w:t>
            </w:r>
          </w:p>
        </w:tc>
      </w:tr>
    </w:tbl>
    <w:p w:rsidR="0021770B" w:rsidRDefault="0021770B" w:rsidP="006A6D7E">
      <w:pPr>
        <w:ind w:firstLine="720"/>
        <w:jc w:val="both"/>
        <w:rPr>
          <w:lang w:val="bg-BG"/>
        </w:rPr>
      </w:pPr>
    </w:p>
    <w:p w:rsidR="006A6D7E" w:rsidRDefault="006A6D7E" w:rsidP="006A6D7E">
      <w:pPr>
        <w:ind w:firstLine="720"/>
        <w:jc w:val="both"/>
        <w:rPr>
          <w:lang w:val="bg-BG"/>
        </w:rPr>
      </w:pPr>
      <w:r>
        <w:rPr>
          <w:lang w:val="bg-BG"/>
        </w:rPr>
        <w:t>23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землището с. Табан, ЕКАТТЕ 72014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</w:t>
      </w:r>
      <w:r w:rsidR="008D1DF6">
        <w:rPr>
          <w:lang w:val="bg-BG"/>
        </w:rPr>
        <w:t>80</w:t>
      </w:r>
      <w:r w:rsidR="004B76FF">
        <w:rPr>
          <w:lang w:val="bg-BG"/>
        </w:rPr>
        <w:t>-</w:t>
      </w:r>
      <w:r w:rsidR="004B76FF">
        <w:t>3</w:t>
      </w:r>
      <w:r w:rsidRPr="007329DD">
        <w:rPr>
          <w:lang w:val="bg-BG"/>
        </w:rPr>
        <w:t>/</w:t>
      </w:r>
      <w:r w:rsidR="004B76FF">
        <w:t>26</w:t>
      </w:r>
      <w:r>
        <w:t>.0</w:t>
      </w:r>
      <w:r w:rsidR="004B76FF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6A6D7E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2977"/>
        <w:gridCol w:w="951"/>
        <w:gridCol w:w="806"/>
        <w:gridCol w:w="2308"/>
        <w:gridCol w:w="1256"/>
        <w:gridCol w:w="860"/>
      </w:tblGrid>
      <w:tr w:rsidR="008D1DF6" w:rsidRPr="008D1DF6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Pr="00132D62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4.16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18.81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4.100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0.618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8.03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"ИФ 2009"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5.100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16.21</w:t>
            </w:r>
          </w:p>
        </w:tc>
      </w:tr>
      <w:tr w:rsidR="008D1DF6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3.312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43.05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12.47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3.64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6.80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12.21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10.49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6.47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14.10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19.08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17.23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4.33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17.24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13.40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17.25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10.69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18.28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14.94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19.22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9.87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19.32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27.60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20.31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12.92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21.290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12.21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14.50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23.33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7.59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23.290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5.04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24.34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12.52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25.35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15.98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25.43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18.43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35.44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11.45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37.19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7.48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37.45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14.77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37.46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15.13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37.49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8.31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38.47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11.76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44.51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10.49</w:t>
            </w:r>
          </w:p>
        </w:tc>
      </w:tr>
      <w:tr w:rsidR="008D1DF6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24.489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318.36</w:t>
            </w:r>
          </w:p>
        </w:tc>
      </w:tr>
      <w:tr w:rsidR="008D1DF6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МАРИНА СТАНЬОВА ВЕЛИНОВА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67BC0" w:rsidRPr="00132D62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22.98</w:t>
            </w:r>
          </w:p>
        </w:tc>
      </w:tr>
      <w:tr w:rsidR="008D1DF6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1.768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22.98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6.12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22.31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8.20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12.64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8.33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19.29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3.06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9.52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6.84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10.18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6.86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11.32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11.48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28.36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1.247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16.21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28.40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11.10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12.42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31.38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2.14</w:t>
            </w:r>
          </w:p>
        </w:tc>
      </w:tr>
      <w:tr w:rsidR="00267BC0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0" w:rsidRPr="008D1DF6" w:rsidRDefault="00267BC0" w:rsidP="008D1DF6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BC0" w:rsidRPr="00132D62" w:rsidRDefault="00267BC0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132D62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33.41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BC0" w:rsidRPr="008D1DF6" w:rsidRDefault="00267BC0" w:rsidP="008D1DF6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color w:val="000000"/>
                <w:sz w:val="18"/>
                <w:szCs w:val="18"/>
                <w:lang w:val="bg-BG" w:eastAsia="bg-BG"/>
              </w:rPr>
              <w:t>2.80</w:t>
            </w:r>
          </w:p>
        </w:tc>
      </w:tr>
      <w:tr w:rsidR="008D1DF6" w:rsidRPr="008D1DF6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DF6" w:rsidRPr="008D1DF6" w:rsidRDefault="008D1DF6" w:rsidP="008D1DF6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10.512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F6" w:rsidRPr="008D1DF6" w:rsidRDefault="008D1DF6" w:rsidP="008D1DF6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8D1DF6">
              <w:rPr>
                <w:b/>
                <w:color w:val="000000"/>
                <w:sz w:val="18"/>
                <w:szCs w:val="18"/>
                <w:lang w:val="bg-BG" w:eastAsia="bg-BG"/>
              </w:rPr>
              <w:t>136.67</w:t>
            </w:r>
          </w:p>
        </w:tc>
      </w:tr>
    </w:tbl>
    <w:p w:rsidR="0021770B" w:rsidRDefault="0021770B" w:rsidP="00173238">
      <w:pPr>
        <w:ind w:firstLine="720"/>
        <w:jc w:val="both"/>
        <w:rPr>
          <w:lang w:val="bg-BG"/>
        </w:rPr>
      </w:pPr>
    </w:p>
    <w:p w:rsidR="00173238" w:rsidRDefault="00173238" w:rsidP="00173238">
      <w:pPr>
        <w:ind w:firstLine="720"/>
        <w:jc w:val="both"/>
        <w:rPr>
          <w:lang w:val="bg-BG"/>
        </w:rPr>
      </w:pPr>
      <w:r>
        <w:rPr>
          <w:lang w:val="bg-BG"/>
        </w:rPr>
        <w:t>24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землището с. Цацаровци, ЕКАТТЕ</w:t>
      </w:r>
      <w:r w:rsidR="00DE2882">
        <w:rPr>
          <w:lang w:val="bg-BG"/>
        </w:rPr>
        <w:t xml:space="preserve"> 78255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</w:t>
      </w:r>
      <w:r w:rsidR="00DE2882">
        <w:rPr>
          <w:lang w:val="bg-BG"/>
        </w:rPr>
        <w:t>83</w:t>
      </w:r>
      <w:r w:rsidR="00691905">
        <w:rPr>
          <w:lang w:val="bg-BG"/>
        </w:rPr>
        <w:t>-</w:t>
      </w:r>
      <w:r w:rsidR="00691905">
        <w:t>3</w:t>
      </w:r>
      <w:r w:rsidRPr="007329DD">
        <w:rPr>
          <w:lang w:val="bg-BG"/>
        </w:rPr>
        <w:t>/</w:t>
      </w:r>
      <w:r w:rsidR="00691905">
        <w:t>26</w:t>
      </w:r>
      <w:r>
        <w:t>.0</w:t>
      </w:r>
      <w:r w:rsidR="00691905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173238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477"/>
        <w:gridCol w:w="911"/>
        <w:gridCol w:w="776"/>
        <w:gridCol w:w="2011"/>
        <w:gridCol w:w="1162"/>
        <w:gridCol w:w="821"/>
      </w:tblGrid>
      <w:tr w:rsidR="000B6F0E" w:rsidRPr="000B6F0E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lastRenderedPageBreak/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="00D663B6" w:rsidRPr="0093374D"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Масив №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C214EB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EB" w:rsidRPr="000B6F0E" w:rsidRDefault="00C214EB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АРИЛЕ EООД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EB" w:rsidRPr="0093374D" w:rsidRDefault="00C214E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16.28</w:t>
            </w:r>
          </w:p>
        </w:tc>
      </w:tr>
      <w:tr w:rsidR="00C214EB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EB" w:rsidRPr="000B6F0E" w:rsidRDefault="00C214EB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АРИЛЕ EООД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EB" w:rsidRPr="0093374D" w:rsidRDefault="00C214E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1.980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49.50</w:t>
            </w:r>
          </w:p>
        </w:tc>
      </w:tr>
      <w:tr w:rsidR="00C214EB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EB" w:rsidRPr="000B6F0E" w:rsidRDefault="00C214EB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АРИЛЕ EООД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EB" w:rsidRPr="0093374D" w:rsidRDefault="00C214E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7.152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7.12</w:t>
            </w:r>
          </w:p>
        </w:tc>
      </w:tr>
      <w:tr w:rsidR="00C214EB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EB" w:rsidRPr="000B6F0E" w:rsidRDefault="00C214EB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АРИЛЕ EООД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EB" w:rsidRPr="0093374D" w:rsidRDefault="00C214E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4.88</w:t>
            </w:r>
          </w:p>
        </w:tc>
      </w:tr>
      <w:tr w:rsidR="00C214EB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EB" w:rsidRPr="000B6F0E" w:rsidRDefault="00C214EB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АРИЛЕ EООД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EB" w:rsidRPr="0093374D" w:rsidRDefault="00C214E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6.32</w:t>
            </w:r>
          </w:p>
        </w:tc>
      </w:tr>
      <w:tr w:rsidR="00C214EB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EB" w:rsidRPr="000B6F0E" w:rsidRDefault="00C214EB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АРИЛЕ EООД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EB" w:rsidRPr="0093374D" w:rsidRDefault="00C214E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14.29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7.25</w:t>
            </w:r>
          </w:p>
        </w:tc>
      </w:tr>
      <w:tr w:rsidR="00C214EB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4EB" w:rsidRPr="000B6F0E" w:rsidRDefault="00C214EB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АРИЛЕ EООД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14EB" w:rsidRPr="0093374D" w:rsidRDefault="00C214EB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4EB" w:rsidRPr="000B6F0E" w:rsidRDefault="00C214EB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11.08</w:t>
            </w:r>
          </w:p>
        </w:tc>
      </w:tr>
      <w:tr w:rsidR="000B6F0E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4.097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102.43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61.98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24.45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7.152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12.92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7.229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23.30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22.20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24.20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14.60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9.88</w:t>
            </w:r>
          </w:p>
        </w:tc>
      </w:tr>
      <w:tr w:rsidR="000B6F0E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7.741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193.53</w:t>
            </w:r>
          </w:p>
        </w:tc>
      </w:tr>
      <w:tr w:rsidR="000B6F0E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ДИМИТРИНКА СТОИЛОВА КОЛЕВА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3374D" w:rsidRPr="0093374D"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23.242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6.28</w:t>
            </w:r>
          </w:p>
        </w:tc>
      </w:tr>
      <w:tr w:rsidR="000B6F0E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6.28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ВАЛЕНТИН СЕДЕФЧЕВ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4.90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ВАЛЕНТИН СЕДЕФЧЕВ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20.70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ВАЛЕНТИН СЕДЕФЧЕВ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9.92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ВАЛЕНТИН СЕДЕФЧЕВ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13-2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13.72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7.30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ВАЛЕНТИН СЕДЕФЧЕВ НАЙДЕНОВ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13-2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13.224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4.30</w:t>
            </w:r>
          </w:p>
        </w:tc>
      </w:tr>
      <w:tr w:rsidR="000B6F0E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1.885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47.12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ВЕСЕЛИНА ЛЮБОМИРОВА БОРИСОВА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13.25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12.02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ВЕСЕЛИНА ЛЮБОМИРОВА БОРИСОВА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13.72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22.55</w:t>
            </w:r>
          </w:p>
        </w:tc>
      </w:tr>
      <w:tr w:rsidR="000B6F0E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1.383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34.57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4.112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5.88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7.152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6.18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7.152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21.18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14.05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15.08</w:t>
            </w:r>
          </w:p>
        </w:tc>
      </w:tr>
      <w:tr w:rsidR="0093374D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74D" w:rsidRPr="000B6F0E" w:rsidRDefault="0093374D" w:rsidP="000B6F0E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74D" w:rsidRPr="0093374D" w:rsidRDefault="0093374D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3374D">
              <w:rPr>
                <w:sz w:val="18"/>
                <w:szCs w:val="18"/>
              </w:rPr>
              <w:t>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8.170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1.922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25.00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74D" w:rsidRPr="000B6F0E" w:rsidRDefault="0093374D" w:rsidP="000B6F0E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color w:val="000000"/>
                <w:sz w:val="18"/>
                <w:szCs w:val="18"/>
                <w:lang w:val="bg-BG" w:eastAsia="bg-BG"/>
              </w:rPr>
              <w:t>48.05</w:t>
            </w:r>
          </w:p>
        </w:tc>
      </w:tr>
      <w:tr w:rsidR="000B6F0E" w:rsidRPr="000B6F0E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F0E" w:rsidRPr="000B6F0E" w:rsidRDefault="000B6F0E" w:rsidP="000B6F0E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4.416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F0E" w:rsidRPr="000B6F0E" w:rsidRDefault="000B6F0E" w:rsidP="000B6F0E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0B6F0E">
              <w:rPr>
                <w:b/>
                <w:color w:val="000000"/>
                <w:sz w:val="18"/>
                <w:szCs w:val="18"/>
                <w:lang w:val="bg-BG" w:eastAsia="bg-BG"/>
              </w:rPr>
              <w:t>110.42</w:t>
            </w:r>
          </w:p>
        </w:tc>
      </w:tr>
    </w:tbl>
    <w:p w:rsidR="0021770B" w:rsidRDefault="0021770B" w:rsidP="00AD2F85">
      <w:pPr>
        <w:ind w:firstLine="720"/>
        <w:jc w:val="both"/>
        <w:rPr>
          <w:lang w:val="bg-BG"/>
        </w:rPr>
      </w:pPr>
    </w:p>
    <w:p w:rsidR="00AD2F85" w:rsidRDefault="00AD2F85" w:rsidP="00AD2F85">
      <w:pPr>
        <w:ind w:firstLine="720"/>
        <w:jc w:val="both"/>
        <w:rPr>
          <w:lang w:val="bg-BG"/>
        </w:rPr>
      </w:pPr>
      <w:r>
        <w:rPr>
          <w:lang w:val="bg-BG"/>
        </w:rPr>
        <w:t>25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</w:t>
      </w:r>
      <w:r w:rsidR="0021770B">
        <w:rPr>
          <w:lang w:val="bg-BG"/>
        </w:rPr>
        <w:t>изготвеното служебно разпределение</w:t>
      </w:r>
      <w:r w:rsidRPr="007329DD">
        <w:rPr>
          <w:lang w:val="bg-BG"/>
        </w:rPr>
        <w:t xml:space="preserve"> за орна земя за стопанската </w:t>
      </w:r>
      <w:r>
        <w:rPr>
          <w:lang w:val="bg-BG"/>
        </w:rPr>
        <w:t>2023-2024 година за земли</w:t>
      </w:r>
      <w:r w:rsidR="00691905">
        <w:rPr>
          <w:lang w:val="bg-BG"/>
        </w:rPr>
        <w:t>щето с. Цръклевци, ЕКАТТЕ 78553</w:t>
      </w:r>
      <w:r w:rsidRPr="007329DD">
        <w:rPr>
          <w:lang w:val="bg-BG"/>
        </w:rPr>
        <w:t xml:space="preserve">, </w:t>
      </w:r>
      <w:r w:rsidRPr="007329DD">
        <w:rPr>
          <w:lang w:val="bg-BG"/>
        </w:rPr>
        <w:lastRenderedPageBreak/>
        <w:t>общ. Драгоман, одобрено със заповед № ПО-09-</w:t>
      </w:r>
      <w:r>
        <w:rPr>
          <w:lang w:val="bg-BG"/>
        </w:rPr>
        <w:t>338</w:t>
      </w:r>
      <w:r w:rsidR="005543F0">
        <w:rPr>
          <w:lang w:val="bg-BG"/>
        </w:rPr>
        <w:t>6</w:t>
      </w:r>
      <w:r w:rsidR="00691905">
        <w:rPr>
          <w:lang w:val="bg-BG"/>
        </w:rPr>
        <w:t>-</w:t>
      </w:r>
      <w:r w:rsidR="00691905">
        <w:t>3</w:t>
      </w:r>
      <w:r w:rsidRPr="007329DD">
        <w:rPr>
          <w:lang w:val="bg-BG"/>
        </w:rPr>
        <w:t>/</w:t>
      </w:r>
      <w:r w:rsidR="00691905">
        <w:t>26</w:t>
      </w:r>
      <w:r>
        <w:t>.0</w:t>
      </w:r>
      <w:r>
        <w:rPr>
          <w:lang w:val="bg-BG"/>
        </w:rPr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21770B" w:rsidRDefault="0021770B" w:rsidP="00AD2F85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427"/>
        <w:gridCol w:w="908"/>
        <w:gridCol w:w="780"/>
        <w:gridCol w:w="2046"/>
        <w:gridCol w:w="1172"/>
        <w:gridCol w:w="825"/>
      </w:tblGrid>
      <w:tr w:rsidR="00FC7491" w:rsidRPr="00676A23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Масив №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47113" w:rsidRPr="00676A23">
              <w:rPr>
                <w:color w:val="000000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34.87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10.27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47113" w:rsidRPr="00676A23">
              <w:rPr>
                <w:color w:val="000000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21.15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АГРО ТРАНС ПРОЕКТ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47113" w:rsidRPr="00676A23">
              <w:rPr>
                <w:color w:val="000000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39.41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6.93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1.826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38.35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ВЕНЕТА СПАСОВА РАДЕВА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EA7A31" w:rsidRPr="00676A23">
              <w:rPr>
                <w:color w:val="000000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22.11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ВЕНЕТА СПАСОВА РАДЕВА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EA7A31" w:rsidRPr="00676A23">
              <w:rPr>
                <w:color w:val="000000"/>
                <w:sz w:val="18"/>
                <w:szCs w:val="18"/>
                <w:lang w:val="bg-BG" w:eastAsia="bg-BG"/>
              </w:rPr>
              <w:t>25-4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27.18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18.84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ВЕНЕТА СПАСОВА РАДЕВА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EA7A31" w:rsidRPr="00676A23">
              <w:rPr>
                <w:color w:val="000000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38.14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18.19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2.816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59.14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2.072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43.51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4.89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17.56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6.12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36.06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8.64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8.65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19-6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19.115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13.10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19.116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20.03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9.14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20.44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12.70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19-6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5.54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23.10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12.92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24-5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24.49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28.96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5.12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5.71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16.53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1A0189" w:rsidRPr="00676A23">
              <w:rPr>
                <w:color w:val="000000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34.06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72B32" w:rsidRPr="00676A23">
              <w:rPr>
                <w:color w:val="000000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18.69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72B32" w:rsidRPr="00676A23">
              <w:rPr>
                <w:color w:val="000000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3.74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72B32" w:rsidRPr="00676A23">
              <w:rPr>
                <w:color w:val="000000"/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26.16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10.04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72B32" w:rsidRPr="00676A23">
              <w:rPr>
                <w:color w:val="000000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26.35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18.82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72B32" w:rsidRPr="00676A23">
              <w:rPr>
                <w:color w:val="000000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26.35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24.49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72B32" w:rsidRPr="00676A23">
              <w:rPr>
                <w:color w:val="000000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26.79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4.47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B72B32" w:rsidRPr="00676A23">
              <w:rPr>
                <w:color w:val="000000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26.79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4.58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A342C3" w:rsidRPr="00676A23">
              <w:rPr>
                <w:color w:val="000000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27.18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2.706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56.83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A342C3" w:rsidRPr="00676A23">
              <w:rPr>
                <w:color w:val="000000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34.9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10.65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A342C3" w:rsidRPr="00676A23">
              <w:rPr>
                <w:color w:val="000000"/>
                <w:sz w:val="18"/>
                <w:szCs w:val="18"/>
                <w:lang w:val="bg-BG" w:eastAsia="bg-BG"/>
              </w:rPr>
              <w:t>34-4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39.41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6.93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01D2B" w:rsidRPr="00676A23">
              <w:rPr>
                <w:color w:val="000000"/>
                <w:sz w:val="18"/>
                <w:szCs w:val="18"/>
                <w:lang w:val="bg-BG" w:eastAsia="bg-BG"/>
              </w:rPr>
              <w:t>43-2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44.180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5.84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ДИМИТЪР КИРИЛОВ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01D2B" w:rsidRPr="00676A23">
              <w:rPr>
                <w:color w:val="000000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63.6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9.24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21.371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448.80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ВАЛЕНТИНА ВЕЛИНОВА ЗЛАТАНОВА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7307B" w:rsidRPr="00676A23">
              <w:rPr>
                <w:color w:val="000000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23.28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15.46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ВАЛЕНТИНА ВЕЛИНОВА ЗЛАТАНОВА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7307B" w:rsidRPr="00676A23">
              <w:rPr>
                <w:color w:val="000000"/>
                <w:sz w:val="18"/>
                <w:szCs w:val="18"/>
                <w:lang w:val="bg-BG" w:eastAsia="bg-BG"/>
              </w:rPr>
              <w:t>24-4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24.49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22.26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ВАЛЕНТИНА ВЕЛИНОВА ЗЛАТАНОВА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7307B" w:rsidRPr="00676A23">
              <w:rPr>
                <w:color w:val="000000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26.16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9.37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ВАЛЕНТИНА ВЕЛИНОВА ЗЛАТАНОВА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7307B" w:rsidRPr="00676A23">
              <w:rPr>
                <w:color w:val="000000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26.79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15.31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ВАЛЕНТИНА ВЕЛИНОВА ЗЛАТАНОВА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97307B" w:rsidRPr="00676A23">
              <w:rPr>
                <w:color w:val="000000"/>
                <w:sz w:val="18"/>
                <w:szCs w:val="18"/>
                <w:lang w:val="bg-BG" w:eastAsia="bg-BG"/>
              </w:rPr>
              <w:t>39-5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39.41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6.82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3.296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69.22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7.36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3.49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7.150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9.01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15-1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5.59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19.115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0.888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18.65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19.116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30.95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6.13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25-5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8.78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25-6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3.99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13.63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25-6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27.18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13.25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92847" w:rsidRPr="00676A23">
              <w:rPr>
                <w:color w:val="000000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3.95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C40B2" w:rsidRPr="00676A23">
              <w:rPr>
                <w:color w:val="000000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34.86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10.88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C40B2" w:rsidRPr="00676A23">
              <w:rPr>
                <w:color w:val="000000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11.74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C40B2" w:rsidRPr="00676A23">
              <w:rPr>
                <w:color w:val="000000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14.09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C40B2" w:rsidRPr="00676A23">
              <w:rPr>
                <w:color w:val="000000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38.14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9.20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C40B2" w:rsidRPr="00676A23">
              <w:rPr>
                <w:color w:val="000000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38.27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5.78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C40B2" w:rsidRPr="00676A23">
              <w:rPr>
                <w:color w:val="000000"/>
                <w:sz w:val="18"/>
                <w:szCs w:val="18"/>
                <w:lang w:val="bg-BG" w:eastAsia="bg-BG"/>
              </w:rPr>
              <w:t>39-3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9.81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АНАТОЛИ РАДЕВ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3C40B2" w:rsidRPr="00676A23">
              <w:rPr>
                <w:color w:val="000000"/>
                <w:sz w:val="18"/>
                <w:szCs w:val="18"/>
                <w:lang w:val="bg-BG" w:eastAsia="bg-BG"/>
              </w:rPr>
              <w:t>34-3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39.41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13.65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9.169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192.57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ВАСЯ СТОЯНОВА ВИДЕНОВА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764E72" w:rsidRPr="00676A23">
              <w:rPr>
                <w:color w:val="000000"/>
                <w:sz w:val="18"/>
                <w:szCs w:val="18"/>
                <w:lang w:val="bg-BG" w:eastAsia="bg-BG"/>
              </w:rPr>
              <w:t>19-3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19.114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4.64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ВАСЯ СТОЯНОВА ВИДЕНОВА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764E72" w:rsidRPr="00676A23">
              <w:rPr>
                <w:color w:val="000000"/>
                <w:sz w:val="18"/>
                <w:szCs w:val="18"/>
                <w:lang w:val="bg-BG" w:eastAsia="bg-BG"/>
              </w:rPr>
              <w:t>19-5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4.52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ВАСЯ СТОЯНОВА ВИДЕНОВА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764E72" w:rsidRPr="00676A23">
              <w:rPr>
                <w:color w:val="000000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11.89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ВАСЯ СТОЯНОВА ВИДЕНОВА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764E72" w:rsidRPr="00676A23">
              <w:rPr>
                <w:color w:val="000000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41.36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2.18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1.106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23.23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41-2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7.16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41-2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13.67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ЕКАТЕРИНА НИКОЛАЕВА ЯНКОВА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41-2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41.26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6.05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1.280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26.88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26.00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8.53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5.71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7.20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20.90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7.36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2.12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7.31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24.10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2.94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24.17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9.05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2E5C65" w:rsidRPr="00676A23">
              <w:rPr>
                <w:color w:val="000000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24.49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36.44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5A2095" w:rsidRPr="00676A23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18.27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5A2095" w:rsidRPr="00676A23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18.98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5A2095" w:rsidRPr="00676A23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32.100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3.46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485707" w:rsidRPr="00676A23">
              <w:rPr>
                <w:color w:val="000000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34.22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7.62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485707" w:rsidRPr="00676A23">
              <w:rPr>
                <w:color w:val="000000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37.15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12.58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485707" w:rsidRPr="00676A23">
              <w:rPr>
                <w:color w:val="000000"/>
                <w:sz w:val="18"/>
                <w:szCs w:val="18"/>
                <w:lang w:val="bg-BG" w:eastAsia="bg-BG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1.061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22.28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КИРИЛ ДИМИТРОВ ЛАЗАРОВ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485707" w:rsidRPr="00676A23">
              <w:rPr>
                <w:color w:val="000000"/>
                <w:sz w:val="18"/>
                <w:szCs w:val="18"/>
                <w:lang w:val="bg-BG" w:eastAsia="bg-BG"/>
              </w:rPr>
              <w:t>41-3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4.77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9.855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206.96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АТАНАС ВАЛЕНТИНОВ ИГНАТОВ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CA7703" w:rsidRPr="00676A23">
              <w:rPr>
                <w:color w:val="000000"/>
                <w:sz w:val="18"/>
                <w:szCs w:val="18"/>
                <w:lang w:val="bg-BG" w:eastAsia="bg-BG"/>
              </w:rPr>
              <w:t>15-2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4.47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АТАНАС ВАЛЕНТИНОВ ИГНАТОВ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CA7703" w:rsidRPr="00676A23">
              <w:rPr>
                <w:color w:val="000000"/>
                <w:sz w:val="18"/>
                <w:szCs w:val="18"/>
                <w:lang w:val="bg-BG" w:eastAsia="bg-BG"/>
              </w:rPr>
              <w:t>24-3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24.10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12.31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АТАНАС ВАЛЕНТИНОВ ИГНАТОВ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CA7703" w:rsidRPr="00676A23">
              <w:rPr>
                <w:color w:val="000000"/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9.05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АТАНАС ВАЛЕНТИНОВ ИГНАТОВ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CA7703" w:rsidRPr="00676A23">
              <w:rPr>
                <w:color w:val="000000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25.180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17.43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АТАНАС ВАЛЕНТИНОВ ИГНАТОВ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CA7703" w:rsidRPr="00676A23">
              <w:rPr>
                <w:color w:val="000000"/>
                <w:sz w:val="18"/>
                <w:szCs w:val="18"/>
                <w:lang w:val="bg-BG" w:eastAsia="bg-BG"/>
              </w:rPr>
              <w:t>41-4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41.26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color w:val="000000"/>
                <w:sz w:val="18"/>
                <w:szCs w:val="18"/>
                <w:lang w:val="bg-BG" w:eastAsia="bg-BG"/>
              </w:rPr>
              <w:t>2.75</w:t>
            </w:r>
          </w:p>
        </w:tc>
      </w:tr>
      <w:tr w:rsidR="00FC7491" w:rsidRPr="00676A23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491" w:rsidRPr="00676A23" w:rsidRDefault="00FC7491" w:rsidP="00FC7491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2.191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491" w:rsidRPr="00676A23" w:rsidRDefault="00FC7491" w:rsidP="00FC7491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676A23">
              <w:rPr>
                <w:b/>
                <w:color w:val="000000"/>
                <w:sz w:val="18"/>
                <w:szCs w:val="18"/>
                <w:lang w:val="bg-BG" w:eastAsia="bg-BG"/>
              </w:rPr>
              <w:t>46.01</w:t>
            </w:r>
          </w:p>
        </w:tc>
      </w:tr>
    </w:tbl>
    <w:p w:rsidR="006324CC" w:rsidRDefault="006324CC" w:rsidP="0093374D">
      <w:pPr>
        <w:ind w:firstLine="720"/>
        <w:jc w:val="both"/>
        <w:rPr>
          <w:lang w:val="bg-BG"/>
        </w:rPr>
      </w:pPr>
    </w:p>
    <w:p w:rsidR="0093374D" w:rsidRDefault="0093374D" w:rsidP="0093374D">
      <w:pPr>
        <w:ind w:firstLine="720"/>
        <w:jc w:val="both"/>
        <w:rPr>
          <w:lang w:val="bg-BG"/>
        </w:rPr>
      </w:pPr>
      <w:r>
        <w:rPr>
          <w:lang w:val="bg-BG"/>
        </w:rPr>
        <w:t>26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</w:t>
      </w:r>
      <w:r w:rsidR="00E6366A">
        <w:rPr>
          <w:lang w:val="bg-BG"/>
        </w:rPr>
        <w:t>Чепърлинци</w:t>
      </w:r>
      <w:r>
        <w:rPr>
          <w:lang w:val="bg-BG"/>
        </w:rPr>
        <w:t>, ЕКАТТЕ</w:t>
      </w:r>
      <w:r w:rsidR="00E6366A">
        <w:rPr>
          <w:lang w:val="bg-BG"/>
        </w:rPr>
        <w:t xml:space="preserve"> </w:t>
      </w:r>
      <w:r w:rsidR="0087341B">
        <w:t>80426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</w:t>
      </w:r>
      <w:r w:rsidR="0087341B">
        <w:t>90</w:t>
      </w:r>
      <w:r w:rsidR="00F679B4">
        <w:rPr>
          <w:lang w:val="bg-BG"/>
        </w:rPr>
        <w:t>-</w:t>
      </w:r>
      <w:r w:rsidR="00F679B4">
        <w:t>3</w:t>
      </w:r>
      <w:r w:rsidRPr="007329DD">
        <w:rPr>
          <w:lang w:val="bg-BG"/>
        </w:rPr>
        <w:t>/</w:t>
      </w:r>
      <w:r w:rsidR="00F679B4">
        <w:t>26</w:t>
      </w:r>
      <w:r>
        <w:t>.0</w:t>
      </w:r>
      <w:r w:rsidR="00F679B4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6324CC" w:rsidRDefault="006324CC" w:rsidP="0093374D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130"/>
        <w:gridCol w:w="939"/>
        <w:gridCol w:w="797"/>
        <w:gridCol w:w="2217"/>
        <w:gridCol w:w="1227"/>
        <w:gridCol w:w="848"/>
      </w:tblGrid>
      <w:tr w:rsidR="0087341B" w:rsidRPr="009A0B74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 xml:space="preserve"> Масив №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6.65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7.62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31.60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1.87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14.91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16.40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2.82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9.17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1.85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9.27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13.00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18.9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7.99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18.10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24.28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19.26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14.54</w:t>
            </w:r>
          </w:p>
        </w:tc>
      </w:tr>
      <w:tr w:rsidR="00306A3C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3C" w:rsidRPr="009A0B74" w:rsidRDefault="00306A3C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БИМОКА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6A3C" w:rsidRPr="009A0B74" w:rsidRDefault="00306A3C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19.28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3C" w:rsidRPr="009A0B74" w:rsidRDefault="00306A3C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5.83</w:t>
            </w:r>
          </w:p>
        </w:tc>
      </w:tr>
      <w:tr w:rsidR="0087341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8.786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149.36</w:t>
            </w:r>
          </w:p>
        </w:tc>
      </w:tr>
      <w:tr w:rsidR="00FD3A77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A77" w:rsidRPr="009A0B74" w:rsidRDefault="00FD3A77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ПЛАМЕН ЕВЛОГИЕВ РАДОЙКОВ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A77" w:rsidRPr="009A0B74" w:rsidRDefault="00FD3A7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13.19</w:t>
            </w:r>
          </w:p>
        </w:tc>
      </w:tr>
      <w:tr w:rsidR="00FD3A77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A77" w:rsidRPr="009A0B74" w:rsidRDefault="00FD3A77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ПЛАМЕН ЕВЛОГИЕВ РАДОЙКОВ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A77" w:rsidRPr="009A0B74" w:rsidRDefault="00FD3A7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4.88</w:t>
            </w:r>
          </w:p>
        </w:tc>
      </w:tr>
      <w:tr w:rsidR="00FD3A77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A77" w:rsidRPr="009A0B74" w:rsidRDefault="00FD3A77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ПЛАМЕН ЕВЛОГИЕВ РАДОЙКОВ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A77" w:rsidRPr="009A0B74" w:rsidRDefault="00FD3A77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A77" w:rsidRPr="009A0B74" w:rsidRDefault="00FD3A77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4.95</w:t>
            </w:r>
          </w:p>
        </w:tc>
      </w:tr>
      <w:tr w:rsidR="0087341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1.354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23.02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2.111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10.83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2.91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7.68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5.00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19.41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13.47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4.45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13.48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8.42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14.10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10.96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16.37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2.18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21.81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3.35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6.63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6.65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5.05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6.65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5.58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11.10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3.82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29.24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8.82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7.53</w:t>
            </w:r>
          </w:p>
        </w:tc>
      </w:tr>
      <w:tr w:rsidR="00546CCE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CCE" w:rsidRPr="009A0B74" w:rsidRDefault="00546CCE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ЛЮБОМИР БОРИСОВ ТОДОРОВ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6CCE" w:rsidRPr="009A0B74" w:rsidRDefault="00546CCE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CCE" w:rsidRPr="009A0B74" w:rsidRDefault="00546CCE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6.66</w:t>
            </w:r>
          </w:p>
        </w:tc>
      </w:tr>
      <w:tr w:rsidR="0087341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12.418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211.10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ДАРИЯ ЙОРДАНОВА МИХАЛКОВА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16.71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ДАРИЯ ЙОРДАНОВА МИХАЛКОВА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8.33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ДАРИЯ ЙОРДАНОВА МИХАЛКОВА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11.66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ДАРИЯ ЙОРДАНОВА МИХАЛКОВА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12.36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ДАРИЯ ЙОРДАНОВА МИХАЛКОВА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36.60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ДАРИЯ ЙОРДАНОВА МИХАЛКОВА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13.34</w:t>
            </w:r>
          </w:p>
        </w:tc>
      </w:tr>
      <w:tr w:rsidR="0087341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5.824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99.00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3.40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13.58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12.46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5.37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30.09</w:t>
            </w:r>
          </w:p>
        </w:tc>
      </w:tr>
      <w:tr w:rsidR="00111E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E74" w:rsidRPr="009A0B74" w:rsidRDefault="00111E74" w:rsidP="0087341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БОРИСЛАВ НИКОЛАЕВ ЯНКОВ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E74" w:rsidRPr="009A0B74" w:rsidRDefault="00111E74" w:rsidP="00C112AB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16-3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E74" w:rsidRPr="009A0B74" w:rsidRDefault="00111E74" w:rsidP="0087341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2.80</w:t>
            </w:r>
          </w:p>
        </w:tc>
      </w:tr>
      <w:tr w:rsidR="0087341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41B" w:rsidRPr="009A0B74" w:rsidRDefault="0087341B" w:rsidP="0087341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3.983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41B" w:rsidRPr="009A0B74" w:rsidRDefault="0087341B" w:rsidP="0087341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67.70</w:t>
            </w:r>
          </w:p>
        </w:tc>
      </w:tr>
    </w:tbl>
    <w:p w:rsidR="005F382C" w:rsidRDefault="005F382C" w:rsidP="00F455FF">
      <w:pPr>
        <w:ind w:firstLine="720"/>
        <w:jc w:val="both"/>
        <w:rPr>
          <w:lang w:val="bg-BG"/>
        </w:rPr>
      </w:pPr>
    </w:p>
    <w:p w:rsidR="00F455FF" w:rsidRDefault="00F455FF" w:rsidP="00F455FF">
      <w:pPr>
        <w:ind w:firstLine="720"/>
        <w:jc w:val="both"/>
        <w:rPr>
          <w:lang w:val="bg-BG"/>
        </w:rPr>
      </w:pPr>
      <w:r>
        <w:rPr>
          <w:lang w:val="bg-BG"/>
        </w:rPr>
        <w:t>27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</w:t>
      </w:r>
      <w:r w:rsidR="009B7331">
        <w:rPr>
          <w:lang w:val="bg-BG"/>
        </w:rPr>
        <w:t>Чорул</w:t>
      </w:r>
      <w:r>
        <w:rPr>
          <w:lang w:val="bg-BG"/>
        </w:rPr>
        <w:t xml:space="preserve">, ЕКАТТЕ </w:t>
      </w:r>
      <w:r w:rsidR="009B7331">
        <w:rPr>
          <w:lang w:val="bg-BG"/>
        </w:rPr>
        <w:t>81579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</w:t>
      </w:r>
      <w:r w:rsidR="009B7331">
        <w:t>9</w:t>
      </w:r>
      <w:r w:rsidR="009B7331">
        <w:rPr>
          <w:lang w:val="bg-BG"/>
        </w:rPr>
        <w:t>1</w:t>
      </w:r>
      <w:r w:rsidR="00572A77">
        <w:rPr>
          <w:lang w:val="bg-BG"/>
        </w:rPr>
        <w:t>-</w:t>
      </w:r>
      <w:r w:rsidR="00572A77">
        <w:t>3</w:t>
      </w:r>
      <w:r w:rsidRPr="007329DD">
        <w:rPr>
          <w:lang w:val="bg-BG"/>
        </w:rPr>
        <w:t>/</w:t>
      </w:r>
      <w:r w:rsidR="00572A77">
        <w:t>26</w:t>
      </w:r>
      <w:r>
        <w:t>.0</w:t>
      </w:r>
      <w:r w:rsidR="00572A77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5F382C" w:rsidRDefault="005F382C" w:rsidP="00F455FF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258"/>
        <w:gridCol w:w="924"/>
        <w:gridCol w:w="785"/>
        <w:gridCol w:w="2147"/>
        <w:gridCol w:w="1205"/>
        <w:gridCol w:w="839"/>
      </w:tblGrid>
      <w:tr w:rsidR="00C112AB" w:rsidRPr="009A0B74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lastRenderedPageBreak/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Масив №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78.12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35.06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84.28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47.56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84.43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51.48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84.97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5.76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84.97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17.28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3.92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6.66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85.30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15.70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АГРОБУРЕЛ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86.26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12.67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5.447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196.09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АНГЕЛ СИМОВ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23.76</w:t>
            </w:r>
          </w:p>
        </w:tc>
      </w:tr>
      <w:tr w:rsidR="00193C6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6B" w:rsidRPr="009A0B74" w:rsidRDefault="00193C6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АНГЕЛ СИМОВ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C6B" w:rsidRPr="009A0B74" w:rsidRDefault="00193C6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6B" w:rsidRPr="009A0B74" w:rsidRDefault="00193C6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24.55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1.342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48.31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18.40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6.59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8.42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71-5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10.91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80.87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15.52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83.15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10.19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83.34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8.50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83.93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7.85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85.96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13.61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86.26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8.75</w:t>
            </w:r>
          </w:p>
        </w:tc>
      </w:tr>
      <w:tr w:rsidR="00D509B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9BB" w:rsidRPr="009A0B74" w:rsidRDefault="00D509B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МЛАДЕН КИРИЛОВ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09BB" w:rsidRPr="009A0B74" w:rsidRDefault="00D509BB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86.26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9BB" w:rsidRPr="009A0B74" w:rsidRDefault="00D509B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11.48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3.339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120.22</w:t>
            </w:r>
          </w:p>
        </w:tc>
      </w:tr>
      <w:tr w:rsidR="00B62E41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41" w:rsidRPr="009A0B74" w:rsidRDefault="00B62E41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E41" w:rsidRPr="009A0B74" w:rsidRDefault="00B62E41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8.06</w:t>
            </w:r>
          </w:p>
        </w:tc>
      </w:tr>
      <w:tr w:rsidR="00B62E41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41" w:rsidRPr="009A0B74" w:rsidRDefault="00B62E41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E41" w:rsidRPr="009A0B74" w:rsidRDefault="00B62E41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10.73</w:t>
            </w:r>
          </w:p>
        </w:tc>
      </w:tr>
      <w:tr w:rsidR="00B62E41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41" w:rsidRPr="009A0B74" w:rsidRDefault="00B62E41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E41" w:rsidRPr="009A0B74" w:rsidRDefault="00B62E41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80.87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8.03</w:t>
            </w:r>
          </w:p>
        </w:tc>
      </w:tr>
      <w:tr w:rsidR="00B62E41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2E41" w:rsidRPr="009A0B74" w:rsidRDefault="00B62E41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E41" w:rsidRPr="009A0B74" w:rsidRDefault="00B62E41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80.91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41" w:rsidRPr="009A0B74" w:rsidRDefault="00B62E41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14.15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40.97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АНГЕЛ СИМЕОНОВ РАНГЕЛОВ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78.12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4.46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АНГЕЛ СИМЕОНОВ РАНГЕЛОВ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19.30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23.76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42.63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19.58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17.06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73.22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46.94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83.34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11.05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84.96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4.93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28.91</w:t>
            </w:r>
          </w:p>
        </w:tc>
      </w:tr>
      <w:tr w:rsidR="00EA676A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6A" w:rsidRPr="009A0B74" w:rsidRDefault="00EA676A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ИВАН РАЙЧЕВ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76A" w:rsidRPr="009A0B74" w:rsidRDefault="00EA676A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85.96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76A" w:rsidRPr="009A0B74" w:rsidRDefault="00EA676A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23.90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4.233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152.37</w:t>
            </w:r>
          </w:p>
        </w:tc>
      </w:tr>
      <w:tr w:rsidR="00537A72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A72" w:rsidRPr="009A0B74" w:rsidRDefault="00537A72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ВЛАДИМИР МИРЧЕВ МИХАЙЛОВ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A72" w:rsidRPr="009A0B74" w:rsidRDefault="00537A72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68-2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33.47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8.75</w:t>
            </w:r>
          </w:p>
        </w:tc>
      </w:tr>
      <w:tr w:rsidR="00537A72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A72" w:rsidRPr="009A0B74" w:rsidRDefault="00537A72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ВЛАДИМИР МИРЧЕВ МИХАЙЛОВ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A72" w:rsidRPr="009A0B74" w:rsidRDefault="00537A72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4.46</w:t>
            </w:r>
          </w:p>
        </w:tc>
      </w:tr>
      <w:tr w:rsidR="00537A72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A72" w:rsidRPr="009A0B74" w:rsidRDefault="00537A72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ВЛАДИМИР МИРЧЕВ МИХАЙЛОВ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A72" w:rsidRPr="009A0B74" w:rsidRDefault="00537A72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4.75</w:t>
            </w:r>
          </w:p>
        </w:tc>
      </w:tr>
      <w:tr w:rsidR="00537A72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A72" w:rsidRPr="009A0B74" w:rsidRDefault="00537A72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ВЛАДИМИР МИРЧЕВ МИХАЙЛОВ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A72" w:rsidRPr="009A0B74" w:rsidRDefault="00537A72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27.50</w:t>
            </w:r>
          </w:p>
        </w:tc>
      </w:tr>
      <w:tr w:rsidR="00537A72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A72" w:rsidRPr="009A0B74" w:rsidRDefault="00537A72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ВЛАДИМИР МИРЧЕВ МИХАЙЛОВ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A72" w:rsidRPr="009A0B74" w:rsidRDefault="00537A72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71-6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42.84</w:t>
            </w:r>
          </w:p>
        </w:tc>
      </w:tr>
      <w:tr w:rsidR="00537A72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A72" w:rsidRPr="009A0B74" w:rsidRDefault="00537A72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ВЛАДИМИР МИРЧЕВ МИХАЙЛОВ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A72" w:rsidRPr="009A0B74" w:rsidRDefault="00537A72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A72" w:rsidRPr="009A0B74" w:rsidRDefault="00537A72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12.42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2.798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100.72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ИВАН НИКОЛАЕВ ЗАРКОВ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C113DF" w:rsidRPr="009A0B74">
              <w:rPr>
                <w:sz w:val="18"/>
                <w:szCs w:val="18"/>
              </w:rPr>
              <w:t>67-3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67.27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11.34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11.34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43.67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44.78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44.68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25.02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67-1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67.27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32.26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32.26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73.22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23.22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75.16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13.64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76.24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68.62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77.11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50.15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5.65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24.08</w:t>
            </w:r>
          </w:p>
        </w:tc>
      </w:tr>
      <w:tr w:rsidR="00C113DF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3DF" w:rsidRPr="009A0B74" w:rsidRDefault="00C113DF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3DF" w:rsidRPr="009A0B74" w:rsidRDefault="00C113DF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3DF" w:rsidRPr="009A0B74" w:rsidRDefault="00C113DF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19.04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9.409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338.72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68-1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33.47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14.04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65.30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24.62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68-1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68.18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2.317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83.41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18.00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69.10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25.92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36.18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70.22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0.627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22.57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70.94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27.25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31.00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86.19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5.18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86.19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7.78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86.26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78.59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1.433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51.59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8.42</w:t>
            </w:r>
          </w:p>
        </w:tc>
      </w:tr>
      <w:tr w:rsidR="00045E38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38" w:rsidRPr="009A0B74" w:rsidRDefault="00045E38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РАЙЧО ИВАНОВ АСЕНОВ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38" w:rsidRPr="009A0B74" w:rsidRDefault="00045E38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88.15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38" w:rsidRPr="009A0B74" w:rsidRDefault="00045E38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8.32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12.302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442.87</w:t>
            </w:r>
          </w:p>
        </w:tc>
      </w:tr>
      <w:tr w:rsidR="009A0B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B74" w:rsidRPr="009A0B74" w:rsidRDefault="009A0B74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АЛЕКСАНДЪР МЛАДЕНОВ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B74" w:rsidRPr="009A0B74" w:rsidRDefault="009A0B74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79-5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74" w:rsidRPr="009A0B74" w:rsidRDefault="009A0B74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79.89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74" w:rsidRPr="009A0B74" w:rsidRDefault="009A0B74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74" w:rsidRPr="009A0B74" w:rsidRDefault="009A0B74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74" w:rsidRPr="009A0B74" w:rsidRDefault="009A0B74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16.92</w:t>
            </w:r>
          </w:p>
        </w:tc>
      </w:tr>
      <w:tr w:rsidR="009A0B74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B74" w:rsidRPr="009A0B74" w:rsidRDefault="009A0B74" w:rsidP="00C112AB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АЛЕКСАНДЪР МЛАДЕНОВ КИРОВ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B74" w:rsidRPr="009A0B74" w:rsidRDefault="009A0B74" w:rsidP="007F0F68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9A0B74">
              <w:rPr>
                <w:sz w:val="18"/>
                <w:szCs w:val="18"/>
              </w:rPr>
              <w:t>80-1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74" w:rsidRPr="009A0B74" w:rsidRDefault="009A0B74" w:rsidP="00C112AB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80.87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74" w:rsidRPr="009A0B74" w:rsidRDefault="009A0B74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0.755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74" w:rsidRPr="009A0B74" w:rsidRDefault="009A0B74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B74" w:rsidRPr="009A0B74" w:rsidRDefault="009A0B74" w:rsidP="00C112AB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color w:val="000000"/>
                <w:sz w:val="18"/>
                <w:szCs w:val="18"/>
                <w:lang w:val="bg-BG" w:eastAsia="bg-BG"/>
              </w:rPr>
              <w:t>27.18</w:t>
            </w:r>
          </w:p>
        </w:tc>
      </w:tr>
      <w:tr w:rsidR="00C112AB" w:rsidRPr="009A0B74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2AB" w:rsidRPr="009A0B74" w:rsidRDefault="00C112AB" w:rsidP="00C112AB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1.225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AB" w:rsidRPr="009A0B74" w:rsidRDefault="00C112AB" w:rsidP="00C112AB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9A0B74">
              <w:rPr>
                <w:b/>
                <w:color w:val="000000"/>
                <w:sz w:val="18"/>
                <w:szCs w:val="18"/>
                <w:lang w:val="bg-BG" w:eastAsia="bg-BG"/>
              </w:rPr>
              <w:t>44.10</w:t>
            </w:r>
          </w:p>
        </w:tc>
      </w:tr>
    </w:tbl>
    <w:p w:rsidR="005F382C" w:rsidRDefault="005F382C" w:rsidP="006870B3">
      <w:pPr>
        <w:ind w:firstLine="720"/>
        <w:jc w:val="both"/>
        <w:rPr>
          <w:lang w:val="bg-BG"/>
        </w:rPr>
      </w:pPr>
    </w:p>
    <w:p w:rsidR="006870B3" w:rsidRDefault="006870B3" w:rsidP="006870B3">
      <w:pPr>
        <w:ind w:firstLine="720"/>
        <w:jc w:val="both"/>
        <w:rPr>
          <w:lang w:val="bg-BG"/>
        </w:rPr>
      </w:pPr>
      <w:r>
        <w:rPr>
          <w:lang w:val="bg-BG"/>
        </w:rPr>
        <w:t>28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 xml:space="preserve">2023-2024 година за землището с. </w:t>
      </w:r>
      <w:r w:rsidR="00B73D95">
        <w:rPr>
          <w:lang w:val="bg-BG"/>
        </w:rPr>
        <w:t>Чуковезер</w:t>
      </w:r>
      <w:r>
        <w:rPr>
          <w:lang w:val="bg-BG"/>
        </w:rPr>
        <w:t xml:space="preserve">, ЕКАТТЕ </w:t>
      </w:r>
      <w:r w:rsidR="00B73D95">
        <w:rPr>
          <w:lang w:val="bg-BG"/>
        </w:rPr>
        <w:t>81699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</w:t>
      </w:r>
      <w:r>
        <w:t>9</w:t>
      </w:r>
      <w:r w:rsidR="00777357">
        <w:rPr>
          <w:lang w:val="bg-BG"/>
        </w:rPr>
        <w:t>2</w:t>
      </w:r>
      <w:r w:rsidR="004A707B">
        <w:rPr>
          <w:lang w:val="bg-BG"/>
        </w:rPr>
        <w:t>-</w:t>
      </w:r>
      <w:r w:rsidR="004A707B">
        <w:t>3</w:t>
      </w:r>
      <w:r w:rsidRPr="007329DD">
        <w:rPr>
          <w:lang w:val="bg-BG"/>
        </w:rPr>
        <w:t>/</w:t>
      </w:r>
      <w:r w:rsidR="004A707B">
        <w:t>26</w:t>
      </w:r>
      <w:r>
        <w:t>.0</w:t>
      </w:r>
      <w:r w:rsidR="004A707B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5F382C" w:rsidRDefault="005F382C" w:rsidP="006870B3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4293"/>
        <w:gridCol w:w="824"/>
        <w:gridCol w:w="768"/>
        <w:gridCol w:w="1517"/>
        <w:gridCol w:w="1002"/>
        <w:gridCol w:w="754"/>
      </w:tblGrid>
      <w:tr w:rsidR="00777357" w:rsidRPr="00D1510C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Масив №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6A2C2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27" w:rsidRPr="00D1510C" w:rsidRDefault="006A2C2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C27" w:rsidRPr="00D1510C" w:rsidRDefault="006A2C2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2.62</w:t>
            </w:r>
          </w:p>
        </w:tc>
      </w:tr>
      <w:tr w:rsidR="006A2C2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27" w:rsidRPr="00D1510C" w:rsidRDefault="006A2C2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C27" w:rsidRPr="00D1510C" w:rsidRDefault="006A2C2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55.93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16.79</w:t>
            </w:r>
          </w:p>
        </w:tc>
      </w:tr>
      <w:tr w:rsidR="006A2C2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27" w:rsidRPr="00D1510C" w:rsidRDefault="006A2C2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ВК ЧЕПЪНКООП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C27" w:rsidRPr="00D1510C" w:rsidRDefault="006A2C2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55.151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C27" w:rsidRPr="00D1510C" w:rsidRDefault="006A2C2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5.43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24.84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5.61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34.115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12.97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14.12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76.100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7.94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76.108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3.31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"АГРОМЕД-ТЕ" ЕООД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76.120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16.79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2.641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60.74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29.05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4.39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26.96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10.00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27.91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11.48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35.26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11.13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36.26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19.66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58.92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3.86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"АГРО СТИЛ-КОМЕРС" ООД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150.78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4.12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4.074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93.69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6.67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21.74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5.11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24.51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13.18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25.110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13.48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МИЛАДИН БОГДАНОВ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26.96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7.91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2.015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46.35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8.03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16-4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9.84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18.190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6.10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9.36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27.91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22.40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28.95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13.52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28.210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16.93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19.71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34.115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22.10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42.87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34.41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54.150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3.59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54.150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18.79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55.177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37.44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59.93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12.95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81.94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4.51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ПЛАМЕН МЛАДЕНОВ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81.123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8.05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10.771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247.73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18.160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8.74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18.190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6.10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35.26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9.22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35.26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12.86</w:t>
            </w:r>
          </w:p>
        </w:tc>
      </w:tr>
      <w:tr w:rsidR="00454C7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C74" w:rsidRPr="00D1510C" w:rsidRDefault="00454C7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СИМКА СТАНЕВА КОСТОВА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4C74" w:rsidRPr="00D1510C" w:rsidRDefault="00454C7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36.26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C74" w:rsidRPr="00D1510C" w:rsidRDefault="00454C7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3.01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1.736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39.93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21.74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14.08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32.75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2.60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34.115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5.22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48.22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6.42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48.150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7.84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53.42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23.37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58.92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16.35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64.76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5.40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65.61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6.14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66.56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10.42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66.130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14.81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67.73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14.70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73-3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72.84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3.31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75.67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3.77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2.69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75.119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6.60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84.93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3.20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ГОРЯН СТОИЛОВ ГОРЯНОВ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150.75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15.13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7.046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162.05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9-6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6.03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20.180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3.31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12.51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31.81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8.35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31.124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7.13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35.26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11.59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35.110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3.06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87-1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36.110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8.26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69.83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23.34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72.84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15.36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87-1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87.28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9.87</w:t>
            </w:r>
          </w:p>
        </w:tc>
      </w:tr>
      <w:tr w:rsidR="009F76E1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6E1" w:rsidRPr="00D1510C" w:rsidRDefault="009F76E1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ВАЛЕРИ МИЛАДИНОВ БОГДАНОВ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6E1" w:rsidRPr="00D1510C" w:rsidRDefault="009F76E1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87-1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87.97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6E1" w:rsidRPr="00D1510C" w:rsidRDefault="009F76E1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7.38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5.052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116.19</w:t>
            </w:r>
          </w:p>
        </w:tc>
      </w:tr>
      <w:tr w:rsidR="00073F7E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7E" w:rsidRPr="00D1510C" w:rsidRDefault="00073F7E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3F7E" w:rsidRPr="00D1510C" w:rsidRDefault="00073F7E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15.71</w:t>
            </w:r>
          </w:p>
        </w:tc>
      </w:tr>
      <w:tr w:rsidR="00073F7E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7E" w:rsidRPr="00D1510C" w:rsidRDefault="00073F7E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3F7E" w:rsidRPr="00D1510C" w:rsidRDefault="00073F7E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12.93</w:t>
            </w:r>
          </w:p>
        </w:tc>
      </w:tr>
      <w:tr w:rsidR="00073F7E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7E" w:rsidRPr="00D1510C" w:rsidRDefault="00073F7E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3F7E" w:rsidRPr="00D1510C" w:rsidRDefault="00073F7E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5.36</w:t>
            </w:r>
          </w:p>
        </w:tc>
      </w:tr>
      <w:tr w:rsidR="00073F7E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7E" w:rsidRPr="00D1510C" w:rsidRDefault="00073F7E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3F7E" w:rsidRPr="00D1510C" w:rsidRDefault="00073F7E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8-7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4.46</w:t>
            </w:r>
          </w:p>
        </w:tc>
      </w:tr>
      <w:tr w:rsidR="00073F7E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7E" w:rsidRPr="00D1510C" w:rsidRDefault="00073F7E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3F7E" w:rsidRPr="00D1510C" w:rsidRDefault="00073F7E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5.64</w:t>
            </w:r>
          </w:p>
        </w:tc>
      </w:tr>
      <w:tr w:rsidR="00073F7E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7E" w:rsidRPr="00D1510C" w:rsidRDefault="00073F7E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3F7E" w:rsidRPr="00D1510C" w:rsidRDefault="00073F7E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27.91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2.32</w:t>
            </w:r>
          </w:p>
        </w:tc>
      </w:tr>
      <w:tr w:rsidR="00073F7E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F7E" w:rsidRPr="00D1510C" w:rsidRDefault="00073F7E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ГЕОРГИ КИРИЛОВ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3F7E" w:rsidRPr="00D1510C" w:rsidRDefault="00073F7E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91-3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91.105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1.647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7E" w:rsidRPr="00D1510C" w:rsidRDefault="00073F7E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37.88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3.665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84.30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3.96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35.14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16-1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11.16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11.96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2.46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18.160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8.37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25.110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7.70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33.68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11.38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33.77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29.58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36.110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15.00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45.52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10.67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46.55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30.80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46.68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8.86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46.68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19.39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46.102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6.37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47.98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12.44</w:t>
            </w:r>
          </w:p>
        </w:tc>
      </w:tr>
      <w:tr w:rsidR="00CF598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982" w:rsidRPr="00D1510C" w:rsidRDefault="00CF598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СНЕЖАНКА ВАСИЛЕВА ХРИСТОВА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982" w:rsidRPr="00D1510C" w:rsidRDefault="00CF598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47.125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982" w:rsidRPr="00D1510C" w:rsidRDefault="00CF598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8.44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10.160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233.68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ЦВЕТАН ИВАНОВ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037D21" w:rsidRPr="00D1510C">
              <w:rPr>
                <w:sz w:val="18"/>
                <w:szCs w:val="18"/>
              </w:rPr>
              <w:t>103-2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103.229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9.87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9.87</w:t>
            </w:r>
          </w:p>
        </w:tc>
      </w:tr>
      <w:tr w:rsidR="00DD523D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23D" w:rsidRPr="00D1510C" w:rsidRDefault="00DD523D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23D" w:rsidRPr="00D1510C" w:rsidRDefault="00DD523D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19.34</w:t>
            </w:r>
          </w:p>
        </w:tc>
      </w:tr>
      <w:tr w:rsidR="00DD523D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23D" w:rsidRPr="00D1510C" w:rsidRDefault="00DD523D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23D" w:rsidRPr="00D1510C" w:rsidRDefault="00DD523D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7.38</w:t>
            </w:r>
          </w:p>
        </w:tc>
      </w:tr>
      <w:tr w:rsidR="00DD523D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23D" w:rsidRPr="00D1510C" w:rsidRDefault="00DD523D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23D" w:rsidRPr="00D1510C" w:rsidRDefault="00DD523D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23.16</w:t>
            </w:r>
          </w:p>
        </w:tc>
      </w:tr>
      <w:tr w:rsidR="00DD523D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23D" w:rsidRPr="00D1510C" w:rsidRDefault="00DD523D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23D" w:rsidRPr="00D1510C" w:rsidRDefault="00DD523D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31.124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30.66</w:t>
            </w:r>
          </w:p>
        </w:tc>
      </w:tr>
      <w:tr w:rsidR="00DD523D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23D" w:rsidRPr="00D1510C" w:rsidRDefault="00DD523D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23D" w:rsidRPr="00D1510C" w:rsidRDefault="00DD523D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73.83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24.22</w:t>
            </w:r>
          </w:p>
        </w:tc>
      </w:tr>
      <w:tr w:rsidR="00DD523D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23D" w:rsidRPr="00D1510C" w:rsidRDefault="00DD523D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СТОЯНОВ ХРИСТОВ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23D" w:rsidRPr="00D1510C" w:rsidRDefault="00DD523D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77.83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23D" w:rsidRPr="00D1510C" w:rsidRDefault="00DD523D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11.04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5.035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115.80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12.47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3.31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6.23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3.47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26-3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26.126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4.00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27.91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2.55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33.77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6.78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36.110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5.11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42.85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25.35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42.86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3.68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48.150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9.41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67.73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15.32</w:t>
            </w:r>
          </w:p>
        </w:tc>
      </w:tr>
      <w:tr w:rsidR="006C0DA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DA7" w:rsidRPr="00D1510C" w:rsidRDefault="006C0DA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ПЕТЯ ДИМИТРОВА МИХАЙЛОВА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0DA7" w:rsidRPr="00D1510C" w:rsidRDefault="006C0DA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99.128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DA7" w:rsidRPr="00D1510C" w:rsidRDefault="006C0DA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10.17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4.689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107.85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20.88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5.73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21.30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4.99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21.74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6.16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22.88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3.70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9.13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31.75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17.55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31.124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2.62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34.89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5.20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34.91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10.10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34.110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16.97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58.92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26.52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69.83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15.62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69.250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17.18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69.251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5.38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74.248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11.41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74.252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5.91</w:t>
            </w:r>
          </w:p>
        </w:tc>
      </w:tr>
      <w:tr w:rsidR="00A72C3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C37" w:rsidRPr="00D1510C" w:rsidRDefault="00A72C37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ФИЛИП ПЛАМЕНОВ ЯКИМОВ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C37" w:rsidRPr="00D1510C" w:rsidRDefault="00A72C37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150.78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C37" w:rsidRPr="00D1510C" w:rsidRDefault="00A72C37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2.46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8.240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189.51</w:t>
            </w:r>
          </w:p>
        </w:tc>
      </w:tr>
      <w:tr w:rsidR="002E0D9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92" w:rsidRPr="00D1510C" w:rsidRDefault="002E0D9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D92" w:rsidRPr="00D1510C" w:rsidRDefault="002E0D9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55.93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13.29</w:t>
            </w:r>
          </w:p>
        </w:tc>
      </w:tr>
      <w:tr w:rsidR="002E0D9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92" w:rsidRPr="00D1510C" w:rsidRDefault="002E0D9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D92" w:rsidRPr="00D1510C" w:rsidRDefault="002E0D9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55-2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55.151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3.01</w:t>
            </w:r>
          </w:p>
        </w:tc>
      </w:tr>
      <w:tr w:rsidR="002E0D9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92" w:rsidRPr="00D1510C" w:rsidRDefault="002E0D9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D92" w:rsidRPr="00D1510C" w:rsidRDefault="002E0D9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55.151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6.67</w:t>
            </w:r>
          </w:p>
        </w:tc>
      </w:tr>
      <w:tr w:rsidR="002E0D92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D92" w:rsidRPr="00D1510C" w:rsidRDefault="002E0D92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СТАНИСЛАВ ЛЮБОМИРОВ МАДОВ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D92" w:rsidRPr="00D1510C" w:rsidRDefault="002E0D92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79.114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D92" w:rsidRPr="00D1510C" w:rsidRDefault="002E0D92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4.37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1.189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27.34</w:t>
            </w:r>
          </w:p>
        </w:tc>
      </w:tr>
      <w:tr w:rsidR="009E05E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AC2" w:rsidRDefault="00FF4AC2" w:rsidP="00777357">
            <w:pPr>
              <w:rPr>
                <w:color w:val="000000"/>
                <w:sz w:val="18"/>
                <w:szCs w:val="18"/>
                <w:lang w:eastAsia="bg-BG"/>
              </w:rPr>
            </w:pPr>
          </w:p>
          <w:p w:rsidR="00FF4AC2" w:rsidRPr="00FF4AC2" w:rsidRDefault="009E05E4" w:rsidP="00777357">
            <w:pPr>
              <w:rPr>
                <w:color w:val="000000"/>
                <w:sz w:val="18"/>
                <w:szCs w:val="18"/>
                <w:lang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E4" w:rsidRPr="00D1510C" w:rsidRDefault="009E05E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E4" w:rsidRPr="00D1510C" w:rsidRDefault="009E05E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35.110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E4" w:rsidRPr="00D1510C" w:rsidRDefault="009E05E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E4" w:rsidRPr="00D1510C" w:rsidRDefault="009E05E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E4" w:rsidRPr="00D1510C" w:rsidRDefault="009E05E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9.89</w:t>
            </w:r>
          </w:p>
        </w:tc>
      </w:tr>
      <w:tr w:rsidR="009E05E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AC2" w:rsidRDefault="00FF4AC2" w:rsidP="00777357">
            <w:pPr>
              <w:rPr>
                <w:color w:val="000000"/>
                <w:sz w:val="18"/>
                <w:szCs w:val="18"/>
                <w:lang w:eastAsia="bg-BG"/>
              </w:rPr>
            </w:pPr>
          </w:p>
          <w:p w:rsidR="009E05E4" w:rsidRPr="00D1510C" w:rsidRDefault="009E05E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ГЕРГАНА СТОЯНОВА ХАДЖИЙСКА-МАРИНОВА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5E4" w:rsidRPr="00D1510C" w:rsidRDefault="009E05E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E4" w:rsidRPr="00D1510C" w:rsidRDefault="009E05E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42.86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E4" w:rsidRPr="00D1510C" w:rsidRDefault="009E05E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E4" w:rsidRPr="00D1510C" w:rsidRDefault="009E05E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5E4" w:rsidRPr="00D1510C" w:rsidRDefault="009E05E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20.52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1.322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30.41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16.160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9.11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18.160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14.72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14.01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23.02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12.42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3.73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30.152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3.17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30-2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31.124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11.82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57.23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19.09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57.60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26.22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57-2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57.64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12.21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57-3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57.99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7.98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57-4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57.121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18.58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58.92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7.98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66-2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58.92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8.97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64.76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12.30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65.61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0.979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22.52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67.73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31.05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72.84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35.10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73.83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7.29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73.84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11.02</w:t>
            </w:r>
          </w:p>
        </w:tc>
      </w:tr>
      <w:tr w:rsidR="0029090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90A" w:rsidRPr="00D1510C" w:rsidRDefault="0029090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ИВАЙЛО КРАСИМИРОВ МЛАДЕНОВ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90A" w:rsidRPr="00D1510C" w:rsidRDefault="0029090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77.84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90A" w:rsidRPr="00D1510C" w:rsidRDefault="0029090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14.10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14.192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326.41</w:t>
            </w:r>
          </w:p>
        </w:tc>
      </w:tr>
      <w:tr w:rsidR="0044059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9A" w:rsidRPr="00D1510C" w:rsidRDefault="0044059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СВЕТОСЛАВ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59A" w:rsidRPr="00D1510C" w:rsidRDefault="0044059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9A" w:rsidRPr="00D1510C" w:rsidRDefault="0044059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9A" w:rsidRPr="00D1510C" w:rsidRDefault="0044059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9A" w:rsidRPr="00D1510C" w:rsidRDefault="0044059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9A" w:rsidRPr="00D1510C" w:rsidRDefault="0044059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4.07</w:t>
            </w:r>
          </w:p>
        </w:tc>
      </w:tr>
      <w:tr w:rsidR="0044059A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59A" w:rsidRPr="00D1510C" w:rsidRDefault="0044059A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СВЕТОСЛАВ ДИМИТРОВ ВЛАШЕВ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59A" w:rsidRPr="00D1510C" w:rsidRDefault="0044059A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75-3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9A" w:rsidRPr="00D1510C" w:rsidRDefault="0044059A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75.119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9A" w:rsidRPr="00D1510C" w:rsidRDefault="0044059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9A" w:rsidRPr="00D1510C" w:rsidRDefault="0044059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59A" w:rsidRPr="00D1510C" w:rsidRDefault="0044059A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3.61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7.68</w:t>
            </w:r>
          </w:p>
        </w:tc>
      </w:tr>
      <w:tr w:rsidR="002109F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F4" w:rsidRPr="00D1510C" w:rsidRDefault="002109F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9F4" w:rsidRPr="00D1510C" w:rsidRDefault="002109F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22.110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0.822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18.91</w:t>
            </w:r>
          </w:p>
        </w:tc>
      </w:tr>
      <w:tr w:rsidR="002109F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F4" w:rsidRPr="00D1510C" w:rsidRDefault="002109F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9F4" w:rsidRPr="00D1510C" w:rsidRDefault="002109F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5.57</w:t>
            </w:r>
          </w:p>
        </w:tc>
      </w:tr>
      <w:tr w:rsidR="002109F4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9F4" w:rsidRPr="00D1510C" w:rsidRDefault="002109F4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РАНГЕЛ ДИМИТРОВ ДИМИТРОВ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9F4" w:rsidRPr="00D1510C" w:rsidRDefault="002109F4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9F4" w:rsidRPr="00D1510C" w:rsidRDefault="002109F4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12.70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1.616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37.18</w:t>
            </w:r>
          </w:p>
        </w:tc>
      </w:tr>
      <w:tr w:rsidR="008207C9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7C9" w:rsidRPr="00D1510C" w:rsidRDefault="008207C9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7C9" w:rsidRPr="00D1510C" w:rsidRDefault="008207C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9-5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10.50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2.42</w:t>
            </w:r>
          </w:p>
        </w:tc>
      </w:tr>
      <w:tr w:rsidR="008207C9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7C9" w:rsidRPr="00D1510C" w:rsidRDefault="008207C9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7C9" w:rsidRPr="00D1510C" w:rsidRDefault="008207C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20-7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20.110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8.83</w:t>
            </w:r>
          </w:p>
        </w:tc>
      </w:tr>
      <w:tr w:rsidR="008207C9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7C9" w:rsidRPr="00D1510C" w:rsidRDefault="008207C9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МИЛЕНА НИКОЛАЕВА КОСТАДИНОВА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7C9" w:rsidRPr="00D1510C" w:rsidRDefault="008207C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48-1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48.22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7C9" w:rsidRPr="00D1510C" w:rsidRDefault="008207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7.27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lastRenderedPageBreak/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0.805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18.52</w:t>
            </w:r>
          </w:p>
        </w:tc>
      </w:tr>
      <w:tr w:rsidR="004F16C9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6C9" w:rsidRPr="00D1510C" w:rsidRDefault="004F16C9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C9" w:rsidRPr="00D1510C" w:rsidRDefault="004F16C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71.59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13.22</w:t>
            </w:r>
          </w:p>
        </w:tc>
      </w:tr>
      <w:tr w:rsidR="004F16C9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6C9" w:rsidRPr="00D1510C" w:rsidRDefault="004F16C9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C9" w:rsidRPr="00D1510C" w:rsidRDefault="004F16C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77.83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1.490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34.27</w:t>
            </w:r>
          </w:p>
        </w:tc>
      </w:tr>
      <w:tr w:rsidR="004F16C9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6C9" w:rsidRPr="00D1510C" w:rsidRDefault="004F16C9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C9" w:rsidRPr="00D1510C" w:rsidRDefault="004F16C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77.84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14.58</w:t>
            </w:r>
          </w:p>
        </w:tc>
      </w:tr>
      <w:tr w:rsidR="004F16C9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6C9" w:rsidRPr="00D1510C" w:rsidRDefault="004F16C9" w:rsidP="00777357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СТОЯН ИВАЙЛОВ СТОЯНОВ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6C9" w:rsidRPr="00D1510C" w:rsidRDefault="004F16C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D1510C">
              <w:rPr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78.83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23.00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6C9" w:rsidRPr="00D1510C" w:rsidRDefault="004F16C9" w:rsidP="00777357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color w:val="000000"/>
                <w:sz w:val="18"/>
                <w:szCs w:val="18"/>
                <w:lang w:val="bg-BG" w:eastAsia="bg-BG"/>
              </w:rPr>
              <w:t>15.94</w:t>
            </w:r>
          </w:p>
        </w:tc>
      </w:tr>
      <w:tr w:rsidR="00777357" w:rsidRPr="00D1510C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D1510C" w:rsidRDefault="00777357" w:rsidP="00777357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3.392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357" w:rsidRPr="00D1510C" w:rsidRDefault="00777357" w:rsidP="00777357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D1510C">
              <w:rPr>
                <w:b/>
                <w:color w:val="000000"/>
                <w:sz w:val="18"/>
                <w:szCs w:val="18"/>
                <w:lang w:val="bg-BG" w:eastAsia="bg-BG"/>
              </w:rPr>
              <w:t>78.01</w:t>
            </w:r>
          </w:p>
        </w:tc>
      </w:tr>
    </w:tbl>
    <w:p w:rsidR="005F382C" w:rsidRDefault="005F382C" w:rsidP="00D1510C">
      <w:pPr>
        <w:ind w:firstLine="720"/>
        <w:jc w:val="both"/>
        <w:rPr>
          <w:lang w:val="bg-BG"/>
        </w:rPr>
      </w:pPr>
    </w:p>
    <w:p w:rsidR="00D1510C" w:rsidRDefault="00D1510C" w:rsidP="00D1510C">
      <w:pPr>
        <w:ind w:firstLine="720"/>
        <w:jc w:val="both"/>
        <w:rPr>
          <w:lang w:val="bg-BG"/>
        </w:rPr>
      </w:pPr>
      <w:r>
        <w:rPr>
          <w:lang w:val="bg-BG"/>
        </w:rPr>
        <w:t>29</w:t>
      </w:r>
      <w:r w:rsidRPr="007329DD">
        <w:rPr>
          <w:lang w:val="bg-BG"/>
        </w:rPr>
        <w:t xml:space="preserve">. Към масивите за ползване и имоти за ползване по чл. 37в, ал. 3, т. 2 от ЗСПЗЗ, разпределени в границите им, съгласно сключеното доброволно споразумение за орна земя за стопанската </w:t>
      </w:r>
      <w:r>
        <w:rPr>
          <w:lang w:val="bg-BG"/>
        </w:rPr>
        <w:t>2023-2024 година за землището с. Ялботина, ЕКАТТЕ</w:t>
      </w:r>
      <w:r w:rsidR="003D0082">
        <w:rPr>
          <w:lang w:val="bg-BG"/>
        </w:rPr>
        <w:t xml:space="preserve"> 87343</w:t>
      </w:r>
      <w:r w:rsidRPr="007329DD">
        <w:rPr>
          <w:lang w:val="bg-BG"/>
        </w:rPr>
        <w:t>, общ. Драгоман, одобрено със заповед № ПО-09-</w:t>
      </w:r>
      <w:r>
        <w:rPr>
          <w:lang w:val="bg-BG"/>
        </w:rPr>
        <w:t>33</w:t>
      </w:r>
      <w:r>
        <w:t>9</w:t>
      </w:r>
      <w:r w:rsidR="003D0082">
        <w:rPr>
          <w:lang w:val="bg-BG"/>
        </w:rPr>
        <w:t>3</w:t>
      </w:r>
      <w:r w:rsidR="00F872DC">
        <w:rPr>
          <w:lang w:val="bg-BG"/>
        </w:rPr>
        <w:t>-</w:t>
      </w:r>
      <w:r w:rsidR="00F872DC">
        <w:t>3</w:t>
      </w:r>
      <w:r w:rsidRPr="007329DD">
        <w:rPr>
          <w:lang w:val="bg-BG"/>
        </w:rPr>
        <w:t>/</w:t>
      </w:r>
      <w:r w:rsidR="00F872DC">
        <w:t>26</w:t>
      </w:r>
      <w:r>
        <w:t>.0</w:t>
      </w:r>
      <w:r w:rsidR="00F872DC">
        <w:t>9</w:t>
      </w:r>
      <w:r>
        <w:t>.202</w:t>
      </w:r>
      <w:r>
        <w:rPr>
          <w:lang w:val="bg-BG"/>
        </w:rPr>
        <w:t>3</w:t>
      </w:r>
      <w:r w:rsidRPr="007329DD">
        <w:rPr>
          <w:lang w:val="bg-BG"/>
        </w:rPr>
        <w:t xml:space="preserve"> г., за ползвателите се добавят и площите на имотите  – полски пътища, както следва:</w:t>
      </w:r>
    </w:p>
    <w:p w:rsidR="005F382C" w:rsidRDefault="005F382C" w:rsidP="00D1510C">
      <w:pPr>
        <w:ind w:firstLine="720"/>
        <w:jc w:val="both"/>
        <w:rPr>
          <w:lang w:val="bg-BG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3219"/>
        <w:gridCol w:w="932"/>
        <w:gridCol w:w="787"/>
        <w:gridCol w:w="2168"/>
        <w:gridCol w:w="1211"/>
        <w:gridCol w:w="841"/>
      </w:tblGrid>
      <w:tr w:rsidR="003D0082" w:rsidRPr="003D0082" w:rsidTr="003071C7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Име на ползвател на бели петна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  <w:r w:rsidR="006E7076" w:rsidRPr="002613AC">
              <w:rPr>
                <w:b/>
                <w:color w:val="000000"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Имот 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Площ дка по чл. 37в, ал.16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СГРП лв./дка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Сума лв.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ДИМИТРИНКА СТОИЛОВА КОЛЕВА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18.36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14.21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ДИМИТРИНКА СТОИЛОВА КОЛЕВА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3.01</w:t>
            </w:r>
          </w:p>
        </w:tc>
      </w:tr>
      <w:tr w:rsidR="003D0082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0.783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17.22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21.08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13.93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7.46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4.18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5.24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2.53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4.05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2.46</w:t>
            </w:r>
          </w:p>
        </w:tc>
      </w:tr>
      <w:tr w:rsidR="00CF3D89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D89" w:rsidRPr="003D0082" w:rsidRDefault="00CF3D89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ТОДОР НИКОЛОВ ИВАНОВ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D89" w:rsidRPr="002613AC" w:rsidRDefault="00CF3D89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D89" w:rsidRPr="003D0082" w:rsidRDefault="00CF3D89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3.81</w:t>
            </w:r>
          </w:p>
        </w:tc>
      </w:tr>
      <w:tr w:rsidR="003D0082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2.942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64.74</w:t>
            </w:r>
          </w:p>
        </w:tc>
      </w:tr>
      <w:tr w:rsidR="003D0082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КРАСИМИР ВАСИЛЕВ ПЪРВАНОВ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 </w:t>
            </w:r>
            <w:r w:rsidR="00CF3D89" w:rsidRPr="002613AC">
              <w:rPr>
                <w:sz w:val="18"/>
                <w:szCs w:val="18"/>
              </w:rPr>
              <w:t>23-2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23.58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2.66</w:t>
            </w:r>
          </w:p>
        </w:tc>
      </w:tr>
      <w:tr w:rsidR="003D0082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2.66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6.33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6.40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7-5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6.33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7.41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7.11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13.38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7.11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16.57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7.55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1.563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34.39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7-1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7.71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2.407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52.95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7.90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8.18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8.58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5.90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9.88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lastRenderedPageBreak/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16.16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10.98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18.6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13.90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18.13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13.44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18.21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15.31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18.32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24.51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23-1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23.14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9.20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23-1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23.30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0.468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10.30</w:t>
            </w:r>
          </w:p>
        </w:tc>
      </w:tr>
      <w:tr w:rsidR="002613AC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AC" w:rsidRPr="003D0082" w:rsidRDefault="002613AC" w:rsidP="003D0082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ПЕТЪР ГЕОРГИЕВ СТАВРАКИЕВ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3AC" w:rsidRPr="002613AC" w:rsidRDefault="002613AC" w:rsidP="002E5C65">
            <w:pPr>
              <w:autoSpaceDE w:val="0"/>
              <w:autoSpaceDN w:val="0"/>
              <w:adjustRightInd w:val="0"/>
              <w:spacing w:line="340" w:lineRule="exact"/>
              <w:rPr>
                <w:sz w:val="18"/>
                <w:szCs w:val="18"/>
              </w:rPr>
            </w:pPr>
            <w:r w:rsidRPr="002613AC">
              <w:rPr>
                <w:sz w:val="18"/>
                <w:szCs w:val="18"/>
              </w:rPr>
              <w:t>23-1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23.58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1.615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22.00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AC" w:rsidRPr="003D0082" w:rsidRDefault="002613AC" w:rsidP="003D0082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color w:val="000000"/>
                <w:sz w:val="18"/>
                <w:szCs w:val="18"/>
                <w:lang w:val="bg-BG" w:eastAsia="bg-BG"/>
              </w:rPr>
              <w:t>35.53</w:t>
            </w:r>
          </w:p>
        </w:tc>
      </w:tr>
      <w:tr w:rsidR="003D0082" w:rsidRPr="003D0082" w:rsidTr="003071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Общо за ползвателя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82" w:rsidRPr="003D0082" w:rsidRDefault="003D0082" w:rsidP="003D0082">
            <w:pPr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center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13.850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82" w:rsidRPr="003D0082" w:rsidRDefault="003D0082" w:rsidP="003D0082">
            <w:pPr>
              <w:jc w:val="right"/>
              <w:rPr>
                <w:b/>
                <w:color w:val="000000"/>
                <w:sz w:val="18"/>
                <w:szCs w:val="18"/>
                <w:lang w:val="bg-BG" w:eastAsia="bg-BG"/>
              </w:rPr>
            </w:pPr>
            <w:r w:rsidRPr="003D0082">
              <w:rPr>
                <w:b/>
                <w:color w:val="000000"/>
                <w:sz w:val="18"/>
                <w:szCs w:val="18"/>
                <w:lang w:val="bg-BG" w:eastAsia="bg-BG"/>
              </w:rPr>
              <w:t>304.71</w:t>
            </w:r>
          </w:p>
        </w:tc>
      </w:tr>
    </w:tbl>
    <w:p w:rsidR="005F382C" w:rsidRPr="00D870D4" w:rsidRDefault="005F382C" w:rsidP="002613AC">
      <w:pPr>
        <w:tabs>
          <w:tab w:val="left" w:pos="0"/>
        </w:tabs>
        <w:jc w:val="both"/>
      </w:pPr>
    </w:p>
    <w:p w:rsidR="00C31834" w:rsidRPr="002613AC" w:rsidRDefault="00C31834" w:rsidP="002613AC">
      <w:pPr>
        <w:tabs>
          <w:tab w:val="left" w:pos="0"/>
        </w:tabs>
        <w:jc w:val="both"/>
        <w:rPr>
          <w:b/>
          <w:lang w:val="bg-BG"/>
        </w:rPr>
      </w:pPr>
      <w:r w:rsidRPr="00C31834">
        <w:rPr>
          <w:lang w:val="bg-BG" w:eastAsia="bg-BG"/>
        </w:rPr>
        <w:t>Настоящата заповед да се обяви в кметствата и в сградата на общинската служба по земеделие и да се публикува на интернет страницата на общината и на областна</w:t>
      </w:r>
      <w:r w:rsidRPr="0018347D">
        <w:rPr>
          <w:lang w:val="bg-BG" w:eastAsia="bg-BG"/>
        </w:rPr>
        <w:t xml:space="preserve"> дирекция "Земеделие". </w:t>
      </w:r>
    </w:p>
    <w:p w:rsidR="005F382C" w:rsidRDefault="005F382C" w:rsidP="00754D48">
      <w:pPr>
        <w:ind w:firstLine="720"/>
        <w:jc w:val="both"/>
        <w:textAlignment w:val="center"/>
        <w:rPr>
          <w:lang w:val="bg-BG" w:eastAsia="bg-BG"/>
        </w:rPr>
      </w:pPr>
    </w:p>
    <w:p w:rsidR="005F382C" w:rsidRPr="00A52AB3" w:rsidRDefault="00C31834" w:rsidP="00A52AB3">
      <w:pPr>
        <w:ind w:firstLine="720"/>
        <w:jc w:val="both"/>
        <w:textAlignment w:val="center"/>
        <w:rPr>
          <w:lang w:eastAsia="bg-BG"/>
        </w:rPr>
      </w:pPr>
      <w:r w:rsidRPr="0018347D">
        <w:rPr>
          <w:lang w:val="bg-BG" w:eastAsia="bg-BG"/>
        </w:rPr>
        <w:t>Заповедта може да бъде обжалвана в 14-дневен срок по реда на Административнопроцесуалния кодекс.</w:t>
      </w:r>
    </w:p>
    <w:p w:rsidR="00C31834" w:rsidRPr="0018347D" w:rsidRDefault="00C31834" w:rsidP="00333561">
      <w:pPr>
        <w:ind w:firstLine="720"/>
        <w:jc w:val="both"/>
        <w:textAlignment w:val="center"/>
        <w:rPr>
          <w:lang w:val="bg-BG" w:eastAsia="bg-BG"/>
        </w:rPr>
      </w:pPr>
      <w:r w:rsidRPr="0018347D">
        <w:rPr>
          <w:lang w:val="bg-BG" w:eastAsia="bg-BG"/>
        </w:rPr>
        <w:t xml:space="preserve">Обжалването на заповедта не спира изпълнението </w:t>
      </w:r>
      <w:r w:rsidR="0013387F">
        <w:rPr>
          <w:lang w:val="bg-BG" w:eastAsia="bg-BG"/>
        </w:rPr>
        <w:t>й</w:t>
      </w:r>
      <w:r w:rsidRPr="0018347D">
        <w:rPr>
          <w:lang w:val="bg-BG" w:eastAsia="bg-BG"/>
        </w:rPr>
        <w:t>.</w:t>
      </w:r>
    </w:p>
    <w:p w:rsidR="005F382C" w:rsidRPr="00A52AB3" w:rsidRDefault="00C31834" w:rsidP="00A52AB3">
      <w:pPr>
        <w:ind w:firstLine="720"/>
        <w:jc w:val="both"/>
        <w:textAlignment w:val="center"/>
      </w:pPr>
      <w:r w:rsidRPr="00CE15A4">
        <w:rPr>
          <w:lang w:val="bg-BG" w:eastAsia="bg-BG"/>
        </w:rPr>
        <w:t xml:space="preserve">Ползвателите на земеделски земи са длъжни да внесат по бюджетна сметка на </w:t>
      </w:r>
      <w:r w:rsidRPr="00671565">
        <w:rPr>
          <w:b/>
          <w:lang w:val="bg-BG" w:eastAsia="bg-BG"/>
        </w:rPr>
        <w:t>община Драгоман</w:t>
      </w:r>
      <w:r w:rsidR="0013387F" w:rsidRPr="00671565">
        <w:rPr>
          <w:b/>
          <w:lang w:val="bg-BG" w:eastAsia="bg-BG"/>
        </w:rPr>
        <w:t>:</w:t>
      </w:r>
      <w:r w:rsidR="00671565">
        <w:rPr>
          <w:b/>
          <w:lang w:val="bg-BG" w:eastAsia="bg-BG"/>
        </w:rPr>
        <w:t xml:space="preserve"> </w:t>
      </w:r>
      <w:r w:rsidRPr="00CE15A4">
        <w:rPr>
          <w:b/>
          <w:bCs/>
          <w:lang w:val="bg-BG" w:eastAsia="bg-BG"/>
        </w:rPr>
        <w:t>БАНКА ДСК – клон Д</w:t>
      </w:r>
      <w:r>
        <w:rPr>
          <w:b/>
          <w:bCs/>
          <w:lang w:val="bg-BG" w:eastAsia="bg-BG"/>
        </w:rPr>
        <w:t>рагоман</w:t>
      </w:r>
      <w:r w:rsidRPr="00CE15A4">
        <w:rPr>
          <w:b/>
          <w:lang w:val="bg-BG" w:eastAsia="bg-BG"/>
        </w:rPr>
        <w:t xml:space="preserve">, </w:t>
      </w:r>
      <w:r w:rsidRPr="00CE15A4">
        <w:rPr>
          <w:b/>
          <w:bCs/>
          <w:lang w:val="bg-BG" w:eastAsia="bg-BG"/>
        </w:rPr>
        <w:t xml:space="preserve">BIC: </w:t>
      </w:r>
      <w:r w:rsidRPr="00CE15A4">
        <w:rPr>
          <w:b/>
          <w:bCs/>
          <w:lang w:eastAsia="bg-BG"/>
        </w:rPr>
        <w:t>STSA</w:t>
      </w:r>
      <w:r w:rsidRPr="00CE15A4">
        <w:rPr>
          <w:b/>
          <w:bCs/>
          <w:lang w:val="bg-BG" w:eastAsia="bg-BG"/>
        </w:rPr>
        <w:t>BGSF</w:t>
      </w:r>
      <w:r w:rsidR="00671565">
        <w:rPr>
          <w:b/>
          <w:bCs/>
          <w:lang w:val="bg-BG" w:eastAsia="bg-BG"/>
        </w:rPr>
        <w:t xml:space="preserve"> </w:t>
      </w:r>
      <w:r w:rsidRPr="00CE15A4">
        <w:rPr>
          <w:b/>
          <w:bCs/>
          <w:lang w:val="bg-BG" w:eastAsia="bg-BG"/>
        </w:rPr>
        <w:t xml:space="preserve">IBAN: BG </w:t>
      </w:r>
      <w:r w:rsidRPr="00CE15A4">
        <w:rPr>
          <w:b/>
          <w:bCs/>
          <w:lang w:eastAsia="bg-BG"/>
        </w:rPr>
        <w:t>30</w:t>
      </w:r>
      <w:r w:rsidRPr="00CE15A4">
        <w:rPr>
          <w:b/>
          <w:bCs/>
          <w:lang w:val="bg-BG" w:eastAsia="bg-BG"/>
        </w:rPr>
        <w:t xml:space="preserve"> </w:t>
      </w:r>
      <w:r w:rsidRPr="00CE15A4">
        <w:rPr>
          <w:b/>
          <w:bCs/>
          <w:lang w:eastAsia="bg-BG"/>
        </w:rPr>
        <w:t>STSA 9300 8497 6603 00</w:t>
      </w:r>
      <w:r w:rsidRPr="00CE15A4">
        <w:rPr>
          <w:b/>
          <w:bCs/>
          <w:lang w:val="bg-BG" w:eastAsia="bg-BG"/>
        </w:rPr>
        <w:t>, код за вид плащане 44</w:t>
      </w:r>
      <w:r w:rsidRPr="00CE15A4">
        <w:rPr>
          <w:b/>
          <w:bCs/>
          <w:lang w:eastAsia="bg-BG"/>
        </w:rPr>
        <w:t>4200</w:t>
      </w:r>
      <w:r w:rsidR="00671565">
        <w:rPr>
          <w:b/>
          <w:bCs/>
          <w:lang w:val="bg-BG" w:eastAsia="bg-BG"/>
        </w:rPr>
        <w:t xml:space="preserve"> </w:t>
      </w:r>
      <w:r w:rsidRPr="00CE15A4">
        <w:rPr>
          <w:lang w:val="bg-BG" w:eastAsia="bg-BG"/>
        </w:rPr>
        <w:t xml:space="preserve">сумата в размер на средното годишно рентно плащане за съответното землище </w:t>
      </w:r>
      <w:r w:rsidRPr="00CE15A4">
        <w:rPr>
          <w:b/>
          <w:lang w:val="bg-BG" w:eastAsia="bg-BG"/>
        </w:rPr>
        <w:t>в срок до един месец</w:t>
      </w:r>
      <w:r w:rsidRPr="00CE15A4">
        <w:rPr>
          <w:lang w:val="bg-BG" w:eastAsia="bg-BG"/>
        </w:rPr>
        <w:t xml:space="preserve"> от</w:t>
      </w:r>
      <w:r w:rsidRPr="0018347D">
        <w:rPr>
          <w:lang w:val="bg-BG" w:eastAsia="bg-BG"/>
        </w:rPr>
        <w:t xml:space="preserve"> публикуване на заповедта</w:t>
      </w:r>
      <w:r w:rsidRPr="0018347D">
        <w:rPr>
          <w:lang w:val="bg-BG"/>
        </w:rPr>
        <w:t>.</w:t>
      </w:r>
    </w:p>
    <w:p w:rsidR="00C31834" w:rsidRPr="002347CF" w:rsidRDefault="00C31834" w:rsidP="00333561">
      <w:pPr>
        <w:ind w:firstLine="720"/>
        <w:jc w:val="both"/>
        <w:textAlignment w:val="center"/>
        <w:rPr>
          <w:lang w:val="bg-BG" w:eastAsia="bg-BG"/>
        </w:rPr>
      </w:pPr>
      <w:r w:rsidRPr="002347CF">
        <w:rPr>
          <w:lang w:val="bg-BG"/>
        </w:rPr>
        <w:t>Копие от заповедта да бъде връчена на Началника на ОСЗ Драгоман, на представителите на община Драгоман и кметства на с. Б</w:t>
      </w:r>
      <w:r w:rsidR="00735B78" w:rsidRPr="002347CF">
        <w:rPr>
          <w:lang w:val="bg-BG"/>
        </w:rPr>
        <w:t xml:space="preserve">еренде, с. Беренде извор, </w:t>
      </w:r>
      <w:r w:rsidR="00D870D4">
        <w:t xml:space="preserve">                     </w:t>
      </w:r>
      <w:r w:rsidRPr="002347CF">
        <w:rPr>
          <w:lang w:val="bg-BG"/>
        </w:rPr>
        <w:t>с. Василовци, с. Вишан, с. Влади</w:t>
      </w:r>
      <w:r w:rsidR="00735B78" w:rsidRPr="002347CF">
        <w:rPr>
          <w:lang w:val="bg-BG"/>
        </w:rPr>
        <w:t>славци, с. Габер, с. Долна невля</w:t>
      </w:r>
      <w:r w:rsidRPr="002347CF">
        <w:rPr>
          <w:lang w:val="bg-BG"/>
        </w:rPr>
        <w:t>,</w:t>
      </w:r>
      <w:r w:rsidR="00735B78" w:rsidRPr="002347CF">
        <w:rPr>
          <w:lang w:val="bg-BG"/>
        </w:rPr>
        <w:t xml:space="preserve"> </w:t>
      </w:r>
      <w:r w:rsidR="002347CF">
        <w:rPr>
          <w:lang w:val="bg-BG"/>
        </w:rPr>
        <w:t>с. Долно ново село,</w:t>
      </w:r>
      <w:r w:rsidR="002347CF">
        <w:t xml:space="preserve"> </w:t>
      </w:r>
      <w:r w:rsidR="00D870D4">
        <w:t xml:space="preserve">              </w:t>
      </w:r>
      <w:r w:rsidRPr="002347CF">
        <w:rPr>
          <w:lang w:val="bg-BG"/>
        </w:rPr>
        <w:t>с. Драгоил, с. Дреатин, с. Калотина, с. Кам</w:t>
      </w:r>
      <w:r w:rsidR="008D60D3" w:rsidRPr="002347CF">
        <w:rPr>
          <w:lang w:val="bg-BG"/>
        </w:rPr>
        <w:t xml:space="preserve">белевци, с. Круша, с. Летница, </w:t>
      </w:r>
      <w:r w:rsidRPr="002347CF">
        <w:rPr>
          <w:lang w:val="bg-BG"/>
        </w:rPr>
        <w:t xml:space="preserve">с. Липинци, </w:t>
      </w:r>
      <w:r w:rsidR="00D870D4">
        <w:t xml:space="preserve">              </w:t>
      </w:r>
      <w:r w:rsidRPr="002347CF">
        <w:rPr>
          <w:lang w:val="bg-BG"/>
        </w:rPr>
        <w:t>с. Начево, с. Неделище, с. Несла, с. Ново бърдо, с. Прекръсте, с. Раяновци,</w:t>
      </w:r>
      <w:r w:rsidR="002347CF">
        <w:t xml:space="preserve"> </w:t>
      </w:r>
      <w:r w:rsidRPr="002347CF">
        <w:rPr>
          <w:lang w:val="bg-BG"/>
        </w:rPr>
        <w:t xml:space="preserve">с. Табан, </w:t>
      </w:r>
      <w:r w:rsidR="00D870D4">
        <w:t xml:space="preserve">                 </w:t>
      </w:r>
      <w:r w:rsidRPr="002347CF">
        <w:rPr>
          <w:lang w:val="bg-BG"/>
        </w:rPr>
        <w:t>с. Цацаровци, с. Цръклевци, с. Чепърл</w:t>
      </w:r>
      <w:r w:rsidR="008D60D3" w:rsidRPr="002347CF">
        <w:rPr>
          <w:lang w:val="bg-BG"/>
        </w:rPr>
        <w:t>инци, с. Чорул, с. Чуковезер,</w:t>
      </w:r>
      <w:r w:rsidR="002347CF">
        <w:t xml:space="preserve"> </w:t>
      </w:r>
      <w:r w:rsidRPr="002347CF">
        <w:rPr>
          <w:lang w:val="bg-BG"/>
        </w:rPr>
        <w:t>с. Ялботина – за сведение и изпълнение.</w:t>
      </w:r>
    </w:p>
    <w:p w:rsidR="00674EB0" w:rsidRDefault="00674EB0" w:rsidP="00333561">
      <w:pPr>
        <w:ind w:firstLine="720"/>
        <w:jc w:val="both"/>
        <w:rPr>
          <w:lang w:val="bg-BG"/>
        </w:rPr>
      </w:pPr>
      <w:r>
        <w:rPr>
          <w:lang w:val="bg-BG"/>
        </w:rPr>
        <w:t xml:space="preserve">Контрол по изпълнение на настоящата заповед ще се осъществява от Главен директор на ГД „АР“. </w:t>
      </w:r>
    </w:p>
    <w:p w:rsidR="004B4934" w:rsidRPr="00EF51C0" w:rsidRDefault="004B4934" w:rsidP="007E21A2">
      <w:pPr>
        <w:jc w:val="both"/>
      </w:pPr>
    </w:p>
    <w:p w:rsidR="0019494F" w:rsidRDefault="0019494F" w:rsidP="00333561">
      <w:pPr>
        <w:rPr>
          <w:b/>
          <w:lang w:val="bg-BG"/>
        </w:rPr>
      </w:pPr>
    </w:p>
    <w:p w:rsidR="00CF04EC" w:rsidRDefault="0019494F" w:rsidP="00333561">
      <w:pPr>
        <w:rPr>
          <w:b/>
        </w:rPr>
      </w:pPr>
      <w:r>
        <w:rPr>
          <w:b/>
          <w:lang w:val="bg-BG"/>
        </w:rPr>
        <w:t>ПЕТКО ДИМОВ</w:t>
      </w:r>
      <w:r>
        <w:rPr>
          <w:b/>
          <w:lang w:val="bg-BG"/>
        </w:rPr>
        <w:tab/>
      </w:r>
      <w:r w:rsidR="000A7B77">
        <w:rPr>
          <w:b/>
          <w:lang w:val="bg-BG"/>
        </w:rPr>
        <w:t>/П/</w:t>
      </w:r>
    </w:p>
    <w:p w:rsidR="00CE523E" w:rsidRPr="00B12BF6" w:rsidRDefault="00CE523E" w:rsidP="00333561">
      <w:pPr>
        <w:rPr>
          <w:i/>
          <w:lang w:val="bg-BG"/>
        </w:rPr>
      </w:pPr>
      <w:r w:rsidRPr="00B12BF6">
        <w:rPr>
          <w:i/>
          <w:lang w:val="bg-BG"/>
        </w:rPr>
        <w:t xml:space="preserve">Директор на </w:t>
      </w:r>
    </w:p>
    <w:p w:rsidR="00CE523E" w:rsidRPr="00B12BF6" w:rsidRDefault="00CE523E" w:rsidP="00333561">
      <w:pPr>
        <w:rPr>
          <w:b/>
          <w:i/>
          <w:lang w:val="bg-BG"/>
        </w:rPr>
      </w:pPr>
      <w:r w:rsidRPr="00B12BF6">
        <w:rPr>
          <w:i/>
          <w:lang w:val="bg-BG"/>
        </w:rPr>
        <w:t xml:space="preserve">Областна дирекция „Земеделие”  </w:t>
      </w:r>
    </w:p>
    <w:p w:rsidR="00CF04EC" w:rsidRDefault="00CE523E" w:rsidP="00333561">
      <w:pPr>
        <w:rPr>
          <w:i/>
          <w:lang w:val="bg-BG"/>
        </w:rPr>
      </w:pPr>
      <w:r w:rsidRPr="00B12BF6">
        <w:rPr>
          <w:i/>
          <w:lang w:val="bg-BG"/>
        </w:rPr>
        <w:t>София област</w:t>
      </w:r>
      <w:bookmarkStart w:id="0" w:name="_GoBack"/>
      <w:bookmarkEnd w:id="0"/>
    </w:p>
    <w:p w:rsidR="00653ECE" w:rsidRPr="000209F7" w:rsidRDefault="00653ECE" w:rsidP="0033356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</w:t>
      </w:r>
    </w:p>
    <w:sectPr w:rsidR="00653ECE" w:rsidRPr="000209F7" w:rsidSect="00653ECE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276" w:left="1417" w:header="709" w:footer="245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FE" w:rsidRDefault="00C457FE">
      <w:r>
        <w:separator/>
      </w:r>
    </w:p>
  </w:endnote>
  <w:endnote w:type="continuationSeparator" w:id="0">
    <w:p w:rsidR="00C457FE" w:rsidRDefault="00C45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charset w:val="00"/>
    <w:family w:val="modern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ECE" w:rsidRDefault="000E113E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53EC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53ECE" w:rsidRDefault="00653ECE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ECE" w:rsidRPr="00713EC9" w:rsidRDefault="000E113E" w:rsidP="00C37346">
    <w:pPr>
      <w:pStyle w:val="a4"/>
      <w:framePr w:wrap="around" w:vAnchor="text" w:hAnchor="margin" w:xAlign="right" w:y="1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="00653ECE"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0A7B77">
      <w:rPr>
        <w:rStyle w:val="ab"/>
        <w:noProof/>
        <w:sz w:val="18"/>
      </w:rPr>
      <w:t>49</w:t>
    </w:r>
    <w:r w:rsidRPr="00713EC9">
      <w:rPr>
        <w:rStyle w:val="ab"/>
        <w:sz w:val="18"/>
      </w:rPr>
      <w:fldChar w:fldCharType="end"/>
    </w:r>
  </w:p>
  <w:p w:rsidR="00653ECE" w:rsidRPr="002639F4" w:rsidRDefault="00653ECE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653ECE" w:rsidRPr="002639F4" w:rsidRDefault="00653ECE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  <w:lang w:val="bg-BG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 e-mail: odzg_sfoblast@mzh.government.bg</w:t>
    </w:r>
  </w:p>
  <w:p w:rsidR="00653ECE" w:rsidRPr="00835BBA" w:rsidRDefault="00653ECE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ECE" w:rsidRPr="00004F45" w:rsidRDefault="00653ECE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653ECE" w:rsidRPr="00004F45" w:rsidRDefault="00653ECE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  <w:lang w:val="bg-BG"/>
      </w:rPr>
      <w:t>419 70 20</w:t>
    </w:r>
    <w:r w:rsidRPr="00004F45">
      <w:rPr>
        <w:rFonts w:ascii="Verdana" w:hAnsi="Verdana"/>
        <w:noProof/>
        <w:sz w:val="16"/>
        <w:szCs w:val="16"/>
        <w:lang w:val="bg-BG"/>
      </w:rPr>
      <w:t>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FE" w:rsidRDefault="00C457FE">
      <w:r>
        <w:separator/>
      </w:r>
    </w:p>
  </w:footnote>
  <w:footnote w:type="continuationSeparator" w:id="0">
    <w:p w:rsidR="00C457FE" w:rsidRDefault="00C45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ECE" w:rsidRPr="005B69F7" w:rsidRDefault="00653ECE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53ECE" w:rsidRPr="00754D48" w:rsidRDefault="000E113E" w:rsidP="00671565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noProof/>
        <w:spacing w:val="40"/>
        <w:sz w:val="30"/>
        <w:szCs w:val="30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53ECE" w:rsidRPr="00754D48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653ECE" w:rsidRPr="00754D48" w:rsidRDefault="00653ECE" w:rsidP="00754D48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754D48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 </w:t>
    </w:r>
  </w:p>
  <w:p w:rsidR="00653ECE" w:rsidRPr="00754D48" w:rsidRDefault="00653ECE" w:rsidP="00754D48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754D48">
      <w:rPr>
        <w:rFonts w:ascii="Times New Roman" w:hAnsi="Times New Roman"/>
        <w:b w:val="0"/>
        <w:spacing w:val="40"/>
        <w:sz w:val="26"/>
        <w:szCs w:val="26"/>
      </w:rPr>
      <w:t>Областна дирекция „Земеделие” – София област</w:t>
    </w:r>
  </w:p>
  <w:p w:rsidR="00653ECE" w:rsidRPr="00983B22" w:rsidRDefault="00653ECE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3B1C559D"/>
    <w:multiLevelType w:val="hybridMultilevel"/>
    <w:tmpl w:val="A88A2300"/>
    <w:lvl w:ilvl="0" w:tplc="33D0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D5F21"/>
    <w:multiLevelType w:val="hybridMultilevel"/>
    <w:tmpl w:val="D8D86C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7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hideGrammaticalErrors/>
  <w:proofState w:spelling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B49"/>
    <w:rsid w:val="00004F45"/>
    <w:rsid w:val="00012880"/>
    <w:rsid w:val="00013A9F"/>
    <w:rsid w:val="0001513D"/>
    <w:rsid w:val="00020405"/>
    <w:rsid w:val="000209F7"/>
    <w:rsid w:val="00022D3C"/>
    <w:rsid w:val="00025A5C"/>
    <w:rsid w:val="00025C88"/>
    <w:rsid w:val="00031A1D"/>
    <w:rsid w:val="00037D21"/>
    <w:rsid w:val="00040530"/>
    <w:rsid w:val="000454F6"/>
    <w:rsid w:val="00045E38"/>
    <w:rsid w:val="00047D21"/>
    <w:rsid w:val="00066DFC"/>
    <w:rsid w:val="0007165D"/>
    <w:rsid w:val="00073F7E"/>
    <w:rsid w:val="000746ED"/>
    <w:rsid w:val="00081FF4"/>
    <w:rsid w:val="000843D6"/>
    <w:rsid w:val="00090420"/>
    <w:rsid w:val="0009344D"/>
    <w:rsid w:val="00094932"/>
    <w:rsid w:val="000979A5"/>
    <w:rsid w:val="00097E87"/>
    <w:rsid w:val="000A0026"/>
    <w:rsid w:val="000A36BF"/>
    <w:rsid w:val="000A519D"/>
    <w:rsid w:val="000A7B77"/>
    <w:rsid w:val="000B5CCD"/>
    <w:rsid w:val="000B6F0E"/>
    <w:rsid w:val="000C0305"/>
    <w:rsid w:val="000C18B6"/>
    <w:rsid w:val="000C3404"/>
    <w:rsid w:val="000C5047"/>
    <w:rsid w:val="000C5878"/>
    <w:rsid w:val="000D07CB"/>
    <w:rsid w:val="000D3338"/>
    <w:rsid w:val="000D62AC"/>
    <w:rsid w:val="000E0104"/>
    <w:rsid w:val="000E06E9"/>
    <w:rsid w:val="000E113E"/>
    <w:rsid w:val="000E1A2C"/>
    <w:rsid w:val="000E2804"/>
    <w:rsid w:val="000E46A8"/>
    <w:rsid w:val="000E593A"/>
    <w:rsid w:val="000E5C8B"/>
    <w:rsid w:val="000F0613"/>
    <w:rsid w:val="000F0BB5"/>
    <w:rsid w:val="000F691D"/>
    <w:rsid w:val="001057DE"/>
    <w:rsid w:val="00107D38"/>
    <w:rsid w:val="00110F14"/>
    <w:rsid w:val="00111E74"/>
    <w:rsid w:val="00113229"/>
    <w:rsid w:val="001132E4"/>
    <w:rsid w:val="00125100"/>
    <w:rsid w:val="00132D62"/>
    <w:rsid w:val="00132D7D"/>
    <w:rsid w:val="0013387F"/>
    <w:rsid w:val="0013647C"/>
    <w:rsid w:val="00137F32"/>
    <w:rsid w:val="00140E97"/>
    <w:rsid w:val="00142920"/>
    <w:rsid w:val="00145280"/>
    <w:rsid w:val="00145AD5"/>
    <w:rsid w:val="00147CC8"/>
    <w:rsid w:val="001517D2"/>
    <w:rsid w:val="00152F84"/>
    <w:rsid w:val="001532EA"/>
    <w:rsid w:val="00155469"/>
    <w:rsid w:val="00155C51"/>
    <w:rsid w:val="00156BDD"/>
    <w:rsid w:val="00157D1E"/>
    <w:rsid w:val="00163AA3"/>
    <w:rsid w:val="00164A60"/>
    <w:rsid w:val="00170572"/>
    <w:rsid w:val="00173238"/>
    <w:rsid w:val="001738C2"/>
    <w:rsid w:val="00173A32"/>
    <w:rsid w:val="0017522E"/>
    <w:rsid w:val="001815AA"/>
    <w:rsid w:val="00182865"/>
    <w:rsid w:val="001850C9"/>
    <w:rsid w:val="00193C6B"/>
    <w:rsid w:val="0019494F"/>
    <w:rsid w:val="00195027"/>
    <w:rsid w:val="001A0151"/>
    <w:rsid w:val="001A0189"/>
    <w:rsid w:val="001A06E4"/>
    <w:rsid w:val="001A1BA3"/>
    <w:rsid w:val="001A1C66"/>
    <w:rsid w:val="001A335A"/>
    <w:rsid w:val="001A5A7A"/>
    <w:rsid w:val="001A7752"/>
    <w:rsid w:val="001B13A2"/>
    <w:rsid w:val="001B46DE"/>
    <w:rsid w:val="001B4BA5"/>
    <w:rsid w:val="001B5861"/>
    <w:rsid w:val="001B7A49"/>
    <w:rsid w:val="001C0DEA"/>
    <w:rsid w:val="001D2C23"/>
    <w:rsid w:val="001D7316"/>
    <w:rsid w:val="001E5B80"/>
    <w:rsid w:val="001E5EF0"/>
    <w:rsid w:val="001F3E3C"/>
    <w:rsid w:val="00201D2B"/>
    <w:rsid w:val="0020653E"/>
    <w:rsid w:val="002109F4"/>
    <w:rsid w:val="00212573"/>
    <w:rsid w:val="0021770B"/>
    <w:rsid w:val="00225E60"/>
    <w:rsid w:val="0023186B"/>
    <w:rsid w:val="00232BE3"/>
    <w:rsid w:val="0023358C"/>
    <w:rsid w:val="00233AA7"/>
    <w:rsid w:val="002347CF"/>
    <w:rsid w:val="00236727"/>
    <w:rsid w:val="00240AC0"/>
    <w:rsid w:val="0024276E"/>
    <w:rsid w:val="00244F9D"/>
    <w:rsid w:val="00251876"/>
    <w:rsid w:val="002613AC"/>
    <w:rsid w:val="002639F4"/>
    <w:rsid w:val="002649C8"/>
    <w:rsid w:val="00264DF0"/>
    <w:rsid w:val="002663DC"/>
    <w:rsid w:val="00266D04"/>
    <w:rsid w:val="00267BC0"/>
    <w:rsid w:val="00270948"/>
    <w:rsid w:val="002725F6"/>
    <w:rsid w:val="002826AF"/>
    <w:rsid w:val="00282F6E"/>
    <w:rsid w:val="00285FD3"/>
    <w:rsid w:val="00287216"/>
    <w:rsid w:val="00287AE0"/>
    <w:rsid w:val="0029090A"/>
    <w:rsid w:val="00291BDD"/>
    <w:rsid w:val="00292847"/>
    <w:rsid w:val="00295033"/>
    <w:rsid w:val="0029549C"/>
    <w:rsid w:val="002962C2"/>
    <w:rsid w:val="002A0202"/>
    <w:rsid w:val="002A10AF"/>
    <w:rsid w:val="002A1836"/>
    <w:rsid w:val="002A4509"/>
    <w:rsid w:val="002A51BD"/>
    <w:rsid w:val="002C2074"/>
    <w:rsid w:val="002C2791"/>
    <w:rsid w:val="002C5874"/>
    <w:rsid w:val="002D29CB"/>
    <w:rsid w:val="002D3487"/>
    <w:rsid w:val="002D3B8A"/>
    <w:rsid w:val="002E0970"/>
    <w:rsid w:val="002E09FE"/>
    <w:rsid w:val="002E0D49"/>
    <w:rsid w:val="002E0D92"/>
    <w:rsid w:val="002E25EF"/>
    <w:rsid w:val="002E3C71"/>
    <w:rsid w:val="002E5C65"/>
    <w:rsid w:val="002F2872"/>
    <w:rsid w:val="002F5374"/>
    <w:rsid w:val="003015D9"/>
    <w:rsid w:val="003023FF"/>
    <w:rsid w:val="003036C3"/>
    <w:rsid w:val="00303C90"/>
    <w:rsid w:val="00305102"/>
    <w:rsid w:val="003055D9"/>
    <w:rsid w:val="003063B0"/>
    <w:rsid w:val="00306A3C"/>
    <w:rsid w:val="003071C7"/>
    <w:rsid w:val="00310FD3"/>
    <w:rsid w:val="003140CD"/>
    <w:rsid w:val="00315AB6"/>
    <w:rsid w:val="00315E55"/>
    <w:rsid w:val="0032371D"/>
    <w:rsid w:val="00325630"/>
    <w:rsid w:val="00331FB6"/>
    <w:rsid w:val="0033321F"/>
    <w:rsid w:val="00333561"/>
    <w:rsid w:val="00334F0E"/>
    <w:rsid w:val="003361C6"/>
    <w:rsid w:val="00341C8D"/>
    <w:rsid w:val="00343120"/>
    <w:rsid w:val="00343199"/>
    <w:rsid w:val="00343C03"/>
    <w:rsid w:val="00345A2F"/>
    <w:rsid w:val="00347113"/>
    <w:rsid w:val="00352944"/>
    <w:rsid w:val="003557A9"/>
    <w:rsid w:val="00355870"/>
    <w:rsid w:val="0035766D"/>
    <w:rsid w:val="00360414"/>
    <w:rsid w:val="00363DD7"/>
    <w:rsid w:val="00370072"/>
    <w:rsid w:val="00370D7B"/>
    <w:rsid w:val="003714DC"/>
    <w:rsid w:val="003732D7"/>
    <w:rsid w:val="003754A3"/>
    <w:rsid w:val="00380BF5"/>
    <w:rsid w:val="003813FC"/>
    <w:rsid w:val="00383C45"/>
    <w:rsid w:val="0038518E"/>
    <w:rsid w:val="00390A3A"/>
    <w:rsid w:val="00397D1A"/>
    <w:rsid w:val="003A0299"/>
    <w:rsid w:val="003A270E"/>
    <w:rsid w:val="003A3E2C"/>
    <w:rsid w:val="003A6165"/>
    <w:rsid w:val="003A6C9E"/>
    <w:rsid w:val="003A7442"/>
    <w:rsid w:val="003B6B61"/>
    <w:rsid w:val="003C07A3"/>
    <w:rsid w:val="003C2E20"/>
    <w:rsid w:val="003C308A"/>
    <w:rsid w:val="003C40B2"/>
    <w:rsid w:val="003C4925"/>
    <w:rsid w:val="003C7EDA"/>
    <w:rsid w:val="003D0082"/>
    <w:rsid w:val="003D2091"/>
    <w:rsid w:val="003D27F5"/>
    <w:rsid w:val="003D29F1"/>
    <w:rsid w:val="003D2C29"/>
    <w:rsid w:val="003D2C7F"/>
    <w:rsid w:val="003D48FB"/>
    <w:rsid w:val="003D4CE3"/>
    <w:rsid w:val="003D6DC1"/>
    <w:rsid w:val="003E5596"/>
    <w:rsid w:val="003E5E0F"/>
    <w:rsid w:val="003E7141"/>
    <w:rsid w:val="003F12AE"/>
    <w:rsid w:val="003F2A39"/>
    <w:rsid w:val="003F3A5D"/>
    <w:rsid w:val="003F6024"/>
    <w:rsid w:val="003F794F"/>
    <w:rsid w:val="00401145"/>
    <w:rsid w:val="004051B8"/>
    <w:rsid w:val="00406134"/>
    <w:rsid w:val="00407EFC"/>
    <w:rsid w:val="00412E9A"/>
    <w:rsid w:val="00430352"/>
    <w:rsid w:val="0043766A"/>
    <w:rsid w:val="0044059A"/>
    <w:rsid w:val="00443D11"/>
    <w:rsid w:val="00446795"/>
    <w:rsid w:val="00452FB8"/>
    <w:rsid w:val="00454C74"/>
    <w:rsid w:val="00454CDE"/>
    <w:rsid w:val="004606DE"/>
    <w:rsid w:val="00462022"/>
    <w:rsid w:val="00462D9D"/>
    <w:rsid w:val="00463733"/>
    <w:rsid w:val="004643F5"/>
    <w:rsid w:val="00466B90"/>
    <w:rsid w:val="0047124C"/>
    <w:rsid w:val="00471AF4"/>
    <w:rsid w:val="00471E95"/>
    <w:rsid w:val="00474B58"/>
    <w:rsid w:val="00485707"/>
    <w:rsid w:val="00487E48"/>
    <w:rsid w:val="004908A2"/>
    <w:rsid w:val="00490BB1"/>
    <w:rsid w:val="00496975"/>
    <w:rsid w:val="004A3F44"/>
    <w:rsid w:val="004A66BC"/>
    <w:rsid w:val="004A707B"/>
    <w:rsid w:val="004B0F6E"/>
    <w:rsid w:val="004B10BF"/>
    <w:rsid w:val="004B4934"/>
    <w:rsid w:val="004B76FF"/>
    <w:rsid w:val="004C043D"/>
    <w:rsid w:val="004C3144"/>
    <w:rsid w:val="004C4B62"/>
    <w:rsid w:val="004C56C3"/>
    <w:rsid w:val="004D2A2F"/>
    <w:rsid w:val="004D3ACA"/>
    <w:rsid w:val="004E31E0"/>
    <w:rsid w:val="004E52E2"/>
    <w:rsid w:val="004E5FF6"/>
    <w:rsid w:val="004E75C1"/>
    <w:rsid w:val="004F16C9"/>
    <w:rsid w:val="004F1957"/>
    <w:rsid w:val="004F537D"/>
    <w:rsid w:val="004F5882"/>
    <w:rsid w:val="004F765C"/>
    <w:rsid w:val="004F7B8C"/>
    <w:rsid w:val="0050204D"/>
    <w:rsid w:val="005104B5"/>
    <w:rsid w:val="0051429F"/>
    <w:rsid w:val="00520CD2"/>
    <w:rsid w:val="00522093"/>
    <w:rsid w:val="00522230"/>
    <w:rsid w:val="00522B1E"/>
    <w:rsid w:val="00522D1E"/>
    <w:rsid w:val="0052645D"/>
    <w:rsid w:val="00533524"/>
    <w:rsid w:val="00535D58"/>
    <w:rsid w:val="00537A72"/>
    <w:rsid w:val="00544517"/>
    <w:rsid w:val="00546CCE"/>
    <w:rsid w:val="005519AC"/>
    <w:rsid w:val="0055328C"/>
    <w:rsid w:val="005543F0"/>
    <w:rsid w:val="005604AC"/>
    <w:rsid w:val="00564A90"/>
    <w:rsid w:val="00564B81"/>
    <w:rsid w:val="00566C69"/>
    <w:rsid w:val="0057056E"/>
    <w:rsid w:val="00572A77"/>
    <w:rsid w:val="005745ED"/>
    <w:rsid w:val="00575425"/>
    <w:rsid w:val="00575DEF"/>
    <w:rsid w:val="00576362"/>
    <w:rsid w:val="005773A0"/>
    <w:rsid w:val="005812FB"/>
    <w:rsid w:val="00582179"/>
    <w:rsid w:val="0058230C"/>
    <w:rsid w:val="005837B3"/>
    <w:rsid w:val="00583BAE"/>
    <w:rsid w:val="005853AB"/>
    <w:rsid w:val="00592976"/>
    <w:rsid w:val="00594279"/>
    <w:rsid w:val="005949D3"/>
    <w:rsid w:val="00595930"/>
    <w:rsid w:val="00596DB7"/>
    <w:rsid w:val="005A0D6A"/>
    <w:rsid w:val="005A2095"/>
    <w:rsid w:val="005A2287"/>
    <w:rsid w:val="005A2E81"/>
    <w:rsid w:val="005A3633"/>
    <w:rsid w:val="005A3B17"/>
    <w:rsid w:val="005A57C7"/>
    <w:rsid w:val="005A5C5B"/>
    <w:rsid w:val="005A5D98"/>
    <w:rsid w:val="005B02E5"/>
    <w:rsid w:val="005B0B77"/>
    <w:rsid w:val="005B2632"/>
    <w:rsid w:val="005B4D1B"/>
    <w:rsid w:val="005B69F7"/>
    <w:rsid w:val="005C74F0"/>
    <w:rsid w:val="005D2365"/>
    <w:rsid w:val="005D28D7"/>
    <w:rsid w:val="005D2C61"/>
    <w:rsid w:val="005D3EBD"/>
    <w:rsid w:val="005D42C6"/>
    <w:rsid w:val="005D6E5A"/>
    <w:rsid w:val="005D7788"/>
    <w:rsid w:val="005E5F37"/>
    <w:rsid w:val="005E7388"/>
    <w:rsid w:val="005E7DBF"/>
    <w:rsid w:val="005F18B8"/>
    <w:rsid w:val="005F382C"/>
    <w:rsid w:val="005F3A9D"/>
    <w:rsid w:val="00600678"/>
    <w:rsid w:val="00602A0B"/>
    <w:rsid w:val="00606C01"/>
    <w:rsid w:val="00607372"/>
    <w:rsid w:val="00610AE4"/>
    <w:rsid w:val="0061165E"/>
    <w:rsid w:val="006177E3"/>
    <w:rsid w:val="00617A58"/>
    <w:rsid w:val="00617C6E"/>
    <w:rsid w:val="00623B38"/>
    <w:rsid w:val="00625209"/>
    <w:rsid w:val="00625933"/>
    <w:rsid w:val="006324CC"/>
    <w:rsid w:val="00635562"/>
    <w:rsid w:val="006359F1"/>
    <w:rsid w:val="00637371"/>
    <w:rsid w:val="00645F78"/>
    <w:rsid w:val="0064730E"/>
    <w:rsid w:val="00647400"/>
    <w:rsid w:val="00653ECE"/>
    <w:rsid w:val="00654315"/>
    <w:rsid w:val="0065658A"/>
    <w:rsid w:val="006655C6"/>
    <w:rsid w:val="006706CC"/>
    <w:rsid w:val="00671565"/>
    <w:rsid w:val="006727E9"/>
    <w:rsid w:val="00674EB0"/>
    <w:rsid w:val="00676A23"/>
    <w:rsid w:val="006809AE"/>
    <w:rsid w:val="00684C0E"/>
    <w:rsid w:val="00685183"/>
    <w:rsid w:val="006870B3"/>
    <w:rsid w:val="006871DF"/>
    <w:rsid w:val="00687249"/>
    <w:rsid w:val="00687C4C"/>
    <w:rsid w:val="00691905"/>
    <w:rsid w:val="00692571"/>
    <w:rsid w:val="0069355D"/>
    <w:rsid w:val="00697724"/>
    <w:rsid w:val="006A2C27"/>
    <w:rsid w:val="006A3200"/>
    <w:rsid w:val="006A3970"/>
    <w:rsid w:val="006A5B84"/>
    <w:rsid w:val="006A66D6"/>
    <w:rsid w:val="006A6D7E"/>
    <w:rsid w:val="006A760F"/>
    <w:rsid w:val="006A771A"/>
    <w:rsid w:val="006B0B9A"/>
    <w:rsid w:val="006B1D05"/>
    <w:rsid w:val="006B282B"/>
    <w:rsid w:val="006B4AFE"/>
    <w:rsid w:val="006B7386"/>
    <w:rsid w:val="006C0DA7"/>
    <w:rsid w:val="006C1209"/>
    <w:rsid w:val="006C16DF"/>
    <w:rsid w:val="006C1BE4"/>
    <w:rsid w:val="006C2ECF"/>
    <w:rsid w:val="006C3906"/>
    <w:rsid w:val="006C4465"/>
    <w:rsid w:val="006C57E5"/>
    <w:rsid w:val="006C5E63"/>
    <w:rsid w:val="006D6869"/>
    <w:rsid w:val="006E1608"/>
    <w:rsid w:val="006E2F1D"/>
    <w:rsid w:val="006E4B34"/>
    <w:rsid w:val="006E6C8E"/>
    <w:rsid w:val="006E7076"/>
    <w:rsid w:val="006E7A6F"/>
    <w:rsid w:val="006F0945"/>
    <w:rsid w:val="006F09BE"/>
    <w:rsid w:val="006F0D61"/>
    <w:rsid w:val="006F39A8"/>
    <w:rsid w:val="006F557B"/>
    <w:rsid w:val="006F5952"/>
    <w:rsid w:val="0070112D"/>
    <w:rsid w:val="00702E23"/>
    <w:rsid w:val="00703AAB"/>
    <w:rsid w:val="00704514"/>
    <w:rsid w:val="0070574E"/>
    <w:rsid w:val="00706F8D"/>
    <w:rsid w:val="00711EF5"/>
    <w:rsid w:val="00713EC9"/>
    <w:rsid w:val="00715581"/>
    <w:rsid w:val="00715C9E"/>
    <w:rsid w:val="00715F17"/>
    <w:rsid w:val="0072107D"/>
    <w:rsid w:val="007212D8"/>
    <w:rsid w:val="0072273C"/>
    <w:rsid w:val="00724CF9"/>
    <w:rsid w:val="00724E5F"/>
    <w:rsid w:val="00731E00"/>
    <w:rsid w:val="007329DD"/>
    <w:rsid w:val="00732F7C"/>
    <w:rsid w:val="00733430"/>
    <w:rsid w:val="00734758"/>
    <w:rsid w:val="007354A2"/>
    <w:rsid w:val="00735898"/>
    <w:rsid w:val="00735B78"/>
    <w:rsid w:val="00735C73"/>
    <w:rsid w:val="00736645"/>
    <w:rsid w:val="00737F0F"/>
    <w:rsid w:val="007470CD"/>
    <w:rsid w:val="0074727E"/>
    <w:rsid w:val="00751C7B"/>
    <w:rsid w:val="00753FF4"/>
    <w:rsid w:val="00754D48"/>
    <w:rsid w:val="00755065"/>
    <w:rsid w:val="00756F09"/>
    <w:rsid w:val="00760CAC"/>
    <w:rsid w:val="00760F41"/>
    <w:rsid w:val="00762DA8"/>
    <w:rsid w:val="007632E9"/>
    <w:rsid w:val="007647FB"/>
    <w:rsid w:val="00764E72"/>
    <w:rsid w:val="00766EB3"/>
    <w:rsid w:val="00766FF0"/>
    <w:rsid w:val="00767A20"/>
    <w:rsid w:val="00777357"/>
    <w:rsid w:val="00781F58"/>
    <w:rsid w:val="00785809"/>
    <w:rsid w:val="00787497"/>
    <w:rsid w:val="0079325A"/>
    <w:rsid w:val="00794075"/>
    <w:rsid w:val="007947AE"/>
    <w:rsid w:val="007964C9"/>
    <w:rsid w:val="007A06D3"/>
    <w:rsid w:val="007A6290"/>
    <w:rsid w:val="007B4B8A"/>
    <w:rsid w:val="007C3115"/>
    <w:rsid w:val="007C5F10"/>
    <w:rsid w:val="007C656E"/>
    <w:rsid w:val="007C6864"/>
    <w:rsid w:val="007C76C3"/>
    <w:rsid w:val="007D05C7"/>
    <w:rsid w:val="007D07CD"/>
    <w:rsid w:val="007D3533"/>
    <w:rsid w:val="007D3C5B"/>
    <w:rsid w:val="007D6450"/>
    <w:rsid w:val="007D7202"/>
    <w:rsid w:val="007E04DC"/>
    <w:rsid w:val="007E179D"/>
    <w:rsid w:val="007E21A2"/>
    <w:rsid w:val="007E49E6"/>
    <w:rsid w:val="007F0F68"/>
    <w:rsid w:val="007F18A8"/>
    <w:rsid w:val="007F4471"/>
    <w:rsid w:val="00800337"/>
    <w:rsid w:val="0080158D"/>
    <w:rsid w:val="00802A92"/>
    <w:rsid w:val="0080526F"/>
    <w:rsid w:val="00810556"/>
    <w:rsid w:val="00813E21"/>
    <w:rsid w:val="008160F6"/>
    <w:rsid w:val="008207C9"/>
    <w:rsid w:val="00820C3F"/>
    <w:rsid w:val="0082197C"/>
    <w:rsid w:val="0082202A"/>
    <w:rsid w:val="00822464"/>
    <w:rsid w:val="00822F7A"/>
    <w:rsid w:val="00823FF9"/>
    <w:rsid w:val="0083052B"/>
    <w:rsid w:val="0083065A"/>
    <w:rsid w:val="008318FA"/>
    <w:rsid w:val="008324AB"/>
    <w:rsid w:val="0083360E"/>
    <w:rsid w:val="00835BBA"/>
    <w:rsid w:val="00840D33"/>
    <w:rsid w:val="008413D5"/>
    <w:rsid w:val="0084256D"/>
    <w:rsid w:val="008524B5"/>
    <w:rsid w:val="00852DB7"/>
    <w:rsid w:val="0085348A"/>
    <w:rsid w:val="00855612"/>
    <w:rsid w:val="008568D5"/>
    <w:rsid w:val="00856BD9"/>
    <w:rsid w:val="0086040D"/>
    <w:rsid w:val="00860C62"/>
    <w:rsid w:val="0086367E"/>
    <w:rsid w:val="00864F43"/>
    <w:rsid w:val="00870ED6"/>
    <w:rsid w:val="00871654"/>
    <w:rsid w:val="0087341B"/>
    <w:rsid w:val="00874F42"/>
    <w:rsid w:val="00877C99"/>
    <w:rsid w:val="008816F2"/>
    <w:rsid w:val="00883AE2"/>
    <w:rsid w:val="008876FB"/>
    <w:rsid w:val="008923ED"/>
    <w:rsid w:val="00893776"/>
    <w:rsid w:val="00893810"/>
    <w:rsid w:val="0089579B"/>
    <w:rsid w:val="00895EEA"/>
    <w:rsid w:val="008970FF"/>
    <w:rsid w:val="008A1BBB"/>
    <w:rsid w:val="008B0206"/>
    <w:rsid w:val="008B0C02"/>
    <w:rsid w:val="008B1300"/>
    <w:rsid w:val="008B13F9"/>
    <w:rsid w:val="008B3A3D"/>
    <w:rsid w:val="008C29C8"/>
    <w:rsid w:val="008C2B1C"/>
    <w:rsid w:val="008C31DC"/>
    <w:rsid w:val="008D077F"/>
    <w:rsid w:val="008D09EA"/>
    <w:rsid w:val="008D0C91"/>
    <w:rsid w:val="008D1913"/>
    <w:rsid w:val="008D1DF6"/>
    <w:rsid w:val="008D2703"/>
    <w:rsid w:val="008D60D3"/>
    <w:rsid w:val="008D62C7"/>
    <w:rsid w:val="008E0890"/>
    <w:rsid w:val="008E0E45"/>
    <w:rsid w:val="008E3441"/>
    <w:rsid w:val="008E4150"/>
    <w:rsid w:val="008E4E6E"/>
    <w:rsid w:val="008E4F9C"/>
    <w:rsid w:val="008E50D4"/>
    <w:rsid w:val="008E6C20"/>
    <w:rsid w:val="008F372A"/>
    <w:rsid w:val="008F3A6E"/>
    <w:rsid w:val="00903540"/>
    <w:rsid w:val="0090725F"/>
    <w:rsid w:val="0091233D"/>
    <w:rsid w:val="00914C08"/>
    <w:rsid w:val="009162C0"/>
    <w:rsid w:val="00930EB1"/>
    <w:rsid w:val="00931B42"/>
    <w:rsid w:val="00932072"/>
    <w:rsid w:val="0093374D"/>
    <w:rsid w:val="00933AAF"/>
    <w:rsid w:val="0093561B"/>
    <w:rsid w:val="00936425"/>
    <w:rsid w:val="00936731"/>
    <w:rsid w:val="00944AEC"/>
    <w:rsid w:val="00944C66"/>
    <w:rsid w:val="00945150"/>
    <w:rsid w:val="0094688C"/>
    <w:rsid w:val="00946B83"/>
    <w:rsid w:val="00946D85"/>
    <w:rsid w:val="00947B30"/>
    <w:rsid w:val="00953880"/>
    <w:rsid w:val="00956CD8"/>
    <w:rsid w:val="0095762F"/>
    <w:rsid w:val="00961820"/>
    <w:rsid w:val="00962ABA"/>
    <w:rsid w:val="009668A8"/>
    <w:rsid w:val="0097143C"/>
    <w:rsid w:val="0097307B"/>
    <w:rsid w:val="00974546"/>
    <w:rsid w:val="009755FB"/>
    <w:rsid w:val="009803EE"/>
    <w:rsid w:val="00983B22"/>
    <w:rsid w:val="00985484"/>
    <w:rsid w:val="00991DE6"/>
    <w:rsid w:val="00992DF8"/>
    <w:rsid w:val="009932DD"/>
    <w:rsid w:val="00993368"/>
    <w:rsid w:val="00995885"/>
    <w:rsid w:val="00996A5D"/>
    <w:rsid w:val="0099762A"/>
    <w:rsid w:val="009A0B74"/>
    <w:rsid w:val="009A0BEB"/>
    <w:rsid w:val="009A1A4E"/>
    <w:rsid w:val="009A21F0"/>
    <w:rsid w:val="009A2BA7"/>
    <w:rsid w:val="009A49E5"/>
    <w:rsid w:val="009A5FFD"/>
    <w:rsid w:val="009A62F1"/>
    <w:rsid w:val="009A7EF4"/>
    <w:rsid w:val="009B3FDB"/>
    <w:rsid w:val="009B4DA8"/>
    <w:rsid w:val="009B57C3"/>
    <w:rsid w:val="009B62DA"/>
    <w:rsid w:val="009B7331"/>
    <w:rsid w:val="009C2A03"/>
    <w:rsid w:val="009C51DC"/>
    <w:rsid w:val="009C5796"/>
    <w:rsid w:val="009D051F"/>
    <w:rsid w:val="009D51A3"/>
    <w:rsid w:val="009D555E"/>
    <w:rsid w:val="009E05E4"/>
    <w:rsid w:val="009E0DE6"/>
    <w:rsid w:val="009E5AFF"/>
    <w:rsid w:val="009E7043"/>
    <w:rsid w:val="009E7D8E"/>
    <w:rsid w:val="009F202B"/>
    <w:rsid w:val="009F2A96"/>
    <w:rsid w:val="009F76E1"/>
    <w:rsid w:val="00A102EC"/>
    <w:rsid w:val="00A132F6"/>
    <w:rsid w:val="00A23BFD"/>
    <w:rsid w:val="00A2419F"/>
    <w:rsid w:val="00A31C63"/>
    <w:rsid w:val="00A342C3"/>
    <w:rsid w:val="00A348F3"/>
    <w:rsid w:val="00A36C2A"/>
    <w:rsid w:val="00A4262E"/>
    <w:rsid w:val="00A439D9"/>
    <w:rsid w:val="00A51E2C"/>
    <w:rsid w:val="00A52AB3"/>
    <w:rsid w:val="00A53A9E"/>
    <w:rsid w:val="00A56EBD"/>
    <w:rsid w:val="00A57C84"/>
    <w:rsid w:val="00A603E0"/>
    <w:rsid w:val="00A60928"/>
    <w:rsid w:val="00A62110"/>
    <w:rsid w:val="00A6385B"/>
    <w:rsid w:val="00A6524E"/>
    <w:rsid w:val="00A66470"/>
    <w:rsid w:val="00A704B9"/>
    <w:rsid w:val="00A72C37"/>
    <w:rsid w:val="00A74EBA"/>
    <w:rsid w:val="00A76B02"/>
    <w:rsid w:val="00A773D0"/>
    <w:rsid w:val="00A806FD"/>
    <w:rsid w:val="00A85829"/>
    <w:rsid w:val="00A908FE"/>
    <w:rsid w:val="00A92CFD"/>
    <w:rsid w:val="00A97FF4"/>
    <w:rsid w:val="00AA37E5"/>
    <w:rsid w:val="00AB125C"/>
    <w:rsid w:val="00AB1776"/>
    <w:rsid w:val="00AB3568"/>
    <w:rsid w:val="00AB53BB"/>
    <w:rsid w:val="00AC150B"/>
    <w:rsid w:val="00AC587C"/>
    <w:rsid w:val="00AC649C"/>
    <w:rsid w:val="00AC7F14"/>
    <w:rsid w:val="00AD13E8"/>
    <w:rsid w:val="00AD2747"/>
    <w:rsid w:val="00AD2F85"/>
    <w:rsid w:val="00AD3A76"/>
    <w:rsid w:val="00AD585F"/>
    <w:rsid w:val="00AD5883"/>
    <w:rsid w:val="00AD5C89"/>
    <w:rsid w:val="00AD5FD3"/>
    <w:rsid w:val="00AD6705"/>
    <w:rsid w:val="00AD6771"/>
    <w:rsid w:val="00AD6B30"/>
    <w:rsid w:val="00AD7988"/>
    <w:rsid w:val="00AD7D68"/>
    <w:rsid w:val="00AE6009"/>
    <w:rsid w:val="00AE66D7"/>
    <w:rsid w:val="00AF12D5"/>
    <w:rsid w:val="00AF14F8"/>
    <w:rsid w:val="00AF49F7"/>
    <w:rsid w:val="00B01810"/>
    <w:rsid w:val="00B02AEB"/>
    <w:rsid w:val="00B04587"/>
    <w:rsid w:val="00B055E6"/>
    <w:rsid w:val="00B05F53"/>
    <w:rsid w:val="00B101E9"/>
    <w:rsid w:val="00B1090B"/>
    <w:rsid w:val="00B14BA2"/>
    <w:rsid w:val="00B1619A"/>
    <w:rsid w:val="00B26FE9"/>
    <w:rsid w:val="00B418E3"/>
    <w:rsid w:val="00B4334A"/>
    <w:rsid w:val="00B453A6"/>
    <w:rsid w:val="00B54180"/>
    <w:rsid w:val="00B62E41"/>
    <w:rsid w:val="00B655D1"/>
    <w:rsid w:val="00B65B7A"/>
    <w:rsid w:val="00B66547"/>
    <w:rsid w:val="00B72B32"/>
    <w:rsid w:val="00B73D95"/>
    <w:rsid w:val="00B84D80"/>
    <w:rsid w:val="00B86CC7"/>
    <w:rsid w:val="00B877FC"/>
    <w:rsid w:val="00B961B8"/>
    <w:rsid w:val="00B97B20"/>
    <w:rsid w:val="00BA1CD9"/>
    <w:rsid w:val="00BA34BF"/>
    <w:rsid w:val="00BA5128"/>
    <w:rsid w:val="00BB14F0"/>
    <w:rsid w:val="00BB6912"/>
    <w:rsid w:val="00BB6FEE"/>
    <w:rsid w:val="00BC0B35"/>
    <w:rsid w:val="00BC39B7"/>
    <w:rsid w:val="00BC45FC"/>
    <w:rsid w:val="00BC50F4"/>
    <w:rsid w:val="00BD1BCF"/>
    <w:rsid w:val="00BD46B1"/>
    <w:rsid w:val="00BD568F"/>
    <w:rsid w:val="00BD5937"/>
    <w:rsid w:val="00BE143E"/>
    <w:rsid w:val="00BE1664"/>
    <w:rsid w:val="00BE215C"/>
    <w:rsid w:val="00BE4052"/>
    <w:rsid w:val="00BE6D65"/>
    <w:rsid w:val="00BF2B2F"/>
    <w:rsid w:val="00BF3F99"/>
    <w:rsid w:val="00C00904"/>
    <w:rsid w:val="00C02136"/>
    <w:rsid w:val="00C0409F"/>
    <w:rsid w:val="00C06313"/>
    <w:rsid w:val="00C112AB"/>
    <w:rsid w:val="00C113DF"/>
    <w:rsid w:val="00C1204E"/>
    <w:rsid w:val="00C120B5"/>
    <w:rsid w:val="00C14AEF"/>
    <w:rsid w:val="00C165CA"/>
    <w:rsid w:val="00C214EB"/>
    <w:rsid w:val="00C221FF"/>
    <w:rsid w:val="00C27CF9"/>
    <w:rsid w:val="00C31834"/>
    <w:rsid w:val="00C34BD9"/>
    <w:rsid w:val="00C34FAA"/>
    <w:rsid w:val="00C36D3A"/>
    <w:rsid w:val="00C37346"/>
    <w:rsid w:val="00C41B72"/>
    <w:rsid w:val="00C457FE"/>
    <w:rsid w:val="00C473A4"/>
    <w:rsid w:val="00C47A76"/>
    <w:rsid w:val="00C50CCC"/>
    <w:rsid w:val="00C5396F"/>
    <w:rsid w:val="00C54073"/>
    <w:rsid w:val="00C6181A"/>
    <w:rsid w:val="00C6405D"/>
    <w:rsid w:val="00C64250"/>
    <w:rsid w:val="00C7374A"/>
    <w:rsid w:val="00C754BF"/>
    <w:rsid w:val="00C76214"/>
    <w:rsid w:val="00C76CD6"/>
    <w:rsid w:val="00C81433"/>
    <w:rsid w:val="00C82F0C"/>
    <w:rsid w:val="00C8601F"/>
    <w:rsid w:val="00C91EF0"/>
    <w:rsid w:val="00C960CB"/>
    <w:rsid w:val="00C96674"/>
    <w:rsid w:val="00CA174B"/>
    <w:rsid w:val="00CA17DF"/>
    <w:rsid w:val="00CA1968"/>
    <w:rsid w:val="00CA3258"/>
    <w:rsid w:val="00CA41E3"/>
    <w:rsid w:val="00CA7703"/>
    <w:rsid w:val="00CA7A14"/>
    <w:rsid w:val="00CC03F8"/>
    <w:rsid w:val="00CC3471"/>
    <w:rsid w:val="00CC671B"/>
    <w:rsid w:val="00CC679F"/>
    <w:rsid w:val="00CC7FC3"/>
    <w:rsid w:val="00CD4CB3"/>
    <w:rsid w:val="00CD5EEC"/>
    <w:rsid w:val="00CD6A9A"/>
    <w:rsid w:val="00CD6E5D"/>
    <w:rsid w:val="00CD7100"/>
    <w:rsid w:val="00CE35DB"/>
    <w:rsid w:val="00CE3783"/>
    <w:rsid w:val="00CE3943"/>
    <w:rsid w:val="00CE406F"/>
    <w:rsid w:val="00CE47C7"/>
    <w:rsid w:val="00CE523E"/>
    <w:rsid w:val="00CE5345"/>
    <w:rsid w:val="00CE78CA"/>
    <w:rsid w:val="00CF04EC"/>
    <w:rsid w:val="00CF13A7"/>
    <w:rsid w:val="00CF1702"/>
    <w:rsid w:val="00CF334D"/>
    <w:rsid w:val="00CF3D89"/>
    <w:rsid w:val="00CF5982"/>
    <w:rsid w:val="00CF5D58"/>
    <w:rsid w:val="00D00BD9"/>
    <w:rsid w:val="00D02724"/>
    <w:rsid w:val="00D034EB"/>
    <w:rsid w:val="00D10B5A"/>
    <w:rsid w:val="00D117C6"/>
    <w:rsid w:val="00D1214A"/>
    <w:rsid w:val="00D13F65"/>
    <w:rsid w:val="00D1510C"/>
    <w:rsid w:val="00D224B5"/>
    <w:rsid w:val="00D259F5"/>
    <w:rsid w:val="00D27AEF"/>
    <w:rsid w:val="00D308C9"/>
    <w:rsid w:val="00D30BBF"/>
    <w:rsid w:val="00D30D14"/>
    <w:rsid w:val="00D35975"/>
    <w:rsid w:val="00D3706D"/>
    <w:rsid w:val="00D450FA"/>
    <w:rsid w:val="00D46E7C"/>
    <w:rsid w:val="00D471BC"/>
    <w:rsid w:val="00D509BB"/>
    <w:rsid w:val="00D51EAB"/>
    <w:rsid w:val="00D52CF3"/>
    <w:rsid w:val="00D5462D"/>
    <w:rsid w:val="00D5680F"/>
    <w:rsid w:val="00D614E7"/>
    <w:rsid w:val="00D61AE4"/>
    <w:rsid w:val="00D62C76"/>
    <w:rsid w:val="00D65A27"/>
    <w:rsid w:val="00D660C7"/>
    <w:rsid w:val="00D663B6"/>
    <w:rsid w:val="00D70FC0"/>
    <w:rsid w:val="00D71A31"/>
    <w:rsid w:val="00D7395B"/>
    <w:rsid w:val="00D742E5"/>
    <w:rsid w:val="00D7472F"/>
    <w:rsid w:val="00D81D3E"/>
    <w:rsid w:val="00D86C51"/>
    <w:rsid w:val="00D870D4"/>
    <w:rsid w:val="00D94649"/>
    <w:rsid w:val="00D95BC6"/>
    <w:rsid w:val="00DA5FC2"/>
    <w:rsid w:val="00DA6215"/>
    <w:rsid w:val="00DA6A4B"/>
    <w:rsid w:val="00DB0422"/>
    <w:rsid w:val="00DB0831"/>
    <w:rsid w:val="00DB2BB8"/>
    <w:rsid w:val="00DB47C4"/>
    <w:rsid w:val="00DB56CC"/>
    <w:rsid w:val="00DB7327"/>
    <w:rsid w:val="00DC01B1"/>
    <w:rsid w:val="00DC0EDB"/>
    <w:rsid w:val="00DC2902"/>
    <w:rsid w:val="00DC5EE7"/>
    <w:rsid w:val="00DD2780"/>
    <w:rsid w:val="00DD523D"/>
    <w:rsid w:val="00DD5B3A"/>
    <w:rsid w:val="00DE2203"/>
    <w:rsid w:val="00DE2882"/>
    <w:rsid w:val="00DE7B4C"/>
    <w:rsid w:val="00DF0881"/>
    <w:rsid w:val="00DF2DAD"/>
    <w:rsid w:val="00E011B7"/>
    <w:rsid w:val="00E01D5F"/>
    <w:rsid w:val="00E033AB"/>
    <w:rsid w:val="00E03F05"/>
    <w:rsid w:val="00E0482F"/>
    <w:rsid w:val="00E1171F"/>
    <w:rsid w:val="00E13FF5"/>
    <w:rsid w:val="00E14211"/>
    <w:rsid w:val="00E14AEE"/>
    <w:rsid w:val="00E237A5"/>
    <w:rsid w:val="00E23BCC"/>
    <w:rsid w:val="00E276F4"/>
    <w:rsid w:val="00E300F4"/>
    <w:rsid w:val="00E31686"/>
    <w:rsid w:val="00E36E14"/>
    <w:rsid w:val="00E406B5"/>
    <w:rsid w:val="00E44C1B"/>
    <w:rsid w:val="00E52E11"/>
    <w:rsid w:val="00E5627C"/>
    <w:rsid w:val="00E57081"/>
    <w:rsid w:val="00E57417"/>
    <w:rsid w:val="00E61682"/>
    <w:rsid w:val="00E6220A"/>
    <w:rsid w:val="00E6366A"/>
    <w:rsid w:val="00E64E32"/>
    <w:rsid w:val="00E71875"/>
    <w:rsid w:val="00E71BA4"/>
    <w:rsid w:val="00E7445E"/>
    <w:rsid w:val="00E76BF6"/>
    <w:rsid w:val="00E90B41"/>
    <w:rsid w:val="00E92E28"/>
    <w:rsid w:val="00EA1325"/>
    <w:rsid w:val="00EA2517"/>
    <w:rsid w:val="00EA3B1F"/>
    <w:rsid w:val="00EA47C8"/>
    <w:rsid w:val="00EA4DFC"/>
    <w:rsid w:val="00EA676A"/>
    <w:rsid w:val="00EA778C"/>
    <w:rsid w:val="00EA7A31"/>
    <w:rsid w:val="00EB0AE7"/>
    <w:rsid w:val="00EB4DB7"/>
    <w:rsid w:val="00EB78B2"/>
    <w:rsid w:val="00ED4F16"/>
    <w:rsid w:val="00EE1A25"/>
    <w:rsid w:val="00EE2FF9"/>
    <w:rsid w:val="00EE58C8"/>
    <w:rsid w:val="00EF1E07"/>
    <w:rsid w:val="00EF51C0"/>
    <w:rsid w:val="00EF61F2"/>
    <w:rsid w:val="00F011DD"/>
    <w:rsid w:val="00F03044"/>
    <w:rsid w:val="00F04686"/>
    <w:rsid w:val="00F04690"/>
    <w:rsid w:val="00F0580B"/>
    <w:rsid w:val="00F06BC9"/>
    <w:rsid w:val="00F13A00"/>
    <w:rsid w:val="00F1508D"/>
    <w:rsid w:val="00F16B90"/>
    <w:rsid w:val="00F1773E"/>
    <w:rsid w:val="00F24537"/>
    <w:rsid w:val="00F338DC"/>
    <w:rsid w:val="00F37985"/>
    <w:rsid w:val="00F37E58"/>
    <w:rsid w:val="00F40F66"/>
    <w:rsid w:val="00F455FF"/>
    <w:rsid w:val="00F603BC"/>
    <w:rsid w:val="00F608BE"/>
    <w:rsid w:val="00F609D3"/>
    <w:rsid w:val="00F63708"/>
    <w:rsid w:val="00F63931"/>
    <w:rsid w:val="00F66F39"/>
    <w:rsid w:val="00F670A1"/>
    <w:rsid w:val="00F679B4"/>
    <w:rsid w:val="00F67ECE"/>
    <w:rsid w:val="00F71046"/>
    <w:rsid w:val="00F72CF1"/>
    <w:rsid w:val="00F72F51"/>
    <w:rsid w:val="00F733D2"/>
    <w:rsid w:val="00F7674E"/>
    <w:rsid w:val="00F77810"/>
    <w:rsid w:val="00F80155"/>
    <w:rsid w:val="00F80597"/>
    <w:rsid w:val="00F8324C"/>
    <w:rsid w:val="00F84847"/>
    <w:rsid w:val="00F86DD1"/>
    <w:rsid w:val="00F872DC"/>
    <w:rsid w:val="00F93D60"/>
    <w:rsid w:val="00F95DCD"/>
    <w:rsid w:val="00FA10EE"/>
    <w:rsid w:val="00FA4106"/>
    <w:rsid w:val="00FA45D5"/>
    <w:rsid w:val="00FB0E45"/>
    <w:rsid w:val="00FB16E2"/>
    <w:rsid w:val="00FB211D"/>
    <w:rsid w:val="00FB2631"/>
    <w:rsid w:val="00FB3A94"/>
    <w:rsid w:val="00FB5D56"/>
    <w:rsid w:val="00FB775A"/>
    <w:rsid w:val="00FC6647"/>
    <w:rsid w:val="00FC7491"/>
    <w:rsid w:val="00FC7714"/>
    <w:rsid w:val="00FD129D"/>
    <w:rsid w:val="00FD2980"/>
    <w:rsid w:val="00FD3A77"/>
    <w:rsid w:val="00FD3F99"/>
    <w:rsid w:val="00FD7346"/>
    <w:rsid w:val="00FE34CB"/>
    <w:rsid w:val="00FE4761"/>
    <w:rsid w:val="00FE72EB"/>
    <w:rsid w:val="00FF13DE"/>
    <w:rsid w:val="00FF3A83"/>
    <w:rsid w:val="00FF4AC2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3D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FD3F9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FD3F99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FD3F99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D3F99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FD3F99"/>
  </w:style>
  <w:style w:type="numbering" w:customStyle="1" w:styleId="ListNo0">
    <w:name w:val="List No"/>
    <w:uiPriority w:val="99"/>
    <w:semiHidden/>
    <w:unhideWhenUsed/>
    <w:rsid w:val="00FD3F99"/>
  </w:style>
  <w:style w:type="numbering" w:customStyle="1" w:styleId="ListNo1">
    <w:name w:val="List No"/>
    <w:uiPriority w:val="99"/>
    <w:semiHidden/>
    <w:unhideWhenUsed/>
    <w:rsid w:val="00FD3F99"/>
  </w:style>
  <w:style w:type="numbering" w:customStyle="1" w:styleId="ListNo2">
    <w:name w:val="List No"/>
    <w:uiPriority w:val="99"/>
    <w:semiHidden/>
    <w:unhideWhenUsed/>
    <w:rsid w:val="00FD3F99"/>
  </w:style>
  <w:style w:type="numbering" w:customStyle="1" w:styleId="ListNo3">
    <w:name w:val="List No"/>
    <w:uiPriority w:val="99"/>
    <w:semiHidden/>
    <w:unhideWhenUsed/>
    <w:rsid w:val="00FD3F99"/>
  </w:style>
  <w:style w:type="numbering" w:customStyle="1" w:styleId="ListNo4">
    <w:name w:val="List No"/>
    <w:uiPriority w:val="99"/>
    <w:semiHidden/>
    <w:unhideWhenUsed/>
    <w:rsid w:val="00FD3F99"/>
  </w:style>
  <w:style w:type="numbering" w:customStyle="1" w:styleId="ListNo5">
    <w:name w:val="List No"/>
    <w:uiPriority w:val="99"/>
    <w:semiHidden/>
    <w:unhideWhenUsed/>
    <w:rsid w:val="00FD3F99"/>
  </w:style>
  <w:style w:type="numbering" w:customStyle="1" w:styleId="ListNo6">
    <w:name w:val="List No"/>
    <w:uiPriority w:val="99"/>
    <w:semiHidden/>
    <w:unhideWhenUsed/>
    <w:rsid w:val="00FD3F99"/>
  </w:style>
  <w:style w:type="numbering" w:customStyle="1" w:styleId="ListNo7">
    <w:name w:val="List No"/>
    <w:uiPriority w:val="99"/>
    <w:semiHidden/>
    <w:unhideWhenUsed/>
    <w:rsid w:val="00FD3F99"/>
  </w:style>
  <w:style w:type="numbering" w:customStyle="1" w:styleId="ListNo8">
    <w:name w:val="List No"/>
    <w:uiPriority w:val="99"/>
    <w:semiHidden/>
    <w:unhideWhenUsed/>
    <w:rsid w:val="00FD3F99"/>
  </w:style>
  <w:style w:type="paragraph" w:styleId="a3">
    <w:name w:val="header"/>
    <w:basedOn w:val="a"/>
    <w:rsid w:val="00FD3F99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FD3F99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FD3F99"/>
    <w:pPr>
      <w:jc w:val="both"/>
    </w:pPr>
    <w:rPr>
      <w:lang w:val="bg-BG"/>
    </w:rPr>
  </w:style>
  <w:style w:type="paragraph" w:styleId="20">
    <w:name w:val="Body Text 2"/>
    <w:basedOn w:val="a"/>
    <w:rsid w:val="00FD3F99"/>
    <w:pPr>
      <w:jc w:val="both"/>
    </w:pPr>
    <w:rPr>
      <w:lang w:val="bg-BG"/>
    </w:rPr>
  </w:style>
  <w:style w:type="character" w:styleId="a6">
    <w:name w:val="Hyperlink"/>
    <w:uiPriority w:val="99"/>
    <w:rsid w:val="00FD3F99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8"/>
    <w:uiPriority w:val="99"/>
    <w:semiHidden/>
    <w:unhideWhenUsed/>
    <w:rsid w:val="005A2287"/>
  </w:style>
  <w:style w:type="numbering" w:customStyle="1" w:styleId="NoList2">
    <w:name w:val="No List2"/>
    <w:next w:val="ListNo8"/>
    <w:uiPriority w:val="99"/>
    <w:semiHidden/>
    <w:unhideWhenUsed/>
    <w:rsid w:val="00EE2FF9"/>
  </w:style>
  <w:style w:type="character" w:styleId="ab">
    <w:name w:val="page number"/>
    <w:basedOn w:val="a0"/>
    <w:rsid w:val="00C37346"/>
  </w:style>
  <w:style w:type="character" w:styleId="ac">
    <w:name w:val="FollowedHyperlink"/>
    <w:uiPriority w:val="99"/>
    <w:unhideWhenUsed/>
    <w:rsid w:val="00755065"/>
    <w:rPr>
      <w:color w:val="800080"/>
      <w:u w:val="single"/>
    </w:rPr>
  </w:style>
  <w:style w:type="paragraph" w:customStyle="1" w:styleId="xl66">
    <w:name w:val="xl66"/>
    <w:basedOn w:val="a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b/>
      <w:bCs/>
      <w:lang w:val="bg-BG" w:eastAsia="bg-BG"/>
    </w:rPr>
  </w:style>
  <w:style w:type="paragraph" w:customStyle="1" w:styleId="xl67">
    <w:name w:val="xl67"/>
    <w:basedOn w:val="a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b/>
      <w:bCs/>
      <w:lang w:val="bg-BG" w:eastAsia="bg-BG"/>
    </w:rPr>
  </w:style>
  <w:style w:type="paragraph" w:customStyle="1" w:styleId="xl68">
    <w:name w:val="xl68"/>
    <w:basedOn w:val="a"/>
    <w:rsid w:val="007550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Cyr" w:hAnsi="CourierCyr"/>
      <w:b/>
      <w:bCs/>
      <w:lang w:val="bg-BG" w:eastAsia="bg-BG"/>
    </w:rPr>
  </w:style>
  <w:style w:type="paragraph" w:customStyle="1" w:styleId="xl69">
    <w:name w:val="xl69"/>
    <w:basedOn w:val="a"/>
    <w:rsid w:val="007550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70">
    <w:name w:val="xl70"/>
    <w:basedOn w:val="a"/>
    <w:rsid w:val="007550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1">
    <w:name w:val="xl71"/>
    <w:basedOn w:val="a"/>
    <w:rsid w:val="007550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2">
    <w:name w:val="xl72"/>
    <w:basedOn w:val="a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Cyr" w:hAnsi="CourierCyr"/>
      <w:b/>
      <w:bCs/>
      <w:lang w:val="bg-BG" w:eastAsia="bg-BG"/>
    </w:rPr>
  </w:style>
  <w:style w:type="paragraph" w:customStyle="1" w:styleId="xl73">
    <w:name w:val="xl73"/>
    <w:basedOn w:val="a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lang w:val="bg-BG" w:eastAsia="bg-BG"/>
    </w:rPr>
  </w:style>
  <w:style w:type="paragraph" w:customStyle="1" w:styleId="xl74">
    <w:name w:val="xl74"/>
    <w:basedOn w:val="a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lang w:val="bg-BG" w:eastAsia="bg-BG"/>
    </w:rPr>
  </w:style>
  <w:style w:type="paragraph" w:customStyle="1" w:styleId="xl75">
    <w:name w:val="xl75"/>
    <w:basedOn w:val="a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lang w:val="bg-BG" w:eastAsia="bg-BG"/>
    </w:rPr>
  </w:style>
  <w:style w:type="paragraph" w:customStyle="1" w:styleId="xl76">
    <w:name w:val="xl76"/>
    <w:basedOn w:val="a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7">
    <w:name w:val="xl77"/>
    <w:basedOn w:val="a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64">
    <w:name w:val="xl64"/>
    <w:basedOn w:val="a"/>
    <w:rsid w:val="00F72F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65">
    <w:name w:val="xl65"/>
    <w:basedOn w:val="a"/>
    <w:rsid w:val="00F72F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lang w:val="bg-BG" w:eastAsia="bg-BG"/>
    </w:rPr>
  </w:style>
  <w:style w:type="paragraph" w:customStyle="1" w:styleId="xl78">
    <w:name w:val="xl78"/>
    <w:basedOn w:val="a"/>
    <w:rsid w:val="005942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b/>
      <w:bCs/>
      <w:lang w:val="bg-BG" w:eastAsia="bg-BG"/>
    </w:rPr>
  </w:style>
  <w:style w:type="paragraph" w:customStyle="1" w:styleId="xl79">
    <w:name w:val="xl79"/>
    <w:basedOn w:val="a"/>
    <w:rsid w:val="00355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b/>
      <w:bCs/>
      <w:lang w:val="bg-BG" w:eastAsia="bg-BG"/>
    </w:rPr>
  </w:style>
  <w:style w:type="paragraph" w:customStyle="1" w:styleId="xl80">
    <w:name w:val="xl80"/>
    <w:basedOn w:val="a"/>
    <w:rsid w:val="00355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b/>
      <w:bCs/>
      <w:lang w:val="bg-BG" w:eastAsia="bg-BG"/>
    </w:rPr>
  </w:style>
  <w:style w:type="paragraph" w:customStyle="1" w:styleId="xl81">
    <w:name w:val="xl81"/>
    <w:basedOn w:val="a"/>
    <w:rsid w:val="00760CA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760C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760C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4">
    <w:name w:val="xl84"/>
    <w:basedOn w:val="a"/>
    <w:rsid w:val="00760C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5">
    <w:name w:val="xl85"/>
    <w:basedOn w:val="a"/>
    <w:rsid w:val="00760C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6">
    <w:name w:val="xl86"/>
    <w:basedOn w:val="a"/>
    <w:rsid w:val="00081F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a"/>
    <w:rsid w:val="006A66D6"/>
    <w:pP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msonormal0">
    <w:name w:val="msonormal"/>
    <w:basedOn w:val="a"/>
    <w:rsid w:val="00D02724"/>
    <w:pPr>
      <w:spacing w:before="100" w:beforeAutospacing="1" w:after="100" w:afterAutospacing="1"/>
    </w:pPr>
    <w:rPr>
      <w:lang w:val="bg-BG" w:eastAsia="bg-BG"/>
    </w:rPr>
  </w:style>
  <w:style w:type="paragraph" w:styleId="ad">
    <w:name w:val="List Paragraph"/>
    <w:basedOn w:val="a"/>
    <w:uiPriority w:val="34"/>
    <w:qFormat/>
    <w:rsid w:val="005853AB"/>
    <w:pPr>
      <w:ind w:left="720"/>
      <w:contextualSpacing/>
    </w:pPr>
  </w:style>
  <w:style w:type="character" w:customStyle="1" w:styleId="cursorpointer">
    <w:name w:val="cursorpointer"/>
    <w:basedOn w:val="a0"/>
    <w:rsid w:val="00CF5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A3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8"/>
    <w:uiPriority w:val="99"/>
    <w:semiHidden/>
    <w:unhideWhenUsed/>
    <w:rsid w:val="005A2287"/>
  </w:style>
  <w:style w:type="numbering" w:customStyle="1" w:styleId="NoList2">
    <w:name w:val="No List2"/>
    <w:next w:val="ListNo8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755065"/>
    <w:rPr>
      <w:color w:val="800080"/>
      <w:u w:val="single"/>
    </w:rPr>
  </w:style>
  <w:style w:type="paragraph" w:customStyle="1" w:styleId="xl66">
    <w:name w:val="xl66"/>
    <w:basedOn w:val="Normal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b/>
      <w:bCs/>
      <w:lang w:val="bg-BG" w:eastAsia="bg-BG"/>
    </w:rPr>
  </w:style>
  <w:style w:type="paragraph" w:customStyle="1" w:styleId="xl67">
    <w:name w:val="xl67"/>
    <w:basedOn w:val="Normal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b/>
      <w:bCs/>
      <w:lang w:val="bg-BG" w:eastAsia="bg-BG"/>
    </w:rPr>
  </w:style>
  <w:style w:type="paragraph" w:customStyle="1" w:styleId="xl68">
    <w:name w:val="xl68"/>
    <w:basedOn w:val="Normal"/>
    <w:rsid w:val="007550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Cyr" w:hAnsi="CourierCyr"/>
      <w:b/>
      <w:bCs/>
      <w:lang w:val="bg-BG" w:eastAsia="bg-BG"/>
    </w:rPr>
  </w:style>
  <w:style w:type="paragraph" w:customStyle="1" w:styleId="xl69">
    <w:name w:val="xl69"/>
    <w:basedOn w:val="Normal"/>
    <w:rsid w:val="007550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70">
    <w:name w:val="xl70"/>
    <w:basedOn w:val="Normal"/>
    <w:rsid w:val="007550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1">
    <w:name w:val="xl71"/>
    <w:basedOn w:val="Normal"/>
    <w:rsid w:val="007550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2">
    <w:name w:val="xl72"/>
    <w:basedOn w:val="Normal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Cyr" w:hAnsi="CourierCyr"/>
      <w:b/>
      <w:bCs/>
      <w:lang w:val="bg-BG" w:eastAsia="bg-BG"/>
    </w:rPr>
  </w:style>
  <w:style w:type="paragraph" w:customStyle="1" w:styleId="xl73">
    <w:name w:val="xl73"/>
    <w:basedOn w:val="Normal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lang w:val="bg-BG" w:eastAsia="bg-BG"/>
    </w:rPr>
  </w:style>
  <w:style w:type="paragraph" w:customStyle="1" w:styleId="xl74">
    <w:name w:val="xl74"/>
    <w:basedOn w:val="Normal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lang w:val="bg-BG" w:eastAsia="bg-BG"/>
    </w:rPr>
  </w:style>
  <w:style w:type="paragraph" w:customStyle="1" w:styleId="xl75">
    <w:name w:val="xl75"/>
    <w:basedOn w:val="Normal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lang w:val="bg-BG" w:eastAsia="bg-BG"/>
    </w:rPr>
  </w:style>
  <w:style w:type="paragraph" w:customStyle="1" w:styleId="xl76">
    <w:name w:val="xl76"/>
    <w:basedOn w:val="Normal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77">
    <w:name w:val="xl77"/>
    <w:basedOn w:val="Normal"/>
    <w:rsid w:val="0075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64">
    <w:name w:val="xl64"/>
    <w:basedOn w:val="Normal"/>
    <w:rsid w:val="00F72F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bg-BG" w:eastAsia="bg-BG"/>
    </w:rPr>
  </w:style>
  <w:style w:type="paragraph" w:customStyle="1" w:styleId="xl65">
    <w:name w:val="xl65"/>
    <w:basedOn w:val="Normal"/>
    <w:rsid w:val="00F72F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lang w:val="bg-BG" w:eastAsia="bg-BG"/>
    </w:rPr>
  </w:style>
  <w:style w:type="paragraph" w:customStyle="1" w:styleId="xl78">
    <w:name w:val="xl78"/>
    <w:basedOn w:val="Normal"/>
    <w:rsid w:val="005942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b/>
      <w:bCs/>
      <w:lang w:val="bg-BG" w:eastAsia="bg-BG"/>
    </w:rPr>
  </w:style>
  <w:style w:type="paragraph" w:customStyle="1" w:styleId="xl79">
    <w:name w:val="xl79"/>
    <w:basedOn w:val="Normal"/>
    <w:rsid w:val="00355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b/>
      <w:bCs/>
      <w:lang w:val="bg-BG" w:eastAsia="bg-BG"/>
    </w:rPr>
  </w:style>
  <w:style w:type="paragraph" w:customStyle="1" w:styleId="xl80">
    <w:name w:val="xl80"/>
    <w:basedOn w:val="Normal"/>
    <w:rsid w:val="00355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Cyr" w:hAnsi="CourierCyr"/>
      <w:b/>
      <w:bCs/>
      <w:lang w:val="bg-BG" w:eastAsia="bg-BG"/>
    </w:rPr>
  </w:style>
  <w:style w:type="paragraph" w:customStyle="1" w:styleId="xl81">
    <w:name w:val="xl81"/>
    <w:basedOn w:val="Normal"/>
    <w:rsid w:val="00760CA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Normal"/>
    <w:rsid w:val="00760CA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Normal"/>
    <w:rsid w:val="00760C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4">
    <w:name w:val="xl84"/>
    <w:basedOn w:val="Normal"/>
    <w:rsid w:val="00760CA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5">
    <w:name w:val="xl85"/>
    <w:basedOn w:val="Normal"/>
    <w:rsid w:val="00760C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6">
    <w:name w:val="xl86"/>
    <w:basedOn w:val="Normal"/>
    <w:rsid w:val="00081F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3">
    <w:name w:val="xl63"/>
    <w:basedOn w:val="Normal"/>
    <w:rsid w:val="006A66D6"/>
    <w:pPr>
      <w:spacing w:before="100" w:beforeAutospacing="1" w:after="100" w:afterAutospacing="1"/>
    </w:pPr>
    <w:rPr>
      <w:sz w:val="18"/>
      <w:szCs w:val="18"/>
      <w:lang w:val="bg-BG" w:eastAsia="bg-BG"/>
    </w:rPr>
  </w:style>
  <w:style w:type="paragraph" w:customStyle="1" w:styleId="msonormal0">
    <w:name w:val="msonormal"/>
    <w:basedOn w:val="Normal"/>
    <w:rsid w:val="00D02724"/>
    <w:pPr>
      <w:spacing w:before="100" w:beforeAutospacing="1" w:after="100" w:afterAutospacing="1"/>
    </w:pPr>
    <w:rPr>
      <w:lang w:val="bg-BG" w:eastAsia="bg-BG"/>
    </w:rPr>
  </w:style>
  <w:style w:type="paragraph" w:styleId="ListParagraph">
    <w:name w:val="List Paragraph"/>
    <w:basedOn w:val="Normal"/>
    <w:uiPriority w:val="34"/>
    <w:qFormat/>
    <w:rsid w:val="005853AB"/>
    <w:pPr>
      <w:ind w:left="720"/>
      <w:contextualSpacing/>
    </w:pPr>
  </w:style>
  <w:style w:type="character" w:customStyle="1" w:styleId="cursorpointer">
    <w:name w:val="cursorpointer"/>
    <w:basedOn w:val="DefaultParagraphFont"/>
    <w:rsid w:val="00CF5D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5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BF623-BE09-4A46-8C91-C6B88685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714</TotalTime>
  <Pages>49</Pages>
  <Words>14847</Words>
  <Characters>84634</Characters>
  <Application>Microsoft Office Word</Application>
  <DocSecurity>0</DocSecurity>
  <Lines>705</Lines>
  <Paragraphs>198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302</cp:revision>
  <cp:lastPrinted>2023-01-20T08:37:00Z</cp:lastPrinted>
  <dcterms:created xsi:type="dcterms:W3CDTF">2024-01-04T06:32:00Z</dcterms:created>
  <dcterms:modified xsi:type="dcterms:W3CDTF">2024-01-11T12:35:00Z</dcterms:modified>
</cp:coreProperties>
</file>