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9918DC" w:rsidRDefault="004C3144" w:rsidP="009918DC">
      <w:pPr>
        <w:pStyle w:val="Heading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363EC4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ПО-09-3737</w:t>
      </w:r>
      <w:r w:rsidR="003F0DD2" w:rsidRPr="009918DC">
        <w:rPr>
          <w:b/>
          <w:lang w:val="bg-BG"/>
        </w:rPr>
        <w:t>-3</w:t>
      </w:r>
      <w:r w:rsidRPr="003D7F17">
        <w:rPr>
          <w:b/>
          <w:lang w:val="bg-BG"/>
        </w:rPr>
        <w:t>/</w:t>
      </w:r>
      <w:r w:rsidR="0010667B">
        <w:rPr>
          <w:b/>
          <w:lang w:val="bg-BG"/>
        </w:rPr>
        <w:t>29</w:t>
      </w:r>
      <w:r w:rsidRPr="003D7F17">
        <w:rPr>
          <w:b/>
          <w:lang w:val="bg-BG"/>
        </w:rPr>
        <w:t>.</w:t>
      </w:r>
      <w:r w:rsidR="0010667B">
        <w:rPr>
          <w:b/>
          <w:lang w:val="bg-BG"/>
        </w:rPr>
        <w:t>09</w:t>
      </w:r>
      <w:r w:rsidRPr="003D7F17">
        <w:rPr>
          <w:b/>
          <w:lang w:val="bg-BG"/>
        </w:rPr>
        <w:t>.</w:t>
      </w:r>
      <w:r w:rsidR="003D7F17">
        <w:rPr>
          <w:b/>
          <w:lang w:val="bg-BG"/>
        </w:rPr>
        <w:t>2023г.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5E5E36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r w:rsidR="00994536" w:rsidRPr="005E5E36">
        <w:rPr>
          <w:lang w:val="bg-BG"/>
        </w:rPr>
        <w:t>чл.</w:t>
      </w:r>
      <w:r w:rsidR="00BC0051" w:rsidRPr="005E5E36">
        <w:rPr>
          <w:lang w:val="bg-BG"/>
        </w:rPr>
        <w:t xml:space="preserve"> 3, ал. 4 от </w:t>
      </w:r>
      <w:proofErr w:type="spellStart"/>
      <w:r w:rsidR="00BC0051" w:rsidRPr="005E5E36">
        <w:rPr>
          <w:lang w:val="bg-BG"/>
        </w:rPr>
        <w:t>Устройствения</w:t>
      </w:r>
      <w:proofErr w:type="spellEnd"/>
      <w:r w:rsidR="00BC0051" w:rsidRPr="005E5E36">
        <w:rPr>
          <w:lang w:val="bg-BG"/>
        </w:rPr>
        <w:t xml:space="preserve"> правилник на Областните дирекции „Земеделие”, във връзка с </w:t>
      </w:r>
      <w:r w:rsidR="00BC0051" w:rsidRPr="009918DC">
        <w:rPr>
          <w:lang w:val="ru-RU"/>
        </w:rPr>
        <w:t xml:space="preserve">чл. </w:t>
      </w:r>
      <w:r w:rsidR="00BC0051" w:rsidRPr="005E5E36">
        <w:rPr>
          <w:lang w:val="bg-BG"/>
        </w:rPr>
        <w:t>37в, ал. 4 от Закона за собствеността и ползването на земеделски земи /ЗСПЗЗ/ и с</w:t>
      </w:r>
      <w:r w:rsidR="00BC0051" w:rsidRPr="009918DC">
        <w:rPr>
          <w:lang w:val="ru-RU"/>
        </w:rPr>
        <w:t xml:space="preserve"> </w:t>
      </w:r>
      <w:r w:rsidR="00BC0051" w:rsidRPr="005E5E36">
        <w:rPr>
          <w:lang w:val="bg-BG"/>
        </w:rPr>
        <w:t xml:space="preserve">чл. 75а, ал. 1, т. 1 от Правилника за прилагане на закона за собствеността и ползването на земеделските земи /ППЗСПЗЗ/, </w:t>
      </w:r>
      <w:r w:rsidR="00182D7C" w:rsidRPr="005E5E36">
        <w:rPr>
          <w:u w:val="single"/>
          <w:lang w:val="bg-BG"/>
        </w:rPr>
        <w:t xml:space="preserve">Доклад с вх. № </w:t>
      </w:r>
      <w:r w:rsidR="00182D7C">
        <w:rPr>
          <w:u w:val="single"/>
          <w:lang w:val="bg-BG"/>
        </w:rPr>
        <w:t>ПО</w:t>
      </w:r>
      <w:r w:rsidR="00182D7C" w:rsidRPr="005E5E36">
        <w:rPr>
          <w:u w:val="single"/>
          <w:lang w:val="bg-BG"/>
        </w:rPr>
        <w:t>-</w:t>
      </w:r>
      <w:r w:rsidR="00182D7C">
        <w:rPr>
          <w:u w:val="single"/>
          <w:lang w:val="bg-BG"/>
        </w:rPr>
        <w:t>09</w:t>
      </w:r>
      <w:r w:rsidR="00182D7C" w:rsidRPr="005E5E36">
        <w:rPr>
          <w:u w:val="single"/>
          <w:lang w:val="bg-BG"/>
        </w:rPr>
        <w:t>-</w:t>
      </w:r>
      <w:r w:rsidR="00182D7C">
        <w:rPr>
          <w:u w:val="single"/>
          <w:lang w:val="bg-BG"/>
        </w:rPr>
        <w:t>3737-2</w:t>
      </w:r>
      <w:r w:rsidR="00182D7C" w:rsidRPr="005E5E36">
        <w:rPr>
          <w:u w:val="single"/>
          <w:lang w:val="bg-BG"/>
        </w:rPr>
        <w:t>/2</w:t>
      </w:r>
      <w:r w:rsidR="005E5E36">
        <w:rPr>
          <w:u w:val="single"/>
          <w:lang w:val="bg-BG"/>
        </w:rPr>
        <w:t>9</w:t>
      </w:r>
      <w:r w:rsidR="00BC0051" w:rsidRPr="005E5E36">
        <w:rPr>
          <w:u w:val="single"/>
          <w:lang w:val="bg-BG"/>
        </w:rPr>
        <w:t>.0</w:t>
      </w:r>
      <w:r w:rsidR="00BC0051" w:rsidRPr="009918DC">
        <w:rPr>
          <w:u w:val="single"/>
          <w:lang w:val="ru-RU"/>
        </w:rPr>
        <w:t>9</w:t>
      </w:r>
      <w:r w:rsidR="00182D7C" w:rsidRPr="005E5E36">
        <w:rPr>
          <w:u w:val="single"/>
          <w:lang w:val="bg-BG"/>
        </w:rPr>
        <w:t>.202</w:t>
      </w:r>
      <w:r w:rsidR="00182D7C">
        <w:rPr>
          <w:u w:val="single"/>
          <w:lang w:val="bg-BG"/>
        </w:rPr>
        <w:t>3</w:t>
      </w:r>
      <w:r w:rsidR="00BC0051" w:rsidRPr="005E5E36">
        <w:rPr>
          <w:u w:val="single"/>
          <w:lang w:val="bg-BG"/>
        </w:rPr>
        <w:t xml:space="preserve">г. </w:t>
      </w:r>
      <w:r w:rsidR="00BC0051" w:rsidRPr="005E5E36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6F14C2" w:rsidRPr="005E5E36">
        <w:rPr>
          <w:u w:val="single"/>
          <w:lang w:val="bg-BG"/>
        </w:rPr>
        <w:t>№ ПО-09-</w:t>
      </w:r>
      <w:r w:rsidR="006F14C2">
        <w:rPr>
          <w:u w:val="single"/>
          <w:lang w:val="bg-BG"/>
        </w:rPr>
        <w:t>3737</w:t>
      </w:r>
      <w:r w:rsidR="00BC0051" w:rsidRPr="009918DC">
        <w:rPr>
          <w:u w:val="single"/>
          <w:lang w:val="ru-RU"/>
        </w:rPr>
        <w:t>/02</w:t>
      </w:r>
      <w:r w:rsidR="00BC0051" w:rsidRPr="005E5E36">
        <w:rPr>
          <w:u w:val="single"/>
          <w:lang w:val="bg-BG"/>
        </w:rPr>
        <w:t>.08.2022</w:t>
      </w:r>
      <w:r w:rsidR="00BC0051" w:rsidRPr="005E5E36">
        <w:rPr>
          <w:lang w:val="bg-BG"/>
        </w:rPr>
        <w:t>г. на Директор</w:t>
      </w:r>
      <w:r w:rsidR="009A678B" w:rsidRPr="005E5E36">
        <w:rPr>
          <w:lang w:val="bg-BG"/>
        </w:rPr>
        <w:t>а на ОД „Земеделие” – София област</w:t>
      </w:r>
      <w:r w:rsidR="00BC0051" w:rsidRPr="005E5E36">
        <w:rPr>
          <w:lang w:val="bg-BG"/>
        </w:rPr>
        <w:t xml:space="preserve"> и споразумение с вх</w:t>
      </w:r>
      <w:r w:rsidR="00BC0051" w:rsidRPr="005E5E36">
        <w:rPr>
          <w:b/>
          <w:lang w:val="bg-BG"/>
        </w:rPr>
        <w:t xml:space="preserve">. </w:t>
      </w:r>
      <w:r w:rsidR="006F14C2" w:rsidRPr="005E5E36">
        <w:rPr>
          <w:u w:val="single"/>
          <w:lang w:val="bg-BG"/>
        </w:rPr>
        <w:t>№ ПО-09-</w:t>
      </w:r>
      <w:r w:rsidR="006F14C2">
        <w:rPr>
          <w:u w:val="single"/>
          <w:lang w:val="bg-BG"/>
        </w:rPr>
        <w:t>3737-1</w:t>
      </w:r>
      <w:r w:rsidR="00BC0051" w:rsidRPr="005E5E36">
        <w:rPr>
          <w:u w:val="single"/>
          <w:lang w:val="bg-BG"/>
        </w:rPr>
        <w:t>/</w:t>
      </w:r>
      <w:r w:rsidR="006F14C2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6F14C2" w:rsidRPr="005E5E36">
        <w:rPr>
          <w:u w:val="single"/>
          <w:lang w:val="bg-BG"/>
        </w:rPr>
        <w:t>.202</w:t>
      </w:r>
      <w:r w:rsidR="006F14C2">
        <w:rPr>
          <w:u w:val="single"/>
          <w:lang w:val="bg-BG"/>
        </w:rPr>
        <w:t>3</w:t>
      </w:r>
      <w:r w:rsidR="00BC0051" w:rsidRPr="005E5E36">
        <w:rPr>
          <w:u w:val="single"/>
          <w:lang w:val="bg-BG"/>
        </w:rPr>
        <w:t>г.</w:t>
      </w:r>
      <w:r w:rsidR="00BC0051" w:rsidRPr="005E5E36">
        <w:rPr>
          <w:lang w:val="bg-BG"/>
        </w:rPr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  <w:bookmarkStart w:id="0" w:name="_GoBack"/>
      <w:bookmarkEnd w:id="0"/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10667B">
        <w:rPr>
          <w:b/>
          <w:lang w:val="bg-BG"/>
        </w:rPr>
        <w:t>I.</w:t>
      </w:r>
      <w:r w:rsidRPr="0010667B">
        <w:rPr>
          <w:lang w:val="bg-BG"/>
        </w:rPr>
        <w:t xml:space="preserve"> Споразумение на </w:t>
      </w:r>
      <w:r w:rsidR="0010667B" w:rsidRPr="0010667B">
        <w:rPr>
          <w:lang w:val="bg-BG"/>
        </w:rPr>
        <w:t xml:space="preserve">масивите за ползване на </w:t>
      </w:r>
      <w:r w:rsidRPr="0010667B">
        <w:rPr>
          <w:lang w:val="bg-BG"/>
        </w:rPr>
        <w:t xml:space="preserve">земеделските земи, изготвено на основание чл. 37в, ал. 2 от ЗСПЗЗ </w:t>
      </w:r>
      <w:r w:rsidR="002F1680" w:rsidRPr="0010667B">
        <w:rPr>
          <w:b/>
          <w:lang w:val="bg-BG"/>
        </w:rPr>
        <w:t xml:space="preserve">за стопанската година </w:t>
      </w:r>
      <w:r w:rsidR="00363EC4" w:rsidRPr="0010667B">
        <w:rPr>
          <w:b/>
          <w:u w:val="single"/>
          <w:lang w:val="bg-BG"/>
        </w:rPr>
        <w:t>2023/2024</w:t>
      </w:r>
      <w:r w:rsidR="00994536" w:rsidRPr="0010667B">
        <w:rPr>
          <w:b/>
          <w:u w:val="single"/>
          <w:lang w:val="bg-BG"/>
        </w:rPr>
        <w:t xml:space="preserve"> </w:t>
      </w:r>
      <w:r w:rsidR="00994536" w:rsidRPr="0010667B">
        <w:rPr>
          <w:u w:val="single"/>
          <w:lang w:val="bg-BG"/>
        </w:rPr>
        <w:t>за</w:t>
      </w:r>
      <w:r w:rsidRPr="0010667B">
        <w:rPr>
          <w:b/>
          <w:u w:val="single"/>
          <w:lang w:val="bg-BG"/>
        </w:rPr>
        <w:t xml:space="preserve"> </w:t>
      </w:r>
      <w:r w:rsidR="00363EC4" w:rsidRPr="0010667B">
        <w:rPr>
          <w:b/>
          <w:bCs/>
          <w:u w:val="single"/>
          <w:lang w:val="bg-BG"/>
        </w:rPr>
        <w:t>гр.</w:t>
      </w:r>
      <w:r w:rsidR="002734C6">
        <w:rPr>
          <w:b/>
          <w:bCs/>
          <w:u w:val="single"/>
          <w:lang w:val="bg-BG"/>
        </w:rPr>
        <w:t xml:space="preserve"> </w:t>
      </w:r>
      <w:r w:rsidR="00363EC4" w:rsidRPr="0010667B">
        <w:rPr>
          <w:b/>
          <w:bCs/>
          <w:u w:val="single"/>
          <w:lang w:val="bg-BG"/>
        </w:rPr>
        <w:t>Долна баня</w:t>
      </w:r>
      <w:r w:rsidRPr="0010667B">
        <w:rPr>
          <w:b/>
          <w:bCs/>
          <w:u w:val="single"/>
          <w:lang w:val="bg-BG"/>
        </w:rPr>
        <w:t>,</w:t>
      </w:r>
      <w:r w:rsidRPr="005E5E36">
        <w:rPr>
          <w:b/>
          <w:bCs/>
          <w:u w:val="single"/>
          <w:lang w:val="bg-BG"/>
        </w:rPr>
        <w:t xml:space="preserve">  </w:t>
      </w:r>
      <w:r w:rsidR="00363EC4">
        <w:rPr>
          <w:b/>
          <w:bCs/>
          <w:u w:val="single"/>
          <w:lang w:val="bg-BG"/>
        </w:rPr>
        <w:t>община Долна баня</w:t>
      </w:r>
      <w:r w:rsidR="00363EC4">
        <w:rPr>
          <w:b/>
          <w:u w:val="single"/>
          <w:lang w:val="bg-BG" w:eastAsia="bg-BG"/>
        </w:rPr>
        <w:t>, ЕКАТТЕ 22006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5E5E36">
        <w:rPr>
          <w:u w:val="single"/>
          <w:lang w:val="bg-BG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6F14C2">
        <w:rPr>
          <w:b/>
          <w:color w:val="000000"/>
          <w:u w:val="single"/>
          <w:lang w:val="bg-BG"/>
        </w:rPr>
        <w:t>вх. № ПО-09-3737-1/30.08.23</w:t>
      </w:r>
      <w:r w:rsidRPr="009918DC">
        <w:rPr>
          <w:b/>
          <w:color w:val="000000"/>
          <w:u w:val="single"/>
          <w:lang w:val="bg-BG"/>
        </w:rPr>
        <w:t>г.</w:t>
      </w:r>
      <w:r w:rsidRPr="005E5E36">
        <w:rPr>
          <w:u w:val="single"/>
          <w:lang w:val="bg-BG"/>
        </w:rPr>
        <w:t>,</w:t>
      </w:r>
      <w:r w:rsidR="003D7F17" w:rsidRPr="005E5E36">
        <w:rPr>
          <w:lang w:val="bg-BG"/>
        </w:rPr>
        <w:t xml:space="preserve"> представено с Доклад  </w:t>
      </w:r>
      <w:r w:rsidR="003D7F17">
        <w:rPr>
          <w:lang w:val="bg-BG"/>
        </w:rPr>
        <w:t>в</w:t>
      </w:r>
      <w:r w:rsidRPr="005E5E36">
        <w:rPr>
          <w:lang w:val="bg-BG"/>
        </w:rPr>
        <w:t xml:space="preserve">х. </w:t>
      </w:r>
      <w:r w:rsidR="006F14C2" w:rsidRPr="005E5E36">
        <w:rPr>
          <w:u w:val="single"/>
          <w:lang w:val="bg-BG"/>
        </w:rPr>
        <w:t xml:space="preserve">№ </w:t>
      </w:r>
      <w:r w:rsidR="006F14C2">
        <w:rPr>
          <w:u w:val="single"/>
          <w:lang w:val="bg-BG"/>
        </w:rPr>
        <w:t>ПО-09-3737-2</w:t>
      </w:r>
      <w:r w:rsidR="006F14C2" w:rsidRPr="005E5E36">
        <w:rPr>
          <w:u w:val="single"/>
          <w:lang w:val="bg-BG"/>
        </w:rPr>
        <w:t>/2</w:t>
      </w:r>
      <w:r w:rsidR="005E5E36">
        <w:rPr>
          <w:u w:val="single"/>
          <w:lang w:val="bg-BG"/>
        </w:rPr>
        <w:t>9</w:t>
      </w:r>
      <w:r w:rsidRPr="005E5E36">
        <w:rPr>
          <w:u w:val="single"/>
          <w:lang w:val="bg-BG"/>
        </w:rPr>
        <w:t>.09.202</w:t>
      </w:r>
      <w:r w:rsidR="006F14C2" w:rsidRPr="003D7F17">
        <w:rPr>
          <w:u w:val="single"/>
          <w:lang w:val="bg-BG"/>
        </w:rPr>
        <w:t>3</w:t>
      </w:r>
      <w:r w:rsidRPr="005E5E36">
        <w:rPr>
          <w:lang w:val="bg-BG"/>
        </w:rPr>
        <w:t xml:space="preserve">г. на Комисията по чл. 37в, ал. 1 от ЗСПЗЗ, определена на основание чл. 72б от ППЗСПЗЗ със Заповед </w:t>
      </w:r>
      <w:r w:rsidR="006F14C2" w:rsidRPr="005E5E36">
        <w:rPr>
          <w:u w:val="single"/>
          <w:lang w:val="bg-BG"/>
        </w:rPr>
        <w:t>№ ПО-09-</w:t>
      </w:r>
      <w:r w:rsidR="006F14C2">
        <w:rPr>
          <w:u w:val="single"/>
          <w:lang w:val="bg-BG"/>
        </w:rPr>
        <w:t>3737</w:t>
      </w:r>
      <w:r w:rsidRPr="005E5E36">
        <w:rPr>
          <w:u w:val="single"/>
          <w:lang w:val="bg-BG"/>
        </w:rPr>
        <w:t>/</w:t>
      </w:r>
      <w:r w:rsidRPr="009918DC">
        <w:rPr>
          <w:u w:val="single"/>
          <w:lang w:val="ru-RU"/>
        </w:rPr>
        <w:t>02</w:t>
      </w:r>
      <w:r w:rsidR="009918DC" w:rsidRPr="005E5E36">
        <w:rPr>
          <w:u w:val="single"/>
          <w:lang w:val="bg-BG"/>
        </w:rPr>
        <w:t>.08.2022</w:t>
      </w:r>
      <w:r w:rsidRPr="005E5E36">
        <w:rPr>
          <w:u w:val="single"/>
          <w:lang w:val="bg-BG"/>
        </w:rPr>
        <w:t>г</w:t>
      </w:r>
      <w:r w:rsidRPr="005E5E36">
        <w:rPr>
          <w:lang w:val="bg-BG"/>
        </w:rPr>
        <w:t>. на Директора</w:t>
      </w:r>
      <w:r w:rsidR="0073129D" w:rsidRPr="005E5E36">
        <w:rPr>
          <w:lang w:val="bg-BG"/>
        </w:rPr>
        <w:t xml:space="preserve"> на ОД „Земеделие” – София област</w:t>
      </w:r>
      <w:r w:rsidR="009918DC" w:rsidRPr="009918DC">
        <w:rPr>
          <w:lang w:val="bg-BG"/>
        </w:rPr>
        <w:t>,</w:t>
      </w:r>
      <w:r w:rsidRPr="005E5E36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6F14C2" w:rsidRPr="005E5E36">
        <w:rPr>
          <w:u w:val="single"/>
          <w:lang w:val="bg-BG"/>
        </w:rPr>
        <w:t>202</w:t>
      </w:r>
      <w:r w:rsidR="006F14C2">
        <w:rPr>
          <w:u w:val="single"/>
          <w:lang w:val="bg-BG"/>
        </w:rPr>
        <w:t>3</w:t>
      </w:r>
      <w:r w:rsidRPr="005E5E36">
        <w:rPr>
          <w:u w:val="single"/>
          <w:lang w:val="bg-BG"/>
        </w:rPr>
        <w:t>/202</w:t>
      </w:r>
      <w:r w:rsidR="006F14C2">
        <w:rPr>
          <w:u w:val="single"/>
          <w:lang w:val="bg-BG"/>
        </w:rPr>
        <w:t>4</w:t>
      </w:r>
      <w:r w:rsidRPr="005E5E36">
        <w:rPr>
          <w:lang w:val="bg-BG"/>
        </w:rPr>
        <w:t xml:space="preserve"> за землището на</w:t>
      </w:r>
      <w:r w:rsidRPr="005E5E36">
        <w:rPr>
          <w:b/>
          <w:lang w:val="bg-BG"/>
        </w:rPr>
        <w:t xml:space="preserve"> </w:t>
      </w:r>
      <w:r w:rsidR="006F14C2">
        <w:rPr>
          <w:bCs/>
          <w:u w:val="single"/>
          <w:lang w:val="bg-BG"/>
        </w:rPr>
        <w:t>гр</w:t>
      </w:r>
      <w:r w:rsidR="00A21AAF" w:rsidRPr="005E5E36">
        <w:rPr>
          <w:bCs/>
          <w:u w:val="single"/>
          <w:lang w:val="bg-BG"/>
        </w:rPr>
        <w:t xml:space="preserve">. </w:t>
      </w:r>
      <w:r w:rsidR="006F14C2">
        <w:rPr>
          <w:bCs/>
          <w:u w:val="single"/>
          <w:lang w:val="bg-BG"/>
        </w:rPr>
        <w:t>Долна баня</w:t>
      </w:r>
      <w:r w:rsidR="00A21AAF" w:rsidRPr="001C7D82">
        <w:rPr>
          <w:bCs/>
          <w:u w:val="single"/>
          <w:lang w:val="bg-BG"/>
        </w:rPr>
        <w:t xml:space="preserve">,  </w:t>
      </w:r>
      <w:r w:rsidR="006F14C2">
        <w:rPr>
          <w:bCs/>
          <w:u w:val="single"/>
          <w:lang w:val="bg-BG"/>
        </w:rPr>
        <w:t>община Долна баня</w:t>
      </w:r>
      <w:r w:rsidR="006F14C2">
        <w:rPr>
          <w:u w:val="single"/>
          <w:lang w:val="bg-BG" w:eastAsia="bg-BG"/>
        </w:rPr>
        <w:t>, ЕКАТТЕ 22006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5E5E36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5E5E36">
        <w:rPr>
          <w:lang w:val="bg-BG"/>
        </w:rPr>
        <w:t>На основание чл. 37в, ал. 3, т. 2 от ЗСПЗЗ към доброволното</w:t>
      </w:r>
      <w:r w:rsidRPr="009918DC">
        <w:rPr>
          <w:lang w:val="ru-RU"/>
        </w:rPr>
        <w:t xml:space="preserve"> </w:t>
      </w:r>
      <w:r w:rsidRPr="005E5E36">
        <w:rPr>
          <w:lang w:val="bg-BG"/>
        </w:rPr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5E5E36">
        <w:rPr>
          <w:lang w:val="bg-BG"/>
        </w:rPr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5E5E36">
        <w:rPr>
          <w:lang w:val="bg-BG"/>
        </w:rPr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1C7D82">
        <w:rPr>
          <w:u w:val="single"/>
          <w:lang w:val="bg-BG"/>
        </w:rPr>
        <w:t>2023</w:t>
      </w:r>
      <w:r w:rsidR="00A21AAF" w:rsidRPr="005E5E36">
        <w:rPr>
          <w:u w:val="single"/>
          <w:lang w:val="bg-BG"/>
        </w:rPr>
        <w:t>/202</w:t>
      </w:r>
      <w:r w:rsidR="001C7D82">
        <w:rPr>
          <w:u w:val="single"/>
          <w:lang w:val="bg-BG"/>
        </w:rPr>
        <w:t>4</w:t>
      </w:r>
      <w:r w:rsidR="00A21AAF" w:rsidRPr="005E5E36">
        <w:rPr>
          <w:lang w:val="bg-BG"/>
        </w:rPr>
        <w:t xml:space="preserve"> за землището на</w:t>
      </w:r>
      <w:r w:rsidR="00A21AAF" w:rsidRPr="005E5E36">
        <w:rPr>
          <w:b/>
          <w:lang w:val="bg-BG"/>
        </w:rPr>
        <w:t xml:space="preserve"> </w:t>
      </w:r>
      <w:r w:rsidR="001C7D82">
        <w:rPr>
          <w:bCs/>
          <w:u w:val="single"/>
          <w:lang w:val="bg-BG"/>
        </w:rPr>
        <w:t>гр</w:t>
      </w:r>
      <w:r w:rsidR="00A21AAF" w:rsidRPr="005E5E36">
        <w:rPr>
          <w:bCs/>
          <w:u w:val="single"/>
          <w:lang w:val="bg-BG"/>
        </w:rPr>
        <w:t xml:space="preserve">. </w:t>
      </w:r>
      <w:r w:rsidR="001C7D82">
        <w:rPr>
          <w:bCs/>
          <w:u w:val="single"/>
          <w:lang w:val="bg-BG"/>
        </w:rPr>
        <w:t>Долна баня</w:t>
      </w:r>
      <w:r w:rsidR="00A21AAF" w:rsidRPr="005E5E36">
        <w:rPr>
          <w:bCs/>
          <w:u w:val="single"/>
          <w:lang w:val="bg-BG"/>
        </w:rPr>
        <w:t xml:space="preserve">,  </w:t>
      </w:r>
      <w:r w:rsidR="001C7D82">
        <w:rPr>
          <w:bCs/>
          <w:u w:val="single"/>
          <w:lang w:val="bg-BG"/>
        </w:rPr>
        <w:t>община Долна баня</w:t>
      </w:r>
      <w:r w:rsidR="001C7D82">
        <w:rPr>
          <w:u w:val="single"/>
          <w:lang w:val="bg-BG" w:eastAsia="bg-BG"/>
        </w:rPr>
        <w:t>, ЕКАТТЕ 22006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5E5E36" w:rsidRDefault="002F355A" w:rsidP="002F355A">
      <w:pPr>
        <w:spacing w:line="276" w:lineRule="auto"/>
        <w:ind w:hanging="142"/>
        <w:jc w:val="both"/>
        <w:rPr>
          <w:lang w:val="bg-BG"/>
        </w:rPr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5E5E36">
        <w:rPr>
          <w:lang w:val="bg-BG"/>
        </w:rPr>
        <w:t>На</w:t>
      </w:r>
      <w:r w:rsidR="00A21AAF" w:rsidRPr="009918DC">
        <w:rPr>
          <w:lang w:val="ru-RU"/>
        </w:rPr>
        <w:t xml:space="preserve"> </w:t>
      </w:r>
      <w:r w:rsidR="00A21AAF" w:rsidRPr="005E5E36">
        <w:rPr>
          <w:lang w:val="bg-BG"/>
        </w:rPr>
        <w:t>основание</w:t>
      </w:r>
      <w:r w:rsidR="00A21AAF" w:rsidRPr="009918DC">
        <w:rPr>
          <w:lang w:val="ru-RU"/>
        </w:rPr>
        <w:t xml:space="preserve"> </w:t>
      </w:r>
      <w:r w:rsidR="00A21AAF" w:rsidRPr="005E5E36">
        <w:rPr>
          <w:lang w:val="bg-BG"/>
        </w:rPr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5E5E36">
        <w:rPr>
          <w:lang w:val="bg-BG"/>
        </w:rPr>
        <w:t>ПЗЗ, следва да внесат по сметка</w:t>
      </w:r>
      <w:r w:rsidR="00A21AAF" w:rsidRPr="005E5E36">
        <w:rPr>
          <w:lang w:val="bg-BG"/>
        </w:rPr>
        <w:t>:</w:t>
      </w:r>
    </w:p>
    <w:p w:rsidR="00A21AAF" w:rsidRPr="005E5E36" w:rsidRDefault="00A21AAF" w:rsidP="00BE5224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Титуляр</w:t>
      </w:r>
      <w:r w:rsidRPr="005E5E36">
        <w:rPr>
          <w:b/>
          <w:lang w:val="bg-BG"/>
        </w:rPr>
        <w:t>: ОД „</w:t>
      </w:r>
      <w:r w:rsidRPr="009918DC">
        <w:rPr>
          <w:b/>
          <w:lang w:val="bg-BG"/>
        </w:rPr>
        <w:t>Земеделие</w:t>
      </w:r>
      <w:r w:rsidRPr="005E5E36">
        <w:rPr>
          <w:b/>
          <w:lang w:val="bg-BG"/>
        </w:rPr>
        <w:t>”</w:t>
      </w:r>
      <w:r w:rsidRPr="009918DC">
        <w:rPr>
          <w:b/>
          <w:lang w:val="bg-BG"/>
        </w:rPr>
        <w:t xml:space="preserve"> - София област</w:t>
      </w:r>
      <w:r w:rsidRPr="005E5E36">
        <w:rPr>
          <w:b/>
          <w:lang w:val="bg-BG"/>
        </w:rPr>
        <w:t xml:space="preserve"> </w:t>
      </w:r>
    </w:p>
    <w:p w:rsidR="00A21AAF" w:rsidRPr="005E5E36" w:rsidRDefault="00A21AAF" w:rsidP="00BE5224">
      <w:pPr>
        <w:spacing w:line="276" w:lineRule="auto"/>
        <w:jc w:val="both"/>
        <w:rPr>
          <w:b/>
          <w:lang w:val="bg-BG"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5E5E36">
        <w:rPr>
          <w:lang w:val="bg-BG"/>
        </w:rPr>
        <w:lastRenderedPageBreak/>
        <w:t xml:space="preserve">сума в размер на </w:t>
      </w:r>
      <w:r w:rsidRPr="005E5E36">
        <w:rPr>
          <w:b/>
          <w:u w:val="single"/>
          <w:lang w:val="bg-BG"/>
        </w:rPr>
        <w:t>2</w:t>
      </w:r>
      <w:r w:rsidR="00663560">
        <w:rPr>
          <w:b/>
          <w:u w:val="single"/>
          <w:lang w:val="bg-BG"/>
        </w:rPr>
        <w:t>2</w:t>
      </w:r>
      <w:r w:rsidRPr="005E5E36">
        <w:rPr>
          <w:b/>
          <w:color w:val="FF6600"/>
          <w:u w:val="single"/>
          <w:lang w:val="bg-BG"/>
        </w:rPr>
        <w:t xml:space="preserve"> </w:t>
      </w:r>
      <w:r w:rsidRPr="005E5E36">
        <w:rPr>
          <w:b/>
          <w:u w:val="single"/>
          <w:lang w:val="bg-BG"/>
        </w:rPr>
        <w:t>лв./дка</w:t>
      </w:r>
      <w:r w:rsidRPr="005E5E36">
        <w:rPr>
          <w:u w:val="single"/>
          <w:lang w:val="bg-BG"/>
        </w:rPr>
        <w:t xml:space="preserve"> за ниви</w:t>
      </w:r>
      <w:r w:rsidRPr="005E5E36">
        <w:rPr>
          <w:lang w:val="bg-BG"/>
        </w:rPr>
        <w:t xml:space="preserve">, представляваща средното годишно </w:t>
      </w:r>
      <w:proofErr w:type="spellStart"/>
      <w:r w:rsidRPr="005E5E36">
        <w:rPr>
          <w:lang w:val="bg-BG"/>
        </w:rPr>
        <w:t>рентно</w:t>
      </w:r>
      <w:proofErr w:type="spellEnd"/>
      <w:r w:rsidRPr="005E5E36">
        <w:rPr>
          <w:lang w:val="bg-BG"/>
        </w:rPr>
        <w:t xml:space="preserve"> плащане за стопанската</w:t>
      </w:r>
      <w:r w:rsidR="009918DC" w:rsidRPr="009918DC">
        <w:rPr>
          <w:lang w:val="bg-BG"/>
        </w:rPr>
        <w:t xml:space="preserve"> година</w:t>
      </w:r>
      <w:r w:rsidRPr="005E5E36">
        <w:rPr>
          <w:lang w:val="bg-BG"/>
        </w:rPr>
        <w:t xml:space="preserve"> </w:t>
      </w:r>
      <w:r w:rsidR="00663560" w:rsidRPr="005E5E36">
        <w:rPr>
          <w:b/>
          <w:lang w:val="bg-BG"/>
        </w:rPr>
        <w:t>202</w:t>
      </w:r>
      <w:r w:rsidR="00663560">
        <w:rPr>
          <w:b/>
          <w:lang w:val="bg-BG"/>
        </w:rPr>
        <w:t>3</w:t>
      </w:r>
      <w:r w:rsidR="009918DC" w:rsidRPr="005E5E36">
        <w:rPr>
          <w:b/>
          <w:lang w:val="bg-BG"/>
        </w:rPr>
        <w:t>/202</w:t>
      </w:r>
      <w:r w:rsidR="00663560">
        <w:rPr>
          <w:b/>
          <w:lang w:val="bg-BG"/>
        </w:rPr>
        <w:t>4</w:t>
      </w:r>
      <w:r w:rsidRPr="005E5E36">
        <w:rPr>
          <w:lang w:val="bg-BG"/>
        </w:rPr>
        <w:t xml:space="preserve"> за землището на</w:t>
      </w:r>
      <w:r w:rsidR="00A76414" w:rsidRPr="009918DC">
        <w:rPr>
          <w:lang w:val="bg-BG"/>
        </w:rPr>
        <w:t xml:space="preserve"> </w:t>
      </w:r>
      <w:r w:rsidR="00663560">
        <w:rPr>
          <w:bCs/>
          <w:u w:val="single"/>
          <w:lang w:val="bg-BG"/>
        </w:rPr>
        <w:t>гр</w:t>
      </w:r>
      <w:r w:rsidR="00A76414" w:rsidRPr="005E5E36">
        <w:rPr>
          <w:bCs/>
          <w:u w:val="single"/>
          <w:lang w:val="bg-BG"/>
        </w:rPr>
        <w:t xml:space="preserve">. </w:t>
      </w:r>
      <w:r w:rsidR="00663560">
        <w:rPr>
          <w:bCs/>
          <w:u w:val="single"/>
          <w:lang w:val="bg-BG"/>
        </w:rPr>
        <w:t>Долна баня</w:t>
      </w:r>
      <w:r w:rsidR="009918DC" w:rsidRPr="005E5E36">
        <w:rPr>
          <w:bCs/>
          <w:u w:val="single"/>
          <w:lang w:val="bg-BG"/>
        </w:rPr>
        <w:t xml:space="preserve">, </w:t>
      </w:r>
      <w:r w:rsidR="00663560">
        <w:rPr>
          <w:bCs/>
          <w:u w:val="single"/>
          <w:lang w:val="bg-BG"/>
        </w:rPr>
        <w:t>община Долна баня</w:t>
      </w:r>
      <w:r w:rsidR="00663560">
        <w:rPr>
          <w:u w:val="single"/>
          <w:lang w:val="bg-BG" w:eastAsia="bg-BG"/>
        </w:rPr>
        <w:t>, ЕКАТТЕ 22006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5E5E36">
        <w:rPr>
          <w:lang w:val="bg-BG"/>
        </w:rPr>
        <w:t xml:space="preserve">, </w:t>
      </w:r>
      <w:r w:rsidRPr="005E5E36">
        <w:rPr>
          <w:b/>
          <w:lang w:val="bg-BG"/>
        </w:rPr>
        <w:t>в срок до три месеца</w:t>
      </w:r>
      <w:r w:rsidRPr="005E5E36">
        <w:rPr>
          <w:lang w:val="bg-BG"/>
        </w:rPr>
        <w:t xml:space="preserve"> от публикуването и.</w:t>
      </w:r>
    </w:p>
    <w:p w:rsidR="00A76414" w:rsidRPr="005E5E36" w:rsidRDefault="00A76414" w:rsidP="00BE5224">
      <w:pPr>
        <w:spacing w:line="276" w:lineRule="auto"/>
        <w:ind w:firstLine="540"/>
        <w:jc w:val="both"/>
        <w:rPr>
          <w:lang w:val="bg-BG"/>
        </w:rPr>
      </w:pPr>
      <w:proofErr w:type="gramStart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5E5E36">
        <w:rPr>
          <w:lang w:val="bg-BG"/>
        </w:rPr>
        <w:t>На основание чл.</w:t>
      </w:r>
      <w:proofErr w:type="gramEnd"/>
      <w:r w:rsidRPr="005E5E36">
        <w:rPr>
          <w:lang w:val="bg-BG"/>
        </w:rPr>
        <w:t xml:space="preserve"> 37в, ал. 7 от ЗСПЗЗ, за ползвател, който не е заплатил сумите за ползваните земи по чл. 37в, ал. 3, т. 2 от ЗСПЗЗ с</w:t>
      </w:r>
      <w:r w:rsidR="00994536" w:rsidRPr="005E5E36">
        <w:rPr>
          <w:lang w:val="bg-BG"/>
        </w:rPr>
        <w:t>ъгласно настоящата заповед</w:t>
      </w:r>
      <w:r w:rsidR="00994536" w:rsidRPr="009918DC">
        <w:rPr>
          <w:lang w:val="bg-BG"/>
        </w:rPr>
        <w:t>,</w:t>
      </w:r>
      <w:r w:rsidR="00994536" w:rsidRPr="005E5E36">
        <w:rPr>
          <w:lang w:val="bg-BG"/>
        </w:rPr>
        <w:t xml:space="preserve"> </w:t>
      </w:r>
      <w:r w:rsidRPr="005E5E36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5E5E36">
        <w:rPr>
          <w:lang w:val="bg-BG"/>
        </w:rPr>
        <w:t>рентно</w:t>
      </w:r>
      <w:proofErr w:type="spellEnd"/>
      <w:r w:rsidRPr="005E5E36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5E5E36">
        <w:rPr>
          <w:lang w:val="bg-BG"/>
        </w:rPr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</w:t>
      </w:r>
      <w:r w:rsidR="006D0B93">
        <w:rPr>
          <w:lang w:val="bg-BG"/>
        </w:rPr>
        <w:t xml:space="preserve">да се обяви в сградата на община </w:t>
      </w:r>
      <w:r w:rsidR="001C7D82">
        <w:rPr>
          <w:lang w:val="bg-BG"/>
        </w:rPr>
        <w:t>Долна баня</w:t>
      </w:r>
      <w:r w:rsidRPr="009918DC">
        <w:rPr>
          <w:lang w:val="bg-BG"/>
        </w:rPr>
        <w:t xml:space="preserve"> и в сградата на Общинската с</w:t>
      </w:r>
      <w:r w:rsidR="001C7D82">
        <w:rPr>
          <w:lang w:val="bg-BG"/>
        </w:rPr>
        <w:t>лужба по земеделие - гр. Костенец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5E5E36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5E5E36">
        <w:rPr>
          <w:lang w:val="bg-BG"/>
        </w:rPr>
        <w:t>На основание чл. 37в ал. 5 от ЗСПЗЗ във връзка с чл. 75а, ал. 2 от ППЗСПЗЗ   настоящата Заповед може да бъде обжалвана по реда на Административно</w:t>
      </w:r>
      <w:r w:rsidR="001C7D82">
        <w:rPr>
          <w:lang w:val="bg-BG"/>
        </w:rPr>
        <w:t xml:space="preserve"> </w:t>
      </w:r>
      <w:r w:rsidRPr="005E5E36">
        <w:rPr>
          <w:lang w:val="bg-BG"/>
        </w:rPr>
        <w:t xml:space="preserve">процесуалния </w:t>
      </w:r>
      <w:r w:rsidR="00994536" w:rsidRPr="005E5E36">
        <w:rPr>
          <w:lang w:val="bg-BG"/>
        </w:rPr>
        <w:t>кодекс</w:t>
      </w:r>
      <w:r w:rsidRPr="005E5E36">
        <w:rPr>
          <w:lang w:val="bg-BG"/>
        </w:rPr>
        <w:t xml:space="preserve"> в 14 – дневен срок от обявяването й.</w:t>
      </w:r>
    </w:p>
    <w:p w:rsidR="00A76414" w:rsidRPr="005E5E36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5E5E36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5E5E36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5E5E36">
        <w:rPr>
          <w:lang w:val="bg-BG"/>
        </w:rPr>
        <w:t>Приложение № 1 от споразумението е неразделна част от заповедта.</w:t>
      </w:r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5E5E36">
        <w:rPr>
          <w:lang w:val="bg-BG"/>
        </w:rPr>
        <w:t xml:space="preserve"> </w:t>
      </w:r>
      <w:r w:rsidR="00260EA0" w:rsidRPr="005E5E36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5E5E36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E5E36">
        <w:rPr>
          <w:lang w:val="bg-BG"/>
        </w:rPr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10667B" w:rsidRPr="0010667B" w:rsidRDefault="0010667B" w:rsidP="0010667B">
      <w:pPr>
        <w:jc w:val="both"/>
        <w:rPr>
          <w:b/>
          <w:color w:val="000000" w:themeColor="text1"/>
          <w:lang w:val="bg-BG"/>
        </w:rPr>
      </w:pPr>
      <w:r w:rsidRPr="0010667B">
        <w:rPr>
          <w:b/>
          <w:color w:val="000000" w:themeColor="text1"/>
          <w:lang w:val="bg-BG"/>
        </w:rPr>
        <w:t xml:space="preserve">ПЕТКО ДИМОВ:     </w:t>
      </w:r>
      <w:r w:rsidRPr="0010667B">
        <w:rPr>
          <w:b/>
          <w:color w:val="000000" w:themeColor="text1"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05D19" w:rsidRDefault="00B05D19" w:rsidP="00BE5224">
      <w:pPr>
        <w:spacing w:line="249" w:lineRule="exact"/>
        <w:jc w:val="center"/>
        <w:rPr>
          <w:b/>
          <w:bCs/>
          <w:lang w:val="bg-BG"/>
        </w:rPr>
      </w:pPr>
    </w:p>
    <w:p w:rsidR="00B05D19" w:rsidRDefault="00B05D19" w:rsidP="00BE5224">
      <w:pPr>
        <w:spacing w:line="249" w:lineRule="exact"/>
        <w:jc w:val="center"/>
        <w:rPr>
          <w:b/>
          <w:bCs/>
          <w:lang w:val="bg-BG"/>
        </w:rPr>
      </w:pPr>
    </w:p>
    <w:p w:rsidR="00B05D19" w:rsidRPr="005E5E36" w:rsidRDefault="00B05D19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E5E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5E5E36">
        <w:rPr>
          <w:b/>
          <w:bCs/>
          <w:lang w:val="bg-BG"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84262C" w:rsidP="00BE5224">
      <w:pPr>
        <w:spacing w:line="249" w:lineRule="exact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№  ПО-09-3737-3</w:t>
      </w:r>
      <w:r w:rsidRPr="003D7F17">
        <w:rPr>
          <w:b/>
          <w:bCs/>
          <w:lang w:val="bg-BG"/>
        </w:rPr>
        <w:t>/</w:t>
      </w:r>
      <w:r w:rsidR="00A01846">
        <w:rPr>
          <w:b/>
          <w:bCs/>
          <w:lang w:val="bg-BG"/>
        </w:rPr>
        <w:t>29.09.</w:t>
      </w:r>
      <w:r w:rsidR="003D7F17">
        <w:rPr>
          <w:b/>
          <w:bCs/>
          <w:lang w:val="bg-BG"/>
        </w:rPr>
        <w:t>2023г.</w:t>
      </w:r>
    </w:p>
    <w:p w:rsidR="00BE5224" w:rsidRPr="006D0B93" w:rsidRDefault="00BE5224" w:rsidP="00BE5224">
      <w:pPr>
        <w:spacing w:line="249" w:lineRule="exact"/>
        <w:jc w:val="center"/>
        <w:rPr>
          <w:b/>
          <w:bCs/>
          <w:u w:val="single"/>
          <w:lang w:val="bg-BG"/>
        </w:rPr>
      </w:pPr>
    </w:p>
    <w:p w:rsidR="00BE5224" w:rsidRPr="005E5E36" w:rsidRDefault="00BE5224" w:rsidP="004B5D8C">
      <w:pPr>
        <w:spacing w:line="249" w:lineRule="exact"/>
        <w:jc w:val="center"/>
        <w:rPr>
          <w:lang w:val="bg-BG"/>
        </w:rPr>
      </w:pPr>
      <w:r w:rsidRPr="005E5E36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FB2519" w:rsidRDefault="00BE5224" w:rsidP="00B05D19">
      <w:pPr>
        <w:spacing w:line="249" w:lineRule="exact"/>
        <w:jc w:val="center"/>
        <w:rPr>
          <w:lang w:val="bg-BG"/>
        </w:rPr>
      </w:pPr>
      <w:r w:rsidRPr="005E5E36">
        <w:rPr>
          <w:b/>
          <w:bCs/>
          <w:lang w:val="bg-BG"/>
        </w:rPr>
        <w:t xml:space="preserve">за стопанската </w:t>
      </w:r>
      <w:r w:rsidRPr="005E5E36">
        <w:rPr>
          <w:b/>
          <w:bCs/>
          <w:u w:val="single"/>
          <w:lang w:val="bg-BG"/>
        </w:rPr>
        <w:t>202</w:t>
      </w:r>
      <w:r w:rsidR="00663560">
        <w:rPr>
          <w:b/>
          <w:bCs/>
          <w:u w:val="single"/>
          <w:lang w:val="bg-BG"/>
        </w:rPr>
        <w:t>3</w:t>
      </w:r>
      <w:r w:rsidRPr="005E5E36">
        <w:rPr>
          <w:b/>
          <w:bCs/>
          <w:u w:val="single"/>
          <w:lang w:val="bg-BG"/>
        </w:rPr>
        <w:t>/202</w:t>
      </w:r>
      <w:r w:rsidR="00663560">
        <w:rPr>
          <w:b/>
          <w:bCs/>
          <w:u w:val="single"/>
          <w:lang w:val="bg-BG"/>
        </w:rPr>
        <w:t>4</w:t>
      </w:r>
      <w:r w:rsidRPr="005E5E36">
        <w:rPr>
          <w:b/>
          <w:bCs/>
          <w:lang w:val="bg-BG"/>
        </w:rPr>
        <w:t xml:space="preserve"> година</w:t>
      </w:r>
      <w:r w:rsidRPr="00FB2519">
        <w:rPr>
          <w:b/>
          <w:bCs/>
          <w:lang w:val="bg-BG"/>
        </w:rPr>
        <w:tab/>
        <w:t xml:space="preserve">за землището на </w:t>
      </w:r>
      <w:r w:rsidR="00663560">
        <w:rPr>
          <w:b/>
          <w:bCs/>
          <w:u w:val="single"/>
          <w:lang w:val="bg-BG"/>
        </w:rPr>
        <w:t>гр</w:t>
      </w:r>
      <w:r w:rsidRPr="005E5E36">
        <w:rPr>
          <w:b/>
          <w:bCs/>
          <w:u w:val="single"/>
          <w:lang w:val="bg-BG"/>
        </w:rPr>
        <w:t xml:space="preserve">. </w:t>
      </w:r>
      <w:r w:rsidR="00663560">
        <w:rPr>
          <w:b/>
          <w:bCs/>
          <w:u w:val="single"/>
          <w:lang w:val="bg-BG"/>
        </w:rPr>
        <w:t>Долна баня</w:t>
      </w:r>
      <w:r w:rsidRPr="005E5E36">
        <w:rPr>
          <w:b/>
          <w:bCs/>
          <w:u w:val="single"/>
          <w:lang w:val="bg-BG"/>
        </w:rPr>
        <w:t xml:space="preserve">,  </w:t>
      </w:r>
      <w:r w:rsidR="00663560">
        <w:rPr>
          <w:b/>
          <w:bCs/>
          <w:u w:val="single"/>
          <w:lang w:val="bg-BG"/>
        </w:rPr>
        <w:t>община Долна баня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663560">
        <w:rPr>
          <w:b/>
          <w:u w:val="single"/>
          <w:lang w:val="bg-BG" w:eastAsia="bg-BG"/>
        </w:rPr>
        <w:t>22006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BE5224" w:rsidRPr="001B087F" w:rsidRDefault="00BE5224" w:rsidP="00BE5224">
      <w:pPr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993"/>
        <w:gridCol w:w="992"/>
        <w:gridCol w:w="993"/>
        <w:gridCol w:w="992"/>
        <w:gridCol w:w="992"/>
        <w:gridCol w:w="1276"/>
      </w:tblGrid>
      <w:tr w:rsidR="0047386F" w:rsidRPr="00576CA0" w:rsidTr="0047386F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АГРО-ГЕОРГИЕВИ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АГРО-ГЕОРГИЕВИ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32.47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АГРО-ГЕОРГИЕВИ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4.025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1.476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32.47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АСЕН ИВАНОВ ЙОРДАНОВ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АСЕН ИВАНОВ ЙОРДАНОВ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АСЕН ИВАНОВ ЙОРДАНОВ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АСЕН ИВАНОВ ЙОРДАНОВ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АСЕН ИВАНОВ ЙОРДАНОВ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АСЕН ИВАНОВ ЙОРДАНОВ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АСЕН ИВАНОВ ЙОРДАНОВ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АСЕН ИВАНОВ ЙОРДАНОВ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АСЕН ИВАНОВ ЙОРДАНОВ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АСЕН ИВАНОВ ЙОРДАНОВ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АСЕН ИВАНОВ ЙОРДАНОВ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25.306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162.63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29.61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22.770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500.95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41.33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48.36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39.65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37.58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48.18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33.75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21.89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18.79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16.59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14.87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14.65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12.01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11.95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11.77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10.78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10.54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8.05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7.63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9.557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35.43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224.010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69.132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1520.91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31.58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26.80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33.65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57.12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24.34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БЕТИНА ЕМИЛОВА МИШОВА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37.673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9.876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217.28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69.01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5.820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51.43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102.14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81.81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8.570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188.54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141.13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17.805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16.68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27.65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15.61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135.41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45.93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23.55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164.236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50.334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1107.35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6.832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57.01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5.807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37.58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14.65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67.25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0.053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65.91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65.57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31.95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31.68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84.72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24.99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23.57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7.942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174.72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26.69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9.725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42.97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33.17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42.34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25.43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9.45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19.01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24.99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31.95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97.09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9.05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15.53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8.42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111.13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9.083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199.82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6.632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131.91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40.58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40.30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36.35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45.34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36.74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50.33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37.29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30.92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101.92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9.011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61.59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20.66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18.08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37.23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96.82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40.74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21.05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65.94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18.69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5.88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769.781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138.972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3057.39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43.36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106.23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96.01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77.92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68.20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58.01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48.62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44.05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59.83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152.72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123.16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28.62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38.35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63.82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118.34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37.93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109.19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49.48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38.91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45.76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45.62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39.51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50.43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500.691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101.927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2242.39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37.08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104.65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ЕВРОБУЛИТ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57.48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46.717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9.055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199.20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48.50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59.18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24.70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12.47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45.25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34.55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29.43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96.72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86.87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28.40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10.69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8.95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8.79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15.820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15.646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105.81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71.92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57.62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8.636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89.80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56.74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12.025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18.42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90.80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15.06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10.87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8.883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7.056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8.79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86.15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6.353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83.58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31.82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25.23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21.82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9.06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140.87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122.29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99.24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94.83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73.88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58.20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27.78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36.03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22.37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46.97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68.33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86.90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18.53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65.18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38.66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98.96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43.51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35.24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11.06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6.685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147.06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132.53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92.35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48.36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21.87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8.051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27.06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6.667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146.67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132.12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130.16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60.09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53.43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14.83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24.36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7.803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171.67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73.48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33.50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21.67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12.90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92.51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9.48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30.92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112.22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28.93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59.13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21.71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26.57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25.92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13.686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63.87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46.87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42.66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19.99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15.54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100.05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46.84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13.33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9.08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29.79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59.10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25.33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28.42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115.1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72.17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61.29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162.32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51.57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9.09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9.47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7.541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84.73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93.37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77.55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61.83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26.85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29.27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72.93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200.90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92.09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53.66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51.80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32.55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32.43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107.11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90.12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83.13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43.22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30.80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28.81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14.97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9.881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83.27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75.86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18.74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28.37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10.80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27.54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16.53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27.72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130.45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125.88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122.49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90.81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115.47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110.65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77.37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54.34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34.54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12.371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272.17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131.91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121.40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15.83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13.95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13.82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13.45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13.40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10.63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8.63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8.78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8.45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20.24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17.69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15.75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7.83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7.59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13.03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5.85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144.84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105.43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11.94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7.403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162.87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30.78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58.14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10.97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37.73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9.886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8.836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8.015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131.68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108.91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97.95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97.54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91.59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76.93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19.66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104.30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53.59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11.753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104.24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75.82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55.77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49.99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37.36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18.61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53.20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35.71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25.85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8.025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9.809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7.583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166.83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12.754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17.761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79.17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47.61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48.90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42.70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39.58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29.72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23.78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20.70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19.78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220.1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29.35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20.70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52.19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8.062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78.15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28.42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172.206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149.26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9.480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208.55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42.20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7.74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101.58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32.97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22.94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3452.094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768.275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16902.04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65.50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41.47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22.65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85.83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34.67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32.71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50.55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11.740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9.728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9.097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200.14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7.881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7.424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163.34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142.34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86.68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85.43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77.29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57.77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21.54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53.66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49.62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19.84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17.57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43.22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78.94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74.61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8.799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193.58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96.07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20.019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10.391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228.60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109.21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89.67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86.74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71.88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21.93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20.75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14.08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13.33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9.70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9.39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8.89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8.80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8.58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8.01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6.84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22.45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168.412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13.082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9.40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156.54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65.89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21.99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22.09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10.05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7.513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165.28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98.89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76.79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27.87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79.24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49.89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27.59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48.76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54.93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32.88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26.62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17.75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17.62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104.05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49.69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46.77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42.37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29.78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42.30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11.923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61.40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50.05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39.90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62.78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107.49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94.78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54.89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61.91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102.85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74.80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50.71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33.73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12.84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66.81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40.92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34.80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50.68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44.85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219.97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26.90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25.22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21.50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20.73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137.26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62.03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45.66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38.25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30.85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80.80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45.55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33.20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17.91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32.45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11.71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8.45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6.71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6.36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5.83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52.30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47.75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9.09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8.05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7.99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6.84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6.69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6.67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8.971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197.36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17.69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35.77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33.54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30.89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27.03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15.77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87.79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69.24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153.36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43.95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105.71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21.95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52.78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47.79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19.87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148.49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65.99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94.54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18.03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38.06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33.53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68.16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25.91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86.84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138.72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96.12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62.65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ЗК ОБЕДИНЕНИЕ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1811.979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455.932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10030.51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ИВАЙЛО ФИЛИПОВИЧ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ИВАЙЛО ФИЛИПОВИЧ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ИВАЙЛО ФИЛИПОВИЧ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20.70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ИВАЙЛО ФИЛИПОВИЧ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14.87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ИВАЙЛО ФИЛИПОВИЧ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10.61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ИВАЙЛО ФИЛИПОВИЧ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ИВАЙЛО ФИЛИПОВИЧ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ИВАЙЛО ФИЛИПОВИЧ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ИВАЙЛО ФИЛИПОВИЧ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ИВАЙЛО ФИЛИПОВИЧ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8.148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2.329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51.23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113.43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106.49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85.82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83.33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64.53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57.22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26.28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ИВАН ИВАНОВ ЧУБРИН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14.70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35.567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45.436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999.60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218.74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7.099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156.19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118.82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98.82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72.49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28.09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27.39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14.488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318.74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162.73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115.71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89.93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15.540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5.817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71.78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105.62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ЙОАННА ИВАНОВА МИЛИКИНА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10.08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343.067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92.136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2026.99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КИРИЛ АЛЕКСАНДРОВ МИХАЙЛОВ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КИРИЛ АЛЕКСАНДРОВ МИХАЙЛОВ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КИРИЛ АЛЕКСАНДРОВ МИХАЙЛОВ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38.73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КИРИЛ АЛЕКСАНДРОВ МИХАЙЛОВ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КИРИЛ АЛЕКСАНДРОВ МИХАЙЛОВ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КИРИЛ АЛЕКСАНДРОВ МИХАЙЛОВ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55.88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КИРИЛ АЛЕКСАНДРОВ МИХАЙЛОВ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КИРИЛ АЛЕКСАНДРОВ МИХАЙЛОВ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КИРИЛ АЛЕКСАНДРОВ МИХАЙЛОВ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12.551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5.488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120.74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КРАСИМИР РАЙЧОВ СТЕФАНОВ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КРАСИМИР РАЙЧОВ СТЕФАНОВ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КРАСИМИР РАЙЧОВ СТЕФАНОВ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29.68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8.388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1.349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29.68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8.661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190.54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5.847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128.63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111.79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6.852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39.19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18.08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35.53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30.99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69.77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53.16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90.58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9.576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210.67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106.46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4.812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18.65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94.70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114.36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28.01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28.24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22.37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21.69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82.85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32.80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29.55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19.82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23.90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87.78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86.00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83.95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82.75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76.55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5.388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118.53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46.71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34.95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28.60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110.13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98.99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92.51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13.798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303.56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7.076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62.32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157.72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20.85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46.77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8.070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 xml:space="preserve">МАЯ СЛАВОВА </w:t>
            </w:r>
            <w:proofErr w:type="spellStart"/>
            <w:r w:rsidRPr="00576CA0">
              <w:rPr>
                <w:rFonts w:ascii="Arial" w:hAnsi="Arial" w:cs="Arial"/>
                <w:sz w:val="18"/>
                <w:szCs w:val="18"/>
              </w:rPr>
              <w:t>СЛАВОВА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7.09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262.023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149.787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3295.32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НИКОЛАЙ ЛЮБЧОВ ДИМИТРОВ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48.38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НИКОЛАЙ ЛЮБЧОВ ДИМИТРОВ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43.97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НИКОЛАЙ ЛЮБЧОВ ДИМИТРОВ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49.37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6.442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141.72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ОГНЯН КИРИЛОВ БОЖИЛОВ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ОГНЯН КИРИЛОВ БОЖИЛОВ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69.12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ОГНЯН КИРИЛОВ БОЖИЛОВ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ОГНЯН КИРИЛОВ БОЖИЛОВ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ОГНЯН КИРИЛОВ БОЖИЛОВ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ОГНЯН КИРИЛОВ БОЖИЛОВ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13.99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ОГНЯН КИРИЛОВ БОЖИЛОВ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ОГНЯН КИРИЛОВ БОЖИЛОВ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ОГНЯН КИРИЛОВ БОЖИЛОВ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ОГНЯН КИРИЛОВ БОЖИЛОВ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ОГНЯН КИРИЛОВ БОЖИЛОВ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64.25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ОГНЯН КИРИЛОВ БОЖИЛОВ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ОГНЯН КИРИЛОВ БОЖИЛОВ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40.69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13.315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10.531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231.68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53.19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14.302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314.64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11.317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248.98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4.184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92.04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82.68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74.46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21.68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7.45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118.25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31.37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80.36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50.96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35.42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33.68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ПЕТЪР НАЙДЕНОВ ДРАГАНОВ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103.294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54.284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1194.25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7.002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154.04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6.545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144.00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2.632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13.812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303.87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10.942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240.72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79.20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96.91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33.09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24.97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131.97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119.149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РУМБУЛИТ ЕООД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2.791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47.854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50.735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1116.17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8.524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187.53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61.92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44.00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20.35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12.73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54.98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24.95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53.51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2.052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45.14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26.88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33.32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17.51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42.20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17.77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74.84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0.730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6.74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139.50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110.39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4.682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103.00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35.35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113.51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СИЛВАНА ВЕНЦ. МИХАЙЛОВА - ТОДОРОВА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132.100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160.377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47.650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1048.31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17.64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7.93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6.44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6.07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18.37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17.83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11.02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9.86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26.68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ФИЛИП ГЕОРГИЕВ ВЕЛЧЕВ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4.799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8.457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186.06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6.79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lastRenderedPageBreak/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54.52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52.30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35.81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2.896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63.70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56.26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1.873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2.386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52.48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3.970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87.33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140.88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133.44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166.26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7.529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35.29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164.40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116.60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14.305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9.898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155.26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5.494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120.87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109.027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23.622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519.67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ЮЛИАН СТОЯНОВ ГЕОРГИЕВ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23.65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ЮЛИАН СТОЯНОВ ГЕОРГИЕВ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37.36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sz w:val="18"/>
                <w:szCs w:val="18"/>
              </w:rPr>
              <w:t>19.69</w:t>
            </w:r>
          </w:p>
        </w:tc>
      </w:tr>
      <w:tr w:rsidR="0047386F" w:rsidRPr="00576CA0" w:rsidTr="0047386F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1.970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86F" w:rsidRPr="00576CA0" w:rsidRDefault="0047386F" w:rsidP="00363EC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76CA0">
              <w:rPr>
                <w:rFonts w:ascii="Arial" w:hAnsi="Arial" w:cs="Arial"/>
                <w:b/>
                <w:bCs/>
                <w:sz w:val="18"/>
                <w:szCs w:val="18"/>
              </w:rPr>
              <w:t>43.34</w:t>
            </w:r>
          </w:p>
        </w:tc>
      </w:tr>
    </w:tbl>
    <w:p w:rsidR="00BE5224" w:rsidRPr="001B087F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1B087F" w:rsidRDefault="00A21AAF" w:rsidP="00BE5224">
      <w:pPr>
        <w:spacing w:line="276" w:lineRule="auto"/>
        <w:ind w:firstLine="720"/>
        <w:jc w:val="both"/>
      </w:pPr>
    </w:p>
    <w:p w:rsidR="004B5D8C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A01846" w:rsidRPr="00A01846" w:rsidRDefault="00A01846" w:rsidP="00A01846">
      <w:pPr>
        <w:jc w:val="both"/>
        <w:rPr>
          <w:b/>
          <w:color w:val="000000" w:themeColor="text1"/>
          <w:lang w:val="bg-BG"/>
        </w:rPr>
      </w:pPr>
      <w:r w:rsidRPr="00A01846">
        <w:rPr>
          <w:b/>
          <w:color w:val="000000" w:themeColor="text1"/>
          <w:lang w:val="bg-BG"/>
        </w:rPr>
        <w:t xml:space="preserve">ПЕТКО ДИМОВ:     </w:t>
      </w:r>
      <w:r w:rsidRPr="00A01846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Директор на</w:t>
      </w:r>
    </w:p>
    <w:p w:rsidR="00A0184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– 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BC0051" w:rsidRPr="001B087F" w:rsidRDefault="00BC0051" w:rsidP="00BC0051">
      <w:pPr>
        <w:jc w:val="both"/>
      </w:pPr>
    </w:p>
    <w:p w:rsidR="00F36881" w:rsidRPr="001B087F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B087F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F0D" w:rsidRDefault="00875F0D">
      <w:r>
        <w:separator/>
      </w:r>
    </w:p>
  </w:endnote>
  <w:endnote w:type="continuationSeparator" w:id="0">
    <w:p w:rsidR="00875F0D" w:rsidRDefault="00875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84483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5D19" w:rsidRDefault="00B05D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4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3EC4" w:rsidRPr="00835BBA" w:rsidRDefault="00363EC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EC4" w:rsidRPr="002639F4" w:rsidRDefault="00363EC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363EC4" w:rsidRPr="002639F4" w:rsidRDefault="00363EC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F0D" w:rsidRDefault="00875F0D">
      <w:r>
        <w:separator/>
      </w:r>
    </w:p>
  </w:footnote>
  <w:footnote w:type="continuationSeparator" w:id="0">
    <w:p w:rsidR="00875F0D" w:rsidRDefault="00875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EC4" w:rsidRPr="005B69F7" w:rsidRDefault="00363EC4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63EC4" w:rsidRPr="005B69F7" w:rsidRDefault="00363EC4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98700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63EC4" w:rsidRDefault="00363EC4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363EC4" w:rsidRPr="00983B22" w:rsidRDefault="00363EC4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C7C92CF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63EC4" w:rsidRPr="00983B22" w:rsidRDefault="00363EC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0667B"/>
    <w:rsid w:val="00124DC8"/>
    <w:rsid w:val="00157D1E"/>
    <w:rsid w:val="00182D7C"/>
    <w:rsid w:val="00191127"/>
    <w:rsid w:val="00197496"/>
    <w:rsid w:val="001A1C66"/>
    <w:rsid w:val="001A77DB"/>
    <w:rsid w:val="001B087F"/>
    <w:rsid w:val="001B4BA5"/>
    <w:rsid w:val="001C7D82"/>
    <w:rsid w:val="0020653E"/>
    <w:rsid w:val="00211B9C"/>
    <w:rsid w:val="00225E60"/>
    <w:rsid w:val="002373B3"/>
    <w:rsid w:val="00257B44"/>
    <w:rsid w:val="00260EA0"/>
    <w:rsid w:val="002639F4"/>
    <w:rsid w:val="00266D04"/>
    <w:rsid w:val="00270EEC"/>
    <w:rsid w:val="002734C6"/>
    <w:rsid w:val="00282AA0"/>
    <w:rsid w:val="00294B3A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63EC4"/>
    <w:rsid w:val="003A7442"/>
    <w:rsid w:val="003C2220"/>
    <w:rsid w:val="003C2E20"/>
    <w:rsid w:val="003C52BC"/>
    <w:rsid w:val="003D7F17"/>
    <w:rsid w:val="003F0DD2"/>
    <w:rsid w:val="004005EA"/>
    <w:rsid w:val="00446795"/>
    <w:rsid w:val="00461ACA"/>
    <w:rsid w:val="004646E3"/>
    <w:rsid w:val="0047386F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2652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E5E36"/>
    <w:rsid w:val="005F18B8"/>
    <w:rsid w:val="00602A0B"/>
    <w:rsid w:val="00663560"/>
    <w:rsid w:val="006B0B9A"/>
    <w:rsid w:val="006D0B93"/>
    <w:rsid w:val="006E1608"/>
    <w:rsid w:val="006E68FB"/>
    <w:rsid w:val="006F14C2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1CB4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4262C"/>
    <w:rsid w:val="0085348A"/>
    <w:rsid w:val="00871471"/>
    <w:rsid w:val="00875F0D"/>
    <w:rsid w:val="008861EB"/>
    <w:rsid w:val="00887851"/>
    <w:rsid w:val="0089608D"/>
    <w:rsid w:val="008B0206"/>
    <w:rsid w:val="008B1300"/>
    <w:rsid w:val="008B4BE7"/>
    <w:rsid w:val="00914DBD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01846"/>
    <w:rsid w:val="00A21AAF"/>
    <w:rsid w:val="00A36C2A"/>
    <w:rsid w:val="00A57D6C"/>
    <w:rsid w:val="00A7546F"/>
    <w:rsid w:val="00A76414"/>
    <w:rsid w:val="00A806FD"/>
    <w:rsid w:val="00A92148"/>
    <w:rsid w:val="00AB360D"/>
    <w:rsid w:val="00AC2CFE"/>
    <w:rsid w:val="00AD13E8"/>
    <w:rsid w:val="00AE6009"/>
    <w:rsid w:val="00AE64C4"/>
    <w:rsid w:val="00B05D19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22C5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7386F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7386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7386F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7386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47</TotalTime>
  <Pages>65</Pages>
  <Words>21627</Words>
  <Characters>123275</Characters>
  <Application>Microsoft Office Word</Application>
  <DocSecurity>0</DocSecurity>
  <Lines>1027</Lines>
  <Paragraphs>289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144613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13</cp:revision>
  <cp:lastPrinted>2023-07-19T09:25:00Z</cp:lastPrinted>
  <dcterms:created xsi:type="dcterms:W3CDTF">2023-09-21T10:23:00Z</dcterms:created>
  <dcterms:modified xsi:type="dcterms:W3CDTF">2023-10-06T12:37:00Z</dcterms:modified>
</cp:coreProperties>
</file>