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F0" w:rsidRDefault="00BA75F0" w:rsidP="005615FC"/>
    <w:p w:rsidR="00BD7A45" w:rsidRDefault="00BD7A45" w:rsidP="00BA75F0"/>
    <w:p w:rsidR="00BD7A45" w:rsidRPr="00BD7A45" w:rsidRDefault="00BD7A45" w:rsidP="00BD7A45"/>
    <w:p w:rsidR="00BD7A45" w:rsidRDefault="00BD7A45" w:rsidP="00BD7A45"/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center"/>
        <w:rPr>
          <w:b/>
        </w:rPr>
      </w:pPr>
      <w:r w:rsidRPr="0067787D">
        <w:rPr>
          <w:b/>
        </w:rPr>
        <w:t>З А П О В Е Д</w:t>
      </w:r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center"/>
        <w:rPr>
          <w:b/>
        </w:rPr>
      </w:pPr>
      <w:proofErr w:type="gramStart"/>
      <w:r w:rsidRPr="0067787D">
        <w:rPr>
          <w:b/>
        </w:rPr>
        <w:t xml:space="preserve">№ </w:t>
      </w:r>
      <w:r w:rsidR="000E3189">
        <w:rPr>
          <w:b/>
          <w:lang w:val="bg-BG"/>
        </w:rPr>
        <w:t>ПО-09-5104-3/19.12.2024г.</w:t>
      </w:r>
      <w:proofErr w:type="gramEnd"/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основание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11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Закона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собствеността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ползването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земеделски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земи</w:t>
      </w:r>
      <w:proofErr w:type="spellEnd"/>
      <w:r w:rsidRPr="0067787D">
        <w:rPr>
          <w:sz w:val="20"/>
        </w:rPr>
        <w:t xml:space="preserve"> (ЗСПЗЗ), </w:t>
      </w:r>
      <w:proofErr w:type="spellStart"/>
      <w:r w:rsidRPr="0067787D">
        <w:rPr>
          <w:sz w:val="20"/>
        </w:rPr>
        <w:t>доклад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вх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>№</w:t>
      </w:r>
      <w:r w:rsidR="000E3189">
        <w:rPr>
          <w:sz w:val="20"/>
          <w:lang w:val="bg-BG"/>
        </w:rPr>
        <w:t xml:space="preserve"> ПО-09-5104-2</w:t>
      </w:r>
      <w:r w:rsidRPr="0067787D">
        <w:rPr>
          <w:sz w:val="20"/>
        </w:rPr>
        <w:t>/</w:t>
      </w:r>
      <w:r w:rsidR="000E3189">
        <w:rPr>
          <w:sz w:val="20"/>
          <w:lang w:val="bg-BG"/>
        </w:rPr>
        <w:t>13.12.2024</w:t>
      </w:r>
      <w:r w:rsidRPr="0067787D">
        <w:rPr>
          <w:sz w:val="20"/>
        </w:rPr>
        <w:t xml:space="preserve"> г.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комисията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4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ЗСПЗЗ, </w:t>
      </w:r>
      <w:proofErr w:type="spellStart"/>
      <w:r w:rsidRPr="0067787D">
        <w:rPr>
          <w:sz w:val="20"/>
        </w:rPr>
        <w:t>определена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със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№ ПО-09-5104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4.11.2024 г.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директора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Областна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дирекция</w:t>
      </w:r>
      <w:proofErr w:type="spellEnd"/>
      <w:r w:rsidRPr="0067787D">
        <w:rPr>
          <w:sz w:val="20"/>
        </w:rPr>
        <w:t xml:space="preserve"> "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>" - СОФИЯ</w:t>
      </w:r>
      <w:r w:rsidR="000E3189">
        <w:rPr>
          <w:sz w:val="20"/>
          <w:lang w:val="bg-BG"/>
        </w:rPr>
        <w:t>ОБЛАСТ</w:t>
      </w:r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споразумение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вх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№ ПО-09-5104-1/9.12.2024 г.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с. ДОЛНО КАМАРЦИ, ЕКАТТЕ 22647, </w:t>
      </w:r>
      <w:proofErr w:type="spellStart"/>
      <w:r w:rsidRPr="0067787D">
        <w:rPr>
          <w:sz w:val="20"/>
        </w:rPr>
        <w:t>община</w:t>
      </w:r>
      <w:proofErr w:type="spellEnd"/>
      <w:r w:rsidRPr="0067787D">
        <w:rPr>
          <w:sz w:val="20"/>
        </w:rPr>
        <w:t xml:space="preserve"> ГОРНА МАЛИНА, </w:t>
      </w:r>
      <w:proofErr w:type="spellStart"/>
      <w:r w:rsidRPr="0067787D">
        <w:rPr>
          <w:sz w:val="20"/>
        </w:rPr>
        <w:t>област</w:t>
      </w:r>
      <w:proofErr w:type="spellEnd"/>
      <w:r w:rsidRPr="0067787D">
        <w:rPr>
          <w:sz w:val="20"/>
        </w:rPr>
        <w:t xml:space="preserve"> СОФИЯ.</w:t>
      </w:r>
      <w:proofErr w:type="gramEnd"/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center"/>
        <w:rPr>
          <w:b/>
        </w:rPr>
      </w:pPr>
      <w:r w:rsidRPr="0067787D">
        <w:rPr>
          <w:b/>
        </w:rPr>
        <w:t>О Д О Б Р Я В А М:</w:t>
      </w:r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  <w:t xml:space="preserve">1. </w:t>
      </w:r>
      <w:proofErr w:type="spellStart"/>
      <w:r w:rsidRPr="0067787D">
        <w:rPr>
          <w:sz w:val="20"/>
        </w:rPr>
        <w:t>Споразумение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разпределение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масивите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пасища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мери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ливади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вх</w:t>
      </w:r>
      <w:proofErr w:type="spellEnd"/>
      <w:r w:rsidRPr="0067787D">
        <w:rPr>
          <w:sz w:val="20"/>
        </w:rPr>
        <w:t xml:space="preserve">. № ПО-09-5104-1/9.12.2024 г. г., </w:t>
      </w:r>
      <w:proofErr w:type="spellStart"/>
      <w:r w:rsidRPr="0067787D">
        <w:rPr>
          <w:sz w:val="20"/>
        </w:rPr>
        <w:t>сключено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календарната</w:t>
      </w:r>
      <w:proofErr w:type="spellEnd"/>
      <w:r w:rsidRPr="0067787D">
        <w:rPr>
          <w:sz w:val="20"/>
        </w:rPr>
        <w:t xml:space="preserve"> 2025 </w:t>
      </w:r>
      <w:proofErr w:type="spellStart"/>
      <w:r w:rsidRPr="0067787D">
        <w:rPr>
          <w:sz w:val="20"/>
        </w:rPr>
        <w:t>година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r w:rsidRPr="00B35355">
        <w:rPr>
          <w:b/>
          <w:sz w:val="20"/>
        </w:rPr>
        <w:t>с. ДОЛНО КАМАРЦИ</w:t>
      </w:r>
      <w:r w:rsidRPr="0067787D">
        <w:rPr>
          <w:sz w:val="20"/>
        </w:rPr>
        <w:t xml:space="preserve">, ЕКАТТЕ 22647, </w:t>
      </w:r>
      <w:proofErr w:type="spellStart"/>
      <w:r w:rsidRPr="0067787D">
        <w:rPr>
          <w:sz w:val="20"/>
        </w:rPr>
        <w:t>община</w:t>
      </w:r>
      <w:proofErr w:type="spellEnd"/>
      <w:r w:rsidRPr="0067787D">
        <w:rPr>
          <w:sz w:val="20"/>
        </w:rPr>
        <w:t xml:space="preserve"> ГОРНА МАЛИНА, </w:t>
      </w:r>
      <w:proofErr w:type="spellStart"/>
      <w:r w:rsidRPr="0067787D">
        <w:rPr>
          <w:sz w:val="20"/>
        </w:rPr>
        <w:t>област</w:t>
      </w:r>
      <w:proofErr w:type="spellEnd"/>
      <w:r w:rsidRPr="0067787D">
        <w:rPr>
          <w:sz w:val="20"/>
        </w:rPr>
        <w:t xml:space="preserve"> СОФИЯ, </w:t>
      </w:r>
      <w:proofErr w:type="spellStart"/>
      <w:r w:rsidRPr="0067787D">
        <w:rPr>
          <w:sz w:val="20"/>
        </w:rPr>
        <w:t>представено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доклад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вх</w:t>
      </w:r>
      <w:proofErr w:type="spellEnd"/>
      <w:r w:rsidRPr="0067787D">
        <w:rPr>
          <w:sz w:val="20"/>
        </w:rPr>
        <w:t>. №</w:t>
      </w:r>
      <w:r w:rsidR="000E3189">
        <w:rPr>
          <w:sz w:val="20"/>
          <w:lang w:val="bg-BG"/>
        </w:rPr>
        <w:t>ПО-09-5104-2/13.12.2024г.</w:t>
      </w:r>
      <w:r w:rsidRPr="0067787D">
        <w:rPr>
          <w:sz w:val="20"/>
        </w:rPr>
        <w:t xml:space="preserve"> </w:t>
      </w:r>
      <w:proofErr w:type="spellStart"/>
      <w:proofErr w:type="gramStart"/>
      <w:r w:rsidRPr="0067787D">
        <w:rPr>
          <w:sz w:val="20"/>
        </w:rPr>
        <w:t>на</w:t>
      </w:r>
      <w:proofErr w:type="spellEnd"/>
      <w:proofErr w:type="gram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комисията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4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ЗСПЗЗ, </w:t>
      </w:r>
      <w:proofErr w:type="spellStart"/>
      <w:r w:rsidRPr="0067787D">
        <w:rPr>
          <w:sz w:val="20"/>
        </w:rPr>
        <w:t>определена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със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№ ПО-09-5104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4.11.2024 г.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директора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Областна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дирекция</w:t>
      </w:r>
      <w:proofErr w:type="spellEnd"/>
      <w:r w:rsidRPr="0067787D">
        <w:rPr>
          <w:sz w:val="20"/>
        </w:rPr>
        <w:t xml:space="preserve"> "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>" – СОФИЯ</w:t>
      </w:r>
      <w:r w:rsidR="000E3189">
        <w:rPr>
          <w:sz w:val="20"/>
          <w:lang w:val="bg-BG"/>
        </w:rPr>
        <w:t xml:space="preserve"> ОБЛАСТ</w:t>
      </w:r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ведно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картата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масивите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регистър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към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нея</w:t>
      </w:r>
      <w:proofErr w:type="spellEnd"/>
      <w:r w:rsidRPr="0067787D">
        <w:rPr>
          <w:sz w:val="20"/>
        </w:rPr>
        <w:t xml:space="preserve">, </w:t>
      </w:r>
      <w:bookmarkStart w:id="0" w:name="_GoBack"/>
      <w:bookmarkEnd w:id="0"/>
      <w:proofErr w:type="spellStart"/>
      <w:r w:rsidRPr="0067787D">
        <w:rPr>
          <w:sz w:val="20"/>
        </w:rPr>
        <w:t>изготвени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основание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6 и чл.37в,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2, </w:t>
      </w:r>
      <w:proofErr w:type="spellStart"/>
      <w:r w:rsidRPr="0067787D">
        <w:rPr>
          <w:sz w:val="20"/>
        </w:rPr>
        <w:t>изречения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първо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второ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трето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ЗСПЗЗ.</w:t>
      </w:r>
      <w:proofErr w:type="gramEnd"/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r w:rsidRPr="0067787D">
        <w:rPr>
          <w:sz w:val="20"/>
        </w:rPr>
        <w:t>Сключеното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споразумение</w:t>
      </w:r>
      <w:proofErr w:type="spellEnd"/>
      <w:r w:rsidRPr="0067787D">
        <w:rPr>
          <w:sz w:val="20"/>
        </w:rPr>
        <w:t xml:space="preserve"> е </w:t>
      </w:r>
      <w:proofErr w:type="spellStart"/>
      <w:r w:rsidRPr="0067787D">
        <w:rPr>
          <w:sz w:val="20"/>
        </w:rPr>
        <w:t>подписано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всички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собственици</w:t>
      </w:r>
      <w:proofErr w:type="spellEnd"/>
      <w:r w:rsidRPr="0067787D">
        <w:rPr>
          <w:sz w:val="20"/>
        </w:rPr>
        <w:t xml:space="preserve"> и/</w:t>
      </w:r>
      <w:proofErr w:type="spellStart"/>
      <w:r w:rsidRPr="0067787D">
        <w:rPr>
          <w:sz w:val="20"/>
        </w:rPr>
        <w:t>или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ползватели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животновъдни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обекти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пасищни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селскостопански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животни</w:t>
      </w:r>
      <w:proofErr w:type="spellEnd"/>
      <w:r w:rsidRPr="0067787D">
        <w:rPr>
          <w:sz w:val="20"/>
        </w:rPr>
        <w:t xml:space="preserve"> </w:t>
      </w:r>
      <w:r w:rsidR="000E3189">
        <w:rPr>
          <w:sz w:val="20"/>
          <w:lang w:val="bg-BG"/>
        </w:rPr>
        <w:t>4</w:t>
      </w:r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броя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допуснати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участие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процедурата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обхваща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цялата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площ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размер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="000E3189">
        <w:rPr>
          <w:sz w:val="20"/>
          <w:lang w:val="bg-BG"/>
        </w:rPr>
        <w:t xml:space="preserve"> 324,923</w:t>
      </w:r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дка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определена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създаване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масиви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>.</w:t>
      </w:r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  <w:t xml:space="preserve">2. </w:t>
      </w:r>
      <w:proofErr w:type="spellStart"/>
      <w:r w:rsidRPr="0067787D">
        <w:rPr>
          <w:sz w:val="20"/>
        </w:rPr>
        <w:t>Масивите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пасища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мери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ливади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с. ДОЛНО КАМАРЦИ, </w:t>
      </w:r>
      <w:proofErr w:type="spellStart"/>
      <w:r w:rsidRPr="0067787D">
        <w:rPr>
          <w:sz w:val="20"/>
        </w:rPr>
        <w:t>разпределени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между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ползвателите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съобразно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представеното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споразумение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включително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разпределените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границите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масивите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имоти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начин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трайно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пасища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мери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ливади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чл.37ж,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5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ЗСПЗЗ.</w:t>
      </w:r>
      <w:proofErr w:type="gramEnd"/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  <w:t xml:space="preserve">3. </w:t>
      </w:r>
      <w:proofErr w:type="spellStart"/>
      <w:r w:rsidRPr="0067787D">
        <w:rPr>
          <w:sz w:val="20"/>
        </w:rPr>
        <w:t>Задължените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лица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които</w:t>
      </w:r>
      <w:proofErr w:type="spellEnd"/>
      <w:r w:rsidRPr="0067787D">
        <w:rPr>
          <w:sz w:val="20"/>
        </w:rPr>
        <w:t xml:space="preserve"> с </w:t>
      </w:r>
      <w:proofErr w:type="spellStart"/>
      <w:r w:rsidRPr="0067787D">
        <w:rPr>
          <w:sz w:val="20"/>
        </w:rPr>
        <w:t>настоящата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определени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суми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площи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5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 </w:t>
      </w:r>
      <w:proofErr w:type="spellStart"/>
      <w:r w:rsidRPr="0067787D">
        <w:rPr>
          <w:sz w:val="20"/>
        </w:rPr>
        <w:t>следва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внесат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бюджетна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банкова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сметка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Областна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дирекция</w:t>
      </w:r>
      <w:proofErr w:type="spellEnd"/>
      <w:r w:rsidRPr="0067787D">
        <w:rPr>
          <w:sz w:val="20"/>
        </w:rPr>
        <w:t xml:space="preserve"> "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>" – СОФИЯ</w:t>
      </w:r>
      <w:r w:rsidR="000E3189">
        <w:rPr>
          <w:sz w:val="20"/>
          <w:lang w:val="bg-BG"/>
        </w:rPr>
        <w:t xml:space="preserve"> ОБЛАСТ</w:t>
      </w:r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календарната</w:t>
      </w:r>
      <w:proofErr w:type="spellEnd"/>
      <w:r w:rsidRPr="0067787D">
        <w:rPr>
          <w:sz w:val="20"/>
        </w:rPr>
        <w:t xml:space="preserve"> 2025 </w:t>
      </w:r>
      <w:proofErr w:type="spellStart"/>
      <w:r w:rsidRPr="0067787D">
        <w:rPr>
          <w:sz w:val="20"/>
        </w:rPr>
        <w:t>година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сума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размер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средното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годишно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рентно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едномесечен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срок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публикуване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 xml:space="preserve">.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11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ЗСПЗЗ.</w:t>
      </w:r>
      <w:proofErr w:type="gramEnd"/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r w:rsidRPr="0067787D">
        <w:rPr>
          <w:sz w:val="20"/>
        </w:rPr>
        <w:t>Средното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годишно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рентно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община</w:t>
      </w:r>
      <w:proofErr w:type="spellEnd"/>
      <w:r w:rsidRPr="0067787D">
        <w:rPr>
          <w:sz w:val="20"/>
        </w:rPr>
        <w:t xml:space="preserve"> ГОРНА МАЛИНА е </w:t>
      </w:r>
      <w:proofErr w:type="spellStart"/>
      <w:r w:rsidRPr="0067787D">
        <w:rPr>
          <w:sz w:val="20"/>
        </w:rPr>
        <w:t>определено</w:t>
      </w:r>
      <w:proofErr w:type="spellEnd"/>
      <w:r w:rsidRPr="0067787D">
        <w:rPr>
          <w:sz w:val="20"/>
        </w:rPr>
        <w:t xml:space="preserve"> </w:t>
      </w:r>
      <w:proofErr w:type="spellStart"/>
      <w:proofErr w:type="gramStart"/>
      <w:r w:rsidRPr="0067787D">
        <w:rPr>
          <w:sz w:val="20"/>
        </w:rPr>
        <w:t>съгласно</w:t>
      </w:r>
      <w:proofErr w:type="spellEnd"/>
      <w:r w:rsidRPr="0067787D">
        <w:rPr>
          <w:sz w:val="20"/>
        </w:rPr>
        <w:t xml:space="preserve">  §</w:t>
      </w:r>
      <w:proofErr w:type="gramEnd"/>
      <w:r w:rsidRPr="0067787D">
        <w:rPr>
          <w:sz w:val="20"/>
        </w:rPr>
        <w:t xml:space="preserve"> 2е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допълнителните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разпоредби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ЗСПЗЗ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комисия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назначена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със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№ РД-07-1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4.1.2024 г.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директора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ОДЗ </w:t>
      </w:r>
      <w:r w:rsidR="000E3189">
        <w:rPr>
          <w:sz w:val="20"/>
        </w:rPr>
        <w:t>–</w:t>
      </w:r>
      <w:r w:rsidRPr="0067787D">
        <w:rPr>
          <w:sz w:val="20"/>
        </w:rPr>
        <w:t xml:space="preserve"> СОФИЯ</w:t>
      </w:r>
      <w:r w:rsidR="000E3189">
        <w:rPr>
          <w:sz w:val="20"/>
          <w:lang w:val="bg-BG"/>
        </w:rPr>
        <w:t xml:space="preserve"> ОБЛАСТ</w:t>
      </w:r>
      <w:r w:rsidRPr="0067787D">
        <w:rPr>
          <w:sz w:val="20"/>
        </w:rPr>
        <w:t xml:space="preserve">. </w:t>
      </w:r>
      <w:proofErr w:type="spellStart"/>
      <w:r w:rsidRPr="0067787D">
        <w:rPr>
          <w:sz w:val="20"/>
        </w:rPr>
        <w:t>Съгласно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протокол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r w:rsidR="00911F36">
        <w:rPr>
          <w:sz w:val="20"/>
          <w:lang w:val="bg-BG"/>
        </w:rPr>
        <w:t>25.01.2024</w:t>
      </w:r>
      <w:r w:rsidRPr="0067787D">
        <w:rPr>
          <w:sz w:val="20"/>
        </w:rPr>
        <w:t xml:space="preserve"> г.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с. ДОЛНО КАМАРЦИ, ЕКАТТЕ 22647 </w:t>
      </w:r>
      <w:proofErr w:type="spellStart"/>
      <w:r w:rsidRPr="0067787D">
        <w:rPr>
          <w:sz w:val="20"/>
        </w:rPr>
        <w:t>средното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годишно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рентно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пасища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мери</w:t>
      </w:r>
      <w:proofErr w:type="spellEnd"/>
      <w:r w:rsidRPr="0067787D">
        <w:rPr>
          <w:sz w:val="20"/>
        </w:rPr>
        <w:t xml:space="preserve"> е в </w:t>
      </w:r>
      <w:proofErr w:type="spellStart"/>
      <w:r w:rsidRPr="0067787D">
        <w:rPr>
          <w:sz w:val="20"/>
        </w:rPr>
        <w:t>размер</w:t>
      </w:r>
      <w:proofErr w:type="spellEnd"/>
      <w:r w:rsidRPr="0067787D">
        <w:rPr>
          <w:sz w:val="20"/>
        </w:rPr>
        <w:t xml:space="preserve"> 10,00 </w:t>
      </w:r>
      <w:proofErr w:type="spellStart"/>
      <w:r w:rsidRPr="0067787D">
        <w:rPr>
          <w:sz w:val="20"/>
        </w:rPr>
        <w:t>лв</w:t>
      </w:r>
      <w:proofErr w:type="spellEnd"/>
      <w:r w:rsidRPr="0067787D">
        <w:rPr>
          <w:sz w:val="20"/>
        </w:rPr>
        <w:t>./</w:t>
      </w:r>
      <w:proofErr w:type="spellStart"/>
      <w:r w:rsidRPr="0067787D">
        <w:rPr>
          <w:sz w:val="20"/>
        </w:rPr>
        <w:t>дка</w:t>
      </w:r>
      <w:proofErr w:type="spellEnd"/>
      <w:r w:rsidRPr="0067787D">
        <w:rPr>
          <w:sz w:val="20"/>
        </w:rPr>
        <w:t xml:space="preserve">, а </w:t>
      </w:r>
      <w:proofErr w:type="spellStart"/>
      <w:r w:rsidRPr="0067787D">
        <w:rPr>
          <w:sz w:val="20"/>
        </w:rPr>
        <w:t>средното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годишно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рентно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ползване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ливади</w:t>
      </w:r>
      <w:proofErr w:type="spellEnd"/>
      <w:r w:rsidRPr="0067787D">
        <w:rPr>
          <w:sz w:val="20"/>
        </w:rPr>
        <w:t xml:space="preserve"> е в </w:t>
      </w:r>
      <w:proofErr w:type="spellStart"/>
      <w:r w:rsidRPr="0067787D">
        <w:rPr>
          <w:sz w:val="20"/>
        </w:rPr>
        <w:t>размер</w:t>
      </w:r>
      <w:proofErr w:type="spellEnd"/>
      <w:r w:rsidRPr="0067787D">
        <w:rPr>
          <w:sz w:val="20"/>
        </w:rPr>
        <w:t xml:space="preserve"> 11,00 </w:t>
      </w:r>
      <w:proofErr w:type="spellStart"/>
      <w:r w:rsidRPr="0067787D">
        <w:rPr>
          <w:sz w:val="20"/>
        </w:rPr>
        <w:t>лв</w:t>
      </w:r>
      <w:proofErr w:type="spellEnd"/>
      <w:r w:rsidRPr="0067787D">
        <w:rPr>
          <w:sz w:val="20"/>
        </w:rPr>
        <w:t>./</w:t>
      </w:r>
      <w:proofErr w:type="spellStart"/>
      <w:r w:rsidRPr="0067787D">
        <w:rPr>
          <w:sz w:val="20"/>
        </w:rPr>
        <w:t>дка</w:t>
      </w:r>
      <w:proofErr w:type="spellEnd"/>
      <w:r w:rsidRPr="0067787D">
        <w:rPr>
          <w:sz w:val="20"/>
        </w:rPr>
        <w:t>.</w:t>
      </w:r>
    </w:p>
    <w:p w:rsidR="00BD7A45" w:rsidRPr="0067787D" w:rsidRDefault="00BD7A45" w:rsidP="00BD7A45">
      <w:pPr>
        <w:jc w:val="both"/>
        <w:rPr>
          <w:sz w:val="20"/>
        </w:rPr>
      </w:pPr>
      <w:proofErr w:type="spellStart"/>
      <w:r w:rsidRPr="0067787D">
        <w:rPr>
          <w:sz w:val="20"/>
        </w:rPr>
        <w:t>Банкова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сметка</w:t>
      </w:r>
      <w:proofErr w:type="spellEnd"/>
      <w:r w:rsidRPr="0067787D">
        <w:rPr>
          <w:sz w:val="20"/>
        </w:rPr>
        <w:t xml:space="preserve">: IBAN BG57IABG80983301456701, </w:t>
      </w:r>
      <w:proofErr w:type="spellStart"/>
      <w:r w:rsidRPr="0067787D">
        <w:rPr>
          <w:sz w:val="20"/>
        </w:rPr>
        <w:t>Банка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Интернешънъл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Асет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Банк</w:t>
      </w:r>
      <w:proofErr w:type="spellEnd"/>
      <w:r w:rsidRPr="0067787D">
        <w:rPr>
          <w:sz w:val="20"/>
        </w:rPr>
        <w:t>.</w:t>
      </w:r>
    </w:p>
    <w:p w:rsidR="00BD7A45" w:rsidRPr="0067787D" w:rsidRDefault="00BD7A45" w:rsidP="00BD7A45">
      <w:pPr>
        <w:jc w:val="both"/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BD7A45" w:rsidRPr="0067787D" w:rsidTr="000E4A43">
        <w:trPr>
          <w:jc w:val="center"/>
        </w:trPr>
        <w:tc>
          <w:tcPr>
            <w:tcW w:w="5200" w:type="dxa"/>
            <w:shd w:val="clear" w:color="auto" w:fill="auto"/>
          </w:tcPr>
          <w:p w:rsidR="00BD7A45" w:rsidRDefault="00BD7A45" w:rsidP="000E4A4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BD7A45" w:rsidRPr="0067787D" w:rsidRDefault="00BD7A45" w:rsidP="000E4A4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BD7A45" w:rsidRPr="0067787D" w:rsidTr="000E4A43">
        <w:trPr>
          <w:jc w:val="center"/>
        </w:trPr>
        <w:tc>
          <w:tcPr>
            <w:tcW w:w="520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АЛЕКСАНДРОВ ГЕОРГИЕВ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79,412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838,51</w:t>
            </w:r>
          </w:p>
        </w:tc>
      </w:tr>
      <w:tr w:rsidR="00BD7A45" w:rsidRPr="0067787D" w:rsidTr="000E4A43">
        <w:trPr>
          <w:jc w:val="center"/>
        </w:trPr>
        <w:tc>
          <w:tcPr>
            <w:tcW w:w="520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ДРАГАН НИКОЛОВ ГОСТЕВ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6,348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69,83</w:t>
            </w:r>
          </w:p>
        </w:tc>
      </w:tr>
      <w:tr w:rsidR="00BD7A45" w:rsidRPr="0067787D" w:rsidTr="000E4A43">
        <w:trPr>
          <w:jc w:val="center"/>
        </w:trPr>
        <w:tc>
          <w:tcPr>
            <w:tcW w:w="520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ДРАГОМИР НИКОЛОВ ГОСТЕВ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55,321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580,10</w:t>
            </w:r>
          </w:p>
        </w:tc>
      </w:tr>
      <w:tr w:rsidR="00BD7A45" w:rsidRPr="0067787D" w:rsidTr="000E4A43">
        <w:trPr>
          <w:jc w:val="center"/>
        </w:trPr>
        <w:tc>
          <w:tcPr>
            <w:tcW w:w="520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 ИВАНОВ МИХАЙЛСКИ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17,513</w:t>
            </w:r>
          </w:p>
        </w:tc>
        <w:tc>
          <w:tcPr>
            <w:tcW w:w="1280" w:type="dxa"/>
            <w:shd w:val="clear" w:color="auto" w:fill="auto"/>
          </w:tcPr>
          <w:p w:rsidR="00BD7A45" w:rsidRPr="0067787D" w:rsidRDefault="00BD7A45" w:rsidP="000E4A4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192,64</w:t>
            </w:r>
          </w:p>
        </w:tc>
      </w:tr>
    </w:tbl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задължените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лица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които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заплатили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сумите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площи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5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 </w:t>
      </w:r>
      <w:proofErr w:type="spellStart"/>
      <w:r w:rsidRPr="0067787D">
        <w:rPr>
          <w:sz w:val="20"/>
        </w:rPr>
        <w:t>съгласно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настоящата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директорът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ОДЗ – СОФИЯ</w:t>
      </w:r>
      <w:r w:rsidR="00911F36">
        <w:rPr>
          <w:sz w:val="20"/>
          <w:lang w:val="bg-BG"/>
        </w:rPr>
        <w:t xml:space="preserve"> ОБЛАСТ</w:t>
      </w:r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следва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издаде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трикратния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размер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средното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годишно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рентно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плащане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землището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В 7-дневен </w:t>
      </w:r>
      <w:proofErr w:type="spellStart"/>
      <w:r w:rsidRPr="0067787D">
        <w:rPr>
          <w:sz w:val="20"/>
        </w:rPr>
        <w:t>срок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получаване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задължените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лица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трябва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преведат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сумите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посочената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заповедта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сметка</w:t>
      </w:r>
      <w:proofErr w:type="spellEnd"/>
      <w:r w:rsidRPr="0067787D">
        <w:rPr>
          <w:sz w:val="20"/>
        </w:rPr>
        <w:t>.</w:t>
      </w:r>
      <w:proofErr w:type="gramEnd"/>
    </w:p>
    <w:p w:rsidR="00BD7A45" w:rsidRPr="0067787D" w:rsidRDefault="00BD7A45" w:rsidP="00BD7A45">
      <w:pPr>
        <w:jc w:val="both"/>
      </w:pPr>
    </w:p>
    <w:p w:rsidR="00BD7A45" w:rsidRPr="00911F36" w:rsidRDefault="00BD7A45" w:rsidP="00BD7A45">
      <w:pPr>
        <w:jc w:val="both"/>
        <w:rPr>
          <w:sz w:val="20"/>
          <w:lang w:val="bg-BG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основание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11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ЗСПЗЗ, </w:t>
      </w:r>
      <w:proofErr w:type="spellStart"/>
      <w:r w:rsidRPr="0067787D">
        <w:rPr>
          <w:sz w:val="20"/>
        </w:rPr>
        <w:t>настоящата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, </w:t>
      </w:r>
      <w:proofErr w:type="spellStart"/>
      <w:r w:rsidRPr="0067787D">
        <w:rPr>
          <w:sz w:val="20"/>
        </w:rPr>
        <w:t>следва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незабавно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обяви</w:t>
      </w:r>
      <w:proofErr w:type="spellEnd"/>
      <w:r w:rsidRPr="0067787D">
        <w:rPr>
          <w:sz w:val="20"/>
        </w:rPr>
        <w:t xml:space="preserve"> в </w:t>
      </w:r>
      <w:proofErr w:type="spellStart"/>
      <w:r w:rsidRPr="0067787D">
        <w:rPr>
          <w:sz w:val="20"/>
        </w:rPr>
        <w:t>кметството</w:t>
      </w:r>
      <w:proofErr w:type="spellEnd"/>
      <w:r w:rsidRPr="0067787D">
        <w:rPr>
          <w:sz w:val="20"/>
        </w:rPr>
        <w:t xml:space="preserve"> и в </w:t>
      </w:r>
      <w:proofErr w:type="spellStart"/>
      <w:r w:rsidRPr="0067787D">
        <w:rPr>
          <w:sz w:val="20"/>
        </w:rPr>
        <w:t>сградата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общинската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служба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публикува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интернет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страницата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общината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Областна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дирекция</w:t>
      </w:r>
      <w:proofErr w:type="spellEnd"/>
      <w:r w:rsidRPr="0067787D">
        <w:rPr>
          <w:sz w:val="20"/>
        </w:rPr>
        <w:t xml:space="preserve"> "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>" – СОФИЯ</w:t>
      </w:r>
      <w:r w:rsidR="00911F36">
        <w:rPr>
          <w:sz w:val="20"/>
          <w:lang w:val="bg-BG"/>
        </w:rPr>
        <w:t xml:space="preserve"> ОБЛАСТ</w:t>
      </w:r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Настоящата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може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бъде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обжалвана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пред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районния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съд</w:t>
      </w:r>
      <w:proofErr w:type="spellEnd"/>
      <w:r w:rsidRPr="0067787D">
        <w:rPr>
          <w:sz w:val="20"/>
        </w:rPr>
        <w:t xml:space="preserve"> в 14-дневен </w:t>
      </w:r>
      <w:proofErr w:type="spellStart"/>
      <w:r w:rsidRPr="0067787D">
        <w:rPr>
          <w:sz w:val="20"/>
        </w:rPr>
        <w:t>срок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обявяването</w:t>
      </w:r>
      <w:proofErr w:type="spellEnd"/>
      <w:r w:rsidRPr="0067787D">
        <w:rPr>
          <w:sz w:val="20"/>
        </w:rPr>
        <w:t xml:space="preserve"> й, </w:t>
      </w:r>
      <w:proofErr w:type="spellStart"/>
      <w:r w:rsidRPr="0067787D">
        <w:rPr>
          <w:sz w:val="20"/>
        </w:rPr>
        <w:t>съгласно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11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ЗСПЗЗ.</w:t>
      </w:r>
      <w:proofErr w:type="gramEnd"/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Съгласно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чл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37ж, </w:t>
      </w:r>
      <w:proofErr w:type="spellStart"/>
      <w:r w:rsidRPr="0067787D">
        <w:rPr>
          <w:sz w:val="20"/>
        </w:rPr>
        <w:t>ал</w:t>
      </w:r>
      <w:proofErr w:type="spellEnd"/>
      <w:r w:rsidRPr="0067787D">
        <w:rPr>
          <w:sz w:val="20"/>
        </w:rPr>
        <w:t>.</w:t>
      </w:r>
      <w:proofErr w:type="gramEnd"/>
      <w:r w:rsidRPr="0067787D">
        <w:rPr>
          <w:sz w:val="20"/>
        </w:rPr>
        <w:t xml:space="preserve"> </w:t>
      </w:r>
      <w:proofErr w:type="gramStart"/>
      <w:r w:rsidRPr="0067787D">
        <w:rPr>
          <w:sz w:val="20"/>
        </w:rPr>
        <w:t xml:space="preserve">11 </w:t>
      </w:r>
      <w:proofErr w:type="spellStart"/>
      <w:r w:rsidRPr="0067787D">
        <w:rPr>
          <w:sz w:val="20"/>
        </w:rPr>
        <w:t>от</w:t>
      </w:r>
      <w:proofErr w:type="spellEnd"/>
      <w:r w:rsidRPr="0067787D">
        <w:rPr>
          <w:sz w:val="20"/>
        </w:rPr>
        <w:t xml:space="preserve"> ЗСПЗЗ, </w:t>
      </w:r>
      <w:proofErr w:type="spellStart"/>
      <w:r w:rsidRPr="0067787D">
        <w:rPr>
          <w:sz w:val="20"/>
        </w:rPr>
        <w:t>обжалването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спира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нейното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изпълнение</w:t>
      </w:r>
      <w:proofErr w:type="spellEnd"/>
      <w:r w:rsidRPr="0067787D">
        <w:rPr>
          <w:sz w:val="20"/>
        </w:rPr>
        <w:t>.</w:t>
      </w:r>
      <w:proofErr w:type="gramEnd"/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Контрол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по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изпълнение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ще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упражнявам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лично</w:t>
      </w:r>
      <w:proofErr w:type="spellEnd"/>
      <w:r w:rsidRPr="0067787D">
        <w:rPr>
          <w:sz w:val="20"/>
        </w:rPr>
        <w:t>.</w:t>
      </w:r>
      <w:proofErr w:type="gramEnd"/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ab/>
      </w:r>
      <w:proofErr w:type="spellStart"/>
      <w:proofErr w:type="gramStart"/>
      <w:r w:rsidRPr="0067787D">
        <w:rPr>
          <w:sz w:val="20"/>
        </w:rPr>
        <w:t>Настоящата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заповед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сведе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знанието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всички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длъжностни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лица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за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сведение</w:t>
      </w:r>
      <w:proofErr w:type="spell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изпълнение</w:t>
      </w:r>
      <w:proofErr w:type="spellEnd"/>
      <w:r w:rsidRPr="0067787D">
        <w:rPr>
          <w:sz w:val="20"/>
        </w:rPr>
        <w:t>.</w:t>
      </w:r>
      <w:proofErr w:type="gramEnd"/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</w:pP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>..........................................</w:t>
      </w:r>
    </w:p>
    <w:p w:rsidR="00BD7A45" w:rsidRPr="0067787D" w:rsidRDefault="00BD7A45" w:rsidP="00BD7A45">
      <w:pPr>
        <w:jc w:val="both"/>
        <w:rPr>
          <w:sz w:val="20"/>
        </w:rPr>
      </w:pPr>
      <w:r w:rsidRPr="0067787D">
        <w:rPr>
          <w:sz w:val="20"/>
        </w:rPr>
        <w:t xml:space="preserve">      (</w:t>
      </w:r>
      <w:proofErr w:type="spellStart"/>
      <w:proofErr w:type="gramStart"/>
      <w:r w:rsidRPr="0067787D">
        <w:rPr>
          <w:sz w:val="20"/>
        </w:rPr>
        <w:t>подпис</w:t>
      </w:r>
      <w:proofErr w:type="spellEnd"/>
      <w:proofErr w:type="gramEnd"/>
      <w:r w:rsidRPr="0067787D">
        <w:rPr>
          <w:sz w:val="20"/>
        </w:rPr>
        <w:t xml:space="preserve"> и </w:t>
      </w:r>
      <w:proofErr w:type="spellStart"/>
      <w:r w:rsidRPr="0067787D">
        <w:rPr>
          <w:sz w:val="20"/>
        </w:rPr>
        <w:t>печат</w:t>
      </w:r>
      <w:proofErr w:type="spellEnd"/>
      <w:r w:rsidRPr="0067787D">
        <w:rPr>
          <w:sz w:val="20"/>
        </w:rPr>
        <w:t>)</w:t>
      </w:r>
    </w:p>
    <w:p w:rsidR="00BD7A45" w:rsidRPr="0067787D" w:rsidRDefault="00BD7A45" w:rsidP="00BD7A45">
      <w:pPr>
        <w:jc w:val="both"/>
      </w:pPr>
    </w:p>
    <w:p w:rsidR="00BD7A45" w:rsidRPr="00911F36" w:rsidRDefault="00BD7A45" w:rsidP="00BD7A45">
      <w:pPr>
        <w:jc w:val="both"/>
        <w:rPr>
          <w:sz w:val="20"/>
          <w:lang w:val="bg-BG"/>
        </w:rPr>
      </w:pPr>
      <w:proofErr w:type="spellStart"/>
      <w:r w:rsidRPr="0067787D">
        <w:rPr>
          <w:sz w:val="20"/>
        </w:rPr>
        <w:t>Директор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Областна</w:t>
      </w:r>
      <w:proofErr w:type="spellEnd"/>
      <w:r w:rsidRPr="0067787D">
        <w:rPr>
          <w:sz w:val="20"/>
        </w:rPr>
        <w:t xml:space="preserve"> </w:t>
      </w:r>
      <w:proofErr w:type="spellStart"/>
      <w:r w:rsidRPr="0067787D">
        <w:rPr>
          <w:sz w:val="20"/>
        </w:rPr>
        <w:t>дирекция</w:t>
      </w:r>
      <w:proofErr w:type="spellEnd"/>
      <w:r w:rsidRPr="0067787D">
        <w:rPr>
          <w:sz w:val="20"/>
        </w:rPr>
        <w:t xml:space="preserve"> "</w:t>
      </w:r>
      <w:proofErr w:type="spellStart"/>
      <w:r w:rsidRPr="0067787D">
        <w:rPr>
          <w:sz w:val="20"/>
        </w:rPr>
        <w:t>Земеделие</w:t>
      </w:r>
      <w:proofErr w:type="spellEnd"/>
      <w:r w:rsidRPr="0067787D">
        <w:rPr>
          <w:sz w:val="20"/>
        </w:rPr>
        <w:t xml:space="preserve">" </w:t>
      </w:r>
      <w:r w:rsidR="00911F36">
        <w:rPr>
          <w:sz w:val="20"/>
        </w:rPr>
        <w:t>–</w:t>
      </w:r>
      <w:r w:rsidRPr="0067787D">
        <w:rPr>
          <w:sz w:val="20"/>
        </w:rPr>
        <w:t xml:space="preserve"> СОФИЯ</w:t>
      </w:r>
      <w:r w:rsidR="00911F36">
        <w:rPr>
          <w:sz w:val="20"/>
          <w:lang w:val="bg-BG"/>
        </w:rPr>
        <w:t xml:space="preserve"> ОБЛАСТ</w:t>
      </w:r>
    </w:p>
    <w:p w:rsidR="00BD7A45" w:rsidRDefault="00BD7A45" w:rsidP="00BD7A45"/>
    <w:p w:rsidR="00BA75F0" w:rsidRPr="00BD7A45" w:rsidRDefault="00BA75F0" w:rsidP="00BD7A45"/>
    <w:p>
      <w:r>
        <w:br/>
        <w:t>Петко Николаев Димов (Директор)</w:t>
        <w:br/>
        <w:t>19.12.2024г. 15:42ч.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BD7A45" w:rsidSect="00090F57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BD" w:rsidRDefault="002A46BD">
      <w:r>
        <w:separator/>
      </w:r>
    </w:p>
  </w:endnote>
  <w:endnote w:type="continuationSeparator" w:id="0">
    <w:p w:rsidR="002A46BD" w:rsidRDefault="002A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Default="00567D09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90F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F57" w:rsidRDefault="00090F5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713EC9" w:rsidRDefault="00567D09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090F57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B35355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BD" w:rsidRDefault="002A46BD">
      <w:r>
        <w:separator/>
      </w:r>
    </w:p>
  </w:footnote>
  <w:footnote w:type="continuationSeparator" w:id="0">
    <w:p w:rsidR="002A46BD" w:rsidRDefault="002A4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57" w:rsidRPr="005B69F7" w:rsidRDefault="00090F57" w:rsidP="005B69F7">
    <w:pPr>
      <w:pStyle w:val="Heading2"/>
      <w:rPr>
        <w:rStyle w:val="Emphasis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A52C44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mc:AlternateContent>
        <mc:Choice Requires="wps">
          <w:drawing>
            <wp:anchor distT="0" distB="0" distL="114297" distR="114297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3189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46BD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67D09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0E1D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11F36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2C44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35355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D7A45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0A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10F98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0F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10F9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10F98"/>
    <w:pPr>
      <w:jc w:val="both"/>
    </w:pPr>
    <w:rPr>
      <w:lang w:val="bg-BG"/>
    </w:rPr>
  </w:style>
  <w:style w:type="paragraph" w:styleId="BodyText2">
    <w:name w:val="Body Text 2"/>
    <w:basedOn w:val="Normal"/>
    <w:rsid w:val="00D10F98"/>
    <w:pPr>
      <w:jc w:val="both"/>
    </w:pPr>
    <w:rPr>
      <w:lang w:val="bg-BG"/>
    </w:rPr>
  </w:style>
  <w:style w:type="character" w:styleId="Hyperlink">
    <w:name w:val="Hyperlink"/>
    <w:uiPriority w:val="99"/>
    <w:rsid w:val="00D10F98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1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tylesWithEffects.xml" Type="http://schemas.microsoft.com/office/2007/relationships/stylesWithEffects"/><Relationship Id="rId5" Target="settings.xml" Type="http://schemas.openxmlformats.org/officeDocument/2006/relationships/settings"/><Relationship Id="rId6" Target="webSettings.xml" Type="http://schemas.openxmlformats.org/officeDocument/2006/relationships/webSettings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footer1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D278-23F9-4F17-88A2-B1A6351C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2024-12-19T11:04:00Z</dcterms:created>
  <dc:creator>User</dc:creator>
  <cp:lastModifiedBy>User</cp:lastModifiedBy>
  <cp:lastPrinted>2023-10-05T09:30:00Z</cp:lastPrinted>
  <dcterms:modified xsi:type="dcterms:W3CDTF">2024-12-19T11:04:00Z</dcterms:modified>
  <cp:revision>3</cp:revision>
  <dc:title>ДО</dc:title>
</cp:coreProperties>
</file>