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/>
    <w:p w:rsidR="00BD3BF0" w:rsidRDefault="00BD3BF0" w:rsidP="00BA75F0"/>
    <w:p w:rsidR="00BD3BF0" w:rsidRPr="00BD3BF0" w:rsidRDefault="00BD3BF0" w:rsidP="00BD3BF0"/>
    <w:p w:rsidR="00BD3BF0" w:rsidRDefault="00BD3BF0" w:rsidP="00BD3BF0"/>
    <w:p w:rsidR="00BD3BF0" w:rsidRDefault="00BD3BF0" w:rsidP="00BD3BF0"/>
    <w:p w:rsidR="00BD3BF0" w:rsidRPr="00216EC4" w:rsidRDefault="00BD3BF0" w:rsidP="00216EC4">
      <w:pPr>
        <w:jc w:val="center"/>
        <w:rPr>
          <w:rFonts w:asciiTheme="minorHAnsi" w:hAnsiTheme="minorHAnsi" w:cstheme="minorHAnsi"/>
          <w:b/>
        </w:rPr>
      </w:pPr>
      <w:r w:rsidRPr="00216EC4">
        <w:rPr>
          <w:rFonts w:asciiTheme="minorHAnsi" w:hAnsiTheme="minorHAnsi" w:cstheme="minorHAnsi"/>
          <w:b/>
        </w:rPr>
        <w:t>З А П О В Е Д</w:t>
      </w:r>
    </w:p>
    <w:p w:rsidR="00BD3BF0" w:rsidRPr="00216EC4" w:rsidRDefault="00BD3BF0" w:rsidP="00216EC4">
      <w:pPr>
        <w:jc w:val="center"/>
        <w:rPr>
          <w:rFonts w:asciiTheme="minorHAnsi" w:hAnsiTheme="minorHAnsi" w:cstheme="minorHAnsi"/>
        </w:rPr>
      </w:pPr>
    </w:p>
    <w:p w:rsidR="00BD3BF0" w:rsidRPr="00216EC4" w:rsidRDefault="00BD3BF0" w:rsidP="00216EC4">
      <w:pPr>
        <w:jc w:val="center"/>
        <w:rPr>
          <w:rFonts w:asciiTheme="minorHAnsi" w:hAnsiTheme="minorHAnsi" w:cstheme="minorHAnsi"/>
          <w:b/>
        </w:rPr>
      </w:pPr>
      <w:r w:rsidRPr="00216EC4">
        <w:rPr>
          <w:rFonts w:asciiTheme="minorHAnsi" w:hAnsiTheme="minorHAnsi" w:cstheme="minorHAnsi"/>
          <w:b/>
        </w:rPr>
        <w:t>№ ПО-09-3022-3/25.09.2024г.</w:t>
      </w:r>
    </w:p>
    <w:p w:rsidR="00BD3BF0" w:rsidRPr="004E5E7A" w:rsidRDefault="00BD3BF0" w:rsidP="00BD3BF0">
      <w:pPr>
        <w:jc w:val="both"/>
        <w:rPr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sz w:val="20"/>
          <w:lang w:val="bg-BG"/>
        </w:rPr>
        <w:tab/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ПО-09-3022-2/20.09.2024 г. от комисията по чл. 37в, ал. 1 от ЗСПЗЗ, определена със Заповед № ПО-09-3022 от 30.7.2024 г. на директора на Областна дирекция "Земеделие" </w:t>
      </w:r>
      <w:r w:rsidR="00B960CA" w:rsidRPr="004E5E7A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B960CA"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ПО-09-3022-1/30.8.2024 г. за землището на с. ДОЛНА МАЛИНА, ЕКАТТЕ 22174, община ГОРНА МАЛИНА, област СОФИЯ.</w:t>
      </w:r>
    </w:p>
    <w:p w:rsidR="00BD3BF0" w:rsidRPr="004E5E7A" w:rsidRDefault="00BD3BF0" w:rsidP="00BD3BF0">
      <w:pPr>
        <w:jc w:val="both"/>
        <w:rPr>
          <w:lang w:val="bg-BG"/>
        </w:rPr>
      </w:pPr>
    </w:p>
    <w:p w:rsidR="00BD3BF0" w:rsidRPr="004E5E7A" w:rsidRDefault="00BD3BF0" w:rsidP="00216EC4">
      <w:pPr>
        <w:jc w:val="center"/>
        <w:rPr>
          <w:rFonts w:asciiTheme="minorHAnsi" w:hAnsiTheme="minorHAnsi" w:cstheme="minorHAnsi"/>
          <w:b/>
          <w:lang w:val="bg-BG"/>
        </w:rPr>
      </w:pPr>
      <w:r w:rsidRPr="004E5E7A">
        <w:rPr>
          <w:rFonts w:asciiTheme="minorHAnsi" w:hAnsiTheme="minorHAnsi" w:cstheme="minorHAnsi"/>
          <w:b/>
          <w:lang w:val="bg-BG"/>
        </w:rPr>
        <w:t>О Д О Б Р Я В А М:</w:t>
      </w:r>
    </w:p>
    <w:p w:rsidR="00BD3BF0" w:rsidRPr="004E5E7A" w:rsidRDefault="00BD3BF0" w:rsidP="00BD3BF0">
      <w:pPr>
        <w:jc w:val="both"/>
        <w:rPr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sz w:val="20"/>
          <w:lang w:val="bg-BG"/>
        </w:rPr>
        <w:tab/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ПО-09-3022-1/30.8.2024 г., сключено за стопанската</w:t>
      </w:r>
      <w:r w:rsidR="00277564"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4E5E7A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277564"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4E5E7A">
        <w:rPr>
          <w:rFonts w:asciiTheme="minorHAnsi" w:hAnsiTheme="minorHAnsi" w:cstheme="minorHAnsi"/>
          <w:b/>
          <w:sz w:val="20"/>
          <w:szCs w:val="20"/>
          <w:lang w:val="bg-BG"/>
        </w:rPr>
        <w:t>ДОЛНА МАЛИНА</w:t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>, ЕКАТТЕ 22174, община ГОРНА МАЛИНА, област СОФИЯ, представено с доклад вх. № ПО-09-3022-2/20.09.2024 г. на комисията по чл. 37в, ал. 1 от ЗСПЗЗ, определена със Заповед № ПО-09-3022 от 30.7.2024 г. на директора на Областна дирекция "Земеделие" – СОФИЯ</w:t>
      </w:r>
      <w:r w:rsidR="00B960CA"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6 броя, допуснати до участие в процедурата и обхваща цялата площ от в размер на 4831,648 дка, определена за създаване на масиви за ползване в землището. 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ДОЛНА МАЛИНА,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B960CA"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</w:t>
      </w:r>
      <w:r w:rsidRPr="004E5E7A">
        <w:rPr>
          <w:rFonts w:asciiTheme="minorHAnsi" w:hAnsiTheme="minorHAnsi" w:cstheme="minorHAnsi"/>
          <w:b/>
          <w:sz w:val="20"/>
          <w:szCs w:val="20"/>
          <w:lang w:val="bg-BG"/>
        </w:rPr>
        <w:t>Банкова сметка: IBAN BG57IABG80983301456701, Банка Интернешънъл Асет Банк, както следва: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1280"/>
        <w:gridCol w:w="1280"/>
        <w:gridCol w:w="1280"/>
      </w:tblGrid>
      <w:tr w:rsidR="00BD3BF0" w:rsidRPr="004E5E7A" w:rsidTr="0058411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BD3BF0" w:rsidRPr="004E5E7A" w:rsidRDefault="00BD3BF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BD3BF0" w:rsidRPr="004E5E7A" w:rsidTr="0058411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"АГРА МАЧЕВ И СТОЯНОВ"ООД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164728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46</w:t>
            </w:r>
            <w:r w:rsidR="00BD3BF0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164728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746</w:t>
            </w:r>
            <w:r w:rsidR="00BD3BF0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45</w:t>
            </w:r>
          </w:p>
        </w:tc>
      </w:tr>
      <w:tr w:rsidR="00BD3BF0" w:rsidRPr="004E5E7A" w:rsidTr="0058411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АГРО КАИЛ 77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164728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57</w:t>
            </w:r>
            <w:r w:rsidR="00BD3BF0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164728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916</w:t>
            </w:r>
            <w:r w:rsidR="00BD3BF0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99</w:t>
            </w:r>
          </w:p>
        </w:tc>
      </w:tr>
      <w:tr w:rsidR="00BD3BF0" w:rsidRPr="004E5E7A" w:rsidTr="0058411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ВАЛЕНТИНА БОРИСОВА ГРИГОРОВА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164728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</w:t>
            </w:r>
            <w:r w:rsidR="00BD3BF0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164728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39</w:t>
            </w:r>
            <w:r w:rsidR="00BD3BF0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25</w:t>
            </w:r>
          </w:p>
        </w:tc>
      </w:tr>
      <w:tr w:rsidR="00BD3BF0" w:rsidRPr="004E5E7A" w:rsidTr="0058411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ЕТ ПЕТЪР ПЛЕЩОВ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0,819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13,10</w:t>
            </w:r>
          </w:p>
        </w:tc>
      </w:tr>
      <w:tr w:rsidR="00BD3BF0" w:rsidRPr="004E5E7A" w:rsidTr="0058411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ЗКПУ СЪГЛАСИЕ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164728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40</w:t>
            </w:r>
            <w:r w:rsidR="00BD3BF0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547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164728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648</w:t>
            </w:r>
            <w:r w:rsidR="00BD3BF0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76</w:t>
            </w:r>
          </w:p>
        </w:tc>
      </w:tr>
      <w:tr w:rsidR="00BD3BF0" w:rsidRPr="004E5E7A" w:rsidTr="0058411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НИКИФОР БОРИСОВ ЛАЗАРОВ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3,</w:t>
            </w:r>
            <w:r w:rsidR="00164728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BF0" w:rsidRPr="004E5E7A" w:rsidRDefault="00BD3BF0" w:rsidP="0016472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</w:t>
            </w:r>
            <w:r w:rsidR="00164728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8</w:t>
            </w:r>
            <w:r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="00164728" w:rsidRPr="004E5E7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44</w:t>
            </w:r>
          </w:p>
        </w:tc>
      </w:tr>
    </w:tbl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lastRenderedPageBreak/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B960CA"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B960CA"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="004E5E7A">
        <w:rPr>
          <w:rFonts w:asciiTheme="minorHAnsi" w:hAnsiTheme="minorHAnsi" w:cstheme="minorHAnsi"/>
          <w:sz w:val="20"/>
          <w:szCs w:val="20"/>
        </w:rPr>
        <w:t>.</w:t>
      </w:r>
      <w:bookmarkStart w:id="0" w:name="_GoBack"/>
      <w:bookmarkEnd w:id="0"/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>..........................................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BD3BF0" w:rsidRPr="004E5E7A" w:rsidRDefault="00BD3BF0" w:rsidP="00BD3BF0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Директор на Областна дирекция "Земеделие" </w:t>
      </w:r>
      <w:r w:rsidR="00B960CA" w:rsidRPr="004E5E7A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B960CA" w:rsidRPr="004E5E7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BD3BF0" w:rsidRPr="004E5E7A" w:rsidRDefault="00BD3BF0" w:rsidP="00BD3BF0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BA75F0" w:rsidRPr="004E5E7A" w:rsidRDefault="00BA75F0" w:rsidP="00BD3BF0">
      <w:pPr>
        <w:rPr>
          <w:rFonts w:asciiTheme="minorHAnsi" w:hAnsiTheme="minorHAnsi" w:cstheme="minorHAnsi"/>
          <w:sz w:val="20"/>
          <w:szCs w:val="20"/>
          <w:lang w:val="bg-BG"/>
        </w:rPr>
      </w:pPr>
    </w:p>
    <w:p>
      <w:r>
        <w:br/>
        <w:t>Петко Николаев Димов (Директор)</w:t>
        <w:br/>
        <w:t>19.11.2024г. 11:14ч.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A75F0" w:rsidRPr="004E5E7A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CF7" w:rsidRDefault="00BD1CF7">
      <w:r>
        <w:separator/>
      </w:r>
    </w:p>
  </w:endnote>
  <w:endnote w:type="continuationSeparator" w:id="0">
    <w:p w:rsidR="00BD1CF7" w:rsidRDefault="00BD1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5D19F5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5D19F5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4E5E7A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CF7" w:rsidRDefault="00BD1CF7">
      <w:r>
        <w:separator/>
      </w:r>
    </w:p>
  </w:footnote>
  <w:footnote w:type="continuationSeparator" w:id="0">
    <w:p w:rsidR="00BD1CF7" w:rsidRDefault="00BD1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4E5E7A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E2804"/>
    <w:rsid w:val="000E2F1C"/>
    <w:rsid w:val="000E46A8"/>
    <w:rsid w:val="000F691D"/>
    <w:rsid w:val="0010044E"/>
    <w:rsid w:val="00111688"/>
    <w:rsid w:val="00113853"/>
    <w:rsid w:val="00123D86"/>
    <w:rsid w:val="00132C1E"/>
    <w:rsid w:val="00135608"/>
    <w:rsid w:val="0013647C"/>
    <w:rsid w:val="00136993"/>
    <w:rsid w:val="00137F32"/>
    <w:rsid w:val="00151D0E"/>
    <w:rsid w:val="00155469"/>
    <w:rsid w:val="00157D1E"/>
    <w:rsid w:val="00164257"/>
    <w:rsid w:val="00164728"/>
    <w:rsid w:val="00164A60"/>
    <w:rsid w:val="00173032"/>
    <w:rsid w:val="001738C2"/>
    <w:rsid w:val="00173A32"/>
    <w:rsid w:val="00173B73"/>
    <w:rsid w:val="0017733F"/>
    <w:rsid w:val="001850C9"/>
    <w:rsid w:val="00187A48"/>
    <w:rsid w:val="001A06E4"/>
    <w:rsid w:val="001A1BA3"/>
    <w:rsid w:val="001A1C66"/>
    <w:rsid w:val="001A3376"/>
    <w:rsid w:val="001B4BA5"/>
    <w:rsid w:val="001C7AF6"/>
    <w:rsid w:val="001D31E5"/>
    <w:rsid w:val="0020444D"/>
    <w:rsid w:val="0020653E"/>
    <w:rsid w:val="00212573"/>
    <w:rsid w:val="00216EC4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4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023D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A52B2"/>
    <w:rsid w:val="004B10BF"/>
    <w:rsid w:val="004C3144"/>
    <w:rsid w:val="004C4B62"/>
    <w:rsid w:val="004E31E0"/>
    <w:rsid w:val="004E3BDE"/>
    <w:rsid w:val="004E5E7A"/>
    <w:rsid w:val="004E5FF6"/>
    <w:rsid w:val="004F5882"/>
    <w:rsid w:val="004F765C"/>
    <w:rsid w:val="0050665C"/>
    <w:rsid w:val="0050721D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84117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5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6F1A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3B97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6DE6"/>
    <w:rsid w:val="00751C7B"/>
    <w:rsid w:val="00753FF4"/>
    <w:rsid w:val="00755CB0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25E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429AA"/>
    <w:rsid w:val="00A52560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04B18"/>
    <w:rsid w:val="00B14BA2"/>
    <w:rsid w:val="00B4496C"/>
    <w:rsid w:val="00B45D58"/>
    <w:rsid w:val="00B54180"/>
    <w:rsid w:val="00B65B7A"/>
    <w:rsid w:val="00B83FD4"/>
    <w:rsid w:val="00B8734B"/>
    <w:rsid w:val="00B952F2"/>
    <w:rsid w:val="00B960CA"/>
    <w:rsid w:val="00B97B20"/>
    <w:rsid w:val="00BA5128"/>
    <w:rsid w:val="00BA75F0"/>
    <w:rsid w:val="00BC0B35"/>
    <w:rsid w:val="00BC45FC"/>
    <w:rsid w:val="00BD1BCF"/>
    <w:rsid w:val="00BD1CF7"/>
    <w:rsid w:val="00BD3BF0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9FA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C68A9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07EDFDCD"/>
  <w15:docId w15:val="{5C55EF00-B334-4C35-B31F-257C81ECC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40057-3DE9-459F-99BF-30ACC5D1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247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2024-11-15T14:04:00Z</dcterms:modified>
  <cp:revision>48</cp:revision>
  <dc:title>ДО</dc:title>
</cp:coreProperties>
</file>