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/>
    <w:p w:rsidR="00BA75F0" w:rsidRDefault="00BA75F0" w:rsidP="00BA75F0">
      <w:pPr>
        <w:rPr>
          <w:lang w:val="bg-BG"/>
        </w:rPr>
      </w:pPr>
    </w:p>
    <w:p w:rsidR="00963D77" w:rsidRDefault="00963D77" w:rsidP="00963D77">
      <w:pPr>
        <w:jc w:val="both"/>
      </w:pPr>
    </w:p>
    <w:p w:rsidR="00963D77" w:rsidRPr="00246D8E" w:rsidRDefault="00963D77" w:rsidP="00246D8E">
      <w:pPr>
        <w:jc w:val="center"/>
        <w:rPr>
          <w:rFonts w:asciiTheme="minorHAnsi" w:hAnsiTheme="minorHAnsi" w:cstheme="minorHAnsi"/>
          <w:b/>
        </w:rPr>
      </w:pPr>
      <w:r w:rsidRPr="00246D8E">
        <w:rPr>
          <w:rFonts w:asciiTheme="minorHAnsi" w:hAnsiTheme="minorHAnsi" w:cstheme="minorHAnsi"/>
          <w:b/>
        </w:rPr>
        <w:t>З А П О В Е Д</w:t>
      </w:r>
    </w:p>
    <w:p w:rsidR="00963D77" w:rsidRPr="00246D8E" w:rsidRDefault="00963D77" w:rsidP="00246D8E">
      <w:pPr>
        <w:jc w:val="center"/>
        <w:rPr>
          <w:rFonts w:asciiTheme="minorHAnsi" w:hAnsiTheme="minorHAnsi" w:cstheme="minorHAnsi"/>
        </w:rPr>
      </w:pPr>
    </w:p>
    <w:p w:rsidR="00963D77" w:rsidRPr="00246D8E" w:rsidRDefault="00963D77" w:rsidP="00246D8E">
      <w:pPr>
        <w:jc w:val="center"/>
        <w:rPr>
          <w:rFonts w:asciiTheme="minorHAnsi" w:hAnsiTheme="minorHAnsi" w:cstheme="minorHAnsi"/>
          <w:b/>
        </w:rPr>
      </w:pPr>
      <w:r w:rsidRPr="00246D8E">
        <w:rPr>
          <w:rFonts w:asciiTheme="minorHAnsi" w:hAnsiTheme="minorHAnsi" w:cstheme="minorHAnsi"/>
          <w:b/>
        </w:rPr>
        <w:t xml:space="preserve">№ </w:t>
      </w:r>
      <w:r w:rsidRPr="00246D8E">
        <w:rPr>
          <w:rFonts w:asciiTheme="minorHAnsi" w:hAnsiTheme="minorHAnsi" w:cstheme="minorHAnsi"/>
          <w:b/>
          <w:lang w:val="bg-BG"/>
        </w:rPr>
        <w:t>ПО-09-3023-3/25.09.2024г.</w:t>
      </w:r>
    </w:p>
    <w:p w:rsidR="00963D77" w:rsidRDefault="00963D77" w:rsidP="00963D77">
      <w:pPr>
        <w:jc w:val="both"/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>
        <w:rPr>
          <w:sz w:val="20"/>
        </w:rPr>
        <w:tab/>
      </w:r>
      <w:bookmarkStart w:id="0" w:name="_GoBack"/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№ПО-09-3023-2/20.09.2024 г. от комисията по чл. 37в, ал. 1 от ЗСПЗЗ, определена със Заповед № ПО-09-3023 от 30.7.2024 г. на директора на Областна дирекция "Земеделие" 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ПО-09-3023-1/30.8.2024 г. за землището на с. ГОРНО КАМАРЦИ, ЕКАТТЕ 16794, община ГОРНА МАЛИНА, област СОФИЯ.</w:t>
      </w:r>
    </w:p>
    <w:p w:rsidR="00963D77" w:rsidRPr="00BA5639" w:rsidRDefault="00963D77" w:rsidP="00963D77">
      <w:pPr>
        <w:jc w:val="both"/>
        <w:rPr>
          <w:lang w:val="bg-BG"/>
        </w:rPr>
      </w:pPr>
    </w:p>
    <w:p w:rsidR="00963D77" w:rsidRPr="00BA5639" w:rsidRDefault="00963D77" w:rsidP="00246D8E">
      <w:pPr>
        <w:jc w:val="center"/>
        <w:rPr>
          <w:rFonts w:asciiTheme="minorHAnsi" w:hAnsiTheme="minorHAnsi" w:cstheme="minorHAnsi"/>
          <w:b/>
          <w:lang w:val="bg-BG"/>
        </w:rPr>
      </w:pPr>
      <w:r w:rsidRPr="00BA5639">
        <w:rPr>
          <w:rFonts w:asciiTheme="minorHAnsi" w:hAnsiTheme="minorHAnsi" w:cstheme="minorHAnsi"/>
          <w:b/>
          <w:lang w:val="bg-BG"/>
        </w:rPr>
        <w:t>О Д О Б Р Я В А М:</w:t>
      </w:r>
    </w:p>
    <w:p w:rsidR="00963D77" w:rsidRPr="00BA5639" w:rsidRDefault="00963D77" w:rsidP="00963D77">
      <w:pPr>
        <w:jc w:val="both"/>
        <w:rPr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lang w:val="bg-BG"/>
        </w:rPr>
        <w:tab/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ПО-09-3023-1/30.8.2024 г., сключено за стопанската</w:t>
      </w:r>
      <w:r w:rsidR="00777312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BA5639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777312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BA5639">
        <w:rPr>
          <w:rFonts w:asciiTheme="minorHAnsi" w:hAnsiTheme="minorHAnsi" w:cstheme="minorHAnsi"/>
          <w:b/>
          <w:sz w:val="20"/>
          <w:szCs w:val="20"/>
          <w:lang w:val="bg-BG"/>
        </w:rPr>
        <w:t>ГОРНО КАМАРЦИ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>, ЕКАТТЕ 16794, община ГОРНА МАЛИНА, област СОФИЯ, представено с доклад вх. №</w:t>
      </w:r>
      <w:r w:rsidR="00777312" w:rsidRPr="00BA5639">
        <w:rPr>
          <w:rFonts w:asciiTheme="minorHAnsi" w:hAnsiTheme="minorHAnsi" w:cstheme="minorHAnsi"/>
          <w:sz w:val="20"/>
          <w:szCs w:val="20"/>
          <w:lang w:val="bg-BG"/>
        </w:rPr>
        <w:t>ПО-09-3023-2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>/</w:t>
      </w:r>
      <w:r w:rsidR="00777312" w:rsidRPr="00BA5639">
        <w:rPr>
          <w:rFonts w:asciiTheme="minorHAnsi" w:hAnsiTheme="minorHAnsi" w:cstheme="minorHAnsi"/>
          <w:sz w:val="20"/>
          <w:szCs w:val="20"/>
          <w:lang w:val="bg-BG"/>
        </w:rPr>
        <w:t>20.09.2024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г. на комисията по чл. 37в, ал. 1 от ЗСПЗЗ, определена със Заповед № ПО-09-3023 от 30.7.2024 г. на директора на Областна дирекция "Земеделие" – СОФИЯ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777312" w:rsidRPr="00BA5639">
        <w:rPr>
          <w:rFonts w:asciiTheme="minorHAnsi" w:hAnsiTheme="minorHAnsi" w:cstheme="minorHAnsi"/>
          <w:sz w:val="20"/>
          <w:szCs w:val="20"/>
          <w:lang w:val="bg-BG"/>
        </w:rPr>
        <w:t>10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777312" w:rsidRPr="00BA5639">
        <w:rPr>
          <w:rFonts w:asciiTheme="minorHAnsi" w:hAnsiTheme="minorHAnsi" w:cstheme="minorHAnsi"/>
          <w:sz w:val="20"/>
          <w:szCs w:val="20"/>
          <w:lang w:val="bg-BG"/>
        </w:rPr>
        <w:t>1333,714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дка, определена за създаване на масиви за ползване в землището. 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ГОРНО КАМАРЦИ,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</w:t>
      </w:r>
      <w:r w:rsidRPr="00BA5639">
        <w:rPr>
          <w:rFonts w:asciiTheme="minorHAnsi" w:hAnsiTheme="minorHAnsi" w:cstheme="minorHAnsi"/>
          <w:b/>
          <w:sz w:val="20"/>
          <w:szCs w:val="20"/>
          <w:lang w:val="bg-BG"/>
        </w:rPr>
        <w:t>. Банкова сметка: IBAN BG57IABG80983301456701, Банка Интернешънъл Асет Банк, както следва: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963D77" w:rsidRPr="00BA5639" w:rsidTr="003C7D96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77" w:rsidRPr="00BA5639" w:rsidRDefault="00963D77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963D77" w:rsidRPr="00BA5639" w:rsidRDefault="00963D77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77" w:rsidRPr="00BA5639" w:rsidRDefault="00963D77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77" w:rsidRPr="00BA5639" w:rsidRDefault="00963D77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77" w:rsidRPr="00BA5639" w:rsidRDefault="00963D77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834B8F" w:rsidRPr="00BA5639" w:rsidTr="00963D7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АБВ ЗЕМЕДЕЛИЕ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5,736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120,46</w:t>
            </w:r>
          </w:p>
        </w:tc>
      </w:tr>
      <w:tr w:rsidR="003F6E83" w:rsidRPr="00BA5639" w:rsidTr="00963D7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</w:tr>
      <w:tr w:rsidR="003F6E83" w:rsidRPr="00BA5639" w:rsidTr="00963D7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</w:p>
        </w:tc>
      </w:tr>
      <w:tr w:rsidR="00834B8F" w:rsidRPr="00BA5639" w:rsidTr="00963D7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ЕТ МИГ – 91 ИВАЙЛО ГЪРБОВ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2,668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56,03</w:t>
            </w:r>
          </w:p>
        </w:tc>
      </w:tr>
      <w:tr w:rsidR="00834B8F" w:rsidRPr="00BA5639" w:rsidTr="00963D7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АГРО КАМАРЦИ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1,921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40,34</w:t>
            </w:r>
          </w:p>
        </w:tc>
      </w:tr>
      <w:tr w:rsidR="00834B8F" w:rsidRPr="00BA5639" w:rsidTr="00963D77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ЕЛИЦА ТЕОДОРОВА МАРИНОВА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7,915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 w:rsidP="00585A3C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166,2</w:t>
            </w:r>
            <w:r w:rsidR="00585A3C"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</w:t>
            </w:r>
          </w:p>
        </w:tc>
      </w:tr>
      <w:tr w:rsidR="00834B8F" w:rsidRPr="00BA5639" w:rsidTr="00676B03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ЗВЕЗДЕЦ-ГК ЗК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16,228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340,79</w:t>
            </w:r>
          </w:p>
        </w:tc>
      </w:tr>
      <w:tr w:rsidR="00834B8F" w:rsidRPr="00BA5639" w:rsidTr="00BA4FEC">
        <w:trPr>
          <w:trHeight w:val="329"/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РАДОЙ ИВАНОВ ИВАНОВ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2,836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B8F" w:rsidRPr="00BA5639" w:rsidRDefault="00834B8F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59,56</w:t>
            </w:r>
          </w:p>
        </w:tc>
      </w:tr>
      <w:tr w:rsidR="003F6E83" w:rsidRPr="00BA5639" w:rsidTr="003F6E83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 w:rsidP="003F6E83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ЦАНКА НИКОЛАВА НИКОЛОВА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 w:rsidP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1,340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 w:rsidP="00540FE0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21,00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E83" w:rsidRPr="00BA5639" w:rsidRDefault="003F6E83" w:rsidP="003F6E83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BA5639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28,14</w:t>
            </w:r>
          </w:p>
        </w:tc>
      </w:tr>
    </w:tbl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lastRenderedPageBreak/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3D77" w:rsidRPr="00BA5639" w:rsidRDefault="00963D77" w:rsidP="00963D77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9615C9" w:rsidRPr="00BA5639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963D77" w:rsidRPr="00BA5639" w:rsidRDefault="00963D77" w:rsidP="00963D77">
      <w:pPr>
        <w:rPr>
          <w:rFonts w:asciiTheme="minorHAnsi" w:hAnsiTheme="minorHAnsi" w:cstheme="minorHAnsi"/>
          <w:sz w:val="20"/>
          <w:szCs w:val="20"/>
          <w:lang w:val="bg-BG"/>
        </w:rPr>
      </w:pPr>
    </w:p>
    <w:bookmarkEnd w:id="0"/>
    <w:p w:rsidR="00963D77" w:rsidRPr="00BA5639" w:rsidRDefault="00963D77" w:rsidP="00BA75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11:13ч.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963D77" w:rsidRPr="00BA5639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842" w:rsidRDefault="00B32842">
      <w:r>
        <w:separator/>
      </w:r>
    </w:p>
  </w:endnote>
  <w:endnote w:type="continuationSeparator" w:id="0">
    <w:p w:rsidR="00B32842" w:rsidRDefault="00B3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EE3F28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EE3F28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BA5639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842" w:rsidRDefault="00B32842">
      <w:r>
        <w:separator/>
      </w:r>
    </w:p>
  </w:footnote>
  <w:footnote w:type="continuationSeparator" w:id="0">
    <w:p w:rsidR="00B32842" w:rsidRDefault="00B32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BA5639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30D3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22169"/>
    <w:rsid w:val="00224C72"/>
    <w:rsid w:val="00225E60"/>
    <w:rsid w:val="00227566"/>
    <w:rsid w:val="0023186B"/>
    <w:rsid w:val="00236727"/>
    <w:rsid w:val="0024276E"/>
    <w:rsid w:val="00246D8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56D4"/>
    <w:rsid w:val="0035766D"/>
    <w:rsid w:val="00361B20"/>
    <w:rsid w:val="00366140"/>
    <w:rsid w:val="003674A3"/>
    <w:rsid w:val="00371E8F"/>
    <w:rsid w:val="00381108"/>
    <w:rsid w:val="003813FC"/>
    <w:rsid w:val="0038518E"/>
    <w:rsid w:val="00394F92"/>
    <w:rsid w:val="00397F9B"/>
    <w:rsid w:val="003A46B1"/>
    <w:rsid w:val="003A6165"/>
    <w:rsid w:val="003A7442"/>
    <w:rsid w:val="003B263F"/>
    <w:rsid w:val="003B3104"/>
    <w:rsid w:val="003B6B61"/>
    <w:rsid w:val="003C0448"/>
    <w:rsid w:val="003C0F0D"/>
    <w:rsid w:val="003C2E20"/>
    <w:rsid w:val="003C7D96"/>
    <w:rsid w:val="003D27F5"/>
    <w:rsid w:val="003D48FB"/>
    <w:rsid w:val="003D646E"/>
    <w:rsid w:val="003E0D44"/>
    <w:rsid w:val="003E7141"/>
    <w:rsid w:val="003F0AB9"/>
    <w:rsid w:val="003F12AE"/>
    <w:rsid w:val="003F2EC1"/>
    <w:rsid w:val="003F6E83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85A3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5F0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76B03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63B0E"/>
    <w:rsid w:val="00777312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4B8F"/>
    <w:rsid w:val="00835BBA"/>
    <w:rsid w:val="008361AB"/>
    <w:rsid w:val="008374AD"/>
    <w:rsid w:val="00847069"/>
    <w:rsid w:val="0085348A"/>
    <w:rsid w:val="00853BD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615C9"/>
    <w:rsid w:val="00963D77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975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32842"/>
    <w:rsid w:val="00B37726"/>
    <w:rsid w:val="00B4496C"/>
    <w:rsid w:val="00B45D58"/>
    <w:rsid w:val="00B54180"/>
    <w:rsid w:val="00B65B7A"/>
    <w:rsid w:val="00B83FD4"/>
    <w:rsid w:val="00B8734B"/>
    <w:rsid w:val="00B952F2"/>
    <w:rsid w:val="00B97B20"/>
    <w:rsid w:val="00BA4FEC"/>
    <w:rsid w:val="00BA5128"/>
    <w:rsid w:val="00BA5639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E3F28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docId w15:val="{B86FBEB4-CA9B-48C7-86E1-D93DD130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7EA3E-B326-4351-AD2E-F26D0DBC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268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2024-11-15T14:04:00Z</dcterms:modified>
  <cp:revision>52</cp:revision>
  <dc:title>ДО</dc:title>
</cp:coreProperties>
</file>