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33F" w:rsidRPr="00C243B5" w:rsidRDefault="002C533F" w:rsidP="002C533F">
      <w:pPr>
        <w:spacing w:before="240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2C533F" w:rsidRPr="002D202E" w:rsidRDefault="002C533F" w:rsidP="002C533F">
      <w:pPr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</w:t>
      </w:r>
      <w:r w:rsidR="003B7C55">
        <w:rPr>
          <w:b/>
          <w:lang w:val="bg-BG"/>
        </w:rPr>
        <w:t>6</w:t>
      </w:r>
      <w:r w:rsidR="00F12B22">
        <w:rPr>
          <w:b/>
          <w:lang w:val="bg-BG"/>
        </w:rPr>
        <w:t>5</w:t>
      </w:r>
      <w:r w:rsidRPr="00755CB0">
        <w:rPr>
          <w:b/>
          <w:lang w:val="bg-BG"/>
        </w:rPr>
        <w:t>-</w:t>
      </w:r>
      <w:r w:rsidR="00B33D84">
        <w:rPr>
          <w:b/>
        </w:rPr>
        <w:t>4</w:t>
      </w:r>
      <w:r>
        <w:rPr>
          <w:b/>
        </w:rPr>
        <w:t>/</w:t>
      </w:r>
      <w:r w:rsidR="00B33D84">
        <w:rPr>
          <w:b/>
        </w:rPr>
        <w:t>2</w:t>
      </w:r>
      <w:r w:rsidR="00952977">
        <w:rPr>
          <w:b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2C533F" w:rsidRDefault="002C533F" w:rsidP="002C533F">
      <w:pPr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2C533F" w:rsidRPr="00755CB0" w:rsidRDefault="002C533F" w:rsidP="000041C2">
      <w:pPr>
        <w:ind w:left="2977" w:hanging="2977"/>
        <w:jc w:val="center"/>
        <w:rPr>
          <w:b/>
          <w:lang w:val="bg-BG"/>
        </w:rPr>
      </w:pPr>
    </w:p>
    <w:p w:rsidR="002C533F" w:rsidRDefault="002C533F" w:rsidP="000041C2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r w:rsidRPr="003C0448">
        <w:t xml:space="preserve">чл. 3, ал. 4 от Устройствения правилник на Областните дирекции „Земеделие”, във връзка с </w:t>
      </w:r>
      <w:r w:rsidRPr="003C0448">
        <w:rPr>
          <w:lang w:val="ru-RU"/>
        </w:rPr>
        <w:t xml:space="preserve">чл. </w:t>
      </w:r>
      <w:r w:rsidRPr="003C0448">
        <w:t>37в, ал. 4 от Закона за собствеността и ползването на земеделски земи /ЗСПЗЗ/ и с</w:t>
      </w:r>
      <w:r w:rsidRPr="003C0448">
        <w:rPr>
          <w:lang w:val="ru-RU"/>
        </w:rPr>
        <w:t xml:space="preserve"> </w:t>
      </w:r>
      <w:r w:rsidRPr="003C0448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Pr="003C0448">
        <w:rPr>
          <w:u w:val="single"/>
        </w:rPr>
        <w:t xml:space="preserve">Доклад с вх. </w:t>
      </w:r>
      <w:r w:rsidRPr="0020444D">
        <w:rPr>
          <w:u w:val="single"/>
        </w:rPr>
        <w:t>№ ПО-09-35</w:t>
      </w:r>
      <w:r w:rsidR="003B7C55">
        <w:rPr>
          <w:u w:val="single"/>
          <w:lang w:val="bg-BG"/>
        </w:rPr>
        <w:t>6</w:t>
      </w:r>
      <w:r w:rsidR="00F12B22">
        <w:rPr>
          <w:u w:val="single"/>
          <w:lang w:val="bg-BG"/>
        </w:rPr>
        <w:t>5</w:t>
      </w:r>
      <w:r w:rsidRPr="0020444D">
        <w:rPr>
          <w:u w:val="single"/>
        </w:rPr>
        <w:t>-</w:t>
      </w:r>
      <w:r w:rsidR="00F02D28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r w:rsidRPr="003C0448">
        <w:rPr>
          <w:u w:val="single"/>
        </w:rPr>
        <w:t xml:space="preserve"> </w:t>
      </w:r>
      <w:r w:rsidRPr="003C0448">
        <w:t>от Комисия по чл. 37в, ал. 1 от ЗСПЗЗ, определена на основание чл. 72б от ППЗСПЗЗ със Заповед</w:t>
      </w:r>
      <w:r w:rsidR="00F02D28">
        <w:t xml:space="preserve"> </w:t>
      </w:r>
      <w:r w:rsidR="00F02D28" w:rsidRPr="003C0448">
        <w:rPr>
          <w:u w:val="single"/>
        </w:rPr>
        <w:t xml:space="preserve">№ </w:t>
      </w:r>
      <w:r w:rsidR="00F02D28">
        <w:rPr>
          <w:u w:val="single"/>
          <w:lang w:val="bg-BG"/>
        </w:rPr>
        <w:t>ПО-09-3565</w:t>
      </w:r>
      <w:r w:rsidR="00F02D28">
        <w:rPr>
          <w:u w:val="single"/>
        </w:rPr>
        <w:t>-2</w:t>
      </w:r>
      <w:r w:rsidR="00F02D28" w:rsidRPr="0020444D">
        <w:rPr>
          <w:u w:val="single"/>
          <w:lang w:val="bg-BG"/>
        </w:rPr>
        <w:t>/</w:t>
      </w:r>
      <w:r w:rsidR="00F02D28">
        <w:rPr>
          <w:u w:val="single"/>
        </w:rPr>
        <w:t>13</w:t>
      </w:r>
      <w:r w:rsidR="00F02D28">
        <w:rPr>
          <w:u w:val="single"/>
          <w:lang w:val="bg-BG"/>
        </w:rPr>
        <w:t>.0</w:t>
      </w:r>
      <w:r w:rsidR="00F02D28">
        <w:rPr>
          <w:u w:val="single"/>
        </w:rPr>
        <w:t>9</w:t>
      </w:r>
      <w:r w:rsidR="00F02D28">
        <w:rPr>
          <w:u w:val="single"/>
          <w:lang w:val="bg-BG"/>
        </w:rPr>
        <w:t>.</w:t>
      </w:r>
      <w:r w:rsidR="00F02D28" w:rsidRPr="0020444D">
        <w:rPr>
          <w:u w:val="single"/>
          <w:lang w:val="bg-BG"/>
        </w:rPr>
        <w:t>2023г</w:t>
      </w:r>
      <w:r w:rsidR="00F02D28">
        <w:rPr>
          <w:u w:val="single"/>
          <w:lang w:val="bg-BG"/>
        </w:rPr>
        <w:t>. изменяща Заповед</w:t>
      </w:r>
      <w:r w:rsidRPr="003C0448">
        <w:t xml:space="preserve">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</w:t>
      </w:r>
      <w:r w:rsidR="003B7C55">
        <w:rPr>
          <w:u w:val="single"/>
          <w:lang w:val="bg-BG"/>
        </w:rPr>
        <w:t>6</w:t>
      </w:r>
      <w:r w:rsidR="00F12B22">
        <w:rPr>
          <w:u w:val="single"/>
          <w:lang w:val="bg-BG"/>
        </w:rPr>
        <w:t>5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>. на Директора на ОД „Земеделие” – София област и споразумение с вх</w:t>
      </w:r>
      <w:r w:rsidRPr="003C0448">
        <w:rPr>
          <w:b/>
        </w:rPr>
        <w:t xml:space="preserve">. </w:t>
      </w:r>
      <w:r w:rsidRPr="003C0448">
        <w:rPr>
          <w:u w:val="single"/>
        </w:rPr>
        <w:t>№ ПО-09-</w:t>
      </w:r>
      <w:r>
        <w:rPr>
          <w:u w:val="single"/>
          <w:lang w:val="bg-BG"/>
        </w:rPr>
        <w:t>35</w:t>
      </w:r>
      <w:r w:rsidR="003B7C55">
        <w:rPr>
          <w:u w:val="single"/>
          <w:lang w:val="bg-BG"/>
        </w:rPr>
        <w:t>6</w:t>
      </w:r>
      <w:r w:rsidR="00F12B22">
        <w:rPr>
          <w:u w:val="single"/>
          <w:lang w:val="bg-BG"/>
        </w:rPr>
        <w:t>5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r w:rsidRPr="003C0448">
        <w:t xml:space="preserve"> </w:t>
      </w:r>
    </w:p>
    <w:p w:rsidR="002C533F" w:rsidRPr="003C0448" w:rsidRDefault="002C533F" w:rsidP="000041C2">
      <w:pPr>
        <w:spacing w:line="276" w:lineRule="auto"/>
        <w:ind w:firstLine="720"/>
        <w:jc w:val="both"/>
        <w:rPr>
          <w:lang w:val="bg-BG"/>
        </w:rPr>
      </w:pPr>
    </w:p>
    <w:p w:rsidR="002C533F" w:rsidRPr="005938D4" w:rsidRDefault="002C533F" w:rsidP="000041C2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2C533F" w:rsidRPr="00553FF6" w:rsidRDefault="002C533F" w:rsidP="000041C2">
      <w:pPr>
        <w:spacing w:line="276" w:lineRule="auto"/>
        <w:ind w:firstLine="708"/>
        <w:jc w:val="center"/>
        <w:rPr>
          <w:lang w:val="bg-BG"/>
        </w:rPr>
      </w:pPr>
    </w:p>
    <w:p w:rsidR="002C533F" w:rsidRPr="00553FF6" w:rsidRDefault="002C533F" w:rsidP="000041C2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 xml:space="preserve">Споразумение на масивите за ползване на земеделските земи, изготвено на основание чл. 37в, ал. 2 от ЗСПЗЗ </w:t>
      </w:r>
      <w:r w:rsidRPr="00655C6E">
        <w:rPr>
          <w:b/>
          <w:u w:val="single"/>
        </w:rPr>
        <w:t>за стопанската година</w:t>
      </w:r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 xml:space="preserve">. </w:t>
      </w:r>
      <w:r w:rsidR="00F12B22">
        <w:rPr>
          <w:b/>
          <w:bCs/>
          <w:u w:val="single"/>
          <w:lang w:val="bg-BG"/>
        </w:rPr>
        <w:t>Осоица</w:t>
      </w:r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F12B22">
        <w:rPr>
          <w:b/>
          <w:u w:val="single"/>
          <w:lang w:val="bg-BG" w:eastAsia="bg-BG"/>
        </w:rPr>
        <w:t>54287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</w:t>
      </w:r>
      <w:r w:rsidR="003B7C55">
        <w:rPr>
          <w:b/>
          <w:color w:val="000000"/>
          <w:u w:val="single"/>
          <w:lang w:val="bg-BG"/>
        </w:rPr>
        <w:t>6</w:t>
      </w:r>
      <w:r w:rsidR="00F12B22">
        <w:rPr>
          <w:b/>
          <w:color w:val="000000"/>
          <w:u w:val="single"/>
          <w:lang w:val="bg-BG"/>
        </w:rPr>
        <w:t>5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представено с Доклад  изх.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</w:t>
      </w:r>
      <w:r w:rsidR="003B7C55">
        <w:rPr>
          <w:b/>
          <w:color w:val="000000"/>
          <w:lang w:val="bg-BG"/>
        </w:rPr>
        <w:t>6</w:t>
      </w:r>
      <w:r w:rsidR="00F12B22">
        <w:rPr>
          <w:b/>
          <w:color w:val="000000"/>
          <w:lang w:val="bg-BG"/>
        </w:rPr>
        <w:t>5</w:t>
      </w:r>
      <w:r w:rsidRPr="008A50AB">
        <w:rPr>
          <w:b/>
          <w:color w:val="000000"/>
          <w:lang w:val="bg-BG"/>
        </w:rPr>
        <w:t>-</w:t>
      </w:r>
      <w:r w:rsidR="00CD060A">
        <w:rPr>
          <w:b/>
          <w:color w:val="000000"/>
          <w:lang w:val="bg-BG"/>
        </w:rPr>
        <w:t>3</w:t>
      </w:r>
      <w:r w:rsidRPr="008A50AB">
        <w:rPr>
          <w:b/>
          <w:color w:val="000000"/>
          <w:lang w:val="bg-BG"/>
        </w:rPr>
        <w:t>/</w:t>
      </w:r>
      <w:r w:rsidR="00FF5157">
        <w:rPr>
          <w:b/>
          <w:color w:val="000000"/>
          <w:lang w:val="bg-BG"/>
        </w:rPr>
        <w:t>14</w:t>
      </w:r>
      <w:r w:rsidRPr="00553FF6">
        <w:rPr>
          <w:b/>
          <w:color w:val="000000"/>
          <w:lang w:val="bg-BG"/>
        </w:rPr>
        <w:t>.0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на Комисията по чл. 37в, ал. 1 от ЗСПЗЗ, определена на основание чл. 72б от ППЗСПЗЗ със </w:t>
      </w:r>
      <w:r w:rsidRPr="00CD060A">
        <w:rPr>
          <w:b/>
        </w:rPr>
        <w:t xml:space="preserve">Заповед </w:t>
      </w:r>
      <w:r w:rsidRPr="00CD060A">
        <w:rPr>
          <w:b/>
          <w:color w:val="000000"/>
          <w:lang w:val="bg-BG"/>
        </w:rPr>
        <w:t xml:space="preserve"> </w:t>
      </w:r>
      <w:r w:rsidR="00CD060A" w:rsidRPr="00CD060A">
        <w:rPr>
          <w:b/>
        </w:rPr>
        <w:t xml:space="preserve">№ </w:t>
      </w:r>
      <w:r w:rsidR="00CD060A" w:rsidRPr="00CD060A">
        <w:rPr>
          <w:b/>
          <w:lang w:val="bg-BG"/>
        </w:rPr>
        <w:t>ПО-09-3565</w:t>
      </w:r>
      <w:r w:rsidR="00CD060A" w:rsidRPr="00CD060A">
        <w:rPr>
          <w:b/>
        </w:rPr>
        <w:t>-2</w:t>
      </w:r>
      <w:r w:rsidR="00CD060A" w:rsidRPr="00CD060A">
        <w:rPr>
          <w:b/>
          <w:lang w:val="bg-BG"/>
        </w:rPr>
        <w:t>/</w:t>
      </w:r>
      <w:r w:rsidR="00CD060A" w:rsidRPr="00CD060A">
        <w:rPr>
          <w:b/>
        </w:rPr>
        <w:t>13</w:t>
      </w:r>
      <w:r w:rsidR="00CD060A" w:rsidRPr="00CD060A">
        <w:rPr>
          <w:b/>
          <w:lang w:val="bg-BG"/>
        </w:rPr>
        <w:t>.0</w:t>
      </w:r>
      <w:r w:rsidR="00CD060A" w:rsidRPr="00CD060A">
        <w:rPr>
          <w:b/>
        </w:rPr>
        <w:t>9</w:t>
      </w:r>
      <w:r w:rsidR="00CD060A" w:rsidRPr="00CD060A">
        <w:rPr>
          <w:b/>
          <w:lang w:val="bg-BG"/>
        </w:rPr>
        <w:t>.2023г</w:t>
      </w:r>
      <w:r w:rsidR="00CD060A" w:rsidRPr="00CD060A">
        <w:rPr>
          <w:lang w:val="bg-BG"/>
        </w:rPr>
        <w:t>. изменяща Заповед</w:t>
      </w:r>
      <w:r w:rsidR="00CD060A" w:rsidRPr="003C0448">
        <w:t xml:space="preserve"> </w:t>
      </w:r>
      <w:r w:rsidR="00CD060A" w:rsidRPr="00CD060A">
        <w:rPr>
          <w:b/>
          <w:lang w:val="bg-BG"/>
        </w:rPr>
        <w:t>№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</w:t>
      </w:r>
      <w:r w:rsidR="003B7C55">
        <w:rPr>
          <w:b/>
          <w:color w:val="000000"/>
          <w:lang w:val="bg-BG"/>
        </w:rPr>
        <w:t>6</w:t>
      </w:r>
      <w:r w:rsidR="00F12B22">
        <w:rPr>
          <w:b/>
          <w:color w:val="000000"/>
          <w:lang w:val="bg-BG"/>
        </w:rPr>
        <w:t>5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>. на Директора на ОД „Земеделие” – София област</w:t>
      </w:r>
      <w:r w:rsidRPr="00553FF6">
        <w:rPr>
          <w:lang w:val="bg-BG"/>
        </w:rPr>
        <w:t>,</w:t>
      </w:r>
      <w:r w:rsidRPr="00553FF6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за землището на</w:t>
      </w:r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F12B22">
        <w:rPr>
          <w:bCs/>
          <w:u w:val="single"/>
          <w:lang w:val="bg-BG"/>
        </w:rPr>
        <w:t>Осоица</w:t>
      </w:r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 xml:space="preserve">община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F12B22">
        <w:rPr>
          <w:u w:val="single"/>
          <w:lang w:val="bg-BG" w:eastAsia="bg-BG"/>
        </w:rPr>
        <w:t>54287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2C533F" w:rsidRPr="00553FF6" w:rsidRDefault="002C533F" w:rsidP="000041C2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>На основание чл. 37в, ал. 3, т. 2 от ЗСПЗЗ към доброволното</w:t>
      </w:r>
      <w:r w:rsidRPr="00553FF6">
        <w:rPr>
          <w:lang w:val="ru-RU"/>
        </w:rPr>
        <w:t xml:space="preserve"> </w:t>
      </w:r>
      <w:r w:rsidRPr="00553FF6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2C533F" w:rsidRPr="008A50AB" w:rsidRDefault="002C533F" w:rsidP="000041C2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за землището на</w:t>
      </w:r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F12B22">
        <w:rPr>
          <w:bCs/>
          <w:u w:val="single"/>
          <w:lang w:val="bg-BG"/>
        </w:rPr>
        <w:t>Осоица</w:t>
      </w:r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 xml:space="preserve">община Горна Малина, ЕКАТТЕ </w:t>
      </w:r>
      <w:r w:rsidR="00F12B22">
        <w:rPr>
          <w:bCs/>
          <w:u w:val="single"/>
          <w:lang w:val="bg-BG"/>
        </w:rPr>
        <w:t>54287</w:t>
      </w:r>
      <w:r w:rsidRPr="008A50AB">
        <w:rPr>
          <w:bCs/>
          <w:u w:val="single"/>
          <w:lang w:val="bg-BG"/>
        </w:rPr>
        <w:t>, област София.</w:t>
      </w:r>
    </w:p>
    <w:p w:rsidR="002C533F" w:rsidRPr="00553FF6" w:rsidRDefault="002C533F" w:rsidP="000041C2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>На</w:t>
      </w:r>
      <w:r w:rsidRPr="00553FF6">
        <w:rPr>
          <w:lang w:val="ru-RU"/>
        </w:rPr>
        <w:t xml:space="preserve"> </w:t>
      </w:r>
      <w:r w:rsidRPr="00553FF6">
        <w:t>основание</w:t>
      </w:r>
      <w:r w:rsidRPr="00553FF6">
        <w:rPr>
          <w:lang w:val="ru-RU"/>
        </w:rPr>
        <w:t xml:space="preserve"> </w:t>
      </w:r>
      <w:r w:rsidRPr="00553FF6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2C533F" w:rsidRPr="00553FF6" w:rsidRDefault="002C533F" w:rsidP="000041C2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2C533F" w:rsidRPr="00553FF6" w:rsidRDefault="002C533F" w:rsidP="000041C2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2C533F" w:rsidRPr="00553FF6" w:rsidRDefault="002C533F" w:rsidP="000041C2">
      <w:pPr>
        <w:spacing w:line="276" w:lineRule="auto"/>
        <w:jc w:val="both"/>
        <w:rPr>
          <w:b/>
          <w:lang w:val="bg-BG"/>
        </w:rPr>
      </w:pPr>
      <w:r w:rsidRPr="00553FF6">
        <w:rPr>
          <w:b/>
          <w:lang w:val="bg-BG"/>
        </w:rPr>
        <w:t>УниКредит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2C533F" w:rsidRPr="00553FF6" w:rsidRDefault="002C533F" w:rsidP="000041C2">
      <w:pPr>
        <w:spacing w:line="276" w:lineRule="auto"/>
        <w:jc w:val="both"/>
        <w:rPr>
          <w:b/>
          <w:lang w:val="bg-BG"/>
        </w:rPr>
      </w:pPr>
      <w:r w:rsidRPr="00553FF6">
        <w:t xml:space="preserve">сума в размер на </w:t>
      </w:r>
      <w:r w:rsidRPr="00553FF6">
        <w:rPr>
          <w:b/>
          <w:u w:val="single"/>
        </w:rPr>
        <w:t>2</w:t>
      </w:r>
      <w:r w:rsidR="00F12B22">
        <w:rPr>
          <w:b/>
          <w:u w:val="single"/>
          <w:lang w:val="bg-BG"/>
        </w:rPr>
        <w:t>0</w:t>
      </w:r>
      <w:r w:rsidRPr="00553FF6">
        <w:rPr>
          <w:b/>
          <w:color w:val="FF6600"/>
          <w:u w:val="single"/>
        </w:rPr>
        <w:t xml:space="preserve"> </w:t>
      </w:r>
      <w:r w:rsidRPr="00553FF6">
        <w:rPr>
          <w:b/>
          <w:u w:val="single"/>
        </w:rPr>
        <w:t>лв./дка</w:t>
      </w:r>
      <w:r w:rsidRPr="00553FF6">
        <w:rPr>
          <w:u w:val="single"/>
        </w:rPr>
        <w:t xml:space="preserve"> за ниви</w:t>
      </w:r>
      <w:r w:rsidRPr="00553FF6">
        <w:t>, представляваща средното годишно рентно плащане за стопанската</w:t>
      </w:r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за землището на</w:t>
      </w:r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F12B22">
        <w:rPr>
          <w:bCs/>
          <w:u w:val="single"/>
          <w:lang w:val="bg-BG"/>
        </w:rPr>
        <w:t>Осоица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F12B22">
        <w:rPr>
          <w:bCs/>
          <w:u w:val="single"/>
          <w:lang w:val="bg-BG"/>
        </w:rPr>
        <w:t>54287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>в срок до три месеца</w:t>
      </w:r>
      <w:r w:rsidRPr="00553FF6">
        <w:t xml:space="preserve"> от публикуването и.</w:t>
      </w:r>
    </w:p>
    <w:p w:rsidR="000041C2" w:rsidRDefault="000041C2" w:rsidP="000041C2">
      <w:pPr>
        <w:spacing w:line="276" w:lineRule="auto"/>
        <w:ind w:firstLine="540"/>
        <w:jc w:val="both"/>
        <w:rPr>
          <w:b/>
        </w:rPr>
      </w:pPr>
    </w:p>
    <w:p w:rsidR="000041C2" w:rsidRDefault="000041C2" w:rsidP="000041C2">
      <w:pPr>
        <w:spacing w:line="276" w:lineRule="auto"/>
        <w:ind w:firstLine="540"/>
        <w:jc w:val="both"/>
        <w:rPr>
          <w:b/>
        </w:rPr>
      </w:pPr>
    </w:p>
    <w:p w:rsidR="002C533F" w:rsidRPr="00553FF6" w:rsidRDefault="002C533F" w:rsidP="000041C2">
      <w:pPr>
        <w:spacing w:line="276" w:lineRule="auto"/>
        <w:ind w:firstLine="540"/>
        <w:jc w:val="both"/>
      </w:pPr>
      <w:r w:rsidRPr="00553FF6">
        <w:rPr>
          <w:b/>
        </w:rPr>
        <w:lastRenderedPageBreak/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>На основание чл. 37в, ал. 7 от ЗСПЗЗ, за ползвател, който не е заплатил сумите за ползваните земи по чл. 37в, ал. 3, т. 2 от ЗСПЗЗ съгласно настоящата заповед</w:t>
      </w:r>
      <w:r w:rsidRPr="00553FF6">
        <w:rPr>
          <w:lang w:val="bg-BG"/>
        </w:rPr>
        <w:t>,</w:t>
      </w:r>
      <w:r w:rsidRPr="00553FF6">
        <w:t xml:space="preserve"> 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2C533F" w:rsidRPr="00553FF6" w:rsidRDefault="002C533F" w:rsidP="000041C2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553FF6">
        <w:rPr>
          <w:lang w:val="bg-BG"/>
        </w:rPr>
        <w:t xml:space="preserve">да се обяви в кметството на село </w:t>
      </w:r>
      <w:r w:rsidR="00F12B22">
        <w:rPr>
          <w:lang w:val="bg-BG"/>
        </w:rPr>
        <w:t>Осоица</w:t>
      </w:r>
      <w:r w:rsidRPr="00553FF6">
        <w:rPr>
          <w:lang w:val="bg-BG"/>
        </w:rPr>
        <w:t xml:space="preserve"> и в сградата на Общинската служба по земеделие - гр.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2C533F" w:rsidRPr="00553FF6" w:rsidRDefault="002C533F" w:rsidP="000041C2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r w:rsidRPr="00553FF6">
        <w:t>На основание чл. 37в ал. 5 от ЗСПЗЗ във връзка с чл. 75а, ал. 2 от ППЗСПЗЗ   настоящата Заповед може да бъде обжалвана по реда на Административнопроцесуалния кодекс в 14 – дневен срок от обявяването й.</w:t>
      </w:r>
    </w:p>
    <w:p w:rsidR="002C533F" w:rsidRPr="00553FF6" w:rsidRDefault="002C533F" w:rsidP="000041C2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На основание чл. 37в, ал. 6 от ЗСПЗЗ обжалването на заповедта не спира изпълнението й.</w:t>
      </w:r>
    </w:p>
    <w:p w:rsidR="002C533F" w:rsidRPr="00553FF6" w:rsidRDefault="002C533F" w:rsidP="000041C2">
      <w:pPr>
        <w:spacing w:line="276" w:lineRule="auto"/>
        <w:ind w:firstLine="567"/>
        <w:jc w:val="both"/>
      </w:pPr>
      <w:r w:rsidRPr="00553FF6">
        <w:t>Приложение № 1 от споразумението е неразделна част от заповедта.</w:t>
      </w:r>
    </w:p>
    <w:p w:rsidR="002C533F" w:rsidRPr="00553FF6" w:rsidRDefault="002C533F" w:rsidP="000041C2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2C533F" w:rsidRDefault="002C533F" w:rsidP="000041C2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C533F" w:rsidRDefault="002C533F" w:rsidP="000041C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0041C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0041C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0041C2">
      <w:pPr>
        <w:spacing w:line="276" w:lineRule="auto"/>
        <w:ind w:firstLine="567"/>
        <w:jc w:val="both"/>
        <w:rPr>
          <w:lang w:val="bg-BG"/>
        </w:rPr>
      </w:pPr>
    </w:p>
    <w:p w:rsidR="002C533F" w:rsidRPr="009B54D5" w:rsidRDefault="005877C3" w:rsidP="000041C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B224E1">
        <w:rPr>
          <w:b/>
          <w:lang w:val="bg-BG"/>
        </w:rPr>
        <w:t>:</w:t>
      </w:r>
      <w:r w:rsidR="00AC2AAA">
        <w:rPr>
          <w:b/>
          <w:lang w:val="bg-BG"/>
        </w:rPr>
        <w:t xml:space="preserve">  </w:t>
      </w:r>
      <w:bookmarkStart w:id="0" w:name="_GoBack"/>
      <w:bookmarkEnd w:id="0"/>
      <w:r w:rsidR="002C533F" w:rsidRPr="009B54D5">
        <w:rPr>
          <w:b/>
          <w:lang w:val="bg-BG"/>
        </w:rPr>
        <w:t xml:space="preserve"> </w:t>
      </w:r>
      <w:r w:rsidR="00AC2AAA">
        <w:rPr>
          <w:b/>
          <w:lang w:val="bg-BG"/>
        </w:rPr>
        <w:t>/П/</w:t>
      </w:r>
      <w:r w:rsidR="002C533F" w:rsidRPr="009B54D5">
        <w:rPr>
          <w:b/>
          <w:lang w:val="bg-BG"/>
        </w:rPr>
        <w:t xml:space="preserve">  </w:t>
      </w:r>
    </w:p>
    <w:p w:rsidR="002C533F" w:rsidRPr="009B54D5" w:rsidRDefault="002C533F" w:rsidP="000041C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2C533F" w:rsidRPr="009B54D5" w:rsidRDefault="002C533F" w:rsidP="000041C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0041C2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Pr="000041C2" w:rsidRDefault="002C533F" w:rsidP="002C533F">
      <w:pPr>
        <w:spacing w:line="276" w:lineRule="auto"/>
        <w:jc w:val="both"/>
        <w:textAlignment w:val="center"/>
        <w:rPr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0041C2" w:rsidRDefault="000041C2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u w:val="single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</w:t>
      </w:r>
      <w:r w:rsidR="009D7584">
        <w:rPr>
          <w:b/>
          <w:bCs/>
          <w:lang w:val="bg-BG"/>
        </w:rPr>
        <w:t>6</w:t>
      </w:r>
      <w:r w:rsidR="00F12B22">
        <w:rPr>
          <w:b/>
          <w:bCs/>
          <w:lang w:val="bg-BG"/>
        </w:rPr>
        <w:t>5</w:t>
      </w:r>
      <w:r>
        <w:rPr>
          <w:b/>
          <w:bCs/>
          <w:lang w:val="bg-BG"/>
        </w:rPr>
        <w:t>-</w:t>
      </w:r>
      <w:r w:rsidR="003F6D9B">
        <w:rPr>
          <w:b/>
          <w:bCs/>
          <w:lang w:val="bg-BG"/>
        </w:rPr>
        <w:t>4</w:t>
      </w:r>
      <w:r>
        <w:rPr>
          <w:b/>
          <w:bCs/>
          <w:lang w:val="bg-BG"/>
        </w:rPr>
        <w:t>/2</w:t>
      </w:r>
      <w:r w:rsidR="005279F5">
        <w:rPr>
          <w:b/>
          <w:bCs/>
          <w:lang w:val="bg-BG"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CF52AE" w:rsidRPr="00151D0E" w:rsidRDefault="00CF52AE" w:rsidP="00CF52AE">
      <w:pPr>
        <w:spacing w:line="249" w:lineRule="exact"/>
        <w:rPr>
          <w:lang w:val="bg-BG"/>
        </w:rPr>
      </w:pPr>
    </w:p>
    <w:p w:rsidR="00CF52AE" w:rsidRPr="00151D0E" w:rsidRDefault="00CF52AE" w:rsidP="00CF52AE">
      <w:pPr>
        <w:spacing w:line="249" w:lineRule="exact"/>
        <w:jc w:val="center"/>
      </w:pPr>
      <w:r w:rsidRPr="00151D0E">
        <w:rPr>
          <w:b/>
          <w:bCs/>
        </w:rPr>
        <w:t>Споразумение на масиви за ползване на земеделски земи по чл. 37в, ал. 2 от ЗСПЗЗ</w:t>
      </w:r>
    </w:p>
    <w:p w:rsidR="00CF52AE" w:rsidRPr="00151D0E" w:rsidRDefault="00CF52AE" w:rsidP="00CF52AE">
      <w:pPr>
        <w:spacing w:line="249" w:lineRule="exact"/>
        <w:jc w:val="center"/>
      </w:pPr>
      <w:r w:rsidRPr="00151D0E">
        <w:rPr>
          <w:b/>
          <w:bCs/>
        </w:rPr>
        <w:t xml:space="preserve">за стопанската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година</w:t>
      </w:r>
    </w:p>
    <w:p w:rsidR="002C533F" w:rsidRDefault="00CF52AE" w:rsidP="009D7584">
      <w:pPr>
        <w:spacing w:line="276" w:lineRule="auto"/>
        <w:ind w:left="-142" w:firstLine="142"/>
        <w:jc w:val="both"/>
        <w:textAlignment w:val="center"/>
        <w:rPr>
          <w:i/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F12B22">
        <w:rPr>
          <w:b/>
          <w:bCs/>
          <w:u w:val="single"/>
          <w:lang w:val="bg-BG"/>
        </w:rPr>
        <w:t>Осоица</w:t>
      </w:r>
      <w:r w:rsidR="009D7584">
        <w:rPr>
          <w:b/>
          <w:bCs/>
          <w:u w:val="single"/>
        </w:rPr>
        <w:t xml:space="preserve">,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735F69">
        <w:rPr>
          <w:b/>
          <w:u w:val="single"/>
          <w:lang w:eastAsia="bg-BG"/>
        </w:rPr>
        <w:t>54287</w:t>
      </w:r>
      <w:r w:rsidRPr="00151D0E">
        <w:rPr>
          <w:b/>
          <w:lang w:val="bg-BG" w:eastAsia="bg-BG"/>
        </w:rPr>
        <w:t>, облас</w:t>
      </w:r>
      <w:r>
        <w:rPr>
          <w:b/>
          <w:lang w:val="bg-BG" w:eastAsia="bg-BG"/>
        </w:rPr>
        <w:t xml:space="preserve"> София</w:t>
      </w:r>
    </w:p>
    <w:p w:rsidR="00CF52AE" w:rsidRPr="009B54D5" w:rsidRDefault="00CF52AE" w:rsidP="002C533F">
      <w:pPr>
        <w:spacing w:line="276" w:lineRule="auto"/>
        <w:jc w:val="both"/>
        <w:textAlignment w:val="center"/>
        <w:rPr>
          <w:i/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764"/>
        <w:gridCol w:w="1018"/>
        <w:gridCol w:w="769"/>
        <w:gridCol w:w="851"/>
        <w:gridCol w:w="1417"/>
      </w:tblGrid>
      <w:tr w:rsidR="006322F2" w:rsidRPr="005279F5" w:rsidTr="00F45E9A">
        <w:trPr>
          <w:cantSplit/>
          <w:trHeight w:val="628"/>
        </w:trPr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5279F5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30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5279F5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5279F5" w:rsidTr="00CC738E">
        <w:trPr>
          <w:cantSplit/>
          <w:trHeight w:val="570"/>
        </w:trPr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279F5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5279F5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78.78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59.94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50.99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33.07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29.86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17.73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"ЕСПОИР БИО "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64.420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20.016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400.33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24.62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4.617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41.12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33.81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43.20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25.02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21.77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БОЕВ 93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131.372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10.368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207.37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27.28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19.79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19.08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18.86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18.63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16.00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10.73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ГЕОДАНИ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19.753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7.469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149.37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9.509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100.27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54.06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44.10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18.84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16.03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37.34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30.86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68.90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34.80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14.03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49.39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35.86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27.70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11.80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4.132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71.52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56.04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50.03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37.82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35.57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33.60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6.10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40.90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39.96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39.67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31.17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27.94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8.150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49.81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39.97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38.70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38.40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21.49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68.60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10.860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5.112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24.51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16.318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9.911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7.923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7.818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6.602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132.05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6.110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72.11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70.40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29.92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19.93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5.563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52.14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31.32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КООПЕРАЦИЯ ПЧЕЛА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1319.561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95.833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1916.66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22.13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11.065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7.913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4.141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37.99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30.16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25.99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15.97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7.985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4.968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34.70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27.86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20.91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14.00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10.887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217.75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15.89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10.94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7.39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5.53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4.64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12.02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46.12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32.97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30.17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25.99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13.80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46.67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24.92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19.21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17.78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17.54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16.84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15.76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11.34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66.167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4.757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4.191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46.79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44.72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12.833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32.82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11.209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8.049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7.386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5.112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4.749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94.52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86.69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78.43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72.08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60.65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60.27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48.29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48.07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44.06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39.97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36.10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34.45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34.03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29.28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27.77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19.71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53.51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26.52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21.26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7.33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5.914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5.229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3.704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74.08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64.09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62.02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28.01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19.46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15.97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8.21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51.48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39.02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ЛАКТАН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1251.911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156.366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3127.31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8.992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7.890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7.409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7.006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140.13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70.07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59.58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53.99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42.24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36.13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35.98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31.92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27.47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2.802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56.05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37.32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28.06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26.36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22.01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14.03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12.00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5.118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4.865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91.41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64.98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46.25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30.01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29.51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24.03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8.593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6.207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5.016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3.595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49.80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48.13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2.303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36.08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21.01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12.78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М95М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81.131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545.841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75.654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1513.09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МАРУСЯ ГЕОРГИЕВА СТОЯНОВА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МАРУСЯ ГЕОРГИЕВА СТОЯНОВА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МАРУСЯ ГЕОРГИЕВА СТОЯНОВА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МАРУСЯ ГЕОРГИЕВА СТОЯНОВА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МАРУСЯ ГЕОРГИЕВА СТОЯНОВА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0.022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3.513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4.448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3.235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64.69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2.456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44.01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40.17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40.02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19.96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4.214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84.29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3.940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3.603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72.05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3.440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3.134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2.633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2.572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1.985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1.727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34.54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28.73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19.12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19.10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17.31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2.142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1.303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26.05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1.104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22.07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20.00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18.38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17.58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16.01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10.01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9.98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0.401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8.03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7.06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6.02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lastRenderedPageBreak/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88.31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4.00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3.370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73.13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0.190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2.765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1.611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32.22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0.775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0.633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12.66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ХРИСТИНА ГЕОРГИЕВА ХРИСТОВА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87.42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sz w:val="18"/>
                <w:szCs w:val="18"/>
              </w:rPr>
              <w:t>0.206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139.731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40.913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0041C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5279F5">
              <w:rPr>
                <w:b/>
                <w:bCs/>
                <w:sz w:val="18"/>
                <w:szCs w:val="18"/>
              </w:rPr>
              <w:t>818.27</w:t>
            </w:r>
          </w:p>
        </w:tc>
      </w:tr>
      <w:tr w:rsidR="00585355" w:rsidRPr="005279F5" w:rsidTr="00CC738E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B50507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 w:rsidRPr="005279F5"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FA2849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 w:rsidRPr="005279F5">
              <w:rPr>
                <w:b/>
                <w:bCs/>
                <w:sz w:val="18"/>
                <w:szCs w:val="18"/>
                <w:lang w:val="bg-BG"/>
              </w:rPr>
              <w:t>3476,102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585355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FA2849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 w:rsidRPr="005279F5">
              <w:rPr>
                <w:b/>
                <w:bCs/>
                <w:sz w:val="18"/>
                <w:szCs w:val="18"/>
                <w:lang w:val="bg-BG"/>
              </w:rPr>
              <w:t>409,673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5355" w:rsidRPr="005279F5" w:rsidRDefault="00FA2849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 w:rsidRPr="005279F5">
              <w:rPr>
                <w:b/>
                <w:bCs/>
                <w:sz w:val="18"/>
                <w:szCs w:val="18"/>
                <w:lang w:val="bg-BG"/>
              </w:rPr>
              <w:t>8132,40</w:t>
            </w:r>
          </w:p>
        </w:tc>
      </w:tr>
    </w:tbl>
    <w:p w:rsidR="001E4CC5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C559DB" w:rsidRDefault="00C559DB" w:rsidP="00A52D58">
      <w:pPr>
        <w:jc w:val="both"/>
        <w:rPr>
          <w:lang w:val="bg-BG"/>
        </w:rPr>
      </w:pPr>
    </w:p>
    <w:p w:rsidR="00C559DB" w:rsidRDefault="00C559DB" w:rsidP="00A52D58">
      <w:pPr>
        <w:jc w:val="both"/>
        <w:rPr>
          <w:lang w:val="bg-BG"/>
        </w:rPr>
      </w:pPr>
    </w:p>
    <w:p w:rsidR="0092277B" w:rsidRPr="00F45E9A" w:rsidRDefault="0092277B" w:rsidP="00A52D58">
      <w:pPr>
        <w:jc w:val="both"/>
        <w:rPr>
          <w:u w:val="single"/>
          <w:lang w:val="bg-BG"/>
        </w:rPr>
      </w:pPr>
    </w:p>
    <w:p w:rsidR="003F2EC1" w:rsidRPr="00F45E9A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F45E9A" w:rsidSect="00AC2AAA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992" w:bottom="709" w:left="1276" w:header="568" w:footer="100" w:gutter="0"/>
          <w:cols w:space="720"/>
          <w:titlePg/>
        </w:sectPr>
      </w:pPr>
    </w:p>
    <w:p w:rsidR="00BB228B" w:rsidRPr="00541D79" w:rsidRDefault="00FD415E" w:rsidP="00BB228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EB1BB0">
        <w:rPr>
          <w:b/>
          <w:lang w:val="bg-BG"/>
        </w:rPr>
        <w:t>:</w:t>
      </w:r>
      <w:r w:rsidR="00AC2AAA">
        <w:rPr>
          <w:b/>
          <w:lang w:val="bg-BG"/>
        </w:rPr>
        <w:t xml:space="preserve">   </w:t>
      </w:r>
      <w:r w:rsidR="00EB1BB0">
        <w:rPr>
          <w:b/>
          <w:lang w:val="bg-BG"/>
        </w:rPr>
        <w:t xml:space="preserve"> </w:t>
      </w:r>
      <w:r w:rsidR="00AC2AAA">
        <w:rPr>
          <w:b/>
          <w:lang w:val="bg-BG"/>
        </w:rPr>
        <w:t>/П/</w:t>
      </w:r>
      <w:r w:rsidR="00BB228B" w:rsidRPr="00541D79">
        <w:rPr>
          <w:b/>
          <w:lang w:val="bg-BG"/>
        </w:rPr>
        <w:t xml:space="preserve"> 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0041C2" w:rsidRDefault="000041C2" w:rsidP="00BB228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 xml:space="preserve">Областна дирекция „Земеделие“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BB228B" w:rsidRDefault="00BB228B" w:rsidP="00BB228B">
      <w:pPr>
        <w:jc w:val="both"/>
        <w:textAlignment w:val="center"/>
        <w:rPr>
          <w:i/>
          <w:lang w:val="bg-BG"/>
        </w:rPr>
        <w:sectPr w:rsidR="00BB228B" w:rsidSect="00BB228B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BB228B" w:rsidRPr="005938D4" w:rsidRDefault="00BB228B" w:rsidP="00BB228B">
      <w:pPr>
        <w:jc w:val="both"/>
        <w:textAlignment w:val="center"/>
        <w:rPr>
          <w:i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F45E9A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ru-RU"/>
        </w:rPr>
        <w:t>Виолетта Александрова</w:t>
      </w: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r w:rsidRPr="00F45E9A">
        <w:rPr>
          <w:i/>
          <w:color w:val="FFFFFF" w:themeColor="background1"/>
          <w:sz w:val="18"/>
          <w:szCs w:val="20"/>
          <w:lang w:val="ru-RU"/>
        </w:rPr>
        <w:t>Началник на ОСЗ – гр.</w:t>
      </w:r>
      <w:r w:rsidR="00D04578" w:rsidRPr="00F45E9A">
        <w:rPr>
          <w:i/>
          <w:color w:val="FFFFFF" w:themeColor="background1"/>
          <w:sz w:val="18"/>
          <w:szCs w:val="20"/>
          <w:lang w:val="ru-RU"/>
        </w:rPr>
        <w:t>Елин Пелин</w:t>
      </w:r>
      <w:r w:rsidR="00F636AF" w:rsidRPr="00F45E9A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F45E9A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F45E9A" w:rsidRDefault="003F2EC1" w:rsidP="0005360C">
      <w:pPr>
        <w:rPr>
          <w:i/>
          <w:sz w:val="20"/>
          <w:lang w:val="bg-BG"/>
        </w:rPr>
        <w:sectPr w:rsidR="003F2EC1" w:rsidRPr="00F45E9A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F45E9A">
      <w:type w:val="continuous"/>
      <w:pgSz w:w="11907" w:h="16840" w:code="9"/>
      <w:pgMar w:top="851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C5" w:rsidRDefault="002A39C5">
      <w:r>
        <w:separator/>
      </w:r>
    </w:p>
  </w:endnote>
  <w:endnote w:type="continuationSeparator" w:id="0">
    <w:p w:rsidR="002A39C5" w:rsidRDefault="002A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C2" w:rsidRDefault="000041C2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041C2" w:rsidRDefault="000041C2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C2" w:rsidRPr="00713EC9" w:rsidRDefault="000041C2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AC2AAA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041C2" w:rsidRPr="002639F4" w:rsidRDefault="000041C2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0041C2" w:rsidRPr="002639F4" w:rsidRDefault="000041C2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0041C2" w:rsidRPr="00835BBA" w:rsidRDefault="000041C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C2" w:rsidRPr="00073E78" w:rsidRDefault="000041C2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0041C2" w:rsidRPr="0056337C" w:rsidRDefault="000041C2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0041C2" w:rsidRPr="00004F45" w:rsidRDefault="000041C2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C5" w:rsidRDefault="002A39C5">
      <w:r>
        <w:separator/>
      </w:r>
    </w:p>
  </w:footnote>
  <w:footnote w:type="continuationSeparator" w:id="0">
    <w:p w:rsidR="002A39C5" w:rsidRDefault="002A3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C2" w:rsidRPr="005B69F7" w:rsidRDefault="000041C2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55291D36" wp14:editId="255272F7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41C2" w:rsidRPr="005B69F7" w:rsidRDefault="000041C2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E7F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041C2" w:rsidRPr="0023186B" w:rsidRDefault="000041C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170F93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041C2" w:rsidRPr="00983B22" w:rsidRDefault="000041C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1C2"/>
    <w:rsid w:val="00004F45"/>
    <w:rsid w:val="00013A9F"/>
    <w:rsid w:val="00020405"/>
    <w:rsid w:val="00031A1D"/>
    <w:rsid w:val="0005217F"/>
    <w:rsid w:val="0005360C"/>
    <w:rsid w:val="00067CA3"/>
    <w:rsid w:val="00070B96"/>
    <w:rsid w:val="0007765C"/>
    <w:rsid w:val="00085E49"/>
    <w:rsid w:val="0009344D"/>
    <w:rsid w:val="00093E92"/>
    <w:rsid w:val="00094932"/>
    <w:rsid w:val="000A519D"/>
    <w:rsid w:val="000B7B0C"/>
    <w:rsid w:val="000C5047"/>
    <w:rsid w:val="000E2804"/>
    <w:rsid w:val="000E2F1C"/>
    <w:rsid w:val="000E46A8"/>
    <w:rsid w:val="000F691D"/>
    <w:rsid w:val="0010044E"/>
    <w:rsid w:val="00111688"/>
    <w:rsid w:val="00113853"/>
    <w:rsid w:val="0013647C"/>
    <w:rsid w:val="00137F32"/>
    <w:rsid w:val="00155469"/>
    <w:rsid w:val="00157D1E"/>
    <w:rsid w:val="00164257"/>
    <w:rsid w:val="00164A60"/>
    <w:rsid w:val="00170F93"/>
    <w:rsid w:val="001738C2"/>
    <w:rsid w:val="00173A32"/>
    <w:rsid w:val="001850C9"/>
    <w:rsid w:val="00187A48"/>
    <w:rsid w:val="00192979"/>
    <w:rsid w:val="001A06E4"/>
    <w:rsid w:val="001A1BA3"/>
    <w:rsid w:val="001A1C66"/>
    <w:rsid w:val="001A3376"/>
    <w:rsid w:val="001B4BA5"/>
    <w:rsid w:val="001C061D"/>
    <w:rsid w:val="001D31E5"/>
    <w:rsid w:val="001E4CC5"/>
    <w:rsid w:val="001F2D04"/>
    <w:rsid w:val="001F4634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68A"/>
    <w:rsid w:val="00264CBB"/>
    <w:rsid w:val="00266D04"/>
    <w:rsid w:val="00270F36"/>
    <w:rsid w:val="00271D98"/>
    <w:rsid w:val="002725F6"/>
    <w:rsid w:val="0027756D"/>
    <w:rsid w:val="00291439"/>
    <w:rsid w:val="00291BDD"/>
    <w:rsid w:val="002A10AF"/>
    <w:rsid w:val="002A39C5"/>
    <w:rsid w:val="002A7741"/>
    <w:rsid w:val="002C533F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157"/>
    <w:rsid w:val="00352944"/>
    <w:rsid w:val="0035485C"/>
    <w:rsid w:val="0035766D"/>
    <w:rsid w:val="00361B20"/>
    <w:rsid w:val="003674A3"/>
    <w:rsid w:val="00367B07"/>
    <w:rsid w:val="003813FC"/>
    <w:rsid w:val="0038518E"/>
    <w:rsid w:val="003948A2"/>
    <w:rsid w:val="003A46B1"/>
    <w:rsid w:val="003A6165"/>
    <w:rsid w:val="003A7442"/>
    <w:rsid w:val="003B6B61"/>
    <w:rsid w:val="003B7C55"/>
    <w:rsid w:val="003C2E20"/>
    <w:rsid w:val="003D27F5"/>
    <w:rsid w:val="003D48FB"/>
    <w:rsid w:val="003D646E"/>
    <w:rsid w:val="003E7141"/>
    <w:rsid w:val="003F0AB9"/>
    <w:rsid w:val="003F12AE"/>
    <w:rsid w:val="003F2EC1"/>
    <w:rsid w:val="003F6D9B"/>
    <w:rsid w:val="003F707E"/>
    <w:rsid w:val="00401145"/>
    <w:rsid w:val="00430352"/>
    <w:rsid w:val="0043195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D1E53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279F5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85355"/>
    <w:rsid w:val="005877C3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4522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B38"/>
    <w:rsid w:val="00623F01"/>
    <w:rsid w:val="006322F2"/>
    <w:rsid w:val="006359F1"/>
    <w:rsid w:val="00645F78"/>
    <w:rsid w:val="0064605A"/>
    <w:rsid w:val="00654315"/>
    <w:rsid w:val="00655C6E"/>
    <w:rsid w:val="006655C6"/>
    <w:rsid w:val="006727E9"/>
    <w:rsid w:val="006728A7"/>
    <w:rsid w:val="00682F90"/>
    <w:rsid w:val="00684C7E"/>
    <w:rsid w:val="00687C4C"/>
    <w:rsid w:val="006A00E0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84E"/>
    <w:rsid w:val="006F0945"/>
    <w:rsid w:val="006F5952"/>
    <w:rsid w:val="00703AAB"/>
    <w:rsid w:val="00713EC9"/>
    <w:rsid w:val="00715C9E"/>
    <w:rsid w:val="00724CF9"/>
    <w:rsid w:val="00724E5F"/>
    <w:rsid w:val="00733052"/>
    <w:rsid w:val="00734758"/>
    <w:rsid w:val="007354A2"/>
    <w:rsid w:val="00735898"/>
    <w:rsid w:val="00735F69"/>
    <w:rsid w:val="00736645"/>
    <w:rsid w:val="00737F0F"/>
    <w:rsid w:val="007504B1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D7727"/>
    <w:rsid w:val="008E0E45"/>
    <w:rsid w:val="008F3A6E"/>
    <w:rsid w:val="009028B4"/>
    <w:rsid w:val="009075FB"/>
    <w:rsid w:val="0092277B"/>
    <w:rsid w:val="00931B42"/>
    <w:rsid w:val="00936425"/>
    <w:rsid w:val="00936D46"/>
    <w:rsid w:val="00945150"/>
    <w:rsid w:val="00946D85"/>
    <w:rsid w:val="00952977"/>
    <w:rsid w:val="00954C16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5905"/>
    <w:rsid w:val="009B3FDB"/>
    <w:rsid w:val="009B57C3"/>
    <w:rsid w:val="009D555E"/>
    <w:rsid w:val="009D7584"/>
    <w:rsid w:val="009E7D8E"/>
    <w:rsid w:val="009F2A96"/>
    <w:rsid w:val="00A05DB4"/>
    <w:rsid w:val="00A23841"/>
    <w:rsid w:val="00A23BFD"/>
    <w:rsid w:val="00A2419F"/>
    <w:rsid w:val="00A36C2A"/>
    <w:rsid w:val="00A52D58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2AAA"/>
    <w:rsid w:val="00AD13E8"/>
    <w:rsid w:val="00AD2747"/>
    <w:rsid w:val="00AD31FE"/>
    <w:rsid w:val="00AD3A76"/>
    <w:rsid w:val="00AD6705"/>
    <w:rsid w:val="00AD6B30"/>
    <w:rsid w:val="00AD7D68"/>
    <w:rsid w:val="00AE6009"/>
    <w:rsid w:val="00B01909"/>
    <w:rsid w:val="00B020F2"/>
    <w:rsid w:val="00B02AEB"/>
    <w:rsid w:val="00B14BA2"/>
    <w:rsid w:val="00B224E1"/>
    <w:rsid w:val="00B26A28"/>
    <w:rsid w:val="00B33D84"/>
    <w:rsid w:val="00B4496C"/>
    <w:rsid w:val="00B45D58"/>
    <w:rsid w:val="00B50507"/>
    <w:rsid w:val="00B54180"/>
    <w:rsid w:val="00B65B7A"/>
    <w:rsid w:val="00B74F77"/>
    <w:rsid w:val="00B97B20"/>
    <w:rsid w:val="00BA5128"/>
    <w:rsid w:val="00BB228B"/>
    <w:rsid w:val="00BC0B35"/>
    <w:rsid w:val="00BC45FC"/>
    <w:rsid w:val="00BD1BCF"/>
    <w:rsid w:val="00BD4F16"/>
    <w:rsid w:val="00BD5937"/>
    <w:rsid w:val="00BE215C"/>
    <w:rsid w:val="00BE4052"/>
    <w:rsid w:val="00BF7D33"/>
    <w:rsid w:val="00C00904"/>
    <w:rsid w:val="00C00979"/>
    <w:rsid w:val="00C02136"/>
    <w:rsid w:val="00C06313"/>
    <w:rsid w:val="00C120B5"/>
    <w:rsid w:val="00C129A4"/>
    <w:rsid w:val="00C15CDD"/>
    <w:rsid w:val="00C243B5"/>
    <w:rsid w:val="00C34BD9"/>
    <w:rsid w:val="00C34FAA"/>
    <w:rsid w:val="00C37346"/>
    <w:rsid w:val="00C41B72"/>
    <w:rsid w:val="00C44A5E"/>
    <w:rsid w:val="00C473A4"/>
    <w:rsid w:val="00C525CA"/>
    <w:rsid w:val="00C54AFC"/>
    <w:rsid w:val="00C559DB"/>
    <w:rsid w:val="00C60D5D"/>
    <w:rsid w:val="00C70CB9"/>
    <w:rsid w:val="00CA17DF"/>
    <w:rsid w:val="00CA3258"/>
    <w:rsid w:val="00CA35D5"/>
    <w:rsid w:val="00CA41E3"/>
    <w:rsid w:val="00CA7A14"/>
    <w:rsid w:val="00CC671B"/>
    <w:rsid w:val="00CC738E"/>
    <w:rsid w:val="00CC79E0"/>
    <w:rsid w:val="00CD060A"/>
    <w:rsid w:val="00CD6A9A"/>
    <w:rsid w:val="00CE47C7"/>
    <w:rsid w:val="00CE5345"/>
    <w:rsid w:val="00CE78CA"/>
    <w:rsid w:val="00CF1702"/>
    <w:rsid w:val="00CF334D"/>
    <w:rsid w:val="00CF52AE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697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406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1BB0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2D28"/>
    <w:rsid w:val="00F06BC9"/>
    <w:rsid w:val="00F12B22"/>
    <w:rsid w:val="00F37E58"/>
    <w:rsid w:val="00F45E9A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2849"/>
    <w:rsid w:val="00FA4104"/>
    <w:rsid w:val="00FA4106"/>
    <w:rsid w:val="00FB2631"/>
    <w:rsid w:val="00FB3A94"/>
    <w:rsid w:val="00FB775A"/>
    <w:rsid w:val="00FD129D"/>
    <w:rsid w:val="00FD415E"/>
    <w:rsid w:val="00FE345E"/>
    <w:rsid w:val="00FE4761"/>
    <w:rsid w:val="00FF09E3"/>
    <w:rsid w:val="00FF13DE"/>
    <w:rsid w:val="00FF5157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7665FA"/>
  <w15:docId w15:val="{C62623B0-0123-40CD-A3A2-5127AA95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2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1821-A7F3-440D-9624-F33CB36E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49</TotalTime>
  <Pages>29</Pages>
  <Words>9823</Words>
  <Characters>55997</Characters>
  <Application>Microsoft Office Word</Application>
  <DocSecurity>0</DocSecurity>
  <Lines>466</Lines>
  <Paragraphs>131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Niki</cp:lastModifiedBy>
  <cp:revision>26</cp:revision>
  <cp:lastPrinted>2023-10-05T09:05:00Z</cp:lastPrinted>
  <dcterms:created xsi:type="dcterms:W3CDTF">2023-09-05T08:06:00Z</dcterms:created>
  <dcterms:modified xsi:type="dcterms:W3CDTF">2023-10-05T09:06:00Z</dcterms:modified>
</cp:coreProperties>
</file>