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33F" w:rsidRPr="00C243B5" w:rsidRDefault="002C533F" w:rsidP="002C533F">
      <w:pPr>
        <w:spacing w:before="240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2C533F" w:rsidRPr="002D202E" w:rsidRDefault="002C533F" w:rsidP="002C533F">
      <w:pPr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355</w:t>
      </w:r>
      <w:r>
        <w:rPr>
          <w:b/>
          <w:lang w:val="bg-BG"/>
        </w:rPr>
        <w:t>9</w:t>
      </w:r>
      <w:r w:rsidRPr="00755CB0">
        <w:rPr>
          <w:b/>
          <w:lang w:val="bg-BG"/>
        </w:rPr>
        <w:t>-</w:t>
      </w:r>
      <w:r w:rsidR="00FB51D3">
        <w:rPr>
          <w:b/>
        </w:rPr>
        <w:t>4/2</w:t>
      </w:r>
      <w:r w:rsidR="009D6815">
        <w:rPr>
          <w:b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2C533F" w:rsidRDefault="002C533F" w:rsidP="002C533F">
      <w:pPr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2C533F" w:rsidRPr="00755CB0" w:rsidRDefault="002C533F" w:rsidP="00963642">
      <w:pPr>
        <w:ind w:left="2977" w:hanging="2977"/>
        <w:jc w:val="center"/>
        <w:rPr>
          <w:b/>
          <w:lang w:val="bg-BG"/>
        </w:rPr>
      </w:pPr>
    </w:p>
    <w:p w:rsidR="002C533F" w:rsidRDefault="002C533F" w:rsidP="00963642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ПО-09-355</w:t>
      </w:r>
      <w:r>
        <w:rPr>
          <w:u w:val="single"/>
          <w:lang w:val="bg-BG"/>
        </w:rPr>
        <w:t>9</w:t>
      </w:r>
      <w:r w:rsidRPr="0020444D">
        <w:rPr>
          <w:u w:val="single"/>
        </w:rPr>
        <w:t>-</w:t>
      </w:r>
      <w:r w:rsidR="00FB51D3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122DD">
        <w:rPr>
          <w:u w:val="single"/>
        </w:rPr>
        <w:t>Заповед</w:t>
      </w:r>
      <w:proofErr w:type="spellEnd"/>
      <w:r w:rsidR="00FB51D3" w:rsidRPr="003122DD">
        <w:rPr>
          <w:u w:val="single"/>
        </w:rPr>
        <w:t xml:space="preserve"> № </w:t>
      </w:r>
      <w:r w:rsidR="00FB51D3" w:rsidRPr="003122DD">
        <w:rPr>
          <w:u w:val="single"/>
          <w:lang w:val="bg-BG"/>
        </w:rPr>
        <w:t>ПО-09-3559-2/13.09.2023г.</w:t>
      </w:r>
      <w:proofErr w:type="gramEnd"/>
      <w:r w:rsidR="00FB51D3" w:rsidRPr="003122DD">
        <w:rPr>
          <w:u w:val="single"/>
          <w:lang w:val="bg-BG"/>
        </w:rPr>
        <w:t xml:space="preserve"> изменящя Заповед</w:t>
      </w:r>
      <w:r w:rsidRPr="003122DD">
        <w:rPr>
          <w:u w:val="single"/>
        </w:rPr>
        <w:t xml:space="preserve"> № </w:t>
      </w:r>
      <w:r w:rsidRPr="003122DD">
        <w:rPr>
          <w:u w:val="single"/>
          <w:lang w:val="bg-BG"/>
        </w:rPr>
        <w:t>ПО-09-3559/26.07.2023г</w:t>
      </w:r>
      <w:r w:rsidRPr="003122DD">
        <w:rPr>
          <w:u w:val="single"/>
        </w:rPr>
        <w:t>.</w:t>
      </w:r>
      <w:r w:rsidRPr="003C0448">
        <w:t xml:space="preserve">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3559-1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2C533F" w:rsidRPr="003C0448" w:rsidRDefault="002C533F" w:rsidP="00963642">
      <w:pPr>
        <w:spacing w:line="276" w:lineRule="auto"/>
        <w:ind w:firstLine="720"/>
        <w:jc w:val="both"/>
        <w:rPr>
          <w:lang w:val="bg-BG"/>
        </w:rPr>
      </w:pPr>
    </w:p>
    <w:p w:rsidR="002C533F" w:rsidRPr="005938D4" w:rsidRDefault="002C533F" w:rsidP="00963642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2C533F" w:rsidRPr="00553FF6" w:rsidRDefault="002C533F" w:rsidP="00963642">
      <w:pPr>
        <w:spacing w:line="276" w:lineRule="auto"/>
        <w:ind w:firstLine="708"/>
        <w:jc w:val="center"/>
        <w:rPr>
          <w:lang w:val="bg-BG"/>
        </w:rPr>
      </w:pPr>
    </w:p>
    <w:p w:rsidR="002C533F" w:rsidRPr="00553FF6" w:rsidRDefault="002C533F" w:rsidP="00963642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rPr>
          <w:b/>
        </w:rPr>
        <w:t>за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стопанската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 xml:space="preserve">. </w:t>
      </w:r>
      <w:r w:rsidR="00FF5157">
        <w:rPr>
          <w:b/>
          <w:bCs/>
          <w:u w:val="single"/>
          <w:lang w:val="bg-BG"/>
        </w:rPr>
        <w:t>Горна Малина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FF5157">
        <w:rPr>
          <w:b/>
          <w:u w:val="single"/>
          <w:lang w:val="bg-BG" w:eastAsia="bg-BG"/>
        </w:rPr>
        <w:t>16314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355</w:t>
      </w:r>
      <w:r w:rsidR="00FF5157">
        <w:rPr>
          <w:b/>
          <w:color w:val="000000"/>
          <w:u w:val="single"/>
          <w:lang w:val="bg-BG"/>
        </w:rPr>
        <w:t>9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355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-</w:t>
      </w:r>
      <w:r w:rsidR="003122DD">
        <w:rPr>
          <w:b/>
          <w:color w:val="000000"/>
          <w:lang w:val="bg-BG"/>
        </w:rPr>
        <w:t>3</w:t>
      </w:r>
      <w:r w:rsidRPr="008A50AB">
        <w:rPr>
          <w:b/>
          <w:color w:val="000000"/>
          <w:lang w:val="bg-BG"/>
        </w:rPr>
        <w:t>/</w:t>
      </w:r>
      <w:r w:rsidR="00FF5157">
        <w:rPr>
          <w:b/>
          <w:color w:val="000000"/>
          <w:lang w:val="bg-BG"/>
        </w:rPr>
        <w:t>14</w:t>
      </w:r>
      <w:r w:rsidRPr="00553FF6">
        <w:rPr>
          <w:b/>
          <w:color w:val="000000"/>
          <w:lang w:val="bg-BG"/>
        </w:rPr>
        <w:t>.0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3122DD">
        <w:t>Заповед</w:t>
      </w:r>
      <w:proofErr w:type="spellEnd"/>
      <w:r w:rsidR="003122DD" w:rsidRPr="003122DD">
        <w:rPr>
          <w:lang w:val="bg-BG"/>
        </w:rPr>
        <w:t xml:space="preserve"> № </w:t>
      </w:r>
      <w:r w:rsidR="003122DD" w:rsidRPr="003122DD">
        <w:rPr>
          <w:b/>
          <w:lang w:val="bg-BG"/>
        </w:rPr>
        <w:t>ПО-09-3559-2/13.09.2023г.</w:t>
      </w:r>
      <w:proofErr w:type="gramEnd"/>
      <w:r w:rsidR="003122DD" w:rsidRPr="003122DD">
        <w:rPr>
          <w:lang w:val="bg-BG"/>
        </w:rPr>
        <w:t xml:space="preserve"> изменящя Заповед</w:t>
      </w:r>
      <w:r w:rsidRPr="00553FF6">
        <w:t xml:space="preserve"> </w:t>
      </w:r>
      <w:r w:rsidRPr="00553FF6">
        <w:rPr>
          <w:color w:val="000000"/>
          <w:lang w:val="bg-BG"/>
        </w:rPr>
        <w:t xml:space="preserve">№ 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355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 xml:space="preserve">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FF5157">
        <w:rPr>
          <w:bCs/>
          <w:u w:val="single"/>
          <w:lang w:val="bg-BG"/>
        </w:rPr>
        <w:t>Горна Малина</w:t>
      </w:r>
      <w:proofErr w:type="gramStart"/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>община</w:t>
      </w:r>
      <w:proofErr w:type="gramEnd"/>
      <w:r w:rsidRPr="00553FF6">
        <w:rPr>
          <w:bCs/>
          <w:u w:val="single"/>
          <w:lang w:val="bg-BG"/>
        </w:rPr>
        <w:t xml:space="preserve">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FF5157">
        <w:rPr>
          <w:u w:val="single"/>
          <w:lang w:val="bg-BG" w:eastAsia="bg-BG"/>
        </w:rPr>
        <w:t>16314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2C533F" w:rsidRPr="00553FF6" w:rsidRDefault="002C533F" w:rsidP="00963642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2C533F" w:rsidRPr="008A50AB" w:rsidRDefault="002C533F" w:rsidP="00963642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1F2D04">
        <w:rPr>
          <w:bCs/>
          <w:u w:val="single"/>
          <w:lang w:val="bg-BG"/>
        </w:rPr>
        <w:t>Горна Малина</w:t>
      </w:r>
      <w:proofErr w:type="gramStart"/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>община</w:t>
      </w:r>
      <w:proofErr w:type="gramEnd"/>
      <w:r w:rsidRPr="008A50AB">
        <w:rPr>
          <w:bCs/>
          <w:u w:val="single"/>
          <w:lang w:val="bg-BG"/>
        </w:rPr>
        <w:t xml:space="preserve"> Горна Малина, ЕКАТТЕ </w:t>
      </w:r>
      <w:r w:rsidR="001F2D04">
        <w:rPr>
          <w:bCs/>
          <w:u w:val="single"/>
          <w:lang w:val="bg-BG"/>
        </w:rPr>
        <w:t>16314</w:t>
      </w:r>
      <w:r w:rsidRPr="008A50AB">
        <w:rPr>
          <w:bCs/>
          <w:u w:val="single"/>
          <w:lang w:val="bg-BG"/>
        </w:rPr>
        <w:t>, област София.</w:t>
      </w:r>
    </w:p>
    <w:p w:rsidR="002C533F" w:rsidRPr="00553FF6" w:rsidRDefault="002C533F" w:rsidP="00963642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r w:rsidRPr="00553FF6">
        <w:rPr>
          <w:b/>
          <w:lang w:val="bg-BG"/>
        </w:rPr>
        <w:t>УниКредит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r>
        <w:rPr>
          <w:b/>
          <w:u w:val="single"/>
          <w:lang w:val="bg-BG"/>
        </w:rPr>
        <w:t>4</w:t>
      </w:r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192979">
        <w:rPr>
          <w:bCs/>
          <w:u w:val="single"/>
          <w:lang w:val="bg-BG"/>
        </w:rPr>
        <w:t>Горна Малина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192979">
        <w:rPr>
          <w:bCs/>
          <w:u w:val="single"/>
          <w:lang w:val="bg-BG"/>
        </w:rPr>
        <w:t>16314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2C533F" w:rsidRPr="00553FF6" w:rsidRDefault="002C533F" w:rsidP="00963642">
      <w:pPr>
        <w:spacing w:line="276" w:lineRule="auto"/>
        <w:ind w:firstLine="540"/>
        <w:jc w:val="both"/>
      </w:pPr>
      <w:proofErr w:type="gramStart"/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 xml:space="preserve">да се обяви в кметството на село </w:t>
      </w:r>
      <w:r w:rsidR="00CF52AE">
        <w:rPr>
          <w:lang w:val="bg-BG"/>
        </w:rPr>
        <w:t>Горна Малина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Pr="009B54D5" w:rsidRDefault="003122DD" w:rsidP="0096364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131B15">
        <w:rPr>
          <w:b/>
          <w:lang w:val="bg-BG"/>
        </w:rPr>
        <w:t xml:space="preserve">: </w:t>
      </w:r>
      <w:r w:rsidR="00131B15">
        <w:rPr>
          <w:b/>
        </w:rPr>
        <w:tab/>
      </w:r>
      <w:r w:rsidR="002C533F" w:rsidRPr="009B54D5">
        <w:rPr>
          <w:b/>
          <w:lang w:val="bg-BG"/>
        </w:rPr>
        <w:t xml:space="preserve">/П/    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3559-</w:t>
      </w:r>
      <w:r w:rsidR="00641FE7">
        <w:rPr>
          <w:b/>
          <w:bCs/>
          <w:lang w:val="bg-BG"/>
        </w:rPr>
        <w:t>4</w:t>
      </w:r>
      <w:r>
        <w:rPr>
          <w:b/>
          <w:bCs/>
          <w:lang w:val="bg-BG"/>
        </w:rPr>
        <w:t>/2</w:t>
      </w:r>
      <w:r w:rsidR="00087FDC">
        <w:rPr>
          <w:b/>
          <w:bCs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u w:val="single"/>
        </w:rPr>
      </w:pPr>
    </w:p>
    <w:p w:rsidR="00CF52AE" w:rsidRPr="00151D0E" w:rsidRDefault="00CF52AE" w:rsidP="00CF52AE">
      <w:pPr>
        <w:spacing w:line="249" w:lineRule="exact"/>
        <w:rPr>
          <w:lang w:val="bg-BG"/>
        </w:rPr>
      </w:pP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2C533F" w:rsidRDefault="00CF52AE" w:rsidP="00CF52AE">
      <w:pPr>
        <w:spacing w:line="276" w:lineRule="auto"/>
        <w:jc w:val="both"/>
        <w:textAlignment w:val="center"/>
        <w:rPr>
          <w:i/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bCs/>
          <w:u w:val="single"/>
        </w:rPr>
        <w:t xml:space="preserve">, 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BF1ED0">
        <w:rPr>
          <w:b/>
          <w:u w:val="single"/>
          <w:lang w:eastAsia="bg-BG"/>
        </w:rPr>
        <w:t>16314</w:t>
      </w:r>
      <w:r w:rsidRPr="00151D0E">
        <w:rPr>
          <w:b/>
          <w:lang w:val="bg-BG" w:eastAsia="bg-BG"/>
        </w:rPr>
        <w:t>, облас</w:t>
      </w:r>
      <w:r>
        <w:rPr>
          <w:b/>
          <w:lang w:val="bg-BG" w:eastAsia="bg-BG"/>
        </w:rPr>
        <w:t xml:space="preserve"> София</w:t>
      </w:r>
    </w:p>
    <w:p w:rsidR="00CF52AE" w:rsidRPr="009B54D5" w:rsidRDefault="00CF52AE" w:rsidP="002C533F">
      <w:pPr>
        <w:spacing w:line="276" w:lineRule="auto"/>
        <w:jc w:val="both"/>
        <w:textAlignment w:val="center"/>
        <w:rPr>
          <w:i/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253"/>
        <w:gridCol w:w="567"/>
        <w:gridCol w:w="764"/>
        <w:gridCol w:w="1018"/>
        <w:gridCol w:w="628"/>
        <w:gridCol w:w="1134"/>
        <w:gridCol w:w="1275"/>
      </w:tblGrid>
      <w:tr w:rsidR="006322F2" w:rsidRPr="002D4B64" w:rsidTr="002D4B64">
        <w:trPr>
          <w:cantSplit/>
          <w:trHeight w:val="628"/>
        </w:trPr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2D4B64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30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2D4B64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2D4B64" w:rsidTr="002D4B64">
        <w:trPr>
          <w:cantSplit/>
          <w:trHeight w:val="570"/>
        </w:trPr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D4B6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2D4B64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10.36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37.33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25.070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3.657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87.76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65.08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18.94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55.26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14.357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67.22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21.08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31.48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9.757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103.27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39.56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23.61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15.00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14.86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11.90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"ЕТ "БОИС 88 - БОЯН ПЕТРОВ"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202.943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47.048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1129.16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90.93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23.87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2.337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52.84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8.219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34.32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31.13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11.89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"ЗП-МИХАИЛ ЙОРДАНОВ МИХАЙЛОВ"ЕООД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184.790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15.806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379.35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47.61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43.25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22.60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0.289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38.20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55.45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52.17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ГЕОРГИ ДИМИТРОВ СТОИЛОВ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27.555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661.31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8.497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7.918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7.821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7.408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5.788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36.04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6.234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КАЛОЯН ТОДОРОВ ЧЕРНЕВ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352.425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5.216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125.18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7.407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6.229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14.545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13.012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12.948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11.313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10.824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8.307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8.008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7.908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7.807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7.608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7.526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7.121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6.707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6.506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6.392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4.689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36.03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36.03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9.893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9.010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8.623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7.881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7.606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6.306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3.466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3.419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59.97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33.64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6.863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6.842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6.680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12.068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9.023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7.743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6.990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6.507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3.337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9.347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7.863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5.706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14.20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8.857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6.131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65.80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13.179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9.510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8.593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6.273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129.76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15.514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12.012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10.009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47.52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КООПЕРАЦИЯ НАДЕЖДА-КООП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1974.557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44.551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1069.23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48.74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5.758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138.18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72.07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46.43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40.30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8.639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207.34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73.56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53.14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51.55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50.94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33.99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32.21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23.31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16.70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14.99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14.41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13.96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8.93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8.783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210.78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34.17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32.73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21.66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13.98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11.90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МОНИКА ГЕОРГИЕВА НИНОВА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27.796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63.832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1531.96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15.216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13.457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9.808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9.108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7.906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7.807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7.474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6.206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3.919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29.79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16.842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14.219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12.606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11.150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9.916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6.721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6.359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152.62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102.95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2.989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45.14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40.78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31.90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28.57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20.85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10.354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7.413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7.295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7.209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6.556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6.430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6.176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4.866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4.240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3.066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67.28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67.26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57.66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42.36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14.94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9.35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90.91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69.61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63.56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59.65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20.20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10.35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8.69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6.45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3.737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57.46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43.24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118.92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3.566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57.63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1.835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7.503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180.07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93.61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90.51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73.68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72.60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72.49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72.04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70.00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63.73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47.17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1.897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44.76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40.85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40.64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35.12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33.15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30.86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29.93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28.69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28.15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26.30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26.27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25.14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19.59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30.90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13.41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0.131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0.037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5.727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8.14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62.13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36.33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33.58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23.11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15.15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14.20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69.56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НЮПЛАН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1240.511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156.969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3767.25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5.764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99.74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57.64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38.19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31.07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26.43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21.62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53.82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42.07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26.42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21.62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17.78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14.38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50.64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60.25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52.86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2.191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51.75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45.64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43.00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1.077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58.44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41.54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41.26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76.60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16.42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15.76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14.46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10.63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10.41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8.709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7.557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7.550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7.164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7.147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6.657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6.169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4.955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4.404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79.27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3.273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2.846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1.895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42.03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40.01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37.08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23.89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7.21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2.389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1.930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1.257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32.71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12.01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2.875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60.11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23.01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8.707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4.500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43.25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41.40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40.33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36.03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15.45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0.239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5.678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2.676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47.49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44.12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1.149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23.67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0.374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6.86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6.438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2.499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55.25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21.22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0.696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6.275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19.39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63.00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22.79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0.910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18.91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7.18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1.570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35.38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0.681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47.60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1.401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10.23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4.72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5.986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54.55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24.55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0.912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132.92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52.71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48.04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33.53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22.31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ПЕВИМИ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136.51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613.240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152.457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3658.97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62.45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7.32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39.71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25.28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15.92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11.82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62.44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3.887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93.30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65.95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49.80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45.75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37.95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31.77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22.92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0.020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27.11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0.150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24.01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6.963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6.024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5.423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5.000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4.348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4.342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4.128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72.06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63.47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2.532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55.29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47.45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33.30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29.65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28.83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20.81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20.60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0.678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16.26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12.67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7.02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0.271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51.29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0.372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78.47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72.47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43.71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1.633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29.85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20.40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2D4B64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17.71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64.813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58.937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1414.50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8.959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8.271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7.711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7.018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5.505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5.411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5.305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4.305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4.126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3.203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72.07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1.682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1.001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0.954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91.13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7.607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6.105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5.800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5.298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5.151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4.954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4.644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4.004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3.913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3.904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3.715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3.644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3.643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3.503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3.465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3.302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3.102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3.059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3.036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2.986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2.967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2.903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2.703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2.616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2.602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2.534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56.47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2.353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2.302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55.26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2.200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2.060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2.045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2.002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47.85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47.85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1.975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1.918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1.802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1.764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1.752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1.721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1.694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1.587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1.569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1.525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1.520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1.384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1.361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31.83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1.306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1.227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1.220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1.178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1.147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27.14</w:t>
            </w: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1.020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1.014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0.879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0.785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0.707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0.541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0.480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lastRenderedPageBreak/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0.393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ТОКАЛА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88.17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sz w:val="18"/>
                <w:szCs w:val="18"/>
              </w:rPr>
              <w:t>0.392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2D4B64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D4B6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2D4B6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294.803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14.103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4B64" w:rsidRPr="002D4B64" w:rsidRDefault="002D4B64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2D4B64">
              <w:rPr>
                <w:b/>
                <w:bCs/>
                <w:sz w:val="18"/>
                <w:szCs w:val="18"/>
              </w:rPr>
              <w:t>338.48</w:t>
            </w:r>
          </w:p>
        </w:tc>
      </w:tr>
      <w:tr w:rsidR="008B1C63" w:rsidRPr="002D4B64" w:rsidTr="002D4B64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8B1C63" w:rsidRDefault="008B1C63" w:rsidP="001F05F7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  <w:r w:rsidRPr="008B1C63">
              <w:rPr>
                <w:b/>
                <w:bCs/>
                <w:sz w:val="18"/>
                <w:szCs w:val="18"/>
                <w:lang w:val="bg-BG"/>
              </w:rPr>
              <w:t xml:space="preserve"> (дка)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2D4B64" w:rsidRDefault="008B1C63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2D4B64" w:rsidRDefault="008B1C63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D72FF8" w:rsidRDefault="00D72FF8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5 003.451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2D4B64" w:rsidRDefault="008B1C63" w:rsidP="001F05F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246BE3" w:rsidRDefault="00246BE3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590.131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1C63" w:rsidRPr="00760D2D" w:rsidRDefault="00760D2D" w:rsidP="001F05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14 163.15</w:t>
            </w:r>
            <w:bookmarkStart w:id="0" w:name="_GoBack"/>
            <w:bookmarkEnd w:id="0"/>
          </w:p>
        </w:tc>
      </w:tr>
    </w:tbl>
    <w:p w:rsidR="001E4CC5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C559DB" w:rsidRDefault="001E4CC5" w:rsidP="00A4638B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</w:p>
    <w:p w:rsidR="00C559DB" w:rsidRDefault="00C559DB" w:rsidP="00A52D58">
      <w:pPr>
        <w:jc w:val="both"/>
        <w:rPr>
          <w:lang w:val="bg-BG"/>
        </w:rPr>
      </w:pPr>
    </w:p>
    <w:p w:rsidR="0092277B" w:rsidRPr="00F45E9A" w:rsidRDefault="0092277B" w:rsidP="00A52D58">
      <w:pPr>
        <w:jc w:val="both"/>
        <w:rPr>
          <w:u w:val="single"/>
          <w:lang w:val="bg-BG"/>
        </w:rPr>
      </w:pPr>
    </w:p>
    <w:p w:rsidR="003F2EC1" w:rsidRPr="00F45E9A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F45E9A" w:rsidSect="00F45E9A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992" w:bottom="709" w:left="1276" w:header="568" w:footer="0" w:gutter="0"/>
          <w:cols w:space="720"/>
          <w:titlePg/>
        </w:sectPr>
      </w:pPr>
    </w:p>
    <w:p w:rsidR="00BB228B" w:rsidRPr="00541D79" w:rsidRDefault="00A4638B" w:rsidP="00BB228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>ПЕТКО ДИМОВ</w:t>
      </w:r>
      <w:r w:rsidR="00131B15">
        <w:rPr>
          <w:b/>
          <w:lang w:val="bg-BG"/>
        </w:rPr>
        <w:t xml:space="preserve">: </w:t>
      </w:r>
      <w:r w:rsidR="00131B15">
        <w:rPr>
          <w:b/>
        </w:rPr>
        <w:tab/>
      </w:r>
      <w:r w:rsidR="00BB228B" w:rsidRPr="00541D79">
        <w:rPr>
          <w:b/>
          <w:lang w:val="bg-BG"/>
        </w:rPr>
        <w:t xml:space="preserve">/П/    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131B15" w:rsidRDefault="00BB228B" w:rsidP="00BB228B">
      <w:pPr>
        <w:spacing w:line="276" w:lineRule="auto"/>
        <w:jc w:val="both"/>
        <w:textAlignment w:val="center"/>
        <w:rPr>
          <w:i/>
        </w:rPr>
      </w:pPr>
      <w:r w:rsidRPr="00541D79">
        <w:rPr>
          <w:i/>
          <w:lang w:val="bg-BG"/>
        </w:rPr>
        <w:t>Областна дирекция „Земеделие“ –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 xml:space="preserve"> София област</w:t>
      </w:r>
    </w:p>
    <w:p w:rsidR="00BB228B" w:rsidRDefault="00BB228B" w:rsidP="00BB228B">
      <w:pPr>
        <w:jc w:val="both"/>
        <w:textAlignment w:val="center"/>
        <w:rPr>
          <w:i/>
          <w:lang w:val="bg-BG"/>
        </w:rPr>
        <w:sectPr w:rsidR="00BB228B" w:rsidSect="00BB228B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BB228B" w:rsidRPr="005938D4" w:rsidRDefault="00BB228B" w:rsidP="00BB228B">
      <w:pPr>
        <w:jc w:val="both"/>
        <w:textAlignment w:val="center"/>
        <w:rPr>
          <w:i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F45E9A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ru-RU"/>
        </w:rPr>
        <w:t>Виолетта Александрова</w:t>
      </w: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r w:rsidRPr="00F45E9A">
        <w:rPr>
          <w:i/>
          <w:color w:val="FFFFFF" w:themeColor="background1"/>
          <w:sz w:val="18"/>
          <w:szCs w:val="20"/>
          <w:lang w:val="ru-RU"/>
        </w:rPr>
        <w:t>Началник на ОСЗ – гр.</w:t>
      </w:r>
      <w:r w:rsidR="00D04578" w:rsidRPr="00F45E9A">
        <w:rPr>
          <w:i/>
          <w:color w:val="FFFFFF" w:themeColor="background1"/>
          <w:sz w:val="18"/>
          <w:szCs w:val="20"/>
          <w:lang w:val="ru-RU"/>
        </w:rPr>
        <w:t>Елин Пелин</w:t>
      </w:r>
      <w:r w:rsidR="00F636AF" w:rsidRPr="00F45E9A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F45E9A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F45E9A" w:rsidRDefault="003F2EC1" w:rsidP="0005360C">
      <w:pPr>
        <w:rPr>
          <w:i/>
          <w:sz w:val="20"/>
          <w:lang w:val="bg-BG"/>
        </w:rPr>
        <w:sectPr w:rsidR="003F2EC1" w:rsidRPr="00F45E9A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F45E9A">
      <w:type w:val="continuous"/>
      <w:pgSz w:w="11907" w:h="16840" w:code="9"/>
      <w:pgMar w:top="851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1BA" w:rsidRDefault="00B571BA">
      <w:r>
        <w:separator/>
      </w:r>
    </w:p>
  </w:endnote>
  <w:endnote w:type="continuationSeparator" w:id="0">
    <w:p w:rsidR="00B571BA" w:rsidRDefault="00B57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Default="00FA0C99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5050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0507" w:rsidRDefault="00B50507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713EC9" w:rsidRDefault="00FA0C99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B5050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131B15">
      <w:rPr>
        <w:rStyle w:val="ac"/>
        <w:noProof/>
        <w:sz w:val="18"/>
      </w:rPr>
      <w:t>37</w:t>
    </w:r>
    <w:r w:rsidRPr="00713EC9">
      <w:rPr>
        <w:rStyle w:val="ac"/>
        <w:sz w:val="18"/>
      </w:rPr>
      <w:fldChar w:fldCharType="end"/>
    </w:r>
  </w:p>
  <w:p w:rsidR="00B50507" w:rsidRPr="002639F4" w:rsidRDefault="00B5050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B50507" w:rsidRPr="002639F4" w:rsidRDefault="00B50507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835BBA" w:rsidRDefault="00B5050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073E78" w:rsidRDefault="00B50507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B50507" w:rsidRPr="0056337C" w:rsidRDefault="00B50507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004F45" w:rsidRDefault="00B50507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1BA" w:rsidRDefault="00B571BA">
      <w:r>
        <w:separator/>
      </w:r>
    </w:p>
  </w:footnote>
  <w:footnote w:type="continuationSeparator" w:id="0">
    <w:p w:rsidR="00B571BA" w:rsidRDefault="00B57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5B69F7" w:rsidRDefault="00B50507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0507" w:rsidRPr="005B69F7" w:rsidRDefault="00FA0C9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FA0C99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B5050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50507" w:rsidRPr="0023186B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170F93" w:rsidRPr="00170F93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="00170F93"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B50507" w:rsidRPr="00983B22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20405"/>
    <w:rsid w:val="00031A1D"/>
    <w:rsid w:val="0005217F"/>
    <w:rsid w:val="0005360C"/>
    <w:rsid w:val="00067CA3"/>
    <w:rsid w:val="00070B96"/>
    <w:rsid w:val="00085E49"/>
    <w:rsid w:val="00087FDC"/>
    <w:rsid w:val="0009344D"/>
    <w:rsid w:val="00093E92"/>
    <w:rsid w:val="00094932"/>
    <w:rsid w:val="000A519D"/>
    <w:rsid w:val="000C5047"/>
    <w:rsid w:val="000E2804"/>
    <w:rsid w:val="000E2F1C"/>
    <w:rsid w:val="000E46A8"/>
    <w:rsid w:val="000F691D"/>
    <w:rsid w:val="0010044E"/>
    <w:rsid w:val="00111688"/>
    <w:rsid w:val="00113853"/>
    <w:rsid w:val="00131B15"/>
    <w:rsid w:val="0013647C"/>
    <w:rsid w:val="00137F32"/>
    <w:rsid w:val="00155469"/>
    <w:rsid w:val="00157D1E"/>
    <w:rsid w:val="00164257"/>
    <w:rsid w:val="00164A60"/>
    <w:rsid w:val="00170F93"/>
    <w:rsid w:val="001738C2"/>
    <w:rsid w:val="00173A32"/>
    <w:rsid w:val="001850C9"/>
    <w:rsid w:val="00187A48"/>
    <w:rsid w:val="00192979"/>
    <w:rsid w:val="001A06E4"/>
    <w:rsid w:val="001A1BA3"/>
    <w:rsid w:val="001A1C66"/>
    <w:rsid w:val="001A3376"/>
    <w:rsid w:val="001B4BA5"/>
    <w:rsid w:val="001C061D"/>
    <w:rsid w:val="001D31E5"/>
    <w:rsid w:val="001E4CC5"/>
    <w:rsid w:val="001F2D04"/>
    <w:rsid w:val="001F4634"/>
    <w:rsid w:val="0020653E"/>
    <w:rsid w:val="00212573"/>
    <w:rsid w:val="00224C72"/>
    <w:rsid w:val="00225E60"/>
    <w:rsid w:val="00227566"/>
    <w:rsid w:val="0023186B"/>
    <w:rsid w:val="00236727"/>
    <w:rsid w:val="0024276E"/>
    <w:rsid w:val="00246BE3"/>
    <w:rsid w:val="002639F4"/>
    <w:rsid w:val="0026468A"/>
    <w:rsid w:val="00264CBB"/>
    <w:rsid w:val="00266D04"/>
    <w:rsid w:val="00270F36"/>
    <w:rsid w:val="00271D98"/>
    <w:rsid w:val="002725F6"/>
    <w:rsid w:val="0027756D"/>
    <w:rsid w:val="00291439"/>
    <w:rsid w:val="00291BDD"/>
    <w:rsid w:val="002A10AF"/>
    <w:rsid w:val="002A7741"/>
    <w:rsid w:val="002C533F"/>
    <w:rsid w:val="002C5874"/>
    <w:rsid w:val="002D3B8A"/>
    <w:rsid w:val="002D4B64"/>
    <w:rsid w:val="002E25EF"/>
    <w:rsid w:val="002F2872"/>
    <w:rsid w:val="003015D9"/>
    <w:rsid w:val="003122DD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157"/>
    <w:rsid w:val="00352944"/>
    <w:rsid w:val="0035485C"/>
    <w:rsid w:val="0035766D"/>
    <w:rsid w:val="00361B20"/>
    <w:rsid w:val="003674A3"/>
    <w:rsid w:val="00367B07"/>
    <w:rsid w:val="003813FC"/>
    <w:rsid w:val="0038518E"/>
    <w:rsid w:val="003948A2"/>
    <w:rsid w:val="003A46B1"/>
    <w:rsid w:val="003A6165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401145"/>
    <w:rsid w:val="00430352"/>
    <w:rsid w:val="0043195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D1E53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4522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B38"/>
    <w:rsid w:val="006322F2"/>
    <w:rsid w:val="006359F1"/>
    <w:rsid w:val="00641FE7"/>
    <w:rsid w:val="00645F78"/>
    <w:rsid w:val="00654315"/>
    <w:rsid w:val="006655C6"/>
    <w:rsid w:val="00670C49"/>
    <w:rsid w:val="006727E9"/>
    <w:rsid w:val="006728A7"/>
    <w:rsid w:val="00682F90"/>
    <w:rsid w:val="00684C7E"/>
    <w:rsid w:val="00687C4C"/>
    <w:rsid w:val="006A00E0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33052"/>
    <w:rsid w:val="00734758"/>
    <w:rsid w:val="007354A2"/>
    <w:rsid w:val="00735898"/>
    <w:rsid w:val="00736645"/>
    <w:rsid w:val="00737F0F"/>
    <w:rsid w:val="007504B1"/>
    <w:rsid w:val="00751C7B"/>
    <w:rsid w:val="00753FF4"/>
    <w:rsid w:val="00760D2D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B1C63"/>
    <w:rsid w:val="008D2703"/>
    <w:rsid w:val="008E0E45"/>
    <w:rsid w:val="008F3A6E"/>
    <w:rsid w:val="009028B4"/>
    <w:rsid w:val="009075FB"/>
    <w:rsid w:val="0092277B"/>
    <w:rsid w:val="00931B42"/>
    <w:rsid w:val="00936425"/>
    <w:rsid w:val="00945150"/>
    <w:rsid w:val="00946D85"/>
    <w:rsid w:val="00954C16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5905"/>
    <w:rsid w:val="009B3FDB"/>
    <w:rsid w:val="009B57C3"/>
    <w:rsid w:val="009D555E"/>
    <w:rsid w:val="009D6815"/>
    <w:rsid w:val="009E7D8E"/>
    <w:rsid w:val="009F2A96"/>
    <w:rsid w:val="00A05DB4"/>
    <w:rsid w:val="00A23841"/>
    <w:rsid w:val="00A23BFD"/>
    <w:rsid w:val="00A2419F"/>
    <w:rsid w:val="00A36C2A"/>
    <w:rsid w:val="00A4638B"/>
    <w:rsid w:val="00A52D58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1909"/>
    <w:rsid w:val="00B020F2"/>
    <w:rsid w:val="00B02AEB"/>
    <w:rsid w:val="00B14BA2"/>
    <w:rsid w:val="00B26A28"/>
    <w:rsid w:val="00B4496C"/>
    <w:rsid w:val="00B45D58"/>
    <w:rsid w:val="00B50507"/>
    <w:rsid w:val="00B54180"/>
    <w:rsid w:val="00B571BA"/>
    <w:rsid w:val="00B65B7A"/>
    <w:rsid w:val="00B97B20"/>
    <w:rsid w:val="00BA5128"/>
    <w:rsid w:val="00BB228B"/>
    <w:rsid w:val="00BC0B35"/>
    <w:rsid w:val="00BC45FC"/>
    <w:rsid w:val="00BD1BCF"/>
    <w:rsid w:val="00BD5937"/>
    <w:rsid w:val="00BE215C"/>
    <w:rsid w:val="00BE4052"/>
    <w:rsid w:val="00BF1ED0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1B72"/>
    <w:rsid w:val="00C44A5E"/>
    <w:rsid w:val="00C473A4"/>
    <w:rsid w:val="00C525CA"/>
    <w:rsid w:val="00C54AFC"/>
    <w:rsid w:val="00C559DB"/>
    <w:rsid w:val="00C70CB9"/>
    <w:rsid w:val="00CA17DF"/>
    <w:rsid w:val="00CA3258"/>
    <w:rsid w:val="00CA35D5"/>
    <w:rsid w:val="00CA41E3"/>
    <w:rsid w:val="00CA7A14"/>
    <w:rsid w:val="00CC671B"/>
    <w:rsid w:val="00CC79E0"/>
    <w:rsid w:val="00CD6A9A"/>
    <w:rsid w:val="00CE47C7"/>
    <w:rsid w:val="00CE5345"/>
    <w:rsid w:val="00CE78CA"/>
    <w:rsid w:val="00CF1702"/>
    <w:rsid w:val="00CF334D"/>
    <w:rsid w:val="00CF52AE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71A31"/>
    <w:rsid w:val="00D72FF8"/>
    <w:rsid w:val="00D742E5"/>
    <w:rsid w:val="00D7472F"/>
    <w:rsid w:val="00D81065"/>
    <w:rsid w:val="00D81D3E"/>
    <w:rsid w:val="00D86697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37E58"/>
    <w:rsid w:val="00F45E9A"/>
    <w:rsid w:val="00F5328B"/>
    <w:rsid w:val="00F636AF"/>
    <w:rsid w:val="00F63931"/>
    <w:rsid w:val="00F670A1"/>
    <w:rsid w:val="00F72CF1"/>
    <w:rsid w:val="00F7674E"/>
    <w:rsid w:val="00F77810"/>
    <w:rsid w:val="00F95DCD"/>
    <w:rsid w:val="00FA0C99"/>
    <w:rsid w:val="00FA10EE"/>
    <w:rsid w:val="00FA4106"/>
    <w:rsid w:val="00FB2631"/>
    <w:rsid w:val="00FB3A94"/>
    <w:rsid w:val="00FB51D3"/>
    <w:rsid w:val="00FB6BA7"/>
    <w:rsid w:val="00FB775A"/>
    <w:rsid w:val="00FD129D"/>
    <w:rsid w:val="00FE345E"/>
    <w:rsid w:val="00FE4761"/>
    <w:rsid w:val="00FF09E3"/>
    <w:rsid w:val="00FF13DE"/>
    <w:rsid w:val="00FF5157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A0C9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FA0C99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FA0C99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A0C99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0C99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FA0C99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FA0C99"/>
    <w:pPr>
      <w:jc w:val="both"/>
    </w:pPr>
    <w:rPr>
      <w:lang w:val="bg-BG"/>
    </w:rPr>
  </w:style>
  <w:style w:type="paragraph" w:styleId="20">
    <w:name w:val="Body Text 2"/>
    <w:basedOn w:val="a"/>
    <w:rsid w:val="00FA0C99"/>
    <w:pPr>
      <w:jc w:val="both"/>
    </w:pPr>
    <w:rPr>
      <w:lang w:val="bg-BG"/>
    </w:rPr>
  </w:style>
  <w:style w:type="character" w:styleId="a7">
    <w:name w:val="Hyperlink"/>
    <w:uiPriority w:val="99"/>
    <w:rsid w:val="00FA0C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9A86-022B-406A-AAE0-CB9F6158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35</TotalTime>
  <Pages>37</Pages>
  <Words>13209</Words>
  <Characters>79841</Characters>
  <Application>Microsoft Office Word</Application>
  <DocSecurity>0</DocSecurity>
  <Lines>665</Lines>
  <Paragraphs>185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22</cp:revision>
  <cp:lastPrinted>2021-10-06T08:27:00Z</cp:lastPrinted>
  <dcterms:created xsi:type="dcterms:W3CDTF">2023-09-05T07:33:00Z</dcterms:created>
  <dcterms:modified xsi:type="dcterms:W3CDTF">2023-10-09T10:32:00Z</dcterms:modified>
</cp:coreProperties>
</file>