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DE" w:rsidRPr="00C243B5" w:rsidRDefault="00454CDE" w:rsidP="002D202E">
      <w:pPr>
        <w:spacing w:before="240"/>
        <w:ind w:left="2977" w:hanging="2977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454CDE" w:rsidRPr="002D202E" w:rsidRDefault="00454CDE" w:rsidP="002D202E">
      <w:pPr>
        <w:ind w:left="2977" w:hanging="2977"/>
        <w:jc w:val="center"/>
        <w:rPr>
          <w:b/>
        </w:rPr>
      </w:pPr>
      <w:r w:rsidRPr="00755CB0">
        <w:rPr>
          <w:b/>
          <w:lang w:val="bg-BG"/>
        </w:rPr>
        <w:t>№</w:t>
      </w:r>
      <w:r w:rsidR="00032231" w:rsidRPr="00755CB0">
        <w:rPr>
          <w:b/>
          <w:lang w:val="bg-BG"/>
        </w:rPr>
        <w:t xml:space="preserve"> ПО-09-</w:t>
      </w:r>
      <w:r w:rsidR="00E5496B">
        <w:rPr>
          <w:b/>
        </w:rPr>
        <w:t>35</w:t>
      </w:r>
      <w:r w:rsidR="009D0569">
        <w:rPr>
          <w:b/>
          <w:lang w:val="bg-BG"/>
        </w:rPr>
        <w:t>60</w:t>
      </w:r>
      <w:r w:rsidR="00C15CDD" w:rsidRPr="00755CB0">
        <w:rPr>
          <w:b/>
          <w:lang w:val="bg-BG"/>
        </w:rPr>
        <w:t>-</w:t>
      </w:r>
      <w:r w:rsidR="002E56ED">
        <w:rPr>
          <w:b/>
        </w:rPr>
        <w:t>4/2</w:t>
      </w:r>
      <w:r w:rsidR="00A3770A">
        <w:rPr>
          <w:b/>
        </w:rPr>
        <w:t>8</w:t>
      </w:r>
      <w:r w:rsidR="002D202E" w:rsidRPr="00755CB0">
        <w:rPr>
          <w:b/>
        </w:rPr>
        <w:t>.0</w:t>
      </w:r>
      <w:r w:rsidR="002D202E">
        <w:rPr>
          <w:b/>
        </w:rPr>
        <w:t>9</w:t>
      </w:r>
      <w:r w:rsidR="002D202E" w:rsidRPr="00755CB0">
        <w:rPr>
          <w:b/>
        </w:rPr>
        <w:t>.</w:t>
      </w:r>
      <w:r w:rsidR="002D202E" w:rsidRPr="00755CB0">
        <w:rPr>
          <w:b/>
          <w:lang w:val="bg-BG"/>
        </w:rPr>
        <w:t>202</w:t>
      </w:r>
      <w:r w:rsidR="002D202E">
        <w:rPr>
          <w:b/>
        </w:rPr>
        <w:t>3</w:t>
      </w:r>
      <w:r w:rsidR="002D202E" w:rsidRPr="00755CB0">
        <w:rPr>
          <w:b/>
          <w:lang w:val="bg-BG"/>
        </w:rPr>
        <w:t>г.</w:t>
      </w:r>
    </w:p>
    <w:p w:rsidR="00454CDE" w:rsidRDefault="002D202E" w:rsidP="002D202E">
      <w:pPr>
        <w:ind w:left="2977" w:hanging="2977"/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2D202E" w:rsidRPr="00755CB0" w:rsidRDefault="002D202E" w:rsidP="002D202E">
      <w:pPr>
        <w:ind w:left="2977" w:hanging="2977"/>
        <w:jc w:val="center"/>
        <w:rPr>
          <w:b/>
          <w:lang w:val="bg-BG"/>
        </w:rPr>
      </w:pPr>
    </w:p>
    <w:p w:rsidR="003C0448" w:rsidRDefault="003C0448" w:rsidP="003C0448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="008A6555" w:rsidRPr="0020444D">
        <w:rPr>
          <w:u w:val="single"/>
        </w:rPr>
        <w:t>№ ПО-09-35</w:t>
      </w:r>
      <w:r w:rsidR="009D0569">
        <w:rPr>
          <w:u w:val="single"/>
          <w:lang w:val="bg-BG"/>
        </w:rPr>
        <w:t>60</w:t>
      </w:r>
      <w:r w:rsidR="008A6555" w:rsidRPr="0020444D">
        <w:rPr>
          <w:u w:val="single"/>
        </w:rPr>
        <w:t>-</w:t>
      </w:r>
      <w:r w:rsidR="006E6FC6">
        <w:rPr>
          <w:u w:val="single"/>
        </w:rPr>
        <w:t>3</w:t>
      </w:r>
      <w:r w:rsidR="008A6555" w:rsidRPr="0020444D">
        <w:rPr>
          <w:u w:val="single"/>
        </w:rPr>
        <w:t>/</w:t>
      </w:r>
      <w:r w:rsidR="008A6555" w:rsidRPr="0020444D">
        <w:rPr>
          <w:u w:val="single"/>
          <w:lang w:val="bg-BG"/>
        </w:rPr>
        <w:t>14</w:t>
      </w:r>
      <w:r w:rsidR="008A6555" w:rsidRPr="0020444D">
        <w:rPr>
          <w:u w:val="single"/>
        </w:rPr>
        <w:t>.0</w:t>
      </w:r>
      <w:r w:rsidR="008A6555" w:rsidRPr="0020444D">
        <w:rPr>
          <w:u w:val="single"/>
          <w:lang w:val="bg-BG"/>
        </w:rPr>
        <w:t>9</w:t>
      </w:r>
      <w:r w:rsidR="008A6555" w:rsidRPr="0020444D">
        <w:rPr>
          <w:u w:val="single"/>
        </w:rPr>
        <w:t>.2023г</w:t>
      </w:r>
      <w:r w:rsidR="008A6555"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C0448">
        <w:t>Заповед</w:t>
      </w:r>
      <w:proofErr w:type="spellEnd"/>
      <w:r w:rsidRPr="003C0448">
        <w:t xml:space="preserve"> </w:t>
      </w:r>
      <w:r w:rsidR="006E6FC6" w:rsidRPr="003C0448">
        <w:rPr>
          <w:u w:val="single"/>
        </w:rPr>
        <w:t xml:space="preserve">№ </w:t>
      </w:r>
      <w:r w:rsidR="006E6FC6">
        <w:rPr>
          <w:u w:val="single"/>
          <w:lang w:val="bg-BG"/>
        </w:rPr>
        <w:t>ПО-09-3560-2</w:t>
      </w:r>
      <w:r w:rsidR="006E6FC6" w:rsidRPr="0020444D">
        <w:rPr>
          <w:u w:val="single"/>
          <w:lang w:val="bg-BG"/>
        </w:rPr>
        <w:t>/</w:t>
      </w:r>
      <w:r w:rsidR="006E6FC6">
        <w:rPr>
          <w:u w:val="single"/>
          <w:lang w:val="bg-BG"/>
        </w:rPr>
        <w:t>13.09.</w:t>
      </w:r>
      <w:r w:rsidR="006E6FC6" w:rsidRPr="0020444D">
        <w:rPr>
          <w:u w:val="single"/>
          <w:lang w:val="bg-BG"/>
        </w:rPr>
        <w:t>2023г</w:t>
      </w:r>
      <w:r w:rsidR="006E6FC6" w:rsidRPr="003C0448">
        <w:t>.</w:t>
      </w:r>
      <w:proofErr w:type="gramEnd"/>
      <w:r w:rsidR="006E6FC6" w:rsidRPr="003C0448">
        <w:t xml:space="preserve"> </w:t>
      </w:r>
      <w:r w:rsidR="006E6FC6">
        <w:rPr>
          <w:lang w:val="bg-BG"/>
        </w:rPr>
        <w:t xml:space="preserve">изменяща Заповед </w:t>
      </w:r>
      <w:r w:rsidRPr="003C0448">
        <w:rPr>
          <w:u w:val="single"/>
        </w:rPr>
        <w:t xml:space="preserve">№ </w:t>
      </w:r>
      <w:r w:rsidR="0020444D">
        <w:rPr>
          <w:u w:val="single"/>
          <w:lang w:val="bg-BG"/>
        </w:rPr>
        <w:t>ПО-09-35</w:t>
      </w:r>
      <w:r w:rsidR="009D0569">
        <w:rPr>
          <w:u w:val="single"/>
          <w:lang w:val="bg-BG"/>
        </w:rPr>
        <w:t>60</w:t>
      </w:r>
      <w:r w:rsidR="0020444D" w:rsidRPr="0020444D">
        <w:rPr>
          <w:u w:val="single"/>
          <w:lang w:val="bg-BG"/>
        </w:rPr>
        <w:t>/</w:t>
      </w:r>
      <w:r w:rsidR="0020444D">
        <w:rPr>
          <w:u w:val="single"/>
          <w:lang w:val="bg-BG"/>
        </w:rPr>
        <w:t>26.07.</w:t>
      </w:r>
      <w:r w:rsidR="0020444D" w:rsidRPr="0020444D">
        <w:rPr>
          <w:u w:val="single"/>
          <w:lang w:val="bg-BG"/>
        </w:rPr>
        <w:t>2023г</w:t>
      </w:r>
      <w:r w:rsidRPr="003C0448">
        <w:t xml:space="preserve">.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</w:t>
      </w:r>
      <w:r w:rsidR="009D0569">
        <w:rPr>
          <w:u w:val="single"/>
          <w:lang w:val="bg-BG"/>
        </w:rPr>
        <w:t>60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553FF6" w:rsidRPr="003C0448" w:rsidRDefault="00553FF6" w:rsidP="003C0448">
      <w:pPr>
        <w:spacing w:line="276" w:lineRule="auto"/>
        <w:ind w:firstLine="720"/>
        <w:jc w:val="both"/>
        <w:rPr>
          <w:lang w:val="bg-BG"/>
        </w:rPr>
      </w:pPr>
    </w:p>
    <w:p w:rsidR="008F3A6E" w:rsidRPr="005938D4" w:rsidRDefault="00463733" w:rsidP="00381108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553FF6" w:rsidRPr="00553FF6" w:rsidRDefault="00553FF6" w:rsidP="00553FF6">
      <w:pPr>
        <w:spacing w:line="276" w:lineRule="auto"/>
        <w:ind w:firstLine="708"/>
        <w:jc w:val="center"/>
        <w:rPr>
          <w:lang w:val="bg-BG"/>
        </w:rPr>
      </w:pPr>
    </w:p>
    <w:p w:rsidR="00553FF6" w:rsidRPr="00553FF6" w:rsidRDefault="00553FF6" w:rsidP="00553FF6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1922B7">
        <w:rPr>
          <w:b/>
          <w:u w:val="single"/>
        </w:rPr>
        <w:t>за</w:t>
      </w:r>
      <w:proofErr w:type="spellEnd"/>
      <w:r w:rsidRPr="001922B7">
        <w:rPr>
          <w:b/>
          <w:u w:val="single"/>
        </w:rPr>
        <w:t xml:space="preserve"> </w:t>
      </w:r>
      <w:proofErr w:type="spellStart"/>
      <w:r w:rsidRPr="001922B7">
        <w:rPr>
          <w:b/>
          <w:u w:val="single"/>
        </w:rPr>
        <w:t>стопанската</w:t>
      </w:r>
      <w:proofErr w:type="spellEnd"/>
      <w:r w:rsidRPr="001922B7">
        <w:rPr>
          <w:b/>
          <w:u w:val="single"/>
        </w:rPr>
        <w:t xml:space="preserve"> </w:t>
      </w:r>
      <w:proofErr w:type="spellStart"/>
      <w:r w:rsidRPr="001922B7">
        <w:rPr>
          <w:b/>
          <w:u w:val="single"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 xml:space="preserve">. </w:t>
      </w:r>
      <w:r w:rsidR="009D0569">
        <w:rPr>
          <w:b/>
          <w:bCs/>
          <w:u w:val="single"/>
          <w:lang w:val="bg-BG"/>
        </w:rPr>
        <w:t>Горно Камарци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9D0569">
        <w:rPr>
          <w:b/>
          <w:u w:val="single"/>
          <w:lang w:val="bg-BG" w:eastAsia="bg-BG"/>
        </w:rPr>
        <w:t>16794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</w:t>
      </w:r>
      <w:r w:rsidR="009D0569">
        <w:rPr>
          <w:b/>
          <w:color w:val="000000"/>
          <w:u w:val="single"/>
          <w:lang w:val="bg-BG"/>
        </w:rPr>
        <w:t>60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</w:t>
      </w:r>
      <w:r w:rsidR="009D0569">
        <w:rPr>
          <w:b/>
          <w:color w:val="000000"/>
          <w:lang w:val="bg-BG"/>
        </w:rPr>
        <w:t>60</w:t>
      </w:r>
      <w:r w:rsidRPr="008A50AB">
        <w:rPr>
          <w:b/>
          <w:color w:val="000000"/>
          <w:lang w:val="bg-BG"/>
        </w:rPr>
        <w:t>-</w:t>
      </w:r>
      <w:r w:rsidR="00D81CCF">
        <w:rPr>
          <w:b/>
          <w:color w:val="000000"/>
          <w:lang w:val="bg-BG"/>
        </w:rPr>
        <w:t>3</w:t>
      </w:r>
      <w:r w:rsidRPr="008A50AB">
        <w:rPr>
          <w:b/>
          <w:color w:val="000000"/>
          <w:lang w:val="bg-BG"/>
        </w:rPr>
        <w:t>/</w:t>
      </w:r>
      <w:r w:rsidR="00397F9B">
        <w:rPr>
          <w:b/>
          <w:color w:val="000000"/>
          <w:lang w:val="bg-BG"/>
        </w:rPr>
        <w:t>14</w:t>
      </w:r>
      <w:r w:rsidRPr="00553FF6">
        <w:rPr>
          <w:b/>
          <w:color w:val="000000"/>
          <w:lang w:val="bg-BG"/>
        </w:rPr>
        <w:t>.0</w:t>
      </w:r>
      <w:r w:rsidR="00397F9B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r w:rsidR="00D81CCF">
        <w:rPr>
          <w:lang w:val="bg-BG"/>
        </w:rPr>
        <w:t xml:space="preserve">№ </w:t>
      </w:r>
      <w:r w:rsidR="00D81CCF" w:rsidRPr="00D81CCF">
        <w:rPr>
          <w:b/>
          <w:lang w:val="bg-BG"/>
        </w:rPr>
        <w:t>ПО-09-3560-2/13.09.2023г</w:t>
      </w:r>
      <w:r w:rsidR="00D81CCF" w:rsidRPr="003C0448">
        <w:t>.</w:t>
      </w:r>
      <w:proofErr w:type="gramEnd"/>
      <w:r w:rsidR="00D81CCF" w:rsidRPr="003C0448">
        <w:t xml:space="preserve"> </w:t>
      </w:r>
      <w:r w:rsidR="00D81CCF">
        <w:rPr>
          <w:lang w:val="bg-BG"/>
        </w:rPr>
        <w:t xml:space="preserve">изменяща Заповед </w:t>
      </w:r>
      <w:r w:rsidRPr="00553FF6">
        <w:rPr>
          <w:color w:val="000000"/>
          <w:lang w:val="bg-BG"/>
        </w:rPr>
        <w:t xml:space="preserve">№ 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</w:t>
      </w:r>
      <w:r w:rsidR="009D0569">
        <w:rPr>
          <w:b/>
          <w:color w:val="000000"/>
          <w:lang w:val="bg-BG"/>
        </w:rPr>
        <w:t>60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 xml:space="preserve">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 w:rsidR="008A50AB"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 w:rsidR="008A50AB"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9D0569">
        <w:rPr>
          <w:bCs/>
          <w:u w:val="single"/>
          <w:lang w:val="bg-BG"/>
        </w:rPr>
        <w:t>Горно Камарци</w:t>
      </w:r>
      <w:proofErr w:type="gramStart"/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>община</w:t>
      </w:r>
      <w:proofErr w:type="gramEnd"/>
      <w:r w:rsidRPr="00553FF6">
        <w:rPr>
          <w:bCs/>
          <w:u w:val="single"/>
          <w:lang w:val="bg-BG"/>
        </w:rPr>
        <w:t xml:space="preserve"> </w:t>
      </w:r>
      <w:r w:rsidR="008A50AB"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9D0569">
        <w:rPr>
          <w:u w:val="single"/>
          <w:lang w:val="bg-BG" w:eastAsia="bg-BG"/>
        </w:rPr>
        <w:t>16794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553FF6" w:rsidRPr="00553FF6" w:rsidRDefault="00553FF6" w:rsidP="00553FF6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8A50AB" w:rsidRPr="008A50AB" w:rsidRDefault="00553FF6" w:rsidP="008A50AB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 w:rsidR="008A50AB"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 w:rsidR="008A50AB"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9D0569">
        <w:rPr>
          <w:bCs/>
          <w:u w:val="single"/>
          <w:lang w:val="bg-BG"/>
        </w:rPr>
        <w:t>Горно Камарци</w:t>
      </w:r>
      <w:proofErr w:type="gramStart"/>
      <w:r w:rsidR="008A50AB" w:rsidRPr="008A50AB">
        <w:rPr>
          <w:bCs/>
          <w:u w:val="single"/>
        </w:rPr>
        <w:t xml:space="preserve">,  </w:t>
      </w:r>
      <w:r w:rsidR="008A50AB" w:rsidRPr="008A50AB">
        <w:rPr>
          <w:bCs/>
          <w:u w:val="single"/>
          <w:lang w:val="bg-BG"/>
        </w:rPr>
        <w:t>община</w:t>
      </w:r>
      <w:proofErr w:type="gramEnd"/>
      <w:r w:rsidR="008A50AB" w:rsidRPr="008A50AB">
        <w:rPr>
          <w:bCs/>
          <w:u w:val="single"/>
          <w:lang w:val="bg-BG"/>
        </w:rPr>
        <w:t xml:space="preserve"> Горна Малина, ЕКАТТЕ </w:t>
      </w:r>
      <w:r w:rsidR="009D0569">
        <w:rPr>
          <w:bCs/>
          <w:u w:val="single"/>
          <w:lang w:val="bg-BG"/>
        </w:rPr>
        <w:t>16794</w:t>
      </w:r>
      <w:r w:rsidR="008A50AB" w:rsidRPr="008A50AB">
        <w:rPr>
          <w:bCs/>
          <w:u w:val="single"/>
          <w:lang w:val="bg-BG"/>
        </w:rPr>
        <w:t>, област София.</w:t>
      </w:r>
    </w:p>
    <w:p w:rsidR="00553FF6" w:rsidRPr="00553FF6" w:rsidRDefault="00553FF6" w:rsidP="008A50AB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553FF6" w:rsidRPr="00553FF6" w:rsidRDefault="00553FF6" w:rsidP="00553FF6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553FF6" w:rsidRPr="00553FF6" w:rsidRDefault="00553FF6" w:rsidP="00553FF6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553FF6" w:rsidRPr="00553FF6" w:rsidRDefault="00553FF6" w:rsidP="00553FF6">
      <w:pPr>
        <w:spacing w:line="276" w:lineRule="auto"/>
        <w:jc w:val="both"/>
        <w:rPr>
          <w:b/>
          <w:lang w:val="bg-BG"/>
        </w:rPr>
      </w:pPr>
      <w:r w:rsidRPr="00553FF6">
        <w:rPr>
          <w:b/>
          <w:lang w:val="bg-BG"/>
        </w:rPr>
        <w:t>УниКредит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553FF6" w:rsidRPr="00553FF6" w:rsidRDefault="00553FF6" w:rsidP="00553FF6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r w:rsidR="009D0569">
        <w:rPr>
          <w:b/>
          <w:u w:val="single"/>
          <w:lang w:val="bg-BG"/>
        </w:rPr>
        <w:t>1</w:t>
      </w:r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 w:rsidR="008A50AB">
        <w:rPr>
          <w:b/>
          <w:lang w:val="bg-BG"/>
        </w:rPr>
        <w:t>3</w:t>
      </w:r>
      <w:r w:rsidRPr="00553FF6">
        <w:rPr>
          <w:b/>
        </w:rPr>
        <w:t>/202</w:t>
      </w:r>
      <w:r w:rsidR="008A50AB"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="008A50AB" w:rsidRPr="008A50AB">
        <w:rPr>
          <w:bCs/>
          <w:u w:val="single"/>
          <w:lang w:val="bg-BG"/>
        </w:rPr>
        <w:t xml:space="preserve">с. </w:t>
      </w:r>
      <w:r w:rsidR="009D0569">
        <w:rPr>
          <w:bCs/>
          <w:u w:val="single"/>
          <w:lang w:val="bg-BG"/>
        </w:rPr>
        <w:t>Горно Камарци</w:t>
      </w:r>
      <w:r w:rsidR="008A50AB" w:rsidRPr="008A50AB">
        <w:rPr>
          <w:bCs/>
          <w:u w:val="single"/>
          <w:lang w:val="bg-BG"/>
        </w:rPr>
        <w:t>,  община Горна Малина, ЕКАТТЕ 02258,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553FF6" w:rsidRPr="00553FF6" w:rsidRDefault="00553FF6" w:rsidP="00553FF6">
      <w:pPr>
        <w:spacing w:line="276" w:lineRule="auto"/>
        <w:ind w:firstLine="540"/>
        <w:jc w:val="both"/>
      </w:pPr>
      <w:proofErr w:type="gramStart"/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553FF6" w:rsidRPr="00553FF6" w:rsidRDefault="00553FF6" w:rsidP="00553FF6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 xml:space="preserve">да се обяви в кметството на село </w:t>
      </w:r>
      <w:r w:rsidR="00973DAF">
        <w:rPr>
          <w:lang w:val="bg-BG"/>
        </w:rPr>
        <w:t>Горно Камарци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 w:rsidR="008A50AB"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553FF6" w:rsidRPr="00553FF6" w:rsidRDefault="00553FF6" w:rsidP="00553FF6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553FF6" w:rsidRPr="00553FF6" w:rsidRDefault="00553FF6" w:rsidP="00553FF6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553FF6" w:rsidRPr="00553FF6" w:rsidRDefault="00553FF6" w:rsidP="00553FF6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553FF6" w:rsidRPr="00553FF6" w:rsidRDefault="00553FF6" w:rsidP="00553FF6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553FF6" w:rsidRDefault="00553FF6" w:rsidP="00553FF6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Pr="009B54D5" w:rsidRDefault="00D81CCF" w:rsidP="009B54D5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544DE">
        <w:rPr>
          <w:b/>
          <w:lang w:val="bg-BG"/>
        </w:rPr>
        <w:t xml:space="preserve">: </w:t>
      </w:r>
      <w:r w:rsidR="006544DE">
        <w:rPr>
          <w:b/>
          <w:lang w:val="bg-BG"/>
        </w:rPr>
        <w:tab/>
      </w:r>
      <w:r w:rsidR="009B54D5" w:rsidRPr="009B54D5">
        <w:rPr>
          <w:b/>
          <w:lang w:val="bg-BG"/>
        </w:rPr>
        <w:t xml:space="preserve">/П/    </w:t>
      </w:r>
    </w:p>
    <w:p w:rsidR="009B54D5" w:rsidRPr="009B54D5" w:rsidRDefault="009B54D5" w:rsidP="009B54D5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9B54D5" w:rsidRPr="009B54D5" w:rsidRDefault="009B54D5" w:rsidP="009B54D5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9B54D5" w:rsidRPr="009B54D5" w:rsidRDefault="009B54D5" w:rsidP="009B54D5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9B54D5" w:rsidRDefault="009B54D5" w:rsidP="00553FF6">
      <w:pPr>
        <w:spacing w:line="276" w:lineRule="auto"/>
        <w:ind w:firstLine="567"/>
        <w:jc w:val="both"/>
        <w:rPr>
          <w:lang w:val="bg-BG"/>
        </w:rPr>
      </w:pPr>
    </w:p>
    <w:p w:rsidR="00151D0E" w:rsidRPr="00151D0E" w:rsidRDefault="00151D0E" w:rsidP="00151D0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lastRenderedPageBreak/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151D0E" w:rsidRPr="00151D0E" w:rsidRDefault="00151D0E" w:rsidP="00151D0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</w:t>
      </w:r>
      <w:r w:rsidR="00D1314A">
        <w:rPr>
          <w:b/>
          <w:bCs/>
        </w:rPr>
        <w:t>60</w:t>
      </w:r>
      <w:bookmarkStart w:id="0" w:name="_GoBack"/>
      <w:bookmarkEnd w:id="0"/>
      <w:r>
        <w:rPr>
          <w:b/>
          <w:bCs/>
          <w:lang w:val="bg-BG"/>
        </w:rPr>
        <w:t>-</w:t>
      </w:r>
      <w:r w:rsidR="00AE1DFD">
        <w:rPr>
          <w:b/>
          <w:bCs/>
          <w:lang w:val="bg-BG"/>
        </w:rPr>
        <w:t>4</w:t>
      </w:r>
      <w:r>
        <w:rPr>
          <w:b/>
          <w:bCs/>
          <w:lang w:val="bg-BG"/>
        </w:rPr>
        <w:t>/</w:t>
      </w:r>
      <w:r w:rsidR="00D223E5">
        <w:rPr>
          <w:b/>
          <w:bCs/>
          <w:lang w:val="bg-BG"/>
        </w:rPr>
        <w:t>2</w:t>
      </w:r>
      <w:r w:rsidR="00A3770A">
        <w:rPr>
          <w:b/>
          <w:bCs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151D0E" w:rsidRPr="00151D0E" w:rsidRDefault="00151D0E" w:rsidP="00151D0E">
      <w:pPr>
        <w:spacing w:line="249" w:lineRule="exact"/>
        <w:jc w:val="center"/>
        <w:rPr>
          <w:b/>
          <w:bCs/>
          <w:u w:val="single"/>
        </w:rPr>
      </w:pPr>
    </w:p>
    <w:p w:rsidR="00151D0E" w:rsidRPr="00151D0E" w:rsidRDefault="00151D0E" w:rsidP="00151D0E">
      <w:pPr>
        <w:spacing w:line="249" w:lineRule="exact"/>
        <w:rPr>
          <w:lang w:val="bg-BG"/>
        </w:rPr>
      </w:pPr>
    </w:p>
    <w:p w:rsidR="00151D0E" w:rsidRPr="00151D0E" w:rsidRDefault="00151D0E" w:rsidP="00151D0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151D0E" w:rsidRPr="00151D0E" w:rsidRDefault="00151D0E" w:rsidP="00151D0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9B54D5" w:rsidRDefault="00151D0E" w:rsidP="00541D79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3C311E">
        <w:rPr>
          <w:b/>
          <w:bCs/>
          <w:u w:val="single"/>
          <w:lang w:val="bg-BG"/>
        </w:rPr>
        <w:t>Горно Камарци</w:t>
      </w:r>
      <w:r w:rsidR="003C311E">
        <w:rPr>
          <w:b/>
          <w:bCs/>
          <w:u w:val="single"/>
        </w:rPr>
        <w:t xml:space="preserve">,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3C311E">
        <w:rPr>
          <w:b/>
          <w:u w:val="single"/>
          <w:lang w:val="bg-BG" w:eastAsia="bg-BG"/>
        </w:rPr>
        <w:t>16794</w:t>
      </w:r>
      <w:r w:rsidRPr="00151D0E">
        <w:rPr>
          <w:b/>
          <w:lang w:val="bg-BG" w:eastAsia="bg-BG"/>
        </w:rPr>
        <w:t>, област София</w:t>
      </w:r>
    </w:p>
    <w:p w:rsidR="009B54D5" w:rsidRPr="00553FF6" w:rsidRDefault="009B54D5" w:rsidP="00553FF6">
      <w:pPr>
        <w:spacing w:line="276" w:lineRule="auto"/>
        <w:ind w:firstLine="567"/>
        <w:jc w:val="both"/>
        <w:rPr>
          <w:lang w:val="bg-BG"/>
        </w:rPr>
      </w:pPr>
    </w:p>
    <w:tbl>
      <w:tblPr>
        <w:tblW w:w="10056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536"/>
        <w:gridCol w:w="851"/>
        <w:gridCol w:w="764"/>
        <w:gridCol w:w="1018"/>
        <w:gridCol w:w="627"/>
        <w:gridCol w:w="851"/>
        <w:gridCol w:w="1409"/>
      </w:tblGrid>
      <w:tr w:rsidR="002A02C2" w:rsidRPr="007767A4" w:rsidTr="00AF2B6F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2A02C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2A02C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proofErr w:type="spellStart"/>
            <w:r w:rsidRPr="007767A4">
              <w:rPr>
                <w:b/>
                <w:bCs/>
                <w:sz w:val="18"/>
                <w:szCs w:val="18"/>
              </w:rPr>
              <w:t>Масив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2A02C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proofErr w:type="spellStart"/>
            <w:r w:rsidRPr="007767A4">
              <w:rPr>
                <w:b/>
                <w:bCs/>
                <w:sz w:val="18"/>
                <w:szCs w:val="18"/>
              </w:rPr>
              <w:t>Имот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правно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8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2A02C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proofErr w:type="spellStart"/>
            <w:r w:rsidRPr="007767A4">
              <w:rPr>
                <w:b/>
                <w:bCs/>
                <w:sz w:val="18"/>
                <w:szCs w:val="18"/>
              </w:rPr>
              <w:t>Имот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чл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ал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от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2A02C2" w:rsidRPr="007767A4" w:rsidTr="00AF2B6F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proofErr w:type="spellStart"/>
            <w:r w:rsidRPr="007767A4">
              <w:rPr>
                <w:b/>
                <w:bCs/>
                <w:sz w:val="18"/>
                <w:szCs w:val="18"/>
              </w:rPr>
              <w:t>Площ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b/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b/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2C2" w:rsidRPr="007767A4" w:rsidRDefault="002A02C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b/>
                <w:sz w:val="18"/>
                <w:szCs w:val="18"/>
                <w:lang w:val="ru-RU"/>
              </w:rPr>
            </w:pPr>
            <w:r w:rsidRPr="007767A4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11.010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0.299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6.29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0.524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11.00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2.678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56.23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4.004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84.08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3.857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21.04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0.835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17.53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0.383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8.05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12.608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210.053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9.725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204.22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3.186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133.982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БОЙКО БОРИСОВ БОНЕВ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11.560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11.560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9.524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4.828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1.637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34.38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1.960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41.16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1.098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23.06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2.915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61.22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0.773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16.24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1.136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23.85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0.518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10.87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ЕЛИЦА ТЕОДОРОВА МАРИНОВА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152.396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10.038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210.79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0.217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4.56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27.182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0.217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4.56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3.632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76.27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2.273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47.74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ЕТ" 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58.257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5.905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124.01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1.966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41.29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1.217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25.55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4.258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42.04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21.02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0.415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8.71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13.712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287.94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13.012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9.608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3.304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69.38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2.959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62.13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2.877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60.41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4.321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90.74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1.333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27.99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5.302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111.33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1.612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33.85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ЗВЕЗДЕЦ-ГК ЗК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302.635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42.019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882.41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55.194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4.561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7.386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3.829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80.41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21.02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0.124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1.690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35.49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13.510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lastRenderedPageBreak/>
              <w:t xml:space="preserve">РАДОЙ ИВАНОВ </w:t>
            </w:r>
            <w:proofErr w:type="spellStart"/>
            <w:r w:rsidRPr="007767A4">
              <w:rPr>
                <w:sz w:val="18"/>
                <w:szCs w:val="18"/>
              </w:rPr>
              <w:t>ИВАНОВ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129.618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6.644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139.52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5.058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3.403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71.46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1.301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27.33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0.121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0.043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0.91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76.21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0.035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4.201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88.23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2.632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2.485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 xml:space="preserve">ЦАНКА НИКОЛОВА </w:t>
            </w:r>
            <w:proofErr w:type="spellStart"/>
            <w:r w:rsidRPr="007767A4">
              <w:rPr>
                <w:sz w:val="18"/>
                <w:szCs w:val="18"/>
              </w:rPr>
              <w:t>НИКОЛОВА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sz w:val="18"/>
                <w:szCs w:val="18"/>
              </w:rPr>
              <w:t>1.219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767A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7767A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83.965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8.949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5F4B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7767A4">
              <w:rPr>
                <w:b/>
                <w:bCs/>
                <w:sz w:val="18"/>
                <w:szCs w:val="18"/>
              </w:rPr>
              <w:t>187.93</w:t>
            </w:r>
          </w:p>
        </w:tc>
      </w:tr>
      <w:tr w:rsidR="00A3770A" w:rsidRPr="007767A4" w:rsidTr="00AF2B6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8A50AB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 w:rsidRPr="007767A4"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8A50A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8A50A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6D7E10" w:rsidP="008A50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1 172,228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A3770A" w:rsidP="008A50A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FF46CB" w:rsidP="008A50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83,497</w:t>
            </w:r>
          </w:p>
        </w:tc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770A" w:rsidRPr="007767A4" w:rsidRDefault="00861613" w:rsidP="008A50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1 753,44</w:t>
            </w:r>
          </w:p>
        </w:tc>
      </w:tr>
    </w:tbl>
    <w:p w:rsidR="00541D79" w:rsidRPr="00541D79" w:rsidRDefault="00541D79" w:rsidP="00541D79">
      <w:pPr>
        <w:jc w:val="both"/>
        <w:textAlignment w:val="center"/>
        <w:rPr>
          <w:lang w:val="bg-BG"/>
        </w:rPr>
      </w:pPr>
    </w:p>
    <w:p w:rsidR="00541D79" w:rsidRPr="00541D79" w:rsidRDefault="00541D79" w:rsidP="00541D79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D79" w:rsidRPr="00541D79" w:rsidRDefault="007767A4" w:rsidP="00541D79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6544DE">
        <w:rPr>
          <w:b/>
          <w:lang w:val="bg-BG"/>
        </w:rPr>
        <w:t xml:space="preserve">: </w:t>
      </w:r>
      <w:r w:rsidR="006544DE">
        <w:rPr>
          <w:b/>
          <w:lang w:val="bg-BG"/>
        </w:rPr>
        <w:tab/>
      </w:r>
      <w:r w:rsidR="00541D79" w:rsidRPr="00541D79">
        <w:rPr>
          <w:b/>
          <w:lang w:val="bg-BG"/>
        </w:rPr>
        <w:t xml:space="preserve">/П/     </w:t>
      </w:r>
    </w:p>
    <w:p w:rsidR="00541D79" w:rsidRPr="00541D79" w:rsidRDefault="00541D79" w:rsidP="00541D79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6544DE" w:rsidRDefault="00541D79" w:rsidP="00541D79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 xml:space="preserve">Областна дирекция „Земеделие“ – </w:t>
      </w:r>
    </w:p>
    <w:p w:rsidR="00541D79" w:rsidRPr="00541D79" w:rsidRDefault="00541D79" w:rsidP="00541D79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F06BC9" w:rsidRPr="005938D4" w:rsidRDefault="00F06BC9" w:rsidP="00541D79">
      <w:pPr>
        <w:jc w:val="both"/>
        <w:textAlignment w:val="center"/>
        <w:rPr>
          <w:i/>
          <w:lang w:val="bg-BG"/>
        </w:rPr>
      </w:pPr>
    </w:p>
    <w:sectPr w:rsidR="00F06BC9" w:rsidRPr="005938D4" w:rsidSect="00541D7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D7" w:rsidRDefault="005571D7">
      <w:r>
        <w:separator/>
      </w:r>
    </w:p>
  </w:endnote>
  <w:endnote w:type="continuationSeparator" w:id="0">
    <w:p w:rsidR="005571D7" w:rsidRDefault="00557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AB" w:rsidRDefault="009658E8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A50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A50AB" w:rsidRDefault="008A50AB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AB" w:rsidRPr="00713EC9" w:rsidRDefault="009658E8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8A50A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6544DE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8A50AB" w:rsidRPr="002639F4" w:rsidRDefault="008A50A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8A50AB" w:rsidRPr="002639F4" w:rsidRDefault="008A50A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8A50AB" w:rsidRPr="00835BBA" w:rsidRDefault="008A50A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AB" w:rsidRPr="00073E78" w:rsidRDefault="008A50AB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8A50AB" w:rsidRPr="0056337C" w:rsidRDefault="008A50AB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8A50AB" w:rsidRPr="00004F45" w:rsidRDefault="008A50A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D7" w:rsidRDefault="005571D7">
      <w:r>
        <w:separator/>
      </w:r>
    </w:p>
  </w:footnote>
  <w:footnote w:type="continuationSeparator" w:id="0">
    <w:p w:rsidR="005571D7" w:rsidRDefault="00557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AB" w:rsidRPr="005B69F7" w:rsidRDefault="008A50AB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50AB" w:rsidRPr="005B69F7" w:rsidRDefault="009658E8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9658E8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8A50A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A50AB" w:rsidRPr="0023186B" w:rsidRDefault="008A50A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8A50AB" w:rsidRPr="00983B22" w:rsidRDefault="008A50A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236A"/>
    <w:rsid w:val="00013A9F"/>
    <w:rsid w:val="00020405"/>
    <w:rsid w:val="00031A1D"/>
    <w:rsid w:val="00032231"/>
    <w:rsid w:val="0005217F"/>
    <w:rsid w:val="0005360C"/>
    <w:rsid w:val="00060945"/>
    <w:rsid w:val="0006594F"/>
    <w:rsid w:val="00067CA3"/>
    <w:rsid w:val="00070B96"/>
    <w:rsid w:val="00085E49"/>
    <w:rsid w:val="0009344D"/>
    <w:rsid w:val="00093E92"/>
    <w:rsid w:val="00094932"/>
    <w:rsid w:val="000A519D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922B7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E56ED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2E20"/>
    <w:rsid w:val="003C311E"/>
    <w:rsid w:val="003D27F5"/>
    <w:rsid w:val="003D48FB"/>
    <w:rsid w:val="003D646E"/>
    <w:rsid w:val="003E7141"/>
    <w:rsid w:val="003F0AB9"/>
    <w:rsid w:val="003F12AE"/>
    <w:rsid w:val="003F2EC1"/>
    <w:rsid w:val="00401145"/>
    <w:rsid w:val="00430352"/>
    <w:rsid w:val="0043195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D79"/>
    <w:rsid w:val="00542B79"/>
    <w:rsid w:val="00544517"/>
    <w:rsid w:val="00553FF6"/>
    <w:rsid w:val="005571D7"/>
    <w:rsid w:val="005604AC"/>
    <w:rsid w:val="005609ED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B38"/>
    <w:rsid w:val="006262A4"/>
    <w:rsid w:val="006322F2"/>
    <w:rsid w:val="006359F1"/>
    <w:rsid w:val="00645F78"/>
    <w:rsid w:val="0065209B"/>
    <w:rsid w:val="00654315"/>
    <w:rsid w:val="006544DE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7E10"/>
    <w:rsid w:val="006E1608"/>
    <w:rsid w:val="006E2F1D"/>
    <w:rsid w:val="006E6F28"/>
    <w:rsid w:val="006E6FC6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767A4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1613"/>
    <w:rsid w:val="0086367E"/>
    <w:rsid w:val="00871654"/>
    <w:rsid w:val="00883AE2"/>
    <w:rsid w:val="0088459B"/>
    <w:rsid w:val="00893776"/>
    <w:rsid w:val="008A1BBB"/>
    <w:rsid w:val="008A50AB"/>
    <w:rsid w:val="008A6555"/>
    <w:rsid w:val="008B0206"/>
    <w:rsid w:val="008B1300"/>
    <w:rsid w:val="008D2703"/>
    <w:rsid w:val="008E0E45"/>
    <w:rsid w:val="008F0EB9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658E8"/>
    <w:rsid w:val="00973DAF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D0569"/>
    <w:rsid w:val="009D555E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3770A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1DFD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97B20"/>
    <w:rsid w:val="00BA5128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B87"/>
    <w:rsid w:val="00C93D7D"/>
    <w:rsid w:val="00CA17DF"/>
    <w:rsid w:val="00CA3258"/>
    <w:rsid w:val="00CA35D5"/>
    <w:rsid w:val="00CA41E3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17C6"/>
    <w:rsid w:val="00D1214A"/>
    <w:rsid w:val="00D13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CCF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33E4F"/>
    <w:rsid w:val="00F37E58"/>
    <w:rsid w:val="00F4681D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B8"/>
    <w:rsid w:val="00FE345E"/>
    <w:rsid w:val="00FE4761"/>
    <w:rsid w:val="00FF09E3"/>
    <w:rsid w:val="00FF13DE"/>
    <w:rsid w:val="00FF46CB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9658E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9658E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9658E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658E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58E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9658E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9658E8"/>
    <w:pPr>
      <w:jc w:val="both"/>
    </w:pPr>
    <w:rPr>
      <w:lang w:val="bg-BG"/>
    </w:rPr>
  </w:style>
  <w:style w:type="paragraph" w:styleId="20">
    <w:name w:val="Body Text 2"/>
    <w:basedOn w:val="a"/>
    <w:rsid w:val="009658E8"/>
    <w:pPr>
      <w:jc w:val="both"/>
    </w:pPr>
    <w:rPr>
      <w:lang w:val="bg-BG"/>
    </w:rPr>
  </w:style>
  <w:style w:type="character" w:styleId="a7">
    <w:name w:val="Hyperlink"/>
    <w:uiPriority w:val="99"/>
    <w:rsid w:val="009658E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70B2-4B9D-4398-B4DD-C100E393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27</TotalTime>
  <Pages>11</Pages>
  <Words>4091</Words>
  <Characters>22677</Characters>
  <Application>Microsoft Office Word</Application>
  <DocSecurity>0</DocSecurity>
  <Lines>188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19</cp:revision>
  <cp:lastPrinted>2016-09-16T10:47:00Z</cp:lastPrinted>
  <dcterms:created xsi:type="dcterms:W3CDTF">2023-09-05T07:50:00Z</dcterms:created>
  <dcterms:modified xsi:type="dcterms:W3CDTF">2023-10-09T08:38:00Z</dcterms:modified>
</cp:coreProperties>
</file>