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C0" w:rsidRPr="00C243B5" w:rsidRDefault="00014FC0" w:rsidP="00014FC0">
      <w:pPr>
        <w:spacing w:before="240"/>
        <w:ind w:left="2977" w:hanging="2977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014FC0" w:rsidRPr="002D202E" w:rsidRDefault="00014FC0" w:rsidP="00014FC0">
      <w:pPr>
        <w:ind w:left="2977" w:hanging="2977"/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355</w:t>
      </w:r>
      <w:r w:rsidR="00EA01BF">
        <w:rPr>
          <w:b/>
          <w:lang w:val="bg-BG"/>
        </w:rPr>
        <w:t>5</w:t>
      </w:r>
      <w:r w:rsidRPr="00755CB0">
        <w:rPr>
          <w:b/>
          <w:lang w:val="bg-BG"/>
        </w:rPr>
        <w:t>-</w:t>
      </w:r>
      <w:r w:rsidR="00013C46">
        <w:rPr>
          <w:b/>
          <w:lang w:val="bg-BG"/>
        </w:rPr>
        <w:t>4</w:t>
      </w:r>
      <w:r>
        <w:rPr>
          <w:b/>
        </w:rPr>
        <w:t>/</w:t>
      </w:r>
      <w:r w:rsidR="00CA3C0D">
        <w:rPr>
          <w:b/>
          <w:lang w:val="bg-BG"/>
        </w:rPr>
        <w:t>2</w:t>
      </w:r>
      <w:r w:rsidR="00174B46">
        <w:rPr>
          <w:b/>
          <w:lang w:val="bg-BG"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014FC0" w:rsidRDefault="00014FC0" w:rsidP="00014FC0">
      <w:pPr>
        <w:ind w:left="2977" w:hanging="2977"/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014FC0" w:rsidRPr="00755CB0" w:rsidRDefault="00014FC0" w:rsidP="00014FC0">
      <w:pPr>
        <w:ind w:left="2977" w:hanging="2977"/>
        <w:jc w:val="center"/>
        <w:rPr>
          <w:b/>
          <w:lang w:val="bg-BG"/>
        </w:rPr>
      </w:pPr>
    </w:p>
    <w:p w:rsidR="00014FC0" w:rsidRDefault="00014FC0" w:rsidP="00014FC0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ПО-09-355</w:t>
      </w:r>
      <w:r w:rsidR="00EA01BF">
        <w:rPr>
          <w:u w:val="single"/>
          <w:lang w:val="bg-BG"/>
        </w:rPr>
        <w:t>5</w:t>
      </w:r>
      <w:r w:rsidRPr="0020444D">
        <w:rPr>
          <w:u w:val="single"/>
        </w:rPr>
        <w:t>-</w:t>
      </w:r>
      <w:r w:rsidR="00013C46">
        <w:rPr>
          <w:u w:val="single"/>
          <w:lang w:val="bg-BG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C0448">
        <w:t>Заповед</w:t>
      </w:r>
      <w:proofErr w:type="spellEnd"/>
      <w:r w:rsidRPr="003C0448">
        <w:t xml:space="preserve"> </w:t>
      </w:r>
      <w:r w:rsidR="00C06224" w:rsidRPr="003C0448">
        <w:rPr>
          <w:u w:val="single"/>
        </w:rPr>
        <w:t xml:space="preserve">№ </w:t>
      </w:r>
      <w:r w:rsidR="00C06224">
        <w:rPr>
          <w:u w:val="single"/>
          <w:lang w:val="bg-BG"/>
        </w:rPr>
        <w:t>ПО-09-3555-2</w:t>
      </w:r>
      <w:r w:rsidR="00C06224" w:rsidRPr="0020444D">
        <w:rPr>
          <w:u w:val="single"/>
          <w:lang w:val="bg-BG"/>
        </w:rPr>
        <w:t>/</w:t>
      </w:r>
      <w:r w:rsidR="00C06224">
        <w:rPr>
          <w:u w:val="single"/>
          <w:lang w:val="bg-BG"/>
        </w:rPr>
        <w:t>13.09.</w:t>
      </w:r>
      <w:r w:rsidR="00C06224" w:rsidRPr="0020444D">
        <w:rPr>
          <w:u w:val="single"/>
          <w:lang w:val="bg-BG"/>
        </w:rPr>
        <w:t>2023г</w:t>
      </w:r>
      <w:r w:rsidR="00C06224" w:rsidRPr="003C0448">
        <w:rPr>
          <w:u w:val="single"/>
        </w:rPr>
        <w:t xml:space="preserve"> </w:t>
      </w:r>
      <w:r w:rsidR="00C06224">
        <w:rPr>
          <w:u w:val="single"/>
          <w:lang w:val="bg-BG"/>
        </w:rPr>
        <w:t>изменяща Заповед</w:t>
      </w:r>
      <w:r w:rsidR="00F2753A">
        <w:rPr>
          <w:u w:val="single"/>
          <w:lang w:val="bg-BG"/>
        </w:rPr>
        <w:t xml:space="preserve">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ПО-09-355</w:t>
      </w:r>
      <w:r w:rsidR="00EA01BF">
        <w:rPr>
          <w:u w:val="single"/>
          <w:lang w:val="bg-BG"/>
        </w:rPr>
        <w:t>5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>.</w:t>
      </w:r>
      <w:proofErr w:type="gramEnd"/>
      <w:r w:rsidRPr="003C0448">
        <w:t xml:space="preserve">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355</w:t>
      </w:r>
      <w:r w:rsidR="00EA01BF">
        <w:rPr>
          <w:u w:val="single"/>
          <w:lang w:val="bg-BG"/>
        </w:rPr>
        <w:t>5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014FC0" w:rsidRPr="003C0448" w:rsidRDefault="00014FC0" w:rsidP="00014FC0">
      <w:pPr>
        <w:spacing w:line="276" w:lineRule="auto"/>
        <w:ind w:firstLine="720"/>
        <w:jc w:val="both"/>
        <w:rPr>
          <w:lang w:val="bg-BG"/>
        </w:rPr>
      </w:pPr>
    </w:p>
    <w:p w:rsidR="00014FC0" w:rsidRPr="005938D4" w:rsidRDefault="00014FC0" w:rsidP="00014FC0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014FC0" w:rsidRPr="00553FF6" w:rsidRDefault="00014FC0" w:rsidP="00014FC0">
      <w:pPr>
        <w:spacing w:line="276" w:lineRule="auto"/>
        <w:ind w:firstLine="708"/>
        <w:jc w:val="center"/>
        <w:rPr>
          <w:lang w:val="bg-BG"/>
        </w:rPr>
      </w:pPr>
    </w:p>
    <w:p w:rsidR="00014FC0" w:rsidRPr="00553FF6" w:rsidRDefault="00014FC0" w:rsidP="00014FC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rPr>
          <w:b/>
        </w:rPr>
        <w:t>за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стопанската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>.</w:t>
      </w:r>
      <w:r w:rsidR="00EA01BF">
        <w:rPr>
          <w:b/>
          <w:bCs/>
          <w:u w:val="single"/>
          <w:lang w:val="bg-BG"/>
        </w:rPr>
        <w:t>Априлово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EA01BF">
        <w:rPr>
          <w:b/>
          <w:u w:val="single"/>
          <w:lang w:val="bg-BG" w:eastAsia="bg-BG"/>
        </w:rPr>
        <w:t>00549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355</w:t>
      </w:r>
      <w:r w:rsidR="00EA01BF">
        <w:rPr>
          <w:b/>
          <w:color w:val="000000"/>
          <w:u w:val="single"/>
          <w:lang w:val="bg-BG"/>
        </w:rPr>
        <w:t>5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r w:rsidRPr="00553FF6">
        <w:t>представено</w:t>
      </w:r>
      <w:proofErr w:type="spell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355</w:t>
      </w:r>
      <w:r w:rsidR="00EA01BF">
        <w:rPr>
          <w:b/>
          <w:color w:val="000000"/>
          <w:lang w:val="bg-BG"/>
        </w:rPr>
        <w:t>5</w:t>
      </w:r>
      <w:r w:rsidR="00522020">
        <w:rPr>
          <w:b/>
          <w:color w:val="000000"/>
          <w:lang w:val="bg-BG"/>
        </w:rPr>
        <w:t>-</w:t>
      </w:r>
      <w:r w:rsidR="00B66DFA">
        <w:rPr>
          <w:b/>
          <w:color w:val="000000"/>
          <w:lang w:val="bg-BG"/>
        </w:rPr>
        <w:t>3</w:t>
      </w:r>
      <w:r w:rsidR="00522020">
        <w:rPr>
          <w:b/>
          <w:color w:val="000000"/>
          <w:lang w:val="bg-BG"/>
        </w:rPr>
        <w:t>/14</w:t>
      </w:r>
      <w:r w:rsidRPr="00553FF6">
        <w:rPr>
          <w:b/>
          <w:color w:val="000000"/>
          <w:lang w:val="bg-BG"/>
        </w:rPr>
        <w:t>.0</w:t>
      </w:r>
      <w:r w:rsidR="00522020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F2753A">
        <w:t>Заповед</w:t>
      </w:r>
      <w:proofErr w:type="spellEnd"/>
      <w:r w:rsidR="00F2753A" w:rsidRPr="00F2753A">
        <w:t xml:space="preserve">№ </w:t>
      </w:r>
      <w:r w:rsidR="00F2753A" w:rsidRPr="00F2753A">
        <w:rPr>
          <w:b/>
          <w:lang w:val="bg-BG"/>
        </w:rPr>
        <w:t>ПО-09-3555-2/13.09.2023г</w:t>
      </w:r>
      <w:r w:rsidR="00F2753A" w:rsidRPr="00F2753A">
        <w:t xml:space="preserve"> </w:t>
      </w:r>
      <w:r w:rsidR="00F2753A" w:rsidRPr="00F2753A">
        <w:rPr>
          <w:lang w:val="bg-BG"/>
        </w:rPr>
        <w:t>изменяща Заповед</w:t>
      </w:r>
      <w:r w:rsidRPr="00F2753A">
        <w:t xml:space="preserve"> </w:t>
      </w:r>
      <w:r w:rsidRPr="00F2753A">
        <w:rPr>
          <w:color w:val="000000"/>
          <w:lang w:val="bg-BG"/>
        </w:rPr>
        <w:t xml:space="preserve">№ </w:t>
      </w:r>
      <w:r w:rsidRPr="00F2753A">
        <w:rPr>
          <w:b/>
          <w:color w:val="000000"/>
          <w:lang w:val="bg-BG"/>
        </w:rPr>
        <w:t>ПО-09-355</w:t>
      </w:r>
      <w:r w:rsidR="00EA01BF" w:rsidRPr="00F2753A">
        <w:rPr>
          <w:b/>
          <w:color w:val="000000"/>
          <w:lang w:val="bg-BG"/>
        </w:rPr>
        <w:t>5</w:t>
      </w:r>
      <w:r w:rsidRPr="00F2753A">
        <w:rPr>
          <w:b/>
          <w:color w:val="000000"/>
          <w:lang w:val="bg-BG"/>
        </w:rPr>
        <w:t>/26.07.2023г</w:t>
      </w:r>
      <w:r w:rsidRPr="00F2753A">
        <w:t xml:space="preserve">. </w:t>
      </w:r>
      <w:proofErr w:type="spellStart"/>
      <w:r w:rsidRPr="00F2753A">
        <w:t>на</w:t>
      </w:r>
      <w:proofErr w:type="spellEnd"/>
      <w:r w:rsidRPr="00F2753A">
        <w:t xml:space="preserve"> </w:t>
      </w:r>
      <w:proofErr w:type="spellStart"/>
      <w:r w:rsidRPr="00F2753A">
        <w:t>Директора</w:t>
      </w:r>
      <w:proofErr w:type="spellEnd"/>
      <w:r w:rsidRPr="00F2753A">
        <w:t xml:space="preserve"> </w:t>
      </w:r>
      <w:proofErr w:type="spellStart"/>
      <w:r w:rsidRPr="00F2753A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74, </w:t>
      </w:r>
      <w:proofErr w:type="spellStart"/>
      <w:r w:rsidRPr="00553FF6">
        <w:t>ал</w:t>
      </w:r>
      <w:proofErr w:type="spellEnd"/>
      <w:r w:rsidRPr="00553FF6">
        <w:t xml:space="preserve">. 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EA01BF">
        <w:rPr>
          <w:bCs/>
          <w:u w:val="single"/>
          <w:lang w:val="bg-BG"/>
        </w:rPr>
        <w:t>Априлово</w:t>
      </w:r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 xml:space="preserve">община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EA01BF">
        <w:rPr>
          <w:u w:val="single"/>
          <w:lang w:val="bg-BG" w:eastAsia="bg-BG"/>
        </w:rPr>
        <w:t>00549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37б </w:t>
      </w:r>
      <w:proofErr w:type="spellStart"/>
      <w:r w:rsidRPr="00553FF6">
        <w:t>от</w:t>
      </w:r>
      <w:proofErr w:type="spellEnd"/>
      <w:r w:rsidRPr="00553FF6">
        <w:t xml:space="preserve"> ЗСПЗЗ.</w:t>
      </w:r>
    </w:p>
    <w:p w:rsidR="00014FC0" w:rsidRPr="008A50AB" w:rsidRDefault="00014FC0" w:rsidP="00014FC0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74, </w:t>
      </w:r>
      <w:proofErr w:type="spellStart"/>
      <w:r w:rsidRPr="00553FF6">
        <w:t>ал</w:t>
      </w:r>
      <w:proofErr w:type="spellEnd"/>
      <w:r w:rsidRPr="00553FF6">
        <w:t xml:space="preserve">. 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EA01BF">
        <w:rPr>
          <w:bCs/>
          <w:u w:val="single"/>
          <w:lang w:val="bg-BG"/>
        </w:rPr>
        <w:t>Априлово</w:t>
      </w:r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 xml:space="preserve">община Горна Малина, ЕКАТТЕ </w:t>
      </w:r>
      <w:r w:rsidR="00EA01BF">
        <w:rPr>
          <w:bCs/>
          <w:u w:val="single"/>
          <w:lang w:val="bg-BG"/>
        </w:rPr>
        <w:t>00549</w:t>
      </w:r>
      <w:r w:rsidRPr="008A50AB">
        <w:rPr>
          <w:bCs/>
          <w:u w:val="single"/>
          <w:lang w:val="bg-BG"/>
        </w:rPr>
        <w:t>, област София.</w:t>
      </w:r>
    </w:p>
    <w:p w:rsidR="00014FC0" w:rsidRPr="00553FF6" w:rsidRDefault="00014FC0" w:rsidP="00014FC0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 xml:space="preserve">. 72, </w:t>
      </w:r>
      <w:proofErr w:type="spellStart"/>
      <w:r w:rsidRPr="00553FF6">
        <w:t>ал</w:t>
      </w:r>
      <w:proofErr w:type="spellEnd"/>
      <w:r w:rsidRPr="00553FF6">
        <w:t xml:space="preserve">. 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rPr>
          <w:b/>
          <w:lang w:val="bg-BG"/>
        </w:rPr>
        <w:t>УниКредит</w:t>
      </w:r>
      <w:proofErr w:type="spellEnd"/>
      <w:r w:rsidRPr="00553FF6">
        <w:rPr>
          <w:b/>
          <w:lang w:val="bg-BG"/>
        </w:rPr>
        <w:t xml:space="preserve">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proofErr w:type="spellStart"/>
      <w:r w:rsidR="00620C95">
        <w:rPr>
          <w:b/>
          <w:u w:val="single"/>
          <w:lang w:val="bg-BG"/>
        </w:rPr>
        <w:t>2</w:t>
      </w:r>
      <w:proofErr w:type="spellEnd"/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620C95">
        <w:rPr>
          <w:bCs/>
          <w:u w:val="single"/>
          <w:lang w:val="bg-BG"/>
        </w:rPr>
        <w:t>Априлово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620C95">
        <w:rPr>
          <w:bCs/>
          <w:u w:val="single"/>
          <w:lang w:val="bg-BG"/>
        </w:rPr>
        <w:t>00549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</w:p>
    <w:p w:rsidR="00014FC0" w:rsidRPr="00553FF6" w:rsidRDefault="00014FC0" w:rsidP="00014FC0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 xml:space="preserve">. 75а, </w:t>
      </w:r>
      <w:proofErr w:type="spellStart"/>
      <w:r w:rsidRPr="00553FF6">
        <w:t>ал</w:t>
      </w:r>
      <w:proofErr w:type="spellEnd"/>
      <w:r w:rsidRPr="00553FF6">
        <w:t xml:space="preserve">. 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>да се обяви в кметството на село</w:t>
      </w:r>
      <w:r w:rsidR="00620C95">
        <w:rPr>
          <w:lang w:val="bg-BG"/>
        </w:rPr>
        <w:t xml:space="preserve"> Априлово</w:t>
      </w:r>
      <w:r w:rsidRPr="00553FF6">
        <w:rPr>
          <w:lang w:val="bg-BG"/>
        </w:rPr>
        <w:t xml:space="preserve"> и в сградата на Общинската служба по земеделие - гр.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 </w:t>
      </w:r>
      <w:proofErr w:type="spellStart"/>
      <w:r w:rsidRPr="00553FF6">
        <w:t>ал</w:t>
      </w:r>
      <w:proofErr w:type="spellEnd"/>
      <w:r w:rsidRPr="00553FF6">
        <w:t xml:space="preserve">. 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 xml:space="preserve">. 75а, </w:t>
      </w:r>
      <w:proofErr w:type="spellStart"/>
      <w:r w:rsidRPr="00553FF6">
        <w:t>ал</w:t>
      </w:r>
      <w:proofErr w:type="spellEnd"/>
      <w:r w:rsidRPr="00553FF6">
        <w:t xml:space="preserve">. 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37в, </w:t>
      </w:r>
      <w:proofErr w:type="spellStart"/>
      <w:r w:rsidRPr="00553FF6">
        <w:t>ал</w:t>
      </w:r>
      <w:proofErr w:type="spellEnd"/>
      <w:r w:rsidRPr="00553FF6">
        <w:t xml:space="preserve">. 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</w:p>
    <w:p w:rsidR="00014FC0" w:rsidRPr="00553FF6" w:rsidRDefault="00014FC0" w:rsidP="00014FC0">
      <w:pPr>
        <w:spacing w:line="276" w:lineRule="auto"/>
        <w:ind w:firstLine="567"/>
        <w:jc w:val="both"/>
      </w:pPr>
      <w:proofErr w:type="spell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</w:p>
    <w:p w:rsidR="00014FC0" w:rsidRPr="00553FF6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Pr="009B54D5" w:rsidRDefault="00174B46" w:rsidP="00014FC0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717DBE">
        <w:rPr>
          <w:b/>
          <w:lang w:val="bg-BG"/>
        </w:rPr>
        <w:t xml:space="preserve">: </w:t>
      </w:r>
      <w:r w:rsidR="00717DBE">
        <w:rPr>
          <w:b/>
        </w:rPr>
        <w:tab/>
      </w:r>
      <w:r w:rsidR="00014FC0" w:rsidRPr="009B54D5">
        <w:rPr>
          <w:b/>
          <w:lang w:val="bg-BG"/>
        </w:rPr>
        <w:t xml:space="preserve">/П/   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lastRenderedPageBreak/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355</w:t>
      </w:r>
      <w:r w:rsidR="00620C95">
        <w:rPr>
          <w:b/>
          <w:bCs/>
          <w:lang w:val="bg-BG"/>
        </w:rPr>
        <w:t>5</w:t>
      </w:r>
      <w:r>
        <w:rPr>
          <w:b/>
          <w:bCs/>
          <w:lang w:val="bg-BG"/>
        </w:rPr>
        <w:t>-</w:t>
      </w:r>
      <w:r w:rsidR="00A0230C">
        <w:rPr>
          <w:b/>
          <w:bCs/>
        </w:rPr>
        <w:t>4</w:t>
      </w:r>
      <w:bookmarkStart w:id="0" w:name="_GoBack"/>
      <w:bookmarkEnd w:id="0"/>
      <w:r>
        <w:rPr>
          <w:b/>
          <w:bCs/>
          <w:lang w:val="bg-BG"/>
        </w:rPr>
        <w:t>/2</w:t>
      </w:r>
      <w:r w:rsidR="007D723A">
        <w:rPr>
          <w:b/>
          <w:bCs/>
          <w:lang w:val="bg-BG"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u w:val="single"/>
        </w:rPr>
      </w:pPr>
    </w:p>
    <w:p w:rsidR="0038425E" w:rsidRPr="00151D0E" w:rsidRDefault="0038425E" w:rsidP="0038425E">
      <w:pPr>
        <w:spacing w:line="249" w:lineRule="exact"/>
        <w:rPr>
          <w:lang w:val="bg-BG"/>
        </w:rPr>
      </w:pP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38425E" w:rsidRDefault="0038425E" w:rsidP="0038425E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151D0E">
        <w:rPr>
          <w:b/>
          <w:bCs/>
          <w:lang w:val="bg-BG"/>
        </w:rPr>
        <w:tab/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620C95">
        <w:rPr>
          <w:b/>
          <w:bCs/>
          <w:u w:val="single"/>
          <w:lang w:val="bg-BG"/>
        </w:rPr>
        <w:t>Априлово</w:t>
      </w:r>
      <w:r w:rsidRPr="00151D0E">
        <w:rPr>
          <w:b/>
          <w:bCs/>
          <w:u w:val="single"/>
        </w:rPr>
        <w:t xml:space="preserve">, 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620C95">
        <w:rPr>
          <w:b/>
          <w:u w:val="single"/>
          <w:lang w:val="bg-BG" w:eastAsia="bg-BG"/>
        </w:rPr>
        <w:t>00549</w:t>
      </w:r>
      <w:r w:rsidRPr="00151D0E">
        <w:rPr>
          <w:b/>
          <w:lang w:val="bg-BG" w:eastAsia="bg-BG"/>
        </w:rPr>
        <w:t>, област София</w:t>
      </w:r>
    </w:p>
    <w:p w:rsidR="00516B1A" w:rsidRDefault="00516B1A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536"/>
        <w:gridCol w:w="851"/>
        <w:gridCol w:w="764"/>
        <w:gridCol w:w="1018"/>
        <w:gridCol w:w="627"/>
        <w:gridCol w:w="851"/>
        <w:gridCol w:w="851"/>
      </w:tblGrid>
      <w:tr w:rsidR="006322F2" w:rsidRPr="00381DE9" w:rsidTr="00A369CF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381DE9" w:rsidTr="00A369CF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ДЪЛЖИМО РЕНТНО ПЛАЩАНЕ В ЛВ.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"БЛУПЛАН"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23.778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0.00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БИО СИСТЕМС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14.814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37.54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1009.35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71.14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13.28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43.34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36.98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63.43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ДИМИТЪР ЦВЕТКОВ БОТЕВ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64.205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63.518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1397.39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54.88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21.06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39.786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3.452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75.94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7.628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6.632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38.84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22.52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6.715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74.88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74.88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70.71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19.270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15.418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127.98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120.59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44.04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201.64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80.97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80.97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72.16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20.29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134.28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70.42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28.84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19.50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15.92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7.184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28.89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35.64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8.493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43.29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19.95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64.23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39.09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37.87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33.15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22.88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20.70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13.89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44.72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7.479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20.00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18.95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11.51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140.74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61.58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39.44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21.98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21.67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18.01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17.39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17.33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11.44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10.59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7.63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110.96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78.26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69.43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63.78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63.69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60.90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44.00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41.54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39.50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38.84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37.07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36.14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34.16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28.05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40.68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26.30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14.95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14.90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48.84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23.17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6.641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142.19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135.89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73.86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32.27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26.01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25.30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24.52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21.61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62.00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10.48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63.74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42.63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6.811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69.78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60.23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48.33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17.97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67.23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79.52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42.54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13.069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6.215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46.70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34.67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33.56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16.77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110.892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43.44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7.546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38.60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29.92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72.82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73.93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41.77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34.87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62.270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10.482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9.484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21.645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27.67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10.771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82.71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65.42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21.62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21.57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151.83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117.74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5.074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84.71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89.10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63.66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46.77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44.35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41.58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30.61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29.73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27.58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50.91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25.40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21.58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7.96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4.23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87.55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113.52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61.09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35.53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32.45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40.93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31.78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31.54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27.24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62.93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18.29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13.73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11.26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5.532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120.62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20.71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59.05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44.06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44.01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44.01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37.24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17.10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9.22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8.50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3.366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79.29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30.40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21.78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18.86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15.30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13.89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ЗКПУ СЪГЛАСИЕ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5056.341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386.288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8498.33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3.641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5.172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16.12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7.35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49.983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23.48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24.28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12.00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lastRenderedPageBreak/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НЮПЛАН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23.089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37.65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35.99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42.95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23.74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21.50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27.12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22.04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19.82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13.23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31.87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18.86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30.1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14.09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61.64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133.82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ПЕТЪР АТАНАСОВ ЯКИМОВ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50.165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10.595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21.883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481.43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59.56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2.058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0.426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0.322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0.110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5.389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118.55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43.92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12.11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 xml:space="preserve">ПЛАМЕН ХРИСТОВ </w:t>
            </w:r>
            <w:proofErr w:type="spellStart"/>
            <w:r w:rsidRPr="00CB077B">
              <w:rPr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17.15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0.275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sz w:val="18"/>
                <w:szCs w:val="18"/>
              </w:rPr>
              <w:t>6.06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15.248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10.918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F41CC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>240.21</w:t>
            </w:r>
          </w:p>
        </w:tc>
      </w:tr>
      <w:tr w:rsidR="0066380E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66380E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CB077B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 xml:space="preserve"> </w:t>
            </w:r>
            <w:r w:rsidRPr="00CB077B">
              <w:rPr>
                <w:b/>
                <w:bCs/>
                <w:sz w:val="18"/>
                <w:szCs w:val="18"/>
                <w:lang w:val="bg-BG"/>
              </w:rPr>
              <w:t>землището</w:t>
            </w:r>
            <w:r w:rsidRPr="00CB077B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B077B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CB077B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B47DB0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CB077B" w:rsidRDefault="0066380E" w:rsidP="00B47DB0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6C65A7" w:rsidRDefault="006C65A7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C65A7">
              <w:rPr>
                <w:b/>
                <w:sz w:val="18"/>
                <w:szCs w:val="18"/>
                <w:lang w:val="bg-BG"/>
              </w:rPr>
              <w:t>5297,839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6C65A7" w:rsidRDefault="0066380E" w:rsidP="00B47DB0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6C65A7" w:rsidRDefault="006C65A7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C65A7">
              <w:rPr>
                <w:b/>
                <w:sz w:val="18"/>
                <w:szCs w:val="18"/>
                <w:lang w:val="bg-BG"/>
              </w:rPr>
              <w:t>490,543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380E" w:rsidRPr="006C65A7" w:rsidRDefault="006C65A7" w:rsidP="00B47D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C65A7">
              <w:rPr>
                <w:b/>
                <w:sz w:val="18"/>
                <w:szCs w:val="18"/>
                <w:lang w:val="bg-BG"/>
              </w:rPr>
              <w:t>10791,97</w:t>
            </w:r>
          </w:p>
        </w:tc>
      </w:tr>
    </w:tbl>
    <w:p w:rsidR="00516B1A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20055C" w:rsidRPr="00A369CF" w:rsidRDefault="0020055C" w:rsidP="00F70CAA">
      <w:pPr>
        <w:jc w:val="both"/>
        <w:rPr>
          <w:u w:val="single"/>
          <w:lang w:val="bg-BG"/>
        </w:rPr>
      </w:pPr>
    </w:p>
    <w:p w:rsidR="003F2EC1" w:rsidRPr="00A369CF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A369CF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20055C" w:rsidRPr="00541D79" w:rsidRDefault="00D8050B" w:rsidP="0020055C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>ПЕТКО ДИМОВ</w:t>
      </w:r>
      <w:r w:rsidR="00717DBE">
        <w:rPr>
          <w:b/>
          <w:lang w:val="bg-BG"/>
        </w:rPr>
        <w:t xml:space="preserve">: </w:t>
      </w:r>
      <w:r w:rsidR="00717DBE">
        <w:rPr>
          <w:b/>
        </w:rPr>
        <w:tab/>
      </w:r>
      <w:r w:rsidR="0020055C" w:rsidRPr="00541D79">
        <w:rPr>
          <w:b/>
          <w:lang w:val="bg-BG"/>
        </w:rPr>
        <w:t xml:space="preserve">/П/     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717DBE" w:rsidRDefault="0020055C" w:rsidP="0020055C">
      <w:pPr>
        <w:spacing w:line="276" w:lineRule="auto"/>
        <w:jc w:val="both"/>
        <w:textAlignment w:val="center"/>
        <w:rPr>
          <w:i/>
        </w:rPr>
      </w:pPr>
      <w:r w:rsidRPr="00541D79">
        <w:rPr>
          <w:i/>
          <w:lang w:val="bg-BG"/>
        </w:rPr>
        <w:t xml:space="preserve">Областна дирекция „Земеделие“ – 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F70CAA" w:rsidRDefault="00F70CAA" w:rsidP="00F70CAA">
      <w:pPr>
        <w:rPr>
          <w:i/>
          <w:iCs/>
          <w:sz w:val="20"/>
          <w:lang w:val="bg-BG"/>
        </w:rPr>
      </w:pPr>
    </w:p>
    <w:p w:rsidR="0020055C" w:rsidRDefault="0020055C" w:rsidP="003F2EC1">
      <w:pPr>
        <w:jc w:val="center"/>
        <w:rPr>
          <w:i/>
          <w:sz w:val="16"/>
          <w:szCs w:val="20"/>
          <w:lang w:val="ru-RU"/>
        </w:rPr>
        <w:sectPr w:rsidR="0020055C" w:rsidSect="0020055C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067CA3" w:rsidRPr="00A369CF" w:rsidRDefault="003F2EC1" w:rsidP="003F2EC1">
      <w:pPr>
        <w:rPr>
          <w:i/>
          <w:color w:val="FFFFFF" w:themeColor="background1"/>
          <w:sz w:val="18"/>
          <w:szCs w:val="20"/>
          <w:lang w:val="ru-RU"/>
        </w:rPr>
      </w:pPr>
      <w:r w:rsidRPr="00A369CF">
        <w:rPr>
          <w:i/>
          <w:color w:val="FFFFFF" w:themeColor="background1"/>
          <w:sz w:val="18"/>
          <w:szCs w:val="20"/>
          <w:lang w:val="ru-RU"/>
        </w:rPr>
        <w:t xml:space="preserve">                       </w:t>
      </w:r>
      <w:proofErr w:type="spellStart"/>
      <w:r w:rsidR="00067CA3" w:rsidRPr="00A369CF">
        <w:rPr>
          <w:i/>
          <w:color w:val="FFFFFF" w:themeColor="background1"/>
          <w:sz w:val="18"/>
          <w:szCs w:val="20"/>
          <w:lang w:val="ru-RU"/>
        </w:rPr>
        <w:t>Съгласували</w:t>
      </w:r>
      <w:proofErr w:type="spellEnd"/>
      <w:r w:rsidR="00067CA3" w:rsidRPr="00A369CF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A369CF" w:rsidRDefault="00067CA3" w:rsidP="003F2EC1">
      <w:pPr>
        <w:jc w:val="center"/>
        <w:rPr>
          <w:i/>
          <w:color w:val="FFFFFF" w:themeColor="background1"/>
          <w:sz w:val="16"/>
          <w:szCs w:val="20"/>
          <w:lang w:val="ru-RU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директор „АР“: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lastRenderedPageBreak/>
        <w:t>Емил Атанасов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юрисконсулт: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 xml:space="preserve">Павлина </w:t>
      </w:r>
      <w:proofErr w:type="spellStart"/>
      <w:r w:rsidRPr="00A369CF">
        <w:rPr>
          <w:i/>
          <w:color w:val="FFFFFF" w:themeColor="background1"/>
          <w:sz w:val="18"/>
          <w:szCs w:val="20"/>
          <w:lang w:val="bg-BG"/>
        </w:rPr>
        <w:t>Шиишова</w:t>
      </w:r>
      <w:proofErr w:type="spellEnd"/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A369CF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Виолетта</w:t>
      </w:r>
      <w:proofErr w:type="spellEnd"/>
      <w:r w:rsidRPr="00A369CF">
        <w:rPr>
          <w:i/>
          <w:color w:val="FFFFFF" w:themeColor="background1"/>
          <w:sz w:val="18"/>
          <w:szCs w:val="20"/>
          <w:lang w:val="ru-RU"/>
        </w:rPr>
        <w:t xml:space="preserve"> Александрова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Началник</w:t>
      </w:r>
      <w:proofErr w:type="spellEnd"/>
      <w:r w:rsidRPr="00A369CF">
        <w:rPr>
          <w:i/>
          <w:color w:val="FFFFFF" w:themeColor="background1"/>
          <w:sz w:val="18"/>
          <w:szCs w:val="20"/>
          <w:lang w:val="ru-RU"/>
        </w:rPr>
        <w:t xml:space="preserve"> на ОСЗ – </w:t>
      </w: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гр</w:t>
      </w:r>
      <w:proofErr w:type="gramStart"/>
      <w:r w:rsidRPr="00A369CF">
        <w:rPr>
          <w:i/>
          <w:color w:val="FFFFFF" w:themeColor="background1"/>
          <w:sz w:val="18"/>
          <w:szCs w:val="20"/>
          <w:lang w:val="ru-RU"/>
        </w:rPr>
        <w:t>.</w:t>
      </w:r>
      <w:r w:rsidR="00D04578" w:rsidRPr="00A369CF">
        <w:rPr>
          <w:i/>
          <w:color w:val="FFFFFF" w:themeColor="background1"/>
          <w:sz w:val="18"/>
          <w:szCs w:val="20"/>
          <w:lang w:val="ru-RU"/>
        </w:rPr>
        <w:t>Е</w:t>
      </w:r>
      <w:proofErr w:type="gramEnd"/>
      <w:r w:rsidR="00D04578" w:rsidRPr="00A369CF">
        <w:rPr>
          <w:i/>
          <w:color w:val="FFFFFF" w:themeColor="background1"/>
          <w:sz w:val="18"/>
          <w:szCs w:val="20"/>
          <w:lang w:val="ru-RU"/>
        </w:rPr>
        <w:t>лин</w:t>
      </w:r>
      <w:proofErr w:type="spellEnd"/>
      <w:r w:rsidR="00D04578" w:rsidRPr="00A369CF">
        <w:rPr>
          <w:i/>
          <w:color w:val="FFFFFF" w:themeColor="background1"/>
          <w:sz w:val="18"/>
          <w:szCs w:val="20"/>
          <w:lang w:val="ru-RU"/>
        </w:rPr>
        <w:t xml:space="preserve"> </w:t>
      </w:r>
      <w:proofErr w:type="spellStart"/>
      <w:r w:rsidR="00D04578" w:rsidRPr="00A369CF">
        <w:rPr>
          <w:i/>
          <w:color w:val="FFFFFF" w:themeColor="background1"/>
          <w:sz w:val="18"/>
          <w:szCs w:val="20"/>
          <w:lang w:val="ru-RU"/>
        </w:rPr>
        <w:t>Пелин</w:t>
      </w:r>
      <w:proofErr w:type="spellEnd"/>
      <w:r w:rsidR="00F636AF" w:rsidRPr="00A369CF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A369CF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E0F" w:rsidRDefault="002C7E0F">
      <w:r>
        <w:separator/>
      </w:r>
    </w:p>
  </w:endnote>
  <w:endnote w:type="continuationSeparator" w:id="0">
    <w:p w:rsidR="002C7E0F" w:rsidRDefault="002C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Default="0091327C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70CA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0CAA" w:rsidRDefault="00F70CAA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713EC9" w:rsidRDefault="0091327C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F70CAA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717DBE">
      <w:rPr>
        <w:rStyle w:val="ac"/>
        <w:noProof/>
        <w:sz w:val="18"/>
      </w:rPr>
      <w:t>35</w:t>
    </w:r>
    <w:r w:rsidRPr="00713EC9">
      <w:rPr>
        <w:rStyle w:val="ac"/>
        <w:sz w:val="18"/>
      </w:rPr>
      <w:fldChar w:fldCharType="end"/>
    </w:r>
  </w:p>
  <w:p w:rsidR="00F70CAA" w:rsidRPr="002639F4" w:rsidRDefault="00F70CAA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F70CAA" w:rsidRPr="002639F4" w:rsidRDefault="00F70CAA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F70CAA" w:rsidRPr="00835BBA" w:rsidRDefault="00F70CA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073E78" w:rsidRDefault="00F70CAA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F70CAA" w:rsidRPr="0056337C" w:rsidRDefault="00F70CAA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F70CAA" w:rsidRPr="00004F45" w:rsidRDefault="00F70CAA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E0F" w:rsidRDefault="002C7E0F">
      <w:r>
        <w:separator/>
      </w:r>
    </w:p>
  </w:footnote>
  <w:footnote w:type="continuationSeparator" w:id="0">
    <w:p w:rsidR="002C7E0F" w:rsidRDefault="002C7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AA" w:rsidRPr="005B69F7" w:rsidRDefault="00F70CAA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70CAA" w:rsidRPr="005B69F7" w:rsidRDefault="0091327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91327C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F70CA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70CAA" w:rsidRPr="0023186B" w:rsidRDefault="00F70CA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="009248B0">
      <w:rPr>
        <w:rFonts w:ascii="Helen Bg Condensed" w:hAnsi="Helen Bg Condensed"/>
        <w:b w:val="0"/>
        <w:spacing w:val="40"/>
        <w:sz w:val="26"/>
        <w:szCs w:val="26"/>
      </w:rPr>
      <w:t>и</w:t>
    </w:r>
    <w:r w:rsidR="009248B0"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F70CAA" w:rsidRPr="00983B22" w:rsidRDefault="00F70CA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13C46"/>
    <w:rsid w:val="00014E24"/>
    <w:rsid w:val="00014FC0"/>
    <w:rsid w:val="00020405"/>
    <w:rsid w:val="00031A1D"/>
    <w:rsid w:val="0005217F"/>
    <w:rsid w:val="0005360C"/>
    <w:rsid w:val="00067CA3"/>
    <w:rsid w:val="00070B96"/>
    <w:rsid w:val="00085E49"/>
    <w:rsid w:val="0009344D"/>
    <w:rsid w:val="00093E92"/>
    <w:rsid w:val="00094932"/>
    <w:rsid w:val="000A519D"/>
    <w:rsid w:val="000C5047"/>
    <w:rsid w:val="000E2804"/>
    <w:rsid w:val="000E2F1C"/>
    <w:rsid w:val="000E46A8"/>
    <w:rsid w:val="000F691D"/>
    <w:rsid w:val="0010044E"/>
    <w:rsid w:val="00111688"/>
    <w:rsid w:val="00113853"/>
    <w:rsid w:val="001229CB"/>
    <w:rsid w:val="0013647C"/>
    <w:rsid w:val="00137F32"/>
    <w:rsid w:val="00155469"/>
    <w:rsid w:val="00157D1E"/>
    <w:rsid w:val="00164257"/>
    <w:rsid w:val="00164A60"/>
    <w:rsid w:val="001738C2"/>
    <w:rsid w:val="00173A32"/>
    <w:rsid w:val="00174B46"/>
    <w:rsid w:val="001850C9"/>
    <w:rsid w:val="00187A48"/>
    <w:rsid w:val="001A06E4"/>
    <w:rsid w:val="001A1BA3"/>
    <w:rsid w:val="001A1C66"/>
    <w:rsid w:val="001A3376"/>
    <w:rsid w:val="001B4BA5"/>
    <w:rsid w:val="001C4417"/>
    <w:rsid w:val="001D31E5"/>
    <w:rsid w:val="0020055C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68A"/>
    <w:rsid w:val="00264CBB"/>
    <w:rsid w:val="00266D04"/>
    <w:rsid w:val="00270F36"/>
    <w:rsid w:val="00271D98"/>
    <w:rsid w:val="002725F6"/>
    <w:rsid w:val="002738BD"/>
    <w:rsid w:val="0027756D"/>
    <w:rsid w:val="00291439"/>
    <w:rsid w:val="00291BDD"/>
    <w:rsid w:val="002A10AF"/>
    <w:rsid w:val="002A7741"/>
    <w:rsid w:val="002C5874"/>
    <w:rsid w:val="002C7E0F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74A3"/>
    <w:rsid w:val="003813FC"/>
    <w:rsid w:val="00381DE9"/>
    <w:rsid w:val="0038425E"/>
    <w:rsid w:val="0038518E"/>
    <w:rsid w:val="003A46B1"/>
    <w:rsid w:val="003A54E7"/>
    <w:rsid w:val="003A6165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401145"/>
    <w:rsid w:val="00423087"/>
    <w:rsid w:val="00430352"/>
    <w:rsid w:val="00431958"/>
    <w:rsid w:val="0043429D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E31E0"/>
    <w:rsid w:val="004E3BDE"/>
    <w:rsid w:val="004E5FF6"/>
    <w:rsid w:val="004F5882"/>
    <w:rsid w:val="004F765C"/>
    <w:rsid w:val="0050665C"/>
    <w:rsid w:val="00506AA8"/>
    <w:rsid w:val="0051429F"/>
    <w:rsid w:val="00516B1A"/>
    <w:rsid w:val="00522020"/>
    <w:rsid w:val="00522D1E"/>
    <w:rsid w:val="0052692D"/>
    <w:rsid w:val="00533524"/>
    <w:rsid w:val="00535D58"/>
    <w:rsid w:val="00542B79"/>
    <w:rsid w:val="005436BB"/>
    <w:rsid w:val="00544517"/>
    <w:rsid w:val="005604AC"/>
    <w:rsid w:val="00564A90"/>
    <w:rsid w:val="0057056E"/>
    <w:rsid w:val="00573F89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0C95"/>
    <w:rsid w:val="00623B38"/>
    <w:rsid w:val="0062746D"/>
    <w:rsid w:val="006322F2"/>
    <w:rsid w:val="006359F1"/>
    <w:rsid w:val="00645F78"/>
    <w:rsid w:val="00654315"/>
    <w:rsid w:val="0066380E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C65A7"/>
    <w:rsid w:val="006E1608"/>
    <w:rsid w:val="006E2F1D"/>
    <w:rsid w:val="006E6F28"/>
    <w:rsid w:val="006F0945"/>
    <w:rsid w:val="006F5952"/>
    <w:rsid w:val="00703AAB"/>
    <w:rsid w:val="00713EC9"/>
    <w:rsid w:val="00715C9E"/>
    <w:rsid w:val="00717DB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22D7"/>
    <w:rsid w:val="007947AE"/>
    <w:rsid w:val="00794F6B"/>
    <w:rsid w:val="007964C9"/>
    <w:rsid w:val="007A038F"/>
    <w:rsid w:val="007A06D3"/>
    <w:rsid w:val="007A6285"/>
    <w:rsid w:val="007A6290"/>
    <w:rsid w:val="007B4B8A"/>
    <w:rsid w:val="007C49BC"/>
    <w:rsid w:val="007D05C7"/>
    <w:rsid w:val="007D07CD"/>
    <w:rsid w:val="007D6450"/>
    <w:rsid w:val="007D723A"/>
    <w:rsid w:val="007E67D3"/>
    <w:rsid w:val="00800337"/>
    <w:rsid w:val="0080526F"/>
    <w:rsid w:val="00810556"/>
    <w:rsid w:val="0081108A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D311E"/>
    <w:rsid w:val="008E0E45"/>
    <w:rsid w:val="008F3A6E"/>
    <w:rsid w:val="009075FB"/>
    <w:rsid w:val="0091327C"/>
    <w:rsid w:val="0092277B"/>
    <w:rsid w:val="009248B0"/>
    <w:rsid w:val="00931B42"/>
    <w:rsid w:val="00936425"/>
    <w:rsid w:val="00945150"/>
    <w:rsid w:val="00946D85"/>
    <w:rsid w:val="00954C16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230C"/>
    <w:rsid w:val="00A05DB4"/>
    <w:rsid w:val="00A23841"/>
    <w:rsid w:val="00A23BFD"/>
    <w:rsid w:val="00A2419F"/>
    <w:rsid w:val="00A369CF"/>
    <w:rsid w:val="00A36C2A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1CB8"/>
    <w:rsid w:val="00AD2747"/>
    <w:rsid w:val="00AD31FE"/>
    <w:rsid w:val="00AD3A76"/>
    <w:rsid w:val="00AD6705"/>
    <w:rsid w:val="00AD6B30"/>
    <w:rsid w:val="00AD7D68"/>
    <w:rsid w:val="00AE6009"/>
    <w:rsid w:val="00AE723B"/>
    <w:rsid w:val="00B01909"/>
    <w:rsid w:val="00B020F2"/>
    <w:rsid w:val="00B02AEB"/>
    <w:rsid w:val="00B13C11"/>
    <w:rsid w:val="00B14BA2"/>
    <w:rsid w:val="00B4496C"/>
    <w:rsid w:val="00B45D58"/>
    <w:rsid w:val="00B54180"/>
    <w:rsid w:val="00B65B7A"/>
    <w:rsid w:val="00B66DFA"/>
    <w:rsid w:val="00B869DD"/>
    <w:rsid w:val="00B97B20"/>
    <w:rsid w:val="00BA5128"/>
    <w:rsid w:val="00BB3311"/>
    <w:rsid w:val="00BB7256"/>
    <w:rsid w:val="00BC0B35"/>
    <w:rsid w:val="00BC45FC"/>
    <w:rsid w:val="00BD1BCF"/>
    <w:rsid w:val="00BD5937"/>
    <w:rsid w:val="00BE215C"/>
    <w:rsid w:val="00BE4052"/>
    <w:rsid w:val="00BF60C0"/>
    <w:rsid w:val="00BF7D33"/>
    <w:rsid w:val="00C00904"/>
    <w:rsid w:val="00C00979"/>
    <w:rsid w:val="00C02136"/>
    <w:rsid w:val="00C06224"/>
    <w:rsid w:val="00C06313"/>
    <w:rsid w:val="00C120B5"/>
    <w:rsid w:val="00C15CDD"/>
    <w:rsid w:val="00C243B5"/>
    <w:rsid w:val="00C34BD9"/>
    <w:rsid w:val="00C34FAA"/>
    <w:rsid w:val="00C37346"/>
    <w:rsid w:val="00C41B72"/>
    <w:rsid w:val="00C44A5E"/>
    <w:rsid w:val="00C473A4"/>
    <w:rsid w:val="00C525CA"/>
    <w:rsid w:val="00C54AFC"/>
    <w:rsid w:val="00C70CB9"/>
    <w:rsid w:val="00CA17DF"/>
    <w:rsid w:val="00CA3258"/>
    <w:rsid w:val="00CA35D5"/>
    <w:rsid w:val="00CA3C0D"/>
    <w:rsid w:val="00CA41E3"/>
    <w:rsid w:val="00CA55D8"/>
    <w:rsid w:val="00CA7A14"/>
    <w:rsid w:val="00CB077B"/>
    <w:rsid w:val="00CB2CD9"/>
    <w:rsid w:val="00CC671B"/>
    <w:rsid w:val="00CC79E0"/>
    <w:rsid w:val="00CD6A9A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014F"/>
    <w:rsid w:val="00D8050B"/>
    <w:rsid w:val="00D81065"/>
    <w:rsid w:val="00D81D3E"/>
    <w:rsid w:val="00D86697"/>
    <w:rsid w:val="00D86C51"/>
    <w:rsid w:val="00D94649"/>
    <w:rsid w:val="00DA2BA6"/>
    <w:rsid w:val="00DA5FC2"/>
    <w:rsid w:val="00DA6215"/>
    <w:rsid w:val="00DB0831"/>
    <w:rsid w:val="00DB47C4"/>
    <w:rsid w:val="00DC4AA8"/>
    <w:rsid w:val="00DD3E81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4E1"/>
    <w:rsid w:val="00E61682"/>
    <w:rsid w:val="00E6220A"/>
    <w:rsid w:val="00E71875"/>
    <w:rsid w:val="00E71BA4"/>
    <w:rsid w:val="00E7445E"/>
    <w:rsid w:val="00E76BF6"/>
    <w:rsid w:val="00EA01BF"/>
    <w:rsid w:val="00EA3B1F"/>
    <w:rsid w:val="00EA7236"/>
    <w:rsid w:val="00EA778C"/>
    <w:rsid w:val="00EB44A1"/>
    <w:rsid w:val="00EB4DB7"/>
    <w:rsid w:val="00EB6BDC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5803"/>
    <w:rsid w:val="00F06BC9"/>
    <w:rsid w:val="00F16C77"/>
    <w:rsid w:val="00F2753A"/>
    <w:rsid w:val="00F37E58"/>
    <w:rsid w:val="00F5328B"/>
    <w:rsid w:val="00F636AF"/>
    <w:rsid w:val="00F63931"/>
    <w:rsid w:val="00F670A1"/>
    <w:rsid w:val="00F70CAA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1CD"/>
    <w:rsid w:val="00FF09E3"/>
    <w:rsid w:val="00FF13DE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E67D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7E67D3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7E67D3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7D3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67D3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7E67D3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7E67D3"/>
    <w:pPr>
      <w:jc w:val="both"/>
    </w:pPr>
    <w:rPr>
      <w:lang w:val="bg-BG"/>
    </w:rPr>
  </w:style>
  <w:style w:type="paragraph" w:styleId="20">
    <w:name w:val="Body Text 2"/>
    <w:basedOn w:val="a"/>
    <w:rsid w:val="007E67D3"/>
    <w:pPr>
      <w:jc w:val="both"/>
    </w:pPr>
    <w:rPr>
      <w:lang w:val="bg-BG"/>
    </w:rPr>
  </w:style>
  <w:style w:type="character" w:styleId="a7">
    <w:name w:val="Hyperlink"/>
    <w:uiPriority w:val="99"/>
    <w:rsid w:val="007E67D3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405FA-31DF-4E0E-AAAD-8309E5E6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35</Pages>
  <Words>11814</Words>
  <Characters>67340</Characters>
  <Application>Microsoft Office Word</Application>
  <DocSecurity>0</DocSecurity>
  <Lines>561</Lines>
  <Paragraphs>157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16</cp:revision>
  <cp:lastPrinted>2021-10-07T11:50:00Z</cp:lastPrinted>
  <dcterms:created xsi:type="dcterms:W3CDTF">2023-10-09T06:06:00Z</dcterms:created>
  <dcterms:modified xsi:type="dcterms:W3CDTF">2023-10-09T10:30:00Z</dcterms:modified>
</cp:coreProperties>
</file>