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C83A" w14:textId="45221E55" w:rsidR="00D063E4" w:rsidRDefault="005F2352" w:rsidP="00B059E1">
      <w:pPr>
        <w:ind w:left="2160" w:firstLine="720"/>
        <w:rPr>
          <w:lang w:val="bg-BG"/>
        </w:rPr>
      </w:pPr>
      <w:r>
        <w:rPr>
          <w:b/>
          <w:sz w:val="32"/>
        </w:rPr>
        <w:t xml:space="preserve"> </w:t>
      </w:r>
    </w:p>
    <w:p w14:paraId="2A2EC080" w14:textId="77777777" w:rsidR="00B369C3" w:rsidRDefault="00B369C3" w:rsidP="00B369C3">
      <w:pPr>
        <w:jc w:val="both"/>
        <w:rPr>
          <w:lang w:val="bg-BG"/>
        </w:rPr>
      </w:pPr>
    </w:p>
    <w:p w14:paraId="5E9BA6C5" w14:textId="77777777" w:rsidR="00B369C3" w:rsidRDefault="00B369C3" w:rsidP="00B369C3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14:paraId="1459BD38" w14:textId="77777777" w:rsidR="00B369C3" w:rsidRDefault="00B369C3" w:rsidP="00B369C3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   № ПО-09-5943-3</w:t>
      </w:r>
    </w:p>
    <w:p w14:paraId="51BCC52A" w14:textId="74221EC0" w:rsidR="00B369C3" w:rsidRDefault="00B369C3" w:rsidP="00B369C3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 София, </w:t>
      </w:r>
      <w:r w:rsidR="001A18C5">
        <w:rPr>
          <w:b/>
          <w:lang w:val="bg-BG"/>
        </w:rPr>
        <w:t>07</w:t>
      </w:r>
      <w:r>
        <w:rPr>
          <w:b/>
          <w:lang w:val="bg-BG"/>
        </w:rPr>
        <w:t xml:space="preserve">.12.2023г.  </w:t>
      </w:r>
    </w:p>
    <w:p w14:paraId="51E4C276" w14:textId="77777777" w:rsidR="00B369C3" w:rsidRDefault="00B369C3" w:rsidP="00B369C3">
      <w:pPr>
        <w:jc w:val="both"/>
        <w:rPr>
          <w:lang w:val="bg-BG"/>
        </w:rPr>
      </w:pPr>
    </w:p>
    <w:p w14:paraId="69E13B76" w14:textId="77777777" w:rsidR="00B369C3" w:rsidRDefault="00B369C3" w:rsidP="00B369C3">
      <w:pPr>
        <w:jc w:val="both"/>
        <w:rPr>
          <w:lang w:val="bg-BG"/>
        </w:rPr>
      </w:pPr>
    </w:p>
    <w:p w14:paraId="00B3038D" w14:textId="77777777" w:rsidR="00B369C3" w:rsidRPr="00B16FBD" w:rsidRDefault="00B369C3" w:rsidP="00B369C3">
      <w:pPr>
        <w:ind w:firstLine="720"/>
        <w:jc w:val="both"/>
        <w:rPr>
          <w:lang w:val="bg-BG"/>
        </w:rPr>
      </w:pP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6E9BD7FD" w14:textId="77777777" w:rsidR="00B369C3" w:rsidRPr="00B16FBD" w:rsidRDefault="00B369C3" w:rsidP="00B369C3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6BBA05B6" w14:textId="77777777" w:rsidR="00B369C3" w:rsidRDefault="00B369C3" w:rsidP="00B369C3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</w:t>
      </w:r>
      <w:r>
        <w:rPr>
          <w:lang w:val="bg-BG"/>
        </w:rPr>
        <w:t xml:space="preserve"> в землището на с. Скравена, ЕКАТТЕ 66860,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Ботевград, </w:t>
      </w:r>
      <w:r w:rsidRPr="00B16FBD">
        <w:rPr>
          <w:lang w:val="bg-BG"/>
        </w:rPr>
        <w:t>област</w:t>
      </w:r>
      <w:r>
        <w:rPr>
          <w:lang w:val="bg-BG"/>
        </w:rPr>
        <w:t xml:space="preserve"> София</w:t>
      </w:r>
      <w:r w:rsidRPr="00B16FBD">
        <w:rPr>
          <w:lang w:val="bg-BG"/>
        </w:rPr>
        <w:t>, сключено между ли</w:t>
      </w:r>
      <w:r>
        <w:rPr>
          <w:lang w:val="bg-BG"/>
        </w:rPr>
        <w:t>цата по чл. 37ж, ал. 1 от ЗСПЗЗ за календарната 202</w:t>
      </w:r>
      <w:r>
        <w:t>4</w:t>
      </w:r>
      <w:r>
        <w:rPr>
          <w:lang w:val="bg-BG"/>
        </w:rPr>
        <w:t xml:space="preserve"> година.</w:t>
      </w:r>
    </w:p>
    <w:p w14:paraId="5A7A05C9" w14:textId="77777777" w:rsidR="00B369C3" w:rsidRDefault="00B369C3" w:rsidP="00B369C3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163CD4CD" w14:textId="77777777" w:rsidR="00B369C3" w:rsidRDefault="00B369C3" w:rsidP="00B369C3">
      <w:pPr>
        <w:jc w:val="both"/>
        <w:rPr>
          <w:lang w:val="bg-BG"/>
        </w:rPr>
      </w:pPr>
    </w:p>
    <w:tbl>
      <w:tblPr>
        <w:tblW w:w="95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1"/>
        <w:gridCol w:w="958"/>
        <w:gridCol w:w="2867"/>
        <w:gridCol w:w="958"/>
        <w:gridCol w:w="996"/>
      </w:tblGrid>
      <w:tr w:rsidR="00B369C3" w14:paraId="4E677354" w14:textId="77777777" w:rsidTr="00C07E02">
        <w:trPr>
          <w:cantSplit/>
          <w:trHeight w:val="960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C7BB7" w14:textId="77777777" w:rsidR="00B369C3" w:rsidRDefault="00B369C3" w:rsidP="00C07E0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2DAA4" w14:textId="77777777" w:rsidR="00B369C3" w:rsidRDefault="00B369C3" w:rsidP="00C07E0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48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EACA80" w14:textId="77777777" w:rsidR="00B369C3" w:rsidRDefault="00B369C3" w:rsidP="00C07E0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. 37ж,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. 5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ЗСПЗЗ</w:t>
            </w:r>
          </w:p>
        </w:tc>
      </w:tr>
      <w:tr w:rsidR="00B369C3" w14:paraId="10D5C752" w14:textId="77777777" w:rsidTr="00C07E02">
        <w:trPr>
          <w:trHeight w:val="975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C04DC1" w14:textId="77777777" w:rsidR="00B369C3" w:rsidRDefault="00B369C3" w:rsidP="00C07E0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3E90F" w14:textId="77777777" w:rsidR="00B369C3" w:rsidRDefault="00B369C3" w:rsidP="00C07E0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0DFB4" w14:textId="77777777" w:rsidR="00B369C3" w:rsidRDefault="00B369C3" w:rsidP="00C07E0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2F4F2" w14:textId="77777777" w:rsidR="00B369C3" w:rsidRDefault="00B369C3" w:rsidP="00C07E0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BF229" w14:textId="77777777" w:rsidR="00B369C3" w:rsidRDefault="00B369C3" w:rsidP="00C07E0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лева</w:t>
            </w:r>
            <w:proofErr w:type="spellEnd"/>
          </w:p>
        </w:tc>
      </w:tr>
      <w:tr w:rsidR="00B369C3" w14:paraId="6CA10DFE" w14:textId="77777777" w:rsidTr="00C07E02">
        <w:trPr>
          <w:cantSplit/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C3FA5" w14:textId="77777777" w:rsidR="00B369C3" w:rsidRDefault="00B369C3" w:rsidP="00C07E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ВАСИЛ ПЕТРОВ ВАСИЛЕВ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29940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DECEA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66860.48.4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69D7A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454AB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34.68</w:t>
            </w:r>
          </w:p>
        </w:tc>
      </w:tr>
      <w:tr w:rsidR="00B369C3" w14:paraId="639D106A" w14:textId="77777777" w:rsidTr="00C07E02">
        <w:trPr>
          <w:cantSplit/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2BC5C" w14:textId="77777777" w:rsidR="00B369C3" w:rsidRDefault="00B369C3" w:rsidP="00C07E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ВАСИЛ ПЕТРОВ ВАСИЛЕВ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1159F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76CDF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66860.48.44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88771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0F17D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2.05</w:t>
            </w:r>
          </w:p>
        </w:tc>
      </w:tr>
      <w:tr w:rsidR="00B369C3" w14:paraId="6FF4BBBB" w14:textId="77777777" w:rsidTr="00C07E02">
        <w:trPr>
          <w:cantSplit/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BA1B4" w14:textId="77777777" w:rsidR="00B369C3" w:rsidRDefault="00B369C3" w:rsidP="00C07E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ВАСИЛ ПЕТРОВ ВАСИЛЕВ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73F25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5698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66860.48.41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CCB20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7686" w14:textId="77777777" w:rsidR="00B369C3" w:rsidRDefault="00B369C3" w:rsidP="00C07E0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</w:tr>
      <w:tr w:rsidR="00B369C3" w14:paraId="19199D60" w14:textId="77777777" w:rsidTr="00C07E02">
        <w:trPr>
          <w:cantSplit/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2F8F6" w14:textId="77777777" w:rsidR="00B369C3" w:rsidRDefault="00B369C3" w:rsidP="00C07E0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5AAF1" w14:textId="77777777" w:rsidR="00B369C3" w:rsidRDefault="00B369C3" w:rsidP="00C07E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BB485" w14:textId="77777777" w:rsidR="00B369C3" w:rsidRDefault="00B369C3" w:rsidP="00C07E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92B68" w14:textId="77777777" w:rsidR="00B369C3" w:rsidRDefault="00B369C3" w:rsidP="00C07E0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30D7F" w14:textId="77777777" w:rsidR="00B369C3" w:rsidRDefault="00B369C3" w:rsidP="00C07E0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37.89</w:t>
            </w:r>
          </w:p>
        </w:tc>
      </w:tr>
      <w:tr w:rsidR="00B369C3" w14:paraId="0BB84F9B" w14:textId="77777777" w:rsidTr="00C07E02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7365C" w14:textId="77777777" w:rsidR="00B369C3" w:rsidRDefault="00B369C3" w:rsidP="00C07E0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землището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D09AA" w14:textId="77777777" w:rsidR="00B369C3" w:rsidRDefault="00B369C3" w:rsidP="00C07E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898F9" w14:textId="77777777" w:rsidR="00B369C3" w:rsidRDefault="00B369C3" w:rsidP="00C07E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569C" w14:textId="77777777" w:rsidR="00B369C3" w:rsidRDefault="00B369C3" w:rsidP="00C07E0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6375" w14:textId="77777777" w:rsidR="00B369C3" w:rsidRDefault="00B369C3" w:rsidP="00C07E0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37.89</w:t>
            </w:r>
          </w:p>
        </w:tc>
      </w:tr>
    </w:tbl>
    <w:p w14:paraId="38D2A774" w14:textId="77777777" w:rsidR="00B369C3" w:rsidRDefault="00B369C3" w:rsidP="00B369C3">
      <w:pPr>
        <w:jc w:val="both"/>
        <w:rPr>
          <w:lang w:val="bg-BG"/>
        </w:rPr>
      </w:pPr>
    </w:p>
    <w:p w14:paraId="046EE52F" w14:textId="77777777" w:rsidR="00B369C3" w:rsidRPr="00D92A91" w:rsidRDefault="00B369C3" w:rsidP="00B369C3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2D5AFFF6" w14:textId="77777777" w:rsidR="00B369C3" w:rsidRPr="00BD6601" w:rsidRDefault="00B369C3" w:rsidP="00B369C3">
      <w:pPr>
        <w:jc w:val="both"/>
        <w:rPr>
          <w:lang w:val="bg-BG"/>
        </w:rPr>
      </w:pPr>
      <w:r w:rsidRPr="00437AD3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14:paraId="171A4993" w14:textId="77777777" w:rsidR="00B369C3" w:rsidRDefault="00B369C3" w:rsidP="00B369C3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8124DD">
        <w:rPr>
          <w:b/>
          <w:lang w:val="bg-BG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668551A2" w14:textId="77777777" w:rsidR="00B369C3" w:rsidRDefault="00B369C3" w:rsidP="00B369C3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Скравена и в сградата на Общинска служба по земеделие – гр. Ботевград и да се публикува на интернет страниците на съответната община и Областна дирекция „Земеделие” – София област.</w:t>
      </w:r>
    </w:p>
    <w:p w14:paraId="2399ADC3" w14:textId="77777777" w:rsidR="00B369C3" w:rsidRDefault="00B369C3" w:rsidP="00B369C3">
      <w:pPr>
        <w:ind w:firstLine="720"/>
        <w:jc w:val="both"/>
        <w:rPr>
          <w:lang w:val="bg-BG"/>
        </w:rPr>
      </w:pPr>
      <w:r>
        <w:rPr>
          <w:lang w:val="bg-BG"/>
        </w:rPr>
        <w:lastRenderedPageBreak/>
        <w:t>Контрол по изпълнението на заповедта възлагам на началника на Общинска служба по земеделие – гр. Ботевград.</w:t>
      </w:r>
    </w:p>
    <w:p w14:paraId="59ABD99F" w14:textId="77777777" w:rsidR="00B369C3" w:rsidRPr="000F6DCA" w:rsidRDefault="00B369C3" w:rsidP="00B369C3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30C8830D" w14:textId="77777777" w:rsidR="00B369C3" w:rsidRDefault="00B369C3" w:rsidP="00B369C3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17585ED8" w14:textId="77777777" w:rsidR="00B369C3" w:rsidRDefault="00B369C3" w:rsidP="00B369C3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343B4522" w14:textId="77777777" w:rsidR="00B369C3" w:rsidRDefault="00B369C3" w:rsidP="00B369C3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60D7F9D3" w14:textId="77777777" w:rsidR="00B369C3" w:rsidRPr="00FB7937" w:rsidRDefault="00B369C3" w:rsidP="00B369C3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5897F0A3" w14:textId="77777777" w:rsidR="00B369C3" w:rsidRDefault="00B369C3" w:rsidP="00B369C3">
      <w:pPr>
        <w:ind w:firstLine="720"/>
        <w:jc w:val="both"/>
        <w:rPr>
          <w:b/>
          <w:lang w:val="bg-BG"/>
        </w:rPr>
      </w:pPr>
    </w:p>
    <w:p w14:paraId="5C02B3E5" w14:textId="77777777" w:rsidR="001A18C5" w:rsidRDefault="001A18C5" w:rsidP="00B369C3">
      <w:pPr>
        <w:ind w:firstLine="720"/>
        <w:jc w:val="both"/>
        <w:rPr>
          <w:b/>
          <w:lang w:val="bg-BG"/>
        </w:rPr>
      </w:pPr>
    </w:p>
    <w:p w14:paraId="6EBC33AD" w14:textId="77777777" w:rsidR="001A18C5" w:rsidRDefault="001A18C5" w:rsidP="00B369C3">
      <w:pPr>
        <w:ind w:firstLine="720"/>
        <w:jc w:val="both"/>
        <w:rPr>
          <w:b/>
          <w:lang w:val="bg-BG"/>
        </w:rPr>
      </w:pPr>
    </w:p>
    <w:p w14:paraId="57F78703" w14:textId="77777777" w:rsidR="00B369C3" w:rsidRDefault="00B369C3" w:rsidP="00B369C3">
      <w:pPr>
        <w:rPr>
          <w:b/>
          <w:bCs/>
          <w:lang w:val="bg-BG"/>
        </w:rPr>
      </w:pPr>
    </w:p>
    <w:p w14:paraId="2DA43889" w14:textId="77777777" w:rsidR="00183372" w:rsidRPr="00183372" w:rsidRDefault="00183372" w:rsidP="00183372">
      <w:pPr>
        <w:rPr>
          <w:lang w:val="bg-BG"/>
        </w:rPr>
      </w:pPr>
    </w:p>
    <w:p w14:paraId="4634845F" w14:textId="77777777" w:rsidR="00183372" w:rsidRPr="00183372" w:rsidRDefault="00183372" w:rsidP="00183372">
      <w:pPr>
        <w:rPr>
          <w:lang w:val="bg-BG"/>
        </w:rPr>
      </w:pPr>
    </w:p>
    <w:p w14:paraId="15578F2E" w14:textId="67C6F7D7" w:rsidR="00183372" w:rsidRDefault="00183372" w:rsidP="00183372">
      <w:pPr>
        <w:rPr>
          <w:lang w:val="bg-BG"/>
        </w:rPr>
      </w:pPr>
    </w:p>
    <w:p w14:paraId="571EF04F" w14:textId="58F5F48B" w:rsidR="00183372" w:rsidRDefault="00183372" w:rsidP="00183372">
      <w:pPr>
        <w:rPr>
          <w:lang w:val="bg-BG"/>
        </w:rPr>
      </w:pPr>
    </w:p>
    <w:p w14:paraId="5E68C4F5" w14:textId="6427ADFB" w:rsidR="00183372" w:rsidRPr="00ED05BC" w:rsidRDefault="00ED05BC" w:rsidP="00183372">
      <w:pPr>
        <w:jc w:val="both"/>
        <w:textAlignment w:val="center"/>
        <w:rPr>
          <w:b/>
          <w:lang w:val="bg-BG"/>
        </w:rPr>
      </w:pPr>
      <w:r>
        <w:rPr>
          <w:b/>
        </w:rPr>
        <w:t>ПЕТКО ДИМОВ:</w:t>
      </w:r>
      <w:r>
        <w:rPr>
          <w:b/>
          <w:lang w:val="bg-BG"/>
        </w:rPr>
        <w:tab/>
        <w:t>/П/</w:t>
      </w:r>
      <w:bookmarkStart w:id="0" w:name="_GoBack"/>
      <w:bookmarkEnd w:id="0"/>
    </w:p>
    <w:p w14:paraId="7458D4A6" w14:textId="77777777" w:rsidR="00183372" w:rsidRPr="00451D3D" w:rsidRDefault="00183372" w:rsidP="00183372">
      <w:pPr>
        <w:jc w:val="both"/>
        <w:textAlignment w:val="center"/>
        <w:rPr>
          <w:b/>
        </w:rPr>
      </w:pPr>
    </w:p>
    <w:p w14:paraId="0EE2E8DB" w14:textId="77777777" w:rsidR="00183372" w:rsidRPr="00451D3D" w:rsidRDefault="00183372" w:rsidP="00183372">
      <w:pPr>
        <w:jc w:val="both"/>
        <w:textAlignment w:val="center"/>
        <w:rPr>
          <w:i/>
        </w:rPr>
      </w:pPr>
      <w:proofErr w:type="spellStart"/>
      <w:r w:rsidRPr="00451D3D">
        <w:rPr>
          <w:i/>
        </w:rPr>
        <w:t>Директор</w:t>
      </w:r>
      <w:proofErr w:type="spellEnd"/>
      <w:r w:rsidRPr="00451D3D">
        <w:rPr>
          <w:i/>
        </w:rPr>
        <w:t xml:space="preserve"> </w:t>
      </w:r>
      <w:proofErr w:type="spellStart"/>
      <w:r w:rsidRPr="00451D3D">
        <w:rPr>
          <w:i/>
        </w:rPr>
        <w:t>на</w:t>
      </w:r>
      <w:proofErr w:type="spellEnd"/>
    </w:p>
    <w:p w14:paraId="320BD979" w14:textId="77777777" w:rsidR="00183372" w:rsidRDefault="00183372" w:rsidP="00183372">
      <w:pPr>
        <w:jc w:val="both"/>
        <w:textAlignment w:val="center"/>
        <w:rPr>
          <w:i/>
        </w:rPr>
      </w:pPr>
      <w:proofErr w:type="spellStart"/>
      <w:r w:rsidRPr="00451D3D">
        <w:rPr>
          <w:i/>
        </w:rPr>
        <w:t>Областна</w:t>
      </w:r>
      <w:proofErr w:type="spellEnd"/>
      <w:r w:rsidRPr="00451D3D">
        <w:rPr>
          <w:i/>
        </w:rPr>
        <w:t xml:space="preserve"> </w:t>
      </w:r>
      <w:proofErr w:type="spellStart"/>
      <w:r w:rsidRPr="00451D3D">
        <w:rPr>
          <w:i/>
        </w:rPr>
        <w:t>дирекция</w:t>
      </w:r>
      <w:proofErr w:type="spellEnd"/>
      <w:r>
        <w:rPr>
          <w:i/>
        </w:rPr>
        <w:t xml:space="preserve"> </w:t>
      </w:r>
    </w:p>
    <w:p w14:paraId="0BA2CE7A" w14:textId="77777777" w:rsidR="00183372" w:rsidRPr="00451D3D" w:rsidRDefault="00183372" w:rsidP="00183372">
      <w:pPr>
        <w:jc w:val="both"/>
        <w:textAlignment w:val="center"/>
        <w:rPr>
          <w:i/>
        </w:rPr>
      </w:pPr>
      <w:r w:rsidRPr="00451D3D">
        <w:rPr>
          <w:i/>
        </w:rPr>
        <w:t>„</w:t>
      </w:r>
      <w:proofErr w:type="spellStart"/>
      <w:r w:rsidRPr="00451D3D">
        <w:rPr>
          <w:i/>
        </w:rPr>
        <w:t>Земеделие</w:t>
      </w:r>
      <w:proofErr w:type="spellEnd"/>
      <w:proofErr w:type="gramStart"/>
      <w:r w:rsidRPr="00451D3D">
        <w:rPr>
          <w:i/>
        </w:rPr>
        <w:t xml:space="preserve">“ </w:t>
      </w:r>
      <w:r>
        <w:rPr>
          <w:i/>
        </w:rPr>
        <w:t>–</w:t>
      </w:r>
      <w:proofErr w:type="gramEnd"/>
    </w:p>
    <w:p w14:paraId="7FD7D7C9" w14:textId="77777777" w:rsidR="00183372" w:rsidRPr="00451D3D" w:rsidRDefault="00183372" w:rsidP="00183372">
      <w:pPr>
        <w:jc w:val="both"/>
        <w:textAlignment w:val="center"/>
        <w:rPr>
          <w:i/>
        </w:rPr>
      </w:pPr>
      <w:proofErr w:type="spellStart"/>
      <w:r w:rsidRPr="00451D3D">
        <w:rPr>
          <w:i/>
        </w:rPr>
        <w:t>София</w:t>
      </w:r>
      <w:proofErr w:type="spellEnd"/>
      <w:r w:rsidRPr="00451D3D">
        <w:rPr>
          <w:i/>
        </w:rPr>
        <w:t xml:space="preserve"> </w:t>
      </w:r>
      <w:proofErr w:type="spellStart"/>
      <w:r w:rsidRPr="00451D3D">
        <w:rPr>
          <w:i/>
        </w:rPr>
        <w:t>област</w:t>
      </w:r>
      <w:proofErr w:type="spellEnd"/>
    </w:p>
    <w:p w14:paraId="6EB35D46" w14:textId="77777777" w:rsidR="00967CC5" w:rsidRPr="00183372" w:rsidRDefault="00967CC5" w:rsidP="00183372">
      <w:pPr>
        <w:rPr>
          <w:lang w:val="bg-BG"/>
        </w:rPr>
      </w:pPr>
    </w:p>
    <w:sectPr w:rsidR="00967CC5" w:rsidRPr="00183372" w:rsidSect="00962233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5" w:right="1134" w:bottom="1418" w:left="1276" w:header="680" w:footer="28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93185" w14:textId="77777777" w:rsidR="00274EF5" w:rsidRDefault="00274EF5">
      <w:r>
        <w:separator/>
      </w:r>
    </w:p>
  </w:endnote>
  <w:endnote w:type="continuationSeparator" w:id="0">
    <w:p w14:paraId="52437D37" w14:textId="77777777" w:rsidR="00274EF5" w:rsidRDefault="0027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87672" w14:textId="77777777" w:rsidR="005E20FD" w:rsidRDefault="005E20FD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5E20FD" w:rsidRDefault="005E20FD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63E7" w14:textId="1A343B5D" w:rsidR="005E20FD" w:rsidRPr="00713EC9" w:rsidRDefault="005E20FD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ED05BC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14:paraId="317454A5" w14:textId="77777777" w:rsidR="005E20FD" w:rsidRPr="00831B27" w:rsidRDefault="005E20FD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831B27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56E005B9" w14:textId="77777777" w:rsidR="005E20FD" w:rsidRPr="00831B27" w:rsidRDefault="005E20FD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831B27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4542867E" w14:textId="77777777" w:rsidR="005E20FD" w:rsidRPr="00835BBA" w:rsidRDefault="005E20FD" w:rsidP="008931E5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A9A0F" w14:textId="77777777" w:rsidR="005E20FD" w:rsidRPr="00FB3B43" w:rsidRDefault="005E20FD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FB3B43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5E20FD" w:rsidRPr="00FB3B43" w:rsidRDefault="005E20FD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FB3B43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329C7" w14:textId="77777777" w:rsidR="00274EF5" w:rsidRDefault="00274EF5">
      <w:r>
        <w:separator/>
      </w:r>
    </w:p>
  </w:footnote>
  <w:footnote w:type="continuationSeparator" w:id="0">
    <w:p w14:paraId="52B6B83E" w14:textId="77777777" w:rsidR="00274EF5" w:rsidRDefault="00274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5F3" w14:textId="650D7F73" w:rsidR="005E20FD" w:rsidRPr="005B69F7" w:rsidRDefault="005E20FD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5E20FD" w:rsidRPr="005B69F7" w:rsidRDefault="005E20FD" w:rsidP="00FB3B4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7AAB406F" w:rsidR="005E20FD" w:rsidRPr="0023186B" w:rsidRDefault="005E20FD" w:rsidP="00FB3B4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14:paraId="1E892D04" w14:textId="1DEBEC1D" w:rsidR="005E20FD" w:rsidRPr="00983B22" w:rsidRDefault="005E20FD" w:rsidP="00FB3B4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5E20FD" w:rsidRPr="00983B22" w:rsidRDefault="005E20FD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42E4A"/>
    <w:rsid w:val="00090FD4"/>
    <w:rsid w:val="0009344D"/>
    <w:rsid w:val="00094932"/>
    <w:rsid w:val="000A519D"/>
    <w:rsid w:val="000A73DC"/>
    <w:rsid w:val="000B0CA9"/>
    <w:rsid w:val="000C2C0E"/>
    <w:rsid w:val="000C5047"/>
    <w:rsid w:val="000E2804"/>
    <w:rsid w:val="000E46A8"/>
    <w:rsid w:val="000E49D9"/>
    <w:rsid w:val="000F3798"/>
    <w:rsid w:val="000F691D"/>
    <w:rsid w:val="00116081"/>
    <w:rsid w:val="0011621C"/>
    <w:rsid w:val="00127F9D"/>
    <w:rsid w:val="0013647C"/>
    <w:rsid w:val="00137F32"/>
    <w:rsid w:val="00155469"/>
    <w:rsid w:val="00157D1E"/>
    <w:rsid w:val="001616F6"/>
    <w:rsid w:val="00164A60"/>
    <w:rsid w:val="00167D62"/>
    <w:rsid w:val="001738C2"/>
    <w:rsid w:val="00173A32"/>
    <w:rsid w:val="00183372"/>
    <w:rsid w:val="001850C9"/>
    <w:rsid w:val="001860A7"/>
    <w:rsid w:val="001A06E4"/>
    <w:rsid w:val="001A18C5"/>
    <w:rsid w:val="001A1BA3"/>
    <w:rsid w:val="001A1C66"/>
    <w:rsid w:val="001A2134"/>
    <w:rsid w:val="001A28F0"/>
    <w:rsid w:val="001B4BA5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54C97"/>
    <w:rsid w:val="002639F4"/>
    <w:rsid w:val="00266D04"/>
    <w:rsid w:val="002725F6"/>
    <w:rsid w:val="00274EF5"/>
    <w:rsid w:val="00291BDD"/>
    <w:rsid w:val="00296C8F"/>
    <w:rsid w:val="002A10AF"/>
    <w:rsid w:val="002A55CD"/>
    <w:rsid w:val="002C0EE7"/>
    <w:rsid w:val="002C5874"/>
    <w:rsid w:val="002D3AFE"/>
    <w:rsid w:val="002D3B8A"/>
    <w:rsid w:val="002E25EF"/>
    <w:rsid w:val="002E37B1"/>
    <w:rsid w:val="002F2872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813FC"/>
    <w:rsid w:val="00382A94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5F7E"/>
    <w:rsid w:val="005379D0"/>
    <w:rsid w:val="00544517"/>
    <w:rsid w:val="005455E5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1D28"/>
    <w:rsid w:val="005D2C61"/>
    <w:rsid w:val="005D42C6"/>
    <w:rsid w:val="005D4B3F"/>
    <w:rsid w:val="005D7788"/>
    <w:rsid w:val="005E20FD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27662"/>
    <w:rsid w:val="0063213C"/>
    <w:rsid w:val="006359F1"/>
    <w:rsid w:val="00641A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96864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6F68DD"/>
    <w:rsid w:val="00703AAB"/>
    <w:rsid w:val="00713EC9"/>
    <w:rsid w:val="00715C9E"/>
    <w:rsid w:val="007201AF"/>
    <w:rsid w:val="00723309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77"/>
    <w:rsid w:val="00781F58"/>
    <w:rsid w:val="00785809"/>
    <w:rsid w:val="00787497"/>
    <w:rsid w:val="007947AE"/>
    <w:rsid w:val="007964C9"/>
    <w:rsid w:val="007A06D3"/>
    <w:rsid w:val="007A6290"/>
    <w:rsid w:val="007B4B8A"/>
    <w:rsid w:val="007D05C7"/>
    <w:rsid w:val="007D07CD"/>
    <w:rsid w:val="007D37AF"/>
    <w:rsid w:val="007D6450"/>
    <w:rsid w:val="007E1E8A"/>
    <w:rsid w:val="007F3883"/>
    <w:rsid w:val="007F4B46"/>
    <w:rsid w:val="00800337"/>
    <w:rsid w:val="0080526F"/>
    <w:rsid w:val="00810556"/>
    <w:rsid w:val="00812A88"/>
    <w:rsid w:val="00813E21"/>
    <w:rsid w:val="00822F7A"/>
    <w:rsid w:val="00823FF9"/>
    <w:rsid w:val="008318FA"/>
    <w:rsid w:val="00831B27"/>
    <w:rsid w:val="008324AB"/>
    <w:rsid w:val="008328AA"/>
    <w:rsid w:val="00835BBA"/>
    <w:rsid w:val="0085348A"/>
    <w:rsid w:val="0086367E"/>
    <w:rsid w:val="00871654"/>
    <w:rsid w:val="00877785"/>
    <w:rsid w:val="00883AE2"/>
    <w:rsid w:val="00890060"/>
    <w:rsid w:val="008931E5"/>
    <w:rsid w:val="00893776"/>
    <w:rsid w:val="008A1BBB"/>
    <w:rsid w:val="008A25C1"/>
    <w:rsid w:val="008A57E9"/>
    <w:rsid w:val="008B0206"/>
    <w:rsid w:val="008B1300"/>
    <w:rsid w:val="008D2703"/>
    <w:rsid w:val="008E0E45"/>
    <w:rsid w:val="008E2957"/>
    <w:rsid w:val="008F3A6E"/>
    <w:rsid w:val="008F4B2A"/>
    <w:rsid w:val="008F7A88"/>
    <w:rsid w:val="0091297E"/>
    <w:rsid w:val="00931B42"/>
    <w:rsid w:val="00936425"/>
    <w:rsid w:val="00937D51"/>
    <w:rsid w:val="0094255C"/>
    <w:rsid w:val="00945150"/>
    <w:rsid w:val="00946D85"/>
    <w:rsid w:val="009568F1"/>
    <w:rsid w:val="00956CD8"/>
    <w:rsid w:val="00962233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1CD3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059E1"/>
    <w:rsid w:val="00B14BA2"/>
    <w:rsid w:val="00B1614C"/>
    <w:rsid w:val="00B21D8A"/>
    <w:rsid w:val="00B23277"/>
    <w:rsid w:val="00B23EF6"/>
    <w:rsid w:val="00B33ACE"/>
    <w:rsid w:val="00B369C3"/>
    <w:rsid w:val="00B54180"/>
    <w:rsid w:val="00B65B7A"/>
    <w:rsid w:val="00B71426"/>
    <w:rsid w:val="00B76386"/>
    <w:rsid w:val="00B76B80"/>
    <w:rsid w:val="00B80440"/>
    <w:rsid w:val="00B92A9C"/>
    <w:rsid w:val="00B97B20"/>
    <w:rsid w:val="00BA3DAB"/>
    <w:rsid w:val="00BA5128"/>
    <w:rsid w:val="00BB37D0"/>
    <w:rsid w:val="00BC0B35"/>
    <w:rsid w:val="00BC45FC"/>
    <w:rsid w:val="00BC5E18"/>
    <w:rsid w:val="00BD1BCF"/>
    <w:rsid w:val="00BD5937"/>
    <w:rsid w:val="00BD6537"/>
    <w:rsid w:val="00BE215C"/>
    <w:rsid w:val="00BE4052"/>
    <w:rsid w:val="00BF3CD2"/>
    <w:rsid w:val="00C00904"/>
    <w:rsid w:val="00C02136"/>
    <w:rsid w:val="00C03845"/>
    <w:rsid w:val="00C06313"/>
    <w:rsid w:val="00C120B5"/>
    <w:rsid w:val="00C2374B"/>
    <w:rsid w:val="00C34BD9"/>
    <w:rsid w:val="00C34FAA"/>
    <w:rsid w:val="00C35665"/>
    <w:rsid w:val="00C364AB"/>
    <w:rsid w:val="00C37346"/>
    <w:rsid w:val="00C41B72"/>
    <w:rsid w:val="00C473A4"/>
    <w:rsid w:val="00C526AD"/>
    <w:rsid w:val="00C5665A"/>
    <w:rsid w:val="00C624E9"/>
    <w:rsid w:val="00C624F7"/>
    <w:rsid w:val="00C84C39"/>
    <w:rsid w:val="00C955B9"/>
    <w:rsid w:val="00CA17DF"/>
    <w:rsid w:val="00CA3258"/>
    <w:rsid w:val="00CA41E3"/>
    <w:rsid w:val="00CA7A14"/>
    <w:rsid w:val="00CC4D7C"/>
    <w:rsid w:val="00CC671B"/>
    <w:rsid w:val="00CD6A9A"/>
    <w:rsid w:val="00CE47C7"/>
    <w:rsid w:val="00CE5345"/>
    <w:rsid w:val="00CE78CA"/>
    <w:rsid w:val="00CF1702"/>
    <w:rsid w:val="00CF334D"/>
    <w:rsid w:val="00D00BD9"/>
    <w:rsid w:val="00D04E6A"/>
    <w:rsid w:val="00D063E4"/>
    <w:rsid w:val="00D10B5A"/>
    <w:rsid w:val="00D117C6"/>
    <w:rsid w:val="00D1214A"/>
    <w:rsid w:val="00D13F65"/>
    <w:rsid w:val="00D17C99"/>
    <w:rsid w:val="00D259F5"/>
    <w:rsid w:val="00D30D14"/>
    <w:rsid w:val="00D450FA"/>
    <w:rsid w:val="00D514F6"/>
    <w:rsid w:val="00D57A2F"/>
    <w:rsid w:val="00D61AE4"/>
    <w:rsid w:val="00D71A31"/>
    <w:rsid w:val="00D724AC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D56FF"/>
    <w:rsid w:val="00DF7F89"/>
    <w:rsid w:val="00E01AD1"/>
    <w:rsid w:val="00E033AB"/>
    <w:rsid w:val="00E03AA7"/>
    <w:rsid w:val="00E126FA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71875"/>
    <w:rsid w:val="00E71BA4"/>
    <w:rsid w:val="00E7445E"/>
    <w:rsid w:val="00E76BF6"/>
    <w:rsid w:val="00E919DA"/>
    <w:rsid w:val="00EA3B1F"/>
    <w:rsid w:val="00EA778C"/>
    <w:rsid w:val="00EB4DB7"/>
    <w:rsid w:val="00EB63E3"/>
    <w:rsid w:val="00ED05BC"/>
    <w:rsid w:val="00EE1A25"/>
    <w:rsid w:val="00EE2FF9"/>
    <w:rsid w:val="00EF61F2"/>
    <w:rsid w:val="00F06BC9"/>
    <w:rsid w:val="00F23266"/>
    <w:rsid w:val="00F377D5"/>
    <w:rsid w:val="00F37E58"/>
    <w:rsid w:val="00F44F89"/>
    <w:rsid w:val="00F50BB4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A5F3B"/>
    <w:rsid w:val="00FB2631"/>
    <w:rsid w:val="00FB3A94"/>
    <w:rsid w:val="00FB3B43"/>
    <w:rsid w:val="00FB775A"/>
    <w:rsid w:val="00FC7984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D724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D724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2023-12-19T07:23:00Z</cp:lastPrinted>
  <dcterms:created xsi:type="dcterms:W3CDTF">2023-12-18T11:08:00Z</dcterms:created>
  <dcterms:modified xsi:type="dcterms:W3CDTF">2023-12-19T07:26:00Z</dcterms:modified>
</cp:coreProperties>
</file>