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2A759D" w14:textId="77777777" w:rsidR="00812A88" w:rsidRDefault="005F2352" w:rsidP="003E4807">
      <w:pPr>
        <w:ind w:left="2160" w:firstLine="720"/>
        <w:rPr>
          <w:b/>
          <w:sz w:val="32"/>
        </w:rPr>
      </w:pPr>
      <w:r>
        <w:rPr>
          <w:b/>
          <w:sz w:val="32"/>
        </w:rPr>
        <w:t xml:space="preserve">  </w:t>
      </w:r>
    </w:p>
    <w:p w14:paraId="67E8C83A" w14:textId="77777777" w:rsidR="00D063E4" w:rsidRDefault="00D063E4" w:rsidP="001860A7">
      <w:pPr>
        <w:jc w:val="both"/>
        <w:rPr>
          <w:lang w:val="bg-BG"/>
        </w:rPr>
      </w:pPr>
    </w:p>
    <w:p w14:paraId="3926517A" w14:textId="77777777" w:rsidR="009D1CD3" w:rsidRDefault="009D1CD3" w:rsidP="009D1CD3">
      <w:pPr>
        <w:ind w:left="2160" w:firstLine="720"/>
        <w:rPr>
          <w:b/>
          <w:sz w:val="32"/>
          <w:lang w:val="bg-BG"/>
        </w:rPr>
      </w:pPr>
      <w:r>
        <w:rPr>
          <w:b/>
          <w:sz w:val="32"/>
          <w:lang w:val="bg-BG"/>
        </w:rPr>
        <w:t xml:space="preserve">             З А П О В Е Д</w:t>
      </w:r>
    </w:p>
    <w:p w14:paraId="0E108426" w14:textId="53EFBF6B" w:rsidR="009D1CD3" w:rsidRDefault="009D1CD3" w:rsidP="009D1CD3">
      <w:pPr>
        <w:ind w:left="3600"/>
        <w:rPr>
          <w:b/>
          <w:lang w:val="bg-BG"/>
        </w:rPr>
      </w:pPr>
      <w:r>
        <w:rPr>
          <w:b/>
          <w:lang w:val="bg-BG"/>
        </w:rPr>
        <w:t xml:space="preserve">       № ПО-09-</w:t>
      </w:r>
      <w:r w:rsidR="008E2957">
        <w:rPr>
          <w:b/>
          <w:lang w:val="bg-BG"/>
        </w:rPr>
        <w:t>593</w:t>
      </w:r>
      <w:r w:rsidR="00042E4A">
        <w:rPr>
          <w:b/>
          <w:lang w:val="bg-BG"/>
        </w:rPr>
        <w:t>2</w:t>
      </w:r>
      <w:r>
        <w:rPr>
          <w:b/>
          <w:lang w:val="bg-BG"/>
        </w:rPr>
        <w:t>-3</w:t>
      </w:r>
    </w:p>
    <w:p w14:paraId="2AAA5C94" w14:textId="35C3495C" w:rsidR="009D1CD3" w:rsidRDefault="00116081" w:rsidP="009D1CD3">
      <w:pPr>
        <w:ind w:left="2880" w:firstLine="720"/>
        <w:rPr>
          <w:b/>
          <w:lang w:val="bg-BG"/>
        </w:rPr>
      </w:pPr>
      <w:r>
        <w:rPr>
          <w:b/>
          <w:lang w:val="bg-BG"/>
        </w:rPr>
        <w:t xml:space="preserve">     </w:t>
      </w:r>
      <w:r w:rsidR="009D1CD3">
        <w:rPr>
          <w:b/>
          <w:lang w:val="bg-BG"/>
        </w:rPr>
        <w:t>София,</w:t>
      </w:r>
      <w:r>
        <w:rPr>
          <w:b/>
          <w:lang w:val="bg-BG"/>
        </w:rPr>
        <w:t xml:space="preserve"> </w:t>
      </w:r>
      <w:r w:rsidR="00F76E03">
        <w:rPr>
          <w:b/>
          <w:lang w:val="bg-BG"/>
        </w:rPr>
        <w:t>07</w:t>
      </w:r>
      <w:r>
        <w:rPr>
          <w:b/>
          <w:lang w:val="bg-BG"/>
        </w:rPr>
        <w:t>.12.</w:t>
      </w:r>
      <w:r w:rsidR="009D1CD3">
        <w:rPr>
          <w:b/>
          <w:lang w:val="bg-BG"/>
        </w:rPr>
        <w:t>202</w:t>
      </w:r>
      <w:r w:rsidR="005E20FD">
        <w:rPr>
          <w:b/>
          <w:lang w:val="bg-BG"/>
        </w:rPr>
        <w:t>3</w:t>
      </w:r>
      <w:r w:rsidR="009D1CD3">
        <w:rPr>
          <w:b/>
          <w:lang w:val="bg-BG"/>
        </w:rPr>
        <w:t xml:space="preserve">г.  </w:t>
      </w:r>
    </w:p>
    <w:p w14:paraId="7FD08474" w14:textId="77777777" w:rsidR="00D063E4" w:rsidRDefault="00D063E4" w:rsidP="001860A7">
      <w:pPr>
        <w:jc w:val="both"/>
        <w:rPr>
          <w:lang w:val="bg-BG"/>
        </w:rPr>
      </w:pPr>
    </w:p>
    <w:p w14:paraId="63D285FB" w14:textId="77777777" w:rsidR="00D063E4" w:rsidRDefault="00D063E4" w:rsidP="001860A7">
      <w:pPr>
        <w:jc w:val="both"/>
        <w:rPr>
          <w:lang w:val="bg-BG"/>
        </w:rPr>
      </w:pPr>
    </w:p>
    <w:p w14:paraId="08D67982" w14:textId="77777777" w:rsidR="00D063E4" w:rsidRDefault="00D063E4" w:rsidP="001860A7">
      <w:pPr>
        <w:jc w:val="both"/>
        <w:rPr>
          <w:lang w:val="bg-BG"/>
        </w:rPr>
      </w:pPr>
    </w:p>
    <w:p w14:paraId="1B5008D8" w14:textId="7292E7E0" w:rsidR="001860A7" w:rsidRPr="00B16FBD" w:rsidRDefault="001860A7" w:rsidP="00D063E4">
      <w:pPr>
        <w:ind w:firstLine="720"/>
        <w:jc w:val="both"/>
        <w:rPr>
          <w:lang w:val="bg-BG"/>
        </w:rPr>
      </w:pPr>
      <w:r w:rsidRPr="00B16FBD">
        <w:rPr>
          <w:lang w:val="bg-BG"/>
        </w:rPr>
        <w:t>На основание чл. 37ж, ал. 11 от Закона за собствеността и ползването на земеделските земи (ЗСПЗЗ),</w:t>
      </w:r>
    </w:p>
    <w:p w14:paraId="686FFB84" w14:textId="77777777" w:rsidR="001860A7" w:rsidRPr="00B16FBD" w:rsidRDefault="001860A7" w:rsidP="001860A7">
      <w:pPr>
        <w:jc w:val="center"/>
        <w:rPr>
          <w:b/>
          <w:lang w:val="bg-BG"/>
        </w:rPr>
      </w:pPr>
      <w:r w:rsidRPr="00B16FBD">
        <w:rPr>
          <w:b/>
          <w:lang w:val="bg-BG"/>
        </w:rPr>
        <w:t>Н А Р Е Ж Д А М:</w:t>
      </w:r>
    </w:p>
    <w:p w14:paraId="2B10E7DF" w14:textId="5A308279" w:rsidR="001860A7" w:rsidRDefault="001860A7" w:rsidP="001860A7">
      <w:pPr>
        <w:jc w:val="both"/>
        <w:rPr>
          <w:lang w:val="bg-BG"/>
        </w:rPr>
      </w:pPr>
      <w:r w:rsidRPr="00B16FBD">
        <w:rPr>
          <w:b/>
          <w:lang w:val="bg-BG"/>
        </w:rPr>
        <w:tab/>
      </w:r>
      <w:r w:rsidRPr="000F6DCA">
        <w:rPr>
          <w:b/>
        </w:rPr>
        <w:t>I</w:t>
      </w:r>
      <w:r w:rsidRPr="000F6DCA">
        <w:rPr>
          <w:b/>
          <w:lang w:val="bg-BG"/>
        </w:rPr>
        <w:t>.</w:t>
      </w:r>
      <w:r>
        <w:rPr>
          <w:b/>
          <w:lang w:val="bg-BG"/>
        </w:rPr>
        <w:t xml:space="preserve"> </w:t>
      </w:r>
      <w:r w:rsidRPr="00B16FBD">
        <w:rPr>
          <w:lang w:val="bg-BG"/>
        </w:rPr>
        <w:t>Одобрявам споразумение за разпределение на масивите за ползване на пасища, мери и ливади</w:t>
      </w:r>
      <w:r>
        <w:rPr>
          <w:lang w:val="bg-BG"/>
        </w:rPr>
        <w:t xml:space="preserve"> в землището на с. </w:t>
      </w:r>
      <w:r w:rsidR="00042E4A">
        <w:rPr>
          <w:lang w:val="bg-BG"/>
        </w:rPr>
        <w:t>Рашково</w:t>
      </w:r>
      <w:r>
        <w:rPr>
          <w:lang w:val="bg-BG"/>
        </w:rPr>
        <w:t xml:space="preserve">, ЕКАТТЕ </w:t>
      </w:r>
      <w:r w:rsidR="00BF3CD2">
        <w:rPr>
          <w:lang w:val="bg-BG"/>
        </w:rPr>
        <w:t>6</w:t>
      </w:r>
      <w:r w:rsidR="00042E4A">
        <w:rPr>
          <w:lang w:val="bg-BG"/>
        </w:rPr>
        <w:t>2298</w:t>
      </w:r>
      <w:r>
        <w:rPr>
          <w:lang w:val="bg-BG"/>
        </w:rPr>
        <w:t xml:space="preserve">, </w:t>
      </w:r>
      <w:r w:rsidRPr="00B16FBD">
        <w:rPr>
          <w:lang w:val="bg-BG"/>
        </w:rPr>
        <w:t>община</w:t>
      </w:r>
      <w:r>
        <w:rPr>
          <w:lang w:val="bg-BG"/>
        </w:rPr>
        <w:t xml:space="preserve"> </w:t>
      </w:r>
      <w:r w:rsidR="00D063E4">
        <w:rPr>
          <w:lang w:val="bg-BG"/>
        </w:rPr>
        <w:t>Ботевград,</w:t>
      </w:r>
      <w:r>
        <w:rPr>
          <w:lang w:val="bg-BG"/>
        </w:rPr>
        <w:t xml:space="preserve"> </w:t>
      </w:r>
      <w:r w:rsidRPr="00B16FBD">
        <w:rPr>
          <w:lang w:val="bg-BG"/>
        </w:rPr>
        <w:t>област</w:t>
      </w:r>
      <w:r>
        <w:rPr>
          <w:lang w:val="bg-BG"/>
        </w:rPr>
        <w:t xml:space="preserve"> София</w:t>
      </w:r>
      <w:r w:rsidRPr="00B16FBD">
        <w:rPr>
          <w:lang w:val="bg-BG"/>
        </w:rPr>
        <w:t>, сключено между ли</w:t>
      </w:r>
      <w:r>
        <w:rPr>
          <w:lang w:val="bg-BG"/>
        </w:rPr>
        <w:t>цата по чл. 37ж, ал. 1 от ЗСПЗЗ за календарната 202</w:t>
      </w:r>
      <w:r w:rsidR="00E126FA">
        <w:t>4</w:t>
      </w:r>
      <w:r>
        <w:rPr>
          <w:lang w:val="bg-BG"/>
        </w:rPr>
        <w:t xml:space="preserve"> година.</w:t>
      </w:r>
    </w:p>
    <w:p w14:paraId="429C2596" w14:textId="7231AC25" w:rsidR="001860A7" w:rsidRDefault="001860A7" w:rsidP="001860A7">
      <w:pPr>
        <w:jc w:val="both"/>
        <w:rPr>
          <w:lang w:val="bg-BG"/>
        </w:rPr>
      </w:pPr>
      <w:r>
        <w:rPr>
          <w:lang w:val="bg-BG"/>
        </w:rPr>
        <w:tab/>
      </w:r>
      <w:r w:rsidRPr="000F6DCA">
        <w:rPr>
          <w:b/>
        </w:rPr>
        <w:t>II</w:t>
      </w:r>
      <w:r w:rsidRPr="000F6DCA">
        <w:rPr>
          <w:b/>
          <w:lang w:val="bg-BG"/>
        </w:rPr>
        <w:t>.</w:t>
      </w:r>
      <w:r>
        <w:rPr>
          <w:lang w:val="bg-BG"/>
        </w:rPr>
        <w:t xml:space="preserve"> Одобрявам разпределението на масиви за ползване на пасища, мери и ливади и имоти по чл. 37ж, ал. </w:t>
      </w:r>
      <w:r w:rsidRPr="008124DD">
        <w:rPr>
          <w:lang w:val="bg-BG"/>
        </w:rPr>
        <w:t>6</w:t>
      </w:r>
      <w:r>
        <w:rPr>
          <w:lang w:val="bg-BG"/>
        </w:rPr>
        <w:t xml:space="preserve"> от ЗСПЗЗ, разпределени между ползвателите, както следва:</w:t>
      </w:r>
    </w:p>
    <w:p w14:paraId="76A5EBB1" w14:textId="77777777" w:rsidR="003E24D6" w:rsidRDefault="003E24D6" w:rsidP="001860A7">
      <w:pPr>
        <w:jc w:val="both"/>
        <w:rPr>
          <w:lang w:val="bg-BG"/>
        </w:rPr>
      </w:pPr>
    </w:p>
    <w:tbl>
      <w:tblPr>
        <w:tblW w:w="9650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98"/>
        <w:gridCol w:w="935"/>
        <w:gridCol w:w="2280"/>
        <w:gridCol w:w="1441"/>
        <w:gridCol w:w="1296"/>
      </w:tblGrid>
      <w:tr w:rsidR="005E20FD" w:rsidRPr="005E20FD" w14:paraId="14129205" w14:textId="77777777" w:rsidTr="001D0500">
        <w:trPr>
          <w:cantSplit/>
          <w:trHeight w:val="866"/>
        </w:trPr>
        <w:tc>
          <w:tcPr>
            <w:tcW w:w="36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6D94AD" w14:textId="77777777" w:rsidR="005E20FD" w:rsidRPr="005E20FD" w:rsidRDefault="005E20FD" w:rsidP="005E20F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bg-BG" w:eastAsia="bg-BG"/>
              </w:rPr>
              <w:t>Ползвател</w:t>
            </w:r>
          </w:p>
        </w:tc>
        <w:tc>
          <w:tcPr>
            <w:tcW w:w="9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ED715D" w14:textId="77777777" w:rsidR="005E20FD" w:rsidRPr="005E20FD" w:rsidRDefault="005E20FD" w:rsidP="005E20F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bg-BG" w:eastAsia="bg-BG"/>
              </w:rPr>
              <w:t>Масив №</w:t>
            </w:r>
          </w:p>
        </w:tc>
        <w:tc>
          <w:tcPr>
            <w:tcW w:w="501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22BF53" w14:textId="77777777" w:rsidR="005E20FD" w:rsidRPr="005E20FD" w:rsidRDefault="005E20FD" w:rsidP="005E20F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bg-BG" w:eastAsia="bg-BG"/>
              </w:rPr>
              <w:t>Имот по чл. 37ж, ал. 5 от ЗСПЗЗ</w:t>
            </w:r>
          </w:p>
        </w:tc>
      </w:tr>
      <w:tr w:rsidR="005E20FD" w:rsidRPr="005E20FD" w14:paraId="00FC1573" w14:textId="77777777" w:rsidTr="001D0500">
        <w:trPr>
          <w:trHeight w:val="1380"/>
        </w:trPr>
        <w:tc>
          <w:tcPr>
            <w:tcW w:w="36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788C81" w14:textId="77777777" w:rsidR="005E20FD" w:rsidRPr="005E20FD" w:rsidRDefault="005E20FD" w:rsidP="005E20FD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bg-BG" w:eastAsia="bg-BG"/>
              </w:rPr>
            </w:pPr>
          </w:p>
        </w:tc>
        <w:tc>
          <w:tcPr>
            <w:tcW w:w="9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B2FDAA" w14:textId="77777777" w:rsidR="005E20FD" w:rsidRPr="005E20FD" w:rsidRDefault="005E20FD" w:rsidP="005E20FD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bg-BG" w:eastAsia="bg-BG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BA4391" w14:textId="77777777" w:rsidR="005E20FD" w:rsidRPr="005E20FD" w:rsidRDefault="005E20FD" w:rsidP="005E20F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bg-BG" w:eastAsia="bg-BG"/>
              </w:rPr>
              <w:t>№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BEDF3B" w14:textId="77777777" w:rsidR="005E20FD" w:rsidRPr="005E20FD" w:rsidRDefault="005E20FD" w:rsidP="005E20F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bg-BG" w:eastAsia="bg-BG"/>
              </w:rPr>
              <w:t>Площ дка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868DD5" w14:textId="77777777" w:rsidR="005E20FD" w:rsidRPr="005E20FD" w:rsidRDefault="005E20FD" w:rsidP="005E20F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bg-BG" w:eastAsia="bg-BG"/>
              </w:rPr>
              <w:t>Дължимо рентно плащане в лева</w:t>
            </w:r>
          </w:p>
        </w:tc>
      </w:tr>
      <w:tr w:rsidR="005E20FD" w:rsidRPr="005E20FD" w14:paraId="02373D88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CF93FF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"КАМАР ТРЕЙД" ЕООД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6D98D1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8C86E8" w14:textId="385A697D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51.306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204B3A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2.531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F2947C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36.70</w:t>
            </w:r>
          </w:p>
        </w:tc>
      </w:tr>
      <w:tr w:rsidR="005E20FD" w:rsidRPr="005E20FD" w14:paraId="5F9DA58A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403C3C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"КАМАР ТРЕЙД" ЕООД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539B9E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85FABB" w14:textId="2E51E272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51.285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F094D9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1.891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8B3C86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27.42</w:t>
            </w:r>
          </w:p>
        </w:tc>
      </w:tr>
      <w:tr w:rsidR="005E20FD" w:rsidRPr="005E20FD" w14:paraId="6FE4F045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E47633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"КАМАР ТРЕЙД" ЕООД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975EEB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210F6C" w14:textId="6435C0A9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51.309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5988F6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0.867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E82BCC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12.57</w:t>
            </w:r>
          </w:p>
        </w:tc>
      </w:tr>
      <w:tr w:rsidR="005E20FD" w:rsidRPr="005E20FD" w14:paraId="6ABC01BA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E28BFD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"КАМАР ТРЕЙД" ЕООД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214BBD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6381E7" w14:textId="4A74E7D5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55.24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7B5880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1.972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FF21AF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28.60</w:t>
            </w:r>
          </w:p>
        </w:tc>
      </w:tr>
      <w:tr w:rsidR="005E20FD" w:rsidRPr="005E20FD" w14:paraId="28B5A453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9B1D87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"КАМАР ТРЕЙД" ЕООД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89F87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9CF5ED" w14:textId="28F04EFA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55.5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9376EB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0.880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45C579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12.77</w:t>
            </w:r>
          </w:p>
        </w:tc>
      </w:tr>
      <w:tr w:rsidR="005E20FD" w:rsidRPr="005E20FD" w14:paraId="1DC97B93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6DD73F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"КАМАР ТРЕЙД" ЕООД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E77696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BD2526" w14:textId="4795F67C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55.139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46CF50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3.139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8C05DB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45.52</w:t>
            </w:r>
          </w:p>
        </w:tc>
      </w:tr>
      <w:tr w:rsidR="005E20FD" w:rsidRPr="005E20FD" w14:paraId="68ACDA29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968826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"КАМАР ТРЕЙД" ЕООД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F1FA2B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16E75E" w14:textId="75AFC4F3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55.121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B6A6EA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1.578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2E2777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22.88</w:t>
            </w:r>
          </w:p>
        </w:tc>
      </w:tr>
      <w:tr w:rsidR="005E20FD" w:rsidRPr="005E20FD" w14:paraId="40FD5378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3A4E08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"КАМАР ТРЕЙД" ЕООД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D05B67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4F57BC" w14:textId="3A4D7AEC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55.123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E58E8E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1.286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9AAD75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18.65</w:t>
            </w:r>
          </w:p>
        </w:tc>
      </w:tr>
      <w:tr w:rsidR="005E20FD" w:rsidRPr="005E20FD" w14:paraId="09970594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7806FF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"КАМАР ТРЕЙД" ЕООД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B14DC4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01059D" w14:textId="0A4D97E5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55.16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410E5C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0.489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AD59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7.09</w:t>
            </w:r>
          </w:p>
        </w:tc>
      </w:tr>
      <w:tr w:rsidR="005E20FD" w:rsidRPr="005E20FD" w14:paraId="516FA290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BDB4DE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"КАМАР ТРЕЙД" ЕООД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061AB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3FBFBC" w14:textId="2BBC91F1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55.162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AB34E9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0.364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19AF88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5.28</w:t>
            </w:r>
          </w:p>
        </w:tc>
      </w:tr>
      <w:tr w:rsidR="005E20FD" w:rsidRPr="005E20FD" w14:paraId="7BEB79CD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BC43F5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"КАМАР ТРЕЙД" ЕООД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87E48C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57A0D5" w14:textId="17BC92BB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55.198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C1DA47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4.516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DFB9E6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65.48</w:t>
            </w:r>
          </w:p>
        </w:tc>
      </w:tr>
      <w:tr w:rsidR="005E20FD" w:rsidRPr="005E20FD" w14:paraId="3921CCE6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ACB818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"КАМАР ТРЕЙД" ЕООД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1F25B1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F5E141" w14:textId="4E0DF379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55.205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CF27F3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1.416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3C44A3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20.53</w:t>
            </w:r>
          </w:p>
        </w:tc>
      </w:tr>
      <w:tr w:rsidR="005E20FD" w:rsidRPr="005E20FD" w14:paraId="48778D78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BE696C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"КАМАР ТРЕЙД" ЕООД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DF3439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E315F9" w14:textId="396125EB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55.186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CEABD4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1.653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A2AA99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23.97</w:t>
            </w:r>
          </w:p>
        </w:tc>
      </w:tr>
      <w:tr w:rsidR="005E20FD" w:rsidRPr="005E20FD" w14:paraId="4AA3BC22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7AFEED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"КАМАР ТРЕЙД" ЕООД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9284C4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9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FC35A9" w14:textId="1BC0D42C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55.212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A361CC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15.444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EB9AF0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223.94</w:t>
            </w:r>
          </w:p>
        </w:tc>
      </w:tr>
      <w:tr w:rsidR="005E20FD" w:rsidRPr="005E20FD" w14:paraId="2F74B5B8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75411E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"КАМАР ТРЕЙД" ЕООД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4FCA6D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15B016" w14:textId="7B8CE958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55.209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10F278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2.733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329B19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39.64</w:t>
            </w:r>
          </w:p>
        </w:tc>
      </w:tr>
      <w:tr w:rsidR="005E20FD" w:rsidRPr="005E20FD" w14:paraId="14875A97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C310E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"КАМАР ТРЕЙД" ЕООД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A2BE6C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21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703B5C" w14:textId="6E316C0D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62.139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A1F14B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0.816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B29EEA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11.84</w:t>
            </w:r>
          </w:p>
        </w:tc>
      </w:tr>
      <w:tr w:rsidR="005E20FD" w:rsidRPr="005E20FD" w14:paraId="0C03B164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AB15B1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"КАМАР ТРЕЙД" ЕООД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6C0209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21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971232" w14:textId="41A58C83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62.148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A1FCD5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0.616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6D23D1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8.93</w:t>
            </w:r>
          </w:p>
        </w:tc>
      </w:tr>
      <w:tr w:rsidR="005E20FD" w:rsidRPr="005E20FD" w14:paraId="29DCC79A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B9001B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lastRenderedPageBreak/>
              <w:t>"КАМАР ТРЕЙД" ЕООД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45B6D1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22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8353CE" w14:textId="547E5748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62.167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32E48D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7.006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76991D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101.58</w:t>
            </w:r>
          </w:p>
        </w:tc>
      </w:tr>
      <w:tr w:rsidR="005E20FD" w:rsidRPr="005E20FD" w14:paraId="2A7ECC8D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E21F29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"КАМАР ТРЕЙД" ЕООД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D234EC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22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451116" w14:textId="00D0B839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62.168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AD3A2E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0.371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9DD199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5.38</w:t>
            </w:r>
          </w:p>
        </w:tc>
      </w:tr>
      <w:tr w:rsidR="005E20FD" w:rsidRPr="005E20FD" w14:paraId="296666F0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79FB56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"КАМАР ТРЕЙД" ЕООД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AC0256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23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E26CE5" w14:textId="2B24132F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62.167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7843E5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1.398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14C3B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20.27</w:t>
            </w:r>
          </w:p>
        </w:tc>
      </w:tr>
      <w:tr w:rsidR="005E20FD" w:rsidRPr="005E20FD" w14:paraId="4A0A4766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87CBC5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"КАМАР ТРЕЙД" ЕООД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A12273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25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B38677" w14:textId="2321A2B2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55.251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3A8AA1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2.291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E4FEA7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33.21</w:t>
            </w:r>
          </w:p>
        </w:tc>
      </w:tr>
      <w:tr w:rsidR="005E20FD" w:rsidRPr="005E20FD" w14:paraId="6106748F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620247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"КАМАР ТРЕЙД" ЕООД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FE18B0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25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05E8F0" w14:textId="77E3A998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55.247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C6003A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0.722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037E06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10.47</w:t>
            </w:r>
          </w:p>
        </w:tc>
      </w:tr>
      <w:tr w:rsidR="005E20FD" w:rsidRPr="005E20FD" w14:paraId="09104AC0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B27D9F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"КАМАР ТРЕЙД" ЕООД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8A1747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26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ABC275" w14:textId="536526BF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53.201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4FB6CE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2.126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24CE6E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30.82</w:t>
            </w:r>
          </w:p>
        </w:tc>
      </w:tr>
      <w:tr w:rsidR="005E20FD" w:rsidRPr="005E20FD" w14:paraId="4E3F48F2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1053BB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"КАМАР ТРЕЙД" ЕООД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691EAC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26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CAA259" w14:textId="268DA836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53.208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C2FF88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1.373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D1DE05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19.91</w:t>
            </w:r>
          </w:p>
        </w:tc>
      </w:tr>
      <w:tr w:rsidR="005E20FD" w:rsidRPr="005E20FD" w14:paraId="475A2302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DE51AA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"КАМАР ТРЕЙД" ЕООД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EFDA39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26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93931A" w14:textId="39466A88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53.219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7F107B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1.256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A815D4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18.22</w:t>
            </w:r>
          </w:p>
        </w:tc>
      </w:tr>
      <w:tr w:rsidR="005E20FD" w:rsidRPr="005E20FD" w14:paraId="0E17392B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FDD805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"КАМАР ТРЕЙД" ЕООД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551EEC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8FF4D0" w14:textId="56614CF3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55.97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AFA86E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1.755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DD47C5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25.44</w:t>
            </w:r>
          </w:p>
        </w:tc>
      </w:tr>
      <w:tr w:rsidR="005E20FD" w:rsidRPr="005E20FD" w14:paraId="7D8A8AD4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8EFFA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"КАМАР ТРЕЙД" ЕООД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1B1CFF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29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340794" w14:textId="17DF10E6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57.103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13814C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0.954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5413DA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13.83</w:t>
            </w:r>
          </w:p>
        </w:tc>
      </w:tr>
      <w:tr w:rsidR="005E20FD" w:rsidRPr="005E20FD" w14:paraId="53BD3BF9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FCD1CA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"КАМАР ТРЕЙД" ЕООД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090613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31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3B02FC" w14:textId="073A8D6E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64.29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EE4F98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1.576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705016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22.85</w:t>
            </w:r>
          </w:p>
        </w:tc>
      </w:tr>
      <w:tr w:rsidR="005E20FD" w:rsidRPr="005E20FD" w14:paraId="11E5BA7F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B2B373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"КАМАР ТРЕЙД" ЕООД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9AFD25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32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EE6163" w14:textId="5E95B39C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5.2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1AF100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3.124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9C6544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45.30</w:t>
            </w:r>
          </w:p>
        </w:tc>
      </w:tr>
      <w:tr w:rsidR="005E20FD" w:rsidRPr="005E20FD" w14:paraId="0BB7C6A9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3056FB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"КАМАР ТРЕЙД" ЕООД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85A18B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33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931A7B" w14:textId="372C9CDF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5.14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6B9104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0.976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A6FFFF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14.15</w:t>
            </w:r>
          </w:p>
        </w:tc>
      </w:tr>
      <w:tr w:rsidR="005E20FD" w:rsidRPr="005E20FD" w14:paraId="661F199B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4CFFF6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"КАМАР ТРЕЙД" ЕООД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044D8B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33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1FAAC7" w14:textId="2655D642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5.13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E799F7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0.785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0A745F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11.38</w:t>
            </w:r>
          </w:p>
        </w:tc>
      </w:tr>
      <w:tr w:rsidR="005E20FD" w:rsidRPr="005E20FD" w14:paraId="6583FDB0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2638E2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"КАМАР ТРЕЙД" ЕООД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612453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33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BB3F0B" w14:textId="1CBFBFF1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5.12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6E805B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0.266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3F0A89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3.85</w:t>
            </w:r>
          </w:p>
        </w:tc>
      </w:tr>
      <w:tr w:rsidR="005E20FD" w:rsidRPr="005E20FD" w14:paraId="0D4AD65B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A83390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"КАМАР ТРЕЙД" ЕООД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CEE0FF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34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9A6DA1" w14:textId="4CE19469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55.25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6C8EE7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1.047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B336D2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15.18</w:t>
            </w:r>
          </w:p>
        </w:tc>
      </w:tr>
      <w:tr w:rsidR="005E20FD" w:rsidRPr="005E20FD" w14:paraId="04821657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0E2027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"КАМАР ТРЕЙД" ЕООД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F42966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35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E4EE7F" w14:textId="5E2833CA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56.38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9E39B4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1.471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1897BE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21.34</w:t>
            </w:r>
          </w:p>
        </w:tc>
      </w:tr>
      <w:tr w:rsidR="005E20FD" w:rsidRPr="005E20FD" w14:paraId="057EE2C6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9FB192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"КАМАР ТРЕЙД" ЕООД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6BEDB8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36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8B8592" w14:textId="3BD87ABC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57.22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900C68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2.400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38A781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34.81</w:t>
            </w:r>
          </w:p>
        </w:tc>
      </w:tr>
      <w:tr w:rsidR="005E20FD" w:rsidRPr="005E20FD" w14:paraId="0409BDAA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CE7069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"КАМАР ТРЕЙД" ЕООД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BB6BF9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36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2A04CC" w14:textId="49BB6763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57.21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07020B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1.191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E62441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17.27</w:t>
            </w:r>
          </w:p>
        </w:tc>
      </w:tr>
      <w:tr w:rsidR="005E20FD" w:rsidRPr="005E20FD" w14:paraId="45C13852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BDD364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"КАМАР ТРЕЙД" ЕООД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635263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37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5C5623" w14:textId="6D757CA2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59.22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616312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5.829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226D1F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84.52</w:t>
            </w:r>
          </w:p>
        </w:tc>
      </w:tr>
      <w:tr w:rsidR="005E20FD" w:rsidRPr="005E20FD" w14:paraId="59A04533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9A7782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"КАМАР ТРЕЙД" ЕООД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E78845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37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63BB4D" w14:textId="127018C5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59.15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153297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0.678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42BED8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9.84</w:t>
            </w:r>
          </w:p>
        </w:tc>
      </w:tr>
      <w:tr w:rsidR="005E20FD" w:rsidRPr="005E20FD" w14:paraId="30E5AC60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8BA278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"КАМАР ТРЕЙД" ЕООД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E4D9D8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38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85FDE0" w14:textId="6974F859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59.38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693C04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2.957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301D6C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42.88</w:t>
            </w:r>
          </w:p>
        </w:tc>
      </w:tr>
      <w:tr w:rsidR="005E20FD" w:rsidRPr="005E20FD" w14:paraId="0EF2605B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12B590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"КАМАР ТРЕЙД" ЕООД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CC5B95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38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E25027" w14:textId="5E239142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59.46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29A6A9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1.919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EB679B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27.83</w:t>
            </w:r>
          </w:p>
        </w:tc>
      </w:tr>
      <w:tr w:rsidR="005E20FD" w:rsidRPr="005E20FD" w14:paraId="653DD379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673BA2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"КАМАР ТРЕЙД" ЕООД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676EA6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39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0CA401" w14:textId="2EB6EFA3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56.85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FCA210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2.998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E228A4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43.48</w:t>
            </w:r>
          </w:p>
        </w:tc>
      </w:tr>
      <w:tr w:rsidR="005E20FD" w:rsidRPr="005E20FD" w14:paraId="5F25E9B9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E6B621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"КАМАР ТРЕЙД" ЕООД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E5DC6B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39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45B2D7" w14:textId="30E14B22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56.128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EA9DE5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1.081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B85871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15.67</w:t>
            </w:r>
          </w:p>
        </w:tc>
      </w:tr>
      <w:tr w:rsidR="005E20FD" w:rsidRPr="005E20FD" w14:paraId="10DD32B2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845604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"КАМАР ТРЕЙД" ЕООД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E4C24E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FEDE8F" w14:textId="10FB5144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56.98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AD04F2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1.725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A36818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25.01</w:t>
            </w:r>
          </w:p>
        </w:tc>
      </w:tr>
      <w:tr w:rsidR="005E20FD" w:rsidRPr="005E20FD" w14:paraId="75CA1FFD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EE7F34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"КАМАР ТРЕЙД" ЕООД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92ABA2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CF331B" w14:textId="1F94CEC6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57.15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E850B3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2.073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6CBE37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30.06</w:t>
            </w:r>
          </w:p>
        </w:tc>
      </w:tr>
      <w:tr w:rsidR="005E20FD" w:rsidRPr="005E20FD" w14:paraId="32DF2D9A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3A2F35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"КАМАР ТРЕЙД" ЕООД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31FFA9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29D674" w14:textId="60ED117C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55.145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14F4BD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4.554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FDACE9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66.04</w:t>
            </w:r>
          </w:p>
        </w:tc>
      </w:tr>
      <w:tr w:rsidR="005E20FD" w:rsidRPr="005E20FD" w14:paraId="3006CD4E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E5474F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"КАМАР ТРЕЙД" ЕООД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ED7DCA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49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FF6AEC" w14:textId="50E2CFBB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56.1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B5D6F2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0.260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03DB73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3.77</w:t>
            </w:r>
          </w:p>
        </w:tc>
      </w:tr>
      <w:tr w:rsidR="005E20FD" w:rsidRPr="005E20FD" w14:paraId="521F955C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FEED00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"КАМАР ТРЕЙД" ЕООД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D6CD4D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49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8ED491" w14:textId="0A0BF408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56.11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7DB776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0.221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F3FC36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3.20</w:t>
            </w:r>
          </w:p>
        </w:tc>
      </w:tr>
      <w:tr w:rsidR="005E20FD" w:rsidRPr="005E20FD" w14:paraId="0F79CA05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B1B9EC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"КАМАР ТРЕЙД" ЕООД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3661DB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550792" w14:textId="3C32CFC9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57.94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102CEC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0.994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98657A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14.42</w:t>
            </w:r>
          </w:p>
        </w:tc>
      </w:tr>
      <w:tr w:rsidR="005E20FD" w:rsidRPr="005E20FD" w14:paraId="62B36467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7ED58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"КАМАР ТРЕЙД" ЕООД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692668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F32AAA" w14:textId="2368E5A1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51.248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B88F27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0.824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58AB61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11.95</w:t>
            </w:r>
          </w:p>
        </w:tc>
      </w:tr>
      <w:tr w:rsidR="005E20FD" w:rsidRPr="005E20FD" w14:paraId="4955BF09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1FBE27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"КАМАР ТРЕЙД" ЕООД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CEA5E0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BE55B3" w14:textId="3E09383A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56.26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EA66E7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0.516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7A9293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7.48</w:t>
            </w:r>
          </w:p>
        </w:tc>
      </w:tr>
      <w:tr w:rsidR="005E20FD" w:rsidRPr="005E20FD" w14:paraId="0B4F4044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8E877F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"КАМАР ТРЕЙД" ЕООД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F0FB0F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DC6C42" w14:textId="36CA8F2A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56.24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31D28E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0.254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675C5E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3.69</w:t>
            </w:r>
          </w:p>
        </w:tc>
      </w:tr>
      <w:tr w:rsidR="005E20FD" w:rsidRPr="005E20FD" w14:paraId="355974D8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613A6E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"КАМАР ТРЕЙД" ЕООД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0B83F8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D2C497" w14:textId="308A2ABA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56.25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CCCCAA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0.218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D480AF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3.16</w:t>
            </w:r>
          </w:p>
        </w:tc>
      </w:tr>
      <w:tr w:rsidR="005E20FD" w:rsidRPr="005E20FD" w14:paraId="0E584E95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E44FF2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"КАМАР ТРЕЙД" ЕООД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DBC9B6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D619F2" w14:textId="5FAC01FD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56.69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AE0FB0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0.859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9CA44F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12.45</w:t>
            </w:r>
          </w:p>
        </w:tc>
      </w:tr>
      <w:tr w:rsidR="005E20FD" w:rsidRPr="005E20FD" w14:paraId="4DFCBE9F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CB6279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"КАМАР ТРЕЙД" ЕООД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8DAC93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225D8B" w14:textId="2019B4B0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56.7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6B64AE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0.618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02301D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8.96</w:t>
            </w:r>
          </w:p>
        </w:tc>
      </w:tr>
      <w:tr w:rsidR="005E20FD" w:rsidRPr="005E20FD" w14:paraId="339C656D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29BDCA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"КАМАР ТРЕЙД" ЕООД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62DB08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66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798411" w14:textId="171A8B59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51.304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CC68EE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1.140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E231C6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16.54</w:t>
            </w:r>
          </w:p>
        </w:tc>
      </w:tr>
      <w:tr w:rsidR="005E20FD" w:rsidRPr="005E20FD" w14:paraId="6CDF13F1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EBE10A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"КАМАР ТРЕЙД" ЕООД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24F954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7DC3F0" w14:textId="03E6A3EA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57.41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D29F69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1.057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3A5517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15.33</w:t>
            </w:r>
          </w:p>
        </w:tc>
      </w:tr>
      <w:tr w:rsidR="005E20FD" w:rsidRPr="005E20FD" w14:paraId="75A0F598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0CF46B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"КАМАР ТРЕЙД" ЕООД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98E0E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9B791E" w14:textId="60461E88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56.278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82390E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1.313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D3C107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19.04</w:t>
            </w:r>
          </w:p>
        </w:tc>
      </w:tr>
      <w:tr w:rsidR="005E20FD" w:rsidRPr="005E20FD" w14:paraId="6B906F01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FAB012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lastRenderedPageBreak/>
              <w:t>"КАМАР ТРЕЙД" ЕООД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417316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69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E8F6F2" w14:textId="5A6F63CC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56.143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568797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9.802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9C986E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142.13</w:t>
            </w:r>
          </w:p>
        </w:tc>
      </w:tr>
      <w:tr w:rsidR="005E20FD" w:rsidRPr="005E20FD" w14:paraId="13F8C928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FF584D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"КАМАР ТРЕЙД" ЕООД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EB3AD8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72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3D4524" w14:textId="7305A93F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62.88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92334C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1.031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C6AD72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14.95</w:t>
            </w:r>
          </w:p>
        </w:tc>
      </w:tr>
      <w:tr w:rsidR="005E20FD" w:rsidRPr="005E20FD" w14:paraId="5C916872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49B5BC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"КАМАР ТРЕЙД" ЕООД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CDBB9A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73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A2AF4D" w14:textId="3020EAE9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62.14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2C0B32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0.402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B63810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5.82</w:t>
            </w:r>
          </w:p>
        </w:tc>
      </w:tr>
      <w:tr w:rsidR="005E20FD" w:rsidRPr="005E20FD" w14:paraId="79F4A63E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60C4D0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"КАМАР ТРЕЙД" ЕООД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6B52E1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88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574A1F" w14:textId="46FDF965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55.7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C34C91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0.839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5D578D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12.17</w:t>
            </w:r>
          </w:p>
        </w:tc>
      </w:tr>
      <w:tr w:rsidR="005E20FD" w:rsidRPr="005E20FD" w14:paraId="484353B1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9A998D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"КАМАР ТРЕЙД" ЕООД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0187F7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89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CA1575" w14:textId="16E2CDAE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56.281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A5CD65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1.946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C575C2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28.21</w:t>
            </w:r>
          </w:p>
        </w:tc>
      </w:tr>
      <w:tr w:rsidR="005E20FD" w:rsidRPr="005E20FD" w14:paraId="6C96D054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EE7A53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"КАМАР ТРЕЙД" ЕООД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D7B7DE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96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B580D5" w14:textId="0F7C3E78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56.144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1C6CA1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0.674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8042FD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9.78</w:t>
            </w:r>
          </w:p>
        </w:tc>
      </w:tr>
      <w:tr w:rsidR="005E20FD" w:rsidRPr="005E20FD" w14:paraId="63E520C7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C3206C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"КАМАР ТРЕЙД" ЕООД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BFBD75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104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D3EC79" w14:textId="38B86044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56.77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23B5EC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3.431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070203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49.74</w:t>
            </w:r>
          </w:p>
        </w:tc>
      </w:tr>
      <w:tr w:rsidR="005E20FD" w:rsidRPr="005E20FD" w14:paraId="236F0AC7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275D83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"КАМАР ТРЕЙД" ЕООД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3B6805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119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126435" w14:textId="102A15A1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61.95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9AF74E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1.656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0E5210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24.01</w:t>
            </w:r>
          </w:p>
        </w:tc>
      </w:tr>
      <w:tr w:rsidR="005E20FD" w:rsidRPr="005E20FD" w14:paraId="277CEBDF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FD3B66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"КАМАР ТРЕЙД" ЕООД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DCA05C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120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0096E7" w14:textId="0C46F0C1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62.129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A9FF92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0.592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BE7434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8.58</w:t>
            </w:r>
          </w:p>
        </w:tc>
      </w:tr>
      <w:tr w:rsidR="005E20FD" w:rsidRPr="005E20FD" w14:paraId="3ADE3B5B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71A2F3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"КАМАР ТРЕЙД" ЕООД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85356B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120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5F2E80" w14:textId="30153094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62.13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87BC2B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0.568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4A8506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8.24</w:t>
            </w:r>
          </w:p>
        </w:tc>
      </w:tr>
      <w:tr w:rsidR="005E20FD" w:rsidRPr="005E20FD" w14:paraId="58547968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97D56A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"КАМАР ТРЕЙД" ЕООД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34F07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129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5B7B6A" w14:textId="2599CB0B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62.245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9A4A01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4.419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15E08D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64.08</w:t>
            </w:r>
          </w:p>
        </w:tc>
      </w:tr>
      <w:tr w:rsidR="005E20FD" w:rsidRPr="005E20FD" w14:paraId="1D30EB5E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C2721C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"КАМАР ТРЕЙД" ЕООД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A06228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134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E26508" w14:textId="0CA0302F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51.25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4ACF35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2.112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FBDBEE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30.62</w:t>
            </w:r>
          </w:p>
        </w:tc>
      </w:tr>
      <w:tr w:rsidR="005E20FD" w:rsidRPr="005E20FD" w14:paraId="06196871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C22792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"КАМАР ТРЕЙД" ЕООД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75159B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138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CAC807" w14:textId="7BE99142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56.51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68A3E3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0.583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641228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8.45</w:t>
            </w:r>
          </w:p>
        </w:tc>
      </w:tr>
      <w:tr w:rsidR="005E20FD" w:rsidRPr="005E20FD" w14:paraId="26DE6C40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C87DB6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"КАМАР ТРЕЙД" ЕООД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8B6D9D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138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F8BFE1" w14:textId="1C4DBBC2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56.6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E5FC25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0.270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0701D8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3.91</w:t>
            </w:r>
          </w:p>
        </w:tc>
      </w:tr>
      <w:tr w:rsidR="005E20FD" w:rsidRPr="005E20FD" w14:paraId="5E7F7877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EB903E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"КАМАР ТРЕЙД" ЕООД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096ED2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139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ED2F07" w14:textId="53E39886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56.14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31F6FB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0.458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DCFA69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6.64</w:t>
            </w:r>
          </w:p>
        </w:tc>
      </w:tr>
      <w:tr w:rsidR="005E20FD" w:rsidRPr="005E20FD" w14:paraId="068211D7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3D63C4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"КАМАР ТРЕЙД" ЕООД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293DAD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140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301022" w14:textId="7329CFC9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56.15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E7AC9C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0.405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D5C8B8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5.87</w:t>
            </w:r>
          </w:p>
        </w:tc>
      </w:tr>
      <w:tr w:rsidR="005E20FD" w:rsidRPr="005E20FD" w14:paraId="49B88B3F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F31429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"КАМАР ТРЕЙД" ЕООД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59456E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141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C97350" w14:textId="07341C06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51.334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59A2B3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0.287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C37051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4.16</w:t>
            </w:r>
          </w:p>
        </w:tc>
      </w:tr>
      <w:tr w:rsidR="005E20FD" w:rsidRPr="005E20FD" w14:paraId="592A6DC3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C2D617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"КАМАР ТРЕЙД" ЕООД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9C00E8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141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DB81E0" w14:textId="2AD9E4D9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51.333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122DB1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0.193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6FA56F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2.79</w:t>
            </w:r>
          </w:p>
        </w:tc>
      </w:tr>
      <w:tr w:rsidR="005E20FD" w:rsidRPr="005E20FD" w14:paraId="6121D295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C1B4E5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"КАМАР ТРЕЙД" ЕООД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4593F9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142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4AAF0B" w14:textId="0A644CF5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61.1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2A0EF0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2.179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8BF424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31.60</w:t>
            </w:r>
          </w:p>
        </w:tc>
      </w:tr>
      <w:tr w:rsidR="005E20FD" w:rsidRPr="005E20FD" w14:paraId="08EF5F66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987F3C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"КАМАР ТРЕЙД" ЕООД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560A39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143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D2F5FC" w14:textId="6AA1A10C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61.87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33B71D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1.684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04A308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24.42</w:t>
            </w:r>
          </w:p>
        </w:tc>
      </w:tr>
      <w:tr w:rsidR="005E20FD" w:rsidRPr="005E20FD" w14:paraId="415FCEF8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2B7856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"КАМАР ТРЕЙД" ЕООД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B4627F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143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336126" w14:textId="7624D22D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61.88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22E5CA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1.594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D6614E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23.11</w:t>
            </w:r>
          </w:p>
        </w:tc>
      </w:tr>
      <w:tr w:rsidR="005E20FD" w:rsidRPr="005E20FD" w14:paraId="36D11BDB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93CD93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"КАМАР ТРЕЙД" ЕООД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422CD6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143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BEDC92" w14:textId="60CFBBF7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61.86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2083CF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1.494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6D93EF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21.66</w:t>
            </w:r>
          </w:p>
        </w:tc>
      </w:tr>
      <w:tr w:rsidR="005E20FD" w:rsidRPr="005E20FD" w14:paraId="355639C3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2666EB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"КАМАР ТРЕЙД" ЕООД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470E5A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143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FE6962" w14:textId="70826488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61.78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1DDAE1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0.645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628A08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9.36</w:t>
            </w:r>
          </w:p>
        </w:tc>
      </w:tr>
      <w:tr w:rsidR="005E20FD" w:rsidRPr="005E20FD" w14:paraId="64005BE1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F2CB0D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"КАМАР ТРЕЙД" ЕООД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648A10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144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116792" w14:textId="28DD5788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61.79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BF2B20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0.566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E6315B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8.21</w:t>
            </w:r>
          </w:p>
        </w:tc>
      </w:tr>
      <w:tr w:rsidR="005E20FD" w:rsidRPr="005E20FD" w14:paraId="3F2394FB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D1AF2F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"КАМАР ТРЕЙД" ЕООД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3AA639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145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078DD5" w14:textId="07ED34D2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61.106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D8F5E6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1.308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5E6A60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18.97</w:t>
            </w:r>
          </w:p>
        </w:tc>
      </w:tr>
      <w:tr w:rsidR="005E20FD" w:rsidRPr="005E20FD" w14:paraId="7E324228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172C30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"КАМАР ТРЕЙД" ЕООД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070075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145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A96C3C" w14:textId="5622F23D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61.105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AA0A91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1.034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64558A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14.99</w:t>
            </w:r>
          </w:p>
        </w:tc>
      </w:tr>
      <w:tr w:rsidR="005E20FD" w:rsidRPr="005E20FD" w14:paraId="5D69C88D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20ED1E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"КАМАР ТРЕЙД" ЕООД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358A04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146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FC876E" w14:textId="6635F9E7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51.126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E467D7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2.283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709DFD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33.11</w:t>
            </w:r>
          </w:p>
        </w:tc>
      </w:tr>
      <w:tr w:rsidR="005E20FD" w:rsidRPr="005E20FD" w14:paraId="34B9FE7F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3FBAAA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"КАМАР ТРЕЙД" ЕООД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8E5C0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146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C2AFFE" w14:textId="2CA80C56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51.135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E69AC8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0.920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CCDFFF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13.34</w:t>
            </w:r>
          </w:p>
        </w:tc>
      </w:tr>
      <w:tr w:rsidR="005E20FD" w:rsidRPr="005E20FD" w14:paraId="3981E3EA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652534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"КАМАР ТРЕЙД" ЕООД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511846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146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1D3435" w14:textId="4930D9E2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51.136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68BBFB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0.142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006725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2.06</w:t>
            </w:r>
          </w:p>
        </w:tc>
      </w:tr>
      <w:tr w:rsidR="005E20FD" w:rsidRPr="005E20FD" w14:paraId="2BEC5B87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1149F2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"КАМАР ТРЕЙД" ЕООД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4E9CC1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148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E0A221" w14:textId="3E2771B0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51.332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B8BC4F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1.950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1CE0E3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28.28</w:t>
            </w:r>
          </w:p>
        </w:tc>
      </w:tr>
      <w:tr w:rsidR="005E20FD" w:rsidRPr="005E20FD" w14:paraId="70A73A19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801593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"КАМАР ТРЕЙД" ЕООД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C85F7A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148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039234" w14:textId="43A735F1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55.88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0CA849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1.668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A0D8B9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24.19</w:t>
            </w:r>
          </w:p>
        </w:tc>
      </w:tr>
      <w:tr w:rsidR="005E20FD" w:rsidRPr="005E20FD" w14:paraId="704757B0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6CCBE3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"КАМАР ТРЕЙД" ЕООД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D6B895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148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73DBEF" w14:textId="76F3DD35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51.312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C93552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1.529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0F47EF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22.17</w:t>
            </w:r>
          </w:p>
        </w:tc>
      </w:tr>
      <w:tr w:rsidR="005E20FD" w:rsidRPr="005E20FD" w14:paraId="0BDB6702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FC0028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"КАМАР ТРЕЙД" ЕООД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9EFD3D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148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65C6A2" w14:textId="5E68DD97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55.71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81F48B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0.702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8F3B1C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10.18</w:t>
            </w:r>
          </w:p>
        </w:tc>
      </w:tr>
      <w:tr w:rsidR="005E20FD" w:rsidRPr="005E20FD" w14:paraId="202A2B01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0B764A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"КАМАР ТРЕЙД" ЕООД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C5E86D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148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7254AC" w14:textId="32FFB58F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55.4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27115E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0.381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D22D8C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5.52</w:t>
            </w:r>
          </w:p>
        </w:tc>
      </w:tr>
      <w:tr w:rsidR="005E20FD" w:rsidRPr="005E20FD" w14:paraId="2827002C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C0825C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"КАМАР ТРЕЙД" ЕООД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55B15A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148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81B0CD" w14:textId="42D6D3CC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55.27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68598D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0.347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404F16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5.03</w:t>
            </w:r>
          </w:p>
        </w:tc>
      </w:tr>
      <w:tr w:rsidR="005E20FD" w:rsidRPr="005E20FD" w14:paraId="7AA0B648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3E5127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"КАМАР ТРЕЙД" ЕООД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BC35B6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148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655A5C" w14:textId="1F68BEED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55.41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48740F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0.216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992802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3.14</w:t>
            </w:r>
          </w:p>
        </w:tc>
      </w:tr>
      <w:tr w:rsidR="005E20FD" w:rsidRPr="005E20FD" w14:paraId="3B1A081E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7DD508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"КАМАР ТРЕЙД" ЕООД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624489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150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EC1131" w14:textId="2B89B3DD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56.153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5C51FA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0.795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C1C11C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11.53</w:t>
            </w:r>
          </w:p>
        </w:tc>
      </w:tr>
      <w:tr w:rsidR="005E20FD" w:rsidRPr="005E20FD" w14:paraId="5B459636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B64288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"КАМАР ТРЕЙД" ЕООД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23613B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155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55D7CC" w14:textId="4166FE46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55.272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446BE5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0.844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EC38A3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12.24</w:t>
            </w:r>
          </w:p>
        </w:tc>
      </w:tr>
      <w:tr w:rsidR="005E20FD" w:rsidRPr="005E20FD" w14:paraId="3902D6AF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A07D05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"КАМАР ТРЕЙД" ЕООД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E8F5C6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161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294EF3" w14:textId="5CA2A358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57.41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C68596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0.318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FFBD02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4.61</w:t>
            </w:r>
          </w:p>
        </w:tc>
      </w:tr>
      <w:tr w:rsidR="005E20FD" w:rsidRPr="005E20FD" w14:paraId="14C76C15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F2D310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"КАМАР ТРЕЙД" ЕООД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97DE56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172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3954B2" w14:textId="28CA3F90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56.243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730722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2.597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E56E5A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37.66</w:t>
            </w:r>
          </w:p>
        </w:tc>
      </w:tr>
      <w:tr w:rsidR="005E20FD" w:rsidRPr="005E20FD" w14:paraId="680C3C8A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8A1EFF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lastRenderedPageBreak/>
              <w:t>"КАМАР ТРЕЙД" ЕООД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D3ED68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173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47A7A4" w14:textId="2C5BF3C5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56.253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F717F7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3.356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5F5351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48.66</w:t>
            </w:r>
          </w:p>
        </w:tc>
      </w:tr>
      <w:tr w:rsidR="005E20FD" w:rsidRPr="005E20FD" w14:paraId="001104EF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7B6C79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"КАМАР ТРЕЙД" ЕООД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FD3ED6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175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6092A1" w14:textId="72CEFCA2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56.47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5D9C4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2.824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E025A5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40.96</w:t>
            </w:r>
          </w:p>
        </w:tc>
      </w:tr>
      <w:tr w:rsidR="005E20FD" w:rsidRPr="005E20FD" w14:paraId="2BB464DD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F6FE12" w14:textId="77777777" w:rsidR="005E20FD" w:rsidRPr="005E20FD" w:rsidRDefault="005E20FD" w:rsidP="005E20FD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7DC9B0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AF418C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72852E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bg-BG" w:eastAsia="bg-BG"/>
              </w:rPr>
              <w:t>167.413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6C1026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bg-BG" w:eastAsia="bg-BG"/>
              </w:rPr>
              <w:t>2427.49</w:t>
            </w:r>
          </w:p>
        </w:tc>
      </w:tr>
      <w:tr w:rsidR="005E20FD" w:rsidRPr="005E20FD" w14:paraId="4763E42B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8E2ADB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ВИКТОР ВАСКОВ МЕЙЦОВ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0EF2B7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824A8B" w14:textId="5FA1F9EF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55.214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729E32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1.429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2BCCFD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20.72</w:t>
            </w:r>
          </w:p>
        </w:tc>
      </w:tr>
      <w:tr w:rsidR="005E20FD" w:rsidRPr="005E20FD" w14:paraId="66EDEAEC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3532CA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ВИКТОР ВАСКОВ МЕЙЦОВ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EA622C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C51650" w14:textId="41E75E82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55.213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F5DD37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1.357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348562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19.67</w:t>
            </w:r>
          </w:p>
        </w:tc>
      </w:tr>
      <w:tr w:rsidR="005E20FD" w:rsidRPr="005E20FD" w14:paraId="49134F43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5A5645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ВИКТОР ВАСКОВ МЕЙЦОВ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AC7C8B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32B46A" w14:textId="0ADACE3C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55.216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403122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0.536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A9AB09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7.78</w:t>
            </w:r>
          </w:p>
        </w:tc>
      </w:tr>
      <w:tr w:rsidR="005E20FD" w:rsidRPr="005E20FD" w14:paraId="34E4471D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D492C3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ВИКТОР ВАСКОВ МЕЙЦОВ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0EF903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74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73CE71" w14:textId="5990F78F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64.13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C3A38A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1.832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659A7B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26.57</w:t>
            </w:r>
          </w:p>
        </w:tc>
      </w:tr>
      <w:tr w:rsidR="005E20FD" w:rsidRPr="005E20FD" w14:paraId="3E583194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88E2A0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ВИКТОР ВАСКОВ МЕЙЦОВ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6AEBB8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74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E1B248" w14:textId="20C70794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64.18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815618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1.165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D08A58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16.89</w:t>
            </w:r>
          </w:p>
        </w:tc>
      </w:tr>
      <w:tr w:rsidR="005E20FD" w:rsidRPr="005E20FD" w14:paraId="21D04B5B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72CBE9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ВИКТОР ВАСКОВ МЕЙЦОВ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059EFB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76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B0EE42" w14:textId="07CD80DD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53.187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B1231B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1.975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9CA76F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28.63</w:t>
            </w:r>
          </w:p>
        </w:tc>
      </w:tr>
      <w:tr w:rsidR="005E20FD" w:rsidRPr="005E20FD" w14:paraId="32BE0BD7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E7A99D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ВИКТОР ВАСКОВ МЕЙЦОВ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62D7C9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76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FCF523" w14:textId="1B1F32A7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53.194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55259D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0.713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90F96F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10.34</w:t>
            </w:r>
          </w:p>
        </w:tc>
      </w:tr>
      <w:tr w:rsidR="005E20FD" w:rsidRPr="005E20FD" w14:paraId="2BDA8769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D8FBF7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ВИКТОР ВАСКОВ МЕЙЦОВ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4709CD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128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4FB37E" w14:textId="1398F7BB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104.27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A5E78E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3.047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B10A08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44.18</w:t>
            </w:r>
          </w:p>
        </w:tc>
      </w:tr>
      <w:tr w:rsidR="005E20FD" w:rsidRPr="005E20FD" w14:paraId="35D637E2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898AF4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ВИКТОР ВАСКОВ МЕЙЦОВ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A49B3E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128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E462E1" w14:textId="42D9894C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104.28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B224E8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2.459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3EC9F2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35.66</w:t>
            </w:r>
          </w:p>
        </w:tc>
      </w:tr>
      <w:tr w:rsidR="005E20FD" w:rsidRPr="005E20FD" w14:paraId="5C664451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2AB350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ВИКТОР ВАСКОВ МЕЙЦОВ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2DF893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128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A60AA1" w14:textId="215878EC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104.26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F27331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1.224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39FB30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17.74</w:t>
            </w:r>
          </w:p>
        </w:tc>
      </w:tr>
      <w:tr w:rsidR="005E20FD" w:rsidRPr="005E20FD" w14:paraId="6574D1A8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57B622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ВИКТОР ВАСКОВ МЕЙЦОВ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F326F7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2AD229" w14:textId="599C899B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62.281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CD2F42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4.006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9AD1F2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58.08</w:t>
            </w:r>
          </w:p>
        </w:tc>
      </w:tr>
      <w:tr w:rsidR="005E20FD" w:rsidRPr="005E20FD" w14:paraId="100BC32E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9C0255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ВИКТОР ВАСКОВ МЕЙЦОВ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124AB9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C97EDC" w14:textId="2A7B5322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62.28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14AE3E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1.923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6D3EB8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27.89</w:t>
            </w:r>
          </w:p>
        </w:tc>
      </w:tr>
      <w:tr w:rsidR="005E20FD" w:rsidRPr="005E20FD" w14:paraId="29B30969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4B873D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ВИКТОР ВАСКОВ МЕЙЦОВ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900C99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401078" w14:textId="30917122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62.271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C478A0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1.391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547256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20.17</w:t>
            </w:r>
          </w:p>
        </w:tc>
      </w:tr>
      <w:tr w:rsidR="005E20FD" w:rsidRPr="005E20FD" w14:paraId="73E2AC21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7CD583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ВИКТОР ВАСКОВ МЕЙЦОВ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17F0A9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7856B7" w14:textId="2169284B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62.222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A383B8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0.544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01107E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7.89</w:t>
            </w:r>
          </w:p>
        </w:tc>
      </w:tr>
      <w:tr w:rsidR="005E20FD" w:rsidRPr="005E20FD" w14:paraId="2B2817E4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F25FA7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ВИКТОР ВАСКОВ МЕЙЦОВ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4C78A3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131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BCDF6F" w14:textId="33B050C9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62.207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D44D1D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1.005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9F1653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14.57</w:t>
            </w:r>
          </w:p>
        </w:tc>
      </w:tr>
      <w:tr w:rsidR="005E20FD" w:rsidRPr="005E20FD" w14:paraId="422C8CE4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293FF9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ВИКТОР ВАСКОВ МЕЙЦОВ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880B80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131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2DF163" w14:textId="5034FD5F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62.278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922C2C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0.661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B55938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9.58</w:t>
            </w:r>
          </w:p>
        </w:tc>
      </w:tr>
      <w:tr w:rsidR="005E20FD" w:rsidRPr="005E20FD" w14:paraId="625F8ADC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25CE9C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ВИКТОР ВАСКОВ МЕЙЦОВ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7410F6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132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BB827C" w14:textId="7D76D395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62.243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89B613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5.836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1AC761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84.63</w:t>
            </w:r>
          </w:p>
        </w:tc>
      </w:tr>
      <w:tr w:rsidR="005E20FD" w:rsidRPr="005E20FD" w14:paraId="6CE67F9A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5F03B9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ВИКТОР ВАСКОВ МЕЙЦОВ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1E95F8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133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6C02B0" w14:textId="5E16613B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62.243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B01198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1.812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9FF77F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26.28</w:t>
            </w:r>
          </w:p>
        </w:tc>
      </w:tr>
      <w:tr w:rsidR="005E20FD" w:rsidRPr="005E20FD" w14:paraId="0940EEDB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BA2730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ВИКТОР ВАСКОВ МЕЙЦОВ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7E3A2C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133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8A8CBE" w14:textId="263B9E34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62.236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4617F0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0.953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110D87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13.82</w:t>
            </w:r>
          </w:p>
        </w:tc>
      </w:tr>
      <w:tr w:rsidR="005E20FD" w:rsidRPr="005E20FD" w14:paraId="56AA367B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17EFDF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ВИКТОР ВАСКОВ МЕЙЦОВ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5A0D37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133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B9AA3C" w14:textId="34960600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62.237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C47C92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0.908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EB946F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13.17</w:t>
            </w:r>
          </w:p>
        </w:tc>
      </w:tr>
      <w:tr w:rsidR="005E20FD" w:rsidRPr="005E20FD" w14:paraId="44EEF521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F8ECAA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ВИКТОР ВАСКОВ МЕЙЦОВ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9C29C0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174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FA651E" w14:textId="59069E78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60.278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061CD8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11.802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8D6881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171.12</w:t>
            </w:r>
          </w:p>
        </w:tc>
      </w:tr>
      <w:tr w:rsidR="005E20FD" w:rsidRPr="005E20FD" w14:paraId="126B9C95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3ECBC8" w14:textId="77777777" w:rsidR="005E20FD" w:rsidRPr="005E20FD" w:rsidRDefault="005E20FD" w:rsidP="005E20FD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1C747F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AE18DB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FC78E8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bg-BG" w:eastAsia="bg-BG"/>
              </w:rPr>
              <w:t>46.577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B70C9D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bg-BG" w:eastAsia="bg-BG"/>
              </w:rPr>
              <w:t>675.37</w:t>
            </w:r>
          </w:p>
        </w:tc>
      </w:tr>
      <w:tr w:rsidR="005E20FD" w:rsidRPr="005E20FD" w14:paraId="5888414F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62C6C9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ЕТ "МАРТИН ВАСИЛЕВ-1980"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70F1DF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14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FBE494" w14:textId="08D0EA8A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60.183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7D099C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2.137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E68BA6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30.99</w:t>
            </w:r>
          </w:p>
        </w:tc>
      </w:tr>
      <w:tr w:rsidR="005E20FD" w:rsidRPr="005E20FD" w14:paraId="1A361E1A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3E6403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ЕТ "МАРТИН ВАСИЛЕВ-1980"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8FD202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14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786793" w14:textId="401F8DBC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60.17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2A4BDE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1.942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AD58D7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28.16</w:t>
            </w:r>
          </w:p>
        </w:tc>
      </w:tr>
      <w:tr w:rsidR="005E20FD" w:rsidRPr="005E20FD" w14:paraId="7AB68A6D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2D97CD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ЕТ "МАРТИН ВАСИЛЕВ-1980"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54A78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14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A6C3E0" w14:textId="01C8DCEC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60.174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B51988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0.802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A12FE1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11.63</w:t>
            </w:r>
          </w:p>
        </w:tc>
      </w:tr>
      <w:tr w:rsidR="005E20FD" w:rsidRPr="005E20FD" w14:paraId="399C533E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E96092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ЕТ "МАРТИН ВАСИЛЕВ-1980"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2AAD4F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17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479B9A" w14:textId="3E80D684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61.56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2905A2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2.002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CA1BE0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29.03</w:t>
            </w:r>
          </w:p>
        </w:tc>
      </w:tr>
      <w:tr w:rsidR="005E20FD" w:rsidRPr="005E20FD" w14:paraId="63071B34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323675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ЕТ "МАРТИН ВАСИЛЕВ-1980"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60048A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17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9AFA66" w14:textId="4AE43953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61.52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84F3D9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1.886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8B88AC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27.35</w:t>
            </w:r>
          </w:p>
        </w:tc>
      </w:tr>
      <w:tr w:rsidR="005E20FD" w:rsidRPr="005E20FD" w14:paraId="7638B22D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AB8950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ЕТ "МАРТИН ВАСИЛЕВ-1980"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BF795C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19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9F9A36" w14:textId="7002C514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55.268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EBD0A6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0.161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B051A3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2.33</w:t>
            </w:r>
          </w:p>
        </w:tc>
      </w:tr>
      <w:tr w:rsidR="005E20FD" w:rsidRPr="005E20FD" w14:paraId="01D46154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1871FD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ЕТ "МАРТИН ВАСИЛЕВ-1980"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D9EAAC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19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0CBAC0" w14:textId="779A391C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55.272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6531AB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0.153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2F1F66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2.22</w:t>
            </w:r>
          </w:p>
        </w:tc>
      </w:tr>
      <w:tr w:rsidR="005E20FD" w:rsidRPr="005E20FD" w14:paraId="78E6706F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A67BC0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ЕТ "МАРТИН ВАСИЛЕВ-1980"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E66359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20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7E1BB5" w14:textId="0A473D5B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61.93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F9C872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1.110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8B8126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16.10</w:t>
            </w:r>
          </w:p>
        </w:tc>
      </w:tr>
      <w:tr w:rsidR="005E20FD" w:rsidRPr="005E20FD" w14:paraId="35172E5A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74463D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ЕТ "МАРТИН ВАСИЛЕВ-1980"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B76BFF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20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70DAB" w14:textId="69872426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61.92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945907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0.850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28176A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12.33</w:t>
            </w:r>
          </w:p>
        </w:tc>
      </w:tr>
      <w:tr w:rsidR="005E20FD" w:rsidRPr="005E20FD" w14:paraId="443EFF0F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59FB73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ЕТ "МАРТИН ВАСИЛЕВ-1980"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1052ED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20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4A3A5F" w14:textId="76DA02C3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61.75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AE141F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0.681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46B949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9.88</w:t>
            </w:r>
          </w:p>
        </w:tc>
      </w:tr>
      <w:tr w:rsidR="005E20FD" w:rsidRPr="005E20FD" w14:paraId="13EDB79D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CBBE9D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ЕТ "МАРТИН ВАСИЛЕВ-1980"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5C508D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20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8AD797" w14:textId="55F3879E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61.91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7D6F55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0.171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24E18E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2.48</w:t>
            </w:r>
          </w:p>
        </w:tc>
      </w:tr>
      <w:tr w:rsidR="005E20FD" w:rsidRPr="005E20FD" w14:paraId="416A80E2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A9D043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ЕТ "МАРТИН ВАСИЛЕВ-1980"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A76619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24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0472B2" w14:textId="79F35A81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62.117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B0F78B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2.907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158A61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42.16</w:t>
            </w:r>
          </w:p>
        </w:tc>
      </w:tr>
      <w:tr w:rsidR="005E20FD" w:rsidRPr="005E20FD" w14:paraId="42343EB3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DF292E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ЕТ "МАРТИН ВАСИЛЕВ-1980"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3BA3B3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24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03E9A3" w14:textId="4CBECA3B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62.144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26E35C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1.919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ED35C2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27.83</w:t>
            </w:r>
          </w:p>
        </w:tc>
      </w:tr>
      <w:tr w:rsidR="005E20FD" w:rsidRPr="005E20FD" w14:paraId="29A068FE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563018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ЕТ "МАРТИН ВАСИЛЕВ-1980"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7FE51B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24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85153A" w14:textId="55A75906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62.143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8C1270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1.664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AC0749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24.13</w:t>
            </w:r>
          </w:p>
        </w:tc>
      </w:tr>
      <w:tr w:rsidR="005E20FD" w:rsidRPr="005E20FD" w14:paraId="6A45099A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E89A4A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ЕТ "МАРТИН ВАСИЛЕВ-1980"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73BD55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24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334569" w14:textId="5FABE80B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62.118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FABDAF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1.163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4BDC09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16.86</w:t>
            </w:r>
          </w:p>
        </w:tc>
      </w:tr>
      <w:tr w:rsidR="005E20FD" w:rsidRPr="005E20FD" w14:paraId="28016FF3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8E4BF5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lastRenderedPageBreak/>
              <w:t>ЕТ "МАРТИН ВАСИЛЕВ-1980"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04EF3C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24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5ACD1B" w14:textId="1F7689EE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62.158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7B4579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0.222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25036D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3.21</w:t>
            </w:r>
          </w:p>
        </w:tc>
      </w:tr>
      <w:tr w:rsidR="005E20FD" w:rsidRPr="005E20FD" w14:paraId="18B1C167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3080C9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ЕТ "МАРТИН ВАСИЛЕВ-1980"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C9921D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F71602" w14:textId="024531A3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61.27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1442C3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1.386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520C61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20.09</w:t>
            </w:r>
          </w:p>
        </w:tc>
      </w:tr>
      <w:tr w:rsidR="005E20FD" w:rsidRPr="005E20FD" w14:paraId="1D564CFE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554FED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ЕТ "МАРТИН ВАСИЛЕВ-1980"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E82A30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75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A74D48" w14:textId="28ADEFD0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53.21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C6E76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2.335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36A49E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33.86</w:t>
            </w:r>
          </w:p>
        </w:tc>
      </w:tr>
      <w:tr w:rsidR="005E20FD" w:rsidRPr="005E20FD" w14:paraId="3690346E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D46F0A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ЕТ "МАРТИН ВАСИЛЕВ-1980"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B48009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75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A0DC51" w14:textId="3AA19EFC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53.244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3103CB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1.377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6B39AC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19.97</w:t>
            </w:r>
          </w:p>
        </w:tc>
      </w:tr>
      <w:tr w:rsidR="005E20FD" w:rsidRPr="005E20FD" w14:paraId="2CC8499F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383B99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ЕТ "МАРТИН ВАСИЛЕВ-1980"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533C0A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93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333535" w14:textId="2AB3D7BC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55.237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8D0978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0.217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B12AEB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3.15</w:t>
            </w:r>
          </w:p>
        </w:tc>
      </w:tr>
      <w:tr w:rsidR="005E20FD" w:rsidRPr="005E20FD" w14:paraId="07ACF4C1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BD20D8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ЕТ "МАРТИН ВАСИЛЕВ-1980"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A1CE44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112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72F1B4" w14:textId="332C2E67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55.245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AF488E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1.208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7F31FA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17.52</w:t>
            </w:r>
          </w:p>
        </w:tc>
      </w:tr>
      <w:tr w:rsidR="005E20FD" w:rsidRPr="005E20FD" w14:paraId="68AD579C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3634AF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ЕТ "МАРТИН ВАСИЛЕВ-1980"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8FCEC3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113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FC0558" w14:textId="1F53E188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61.24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65AB60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4.914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6C7ABB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71.25</w:t>
            </w:r>
          </w:p>
        </w:tc>
      </w:tr>
      <w:tr w:rsidR="005E20FD" w:rsidRPr="005E20FD" w14:paraId="7B414AD8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06E94A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ЕТ "МАРТИН ВАСИЛЕВ-1980"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30B21E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114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2E1ADE" w14:textId="1EF17818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53.224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C974C5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1.542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914CEF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22.36</w:t>
            </w:r>
          </w:p>
        </w:tc>
      </w:tr>
      <w:tr w:rsidR="005E20FD" w:rsidRPr="005E20FD" w14:paraId="38B2C81C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E1283F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ЕТ "МАРТИН ВАСИЛЕВ-1980"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D1C264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114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1B5770" w14:textId="5856527F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53.223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F626C0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1.306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395D08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18.94</w:t>
            </w:r>
          </w:p>
        </w:tc>
      </w:tr>
      <w:tr w:rsidR="005E20FD" w:rsidRPr="005E20FD" w14:paraId="42725BA8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B3A999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ЕТ "МАРТИН ВАСИЛЕВ-1980"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7E1ABD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114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D49B6D" w14:textId="3ED2E24E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53.225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B8B7A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0.984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0289EE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14.27</w:t>
            </w:r>
          </w:p>
        </w:tc>
      </w:tr>
      <w:tr w:rsidR="005E20FD" w:rsidRPr="005E20FD" w14:paraId="4067A69B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3320F6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ЕТ "МАРТИН ВАСИЛЕВ-1980"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844A8C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115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2C93C9" w14:textId="721BD76F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100.7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2E3EF7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17.353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32655D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251.62</w:t>
            </w:r>
          </w:p>
        </w:tc>
      </w:tr>
      <w:tr w:rsidR="005E20FD" w:rsidRPr="005E20FD" w14:paraId="0811225A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6F7208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ЕТ "МАРТИН ВАСИЛЕВ-1980"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76820F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115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685B87" w14:textId="69BCB00B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100.6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8C4154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10.207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B313F4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148.00</w:t>
            </w:r>
          </w:p>
        </w:tc>
      </w:tr>
      <w:tr w:rsidR="005E20FD" w:rsidRPr="005E20FD" w14:paraId="76A2CC1A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5F9EB4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ЕТ "МАРТИН ВАСИЛЕВ-1980"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582839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116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0BDB76" w14:textId="35A93567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53.185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EF2604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4.071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9253B9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59.03</w:t>
            </w:r>
          </w:p>
        </w:tc>
      </w:tr>
      <w:tr w:rsidR="005E20FD" w:rsidRPr="005E20FD" w14:paraId="72D383CA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7CF0DD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ЕТ "МАРТИН ВАСИЛЕВ-1980"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312C04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117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729E92" w14:textId="7046D7C7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53.197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3A3078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3.964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620E82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57.48</w:t>
            </w:r>
          </w:p>
        </w:tc>
      </w:tr>
      <w:tr w:rsidR="005E20FD" w:rsidRPr="005E20FD" w14:paraId="5A97D3CE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73D22C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ЕТ "МАРТИН ВАСИЛЕВ-1980"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52AA23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117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55FDD9" w14:textId="7E389AA4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53.198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F82E7E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1.357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1C8E9C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19.67</w:t>
            </w:r>
          </w:p>
        </w:tc>
      </w:tr>
      <w:tr w:rsidR="005E20FD" w:rsidRPr="005E20FD" w14:paraId="3DB0DBD6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A57D93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ЕТ "МАРТИН ВАСИЛЕВ-1980"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CF2DEC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118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216F15" w14:textId="7D4E174F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61.35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AF42E1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6.415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A5B22B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93.02</w:t>
            </w:r>
          </w:p>
        </w:tc>
      </w:tr>
      <w:tr w:rsidR="005E20FD" w:rsidRPr="005E20FD" w14:paraId="1A202BF3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EE6DC5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ЕТ "МАРТИН ВАСИЛЕВ-1980"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F5EDEB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118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B5118F" w14:textId="6FE40A2D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61.3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6F75D6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1.160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087940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16.81</w:t>
            </w:r>
          </w:p>
        </w:tc>
      </w:tr>
      <w:tr w:rsidR="005E20FD" w:rsidRPr="005E20FD" w14:paraId="45DE7EEA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42B663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ЕТ "МАРТИН ВАСИЛЕВ-1980"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BCBC9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118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A58CFF" w14:textId="630FEA2E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61.22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1F0E92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0.577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7EBB27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8.36</w:t>
            </w:r>
          </w:p>
        </w:tc>
      </w:tr>
      <w:tr w:rsidR="005E20FD" w:rsidRPr="005E20FD" w14:paraId="5D8ADB29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B7B63F" w14:textId="77777777" w:rsidR="005E20FD" w:rsidRPr="005E20FD" w:rsidRDefault="005E20FD" w:rsidP="005E20FD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D73D31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536462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3EC670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bg-BG" w:eastAsia="bg-BG"/>
              </w:rPr>
              <w:t>80.144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F916D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bg-BG" w:eastAsia="bg-BG"/>
              </w:rPr>
              <w:t>1162.09</w:t>
            </w:r>
          </w:p>
        </w:tc>
      </w:tr>
      <w:tr w:rsidR="005E20FD" w:rsidRPr="005E20FD" w14:paraId="3B4CCC8F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06A88F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МОНИКА КАЛИНОВА ЗАХАРИЕВА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7D48AC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59B657" w14:textId="33FB3DF9" w:rsidR="005E20FD" w:rsidRPr="005E20FD" w:rsidRDefault="00B1614C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55.27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B508DD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3.120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21D748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45.24</w:t>
            </w:r>
          </w:p>
        </w:tc>
      </w:tr>
      <w:tr w:rsidR="005E20FD" w:rsidRPr="005E20FD" w14:paraId="4760F74A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5056E7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МОНИКА КАЛИНОВА ЗАХАРИЕВА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22A44E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64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05E348" w14:textId="45026897" w:rsidR="005E20FD" w:rsidRPr="005E20FD" w:rsidRDefault="005D1D28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56.113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ED1BAB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0.809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4B64A5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11.73</w:t>
            </w:r>
          </w:p>
        </w:tc>
      </w:tr>
      <w:tr w:rsidR="005E20FD" w:rsidRPr="005E20FD" w14:paraId="1F91F4A4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FBBA8E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МОНИКА КАЛИНОВА ЗАХАРИЕВА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30D045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B2DC7C" w14:textId="040E5616" w:rsidR="005E20FD" w:rsidRPr="005E20FD" w:rsidRDefault="005D1D28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51.318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C1266F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1.775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EC62A9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25.73</w:t>
            </w:r>
          </w:p>
        </w:tc>
      </w:tr>
      <w:tr w:rsidR="005E20FD" w:rsidRPr="005E20FD" w14:paraId="28A15D9D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630C2C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МОНИКА КАЛИНОВА ЗАХАРИЕВА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D6D099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107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0D448B" w14:textId="49302B8E" w:rsidR="005E20FD" w:rsidRPr="005E20FD" w:rsidRDefault="005D1D28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62.47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0B3C7F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5.632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1CB039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81.66</w:t>
            </w:r>
          </w:p>
        </w:tc>
      </w:tr>
      <w:tr w:rsidR="005E20FD" w:rsidRPr="005E20FD" w14:paraId="61D0DC9B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9120E2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МОНИКА КАЛИНОВА ЗАХАРИЕВА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A75791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107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D72ADE" w14:textId="29DF9D3E" w:rsidR="005E20FD" w:rsidRPr="005E20FD" w:rsidRDefault="005D1D28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62.45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9474A5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5.584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4BAA4B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80.97</w:t>
            </w:r>
          </w:p>
        </w:tc>
      </w:tr>
      <w:tr w:rsidR="005E20FD" w:rsidRPr="005E20FD" w14:paraId="4120AC7D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AC0C96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МОНИКА КАЛИНОВА ЗАХАРИЕВА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6BAE01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107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FF628F" w14:textId="624E5255" w:rsidR="005E20FD" w:rsidRPr="005E20FD" w:rsidRDefault="005D1D28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62.67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74EE13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4.185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DE3EEC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60.68</w:t>
            </w:r>
          </w:p>
        </w:tc>
      </w:tr>
      <w:tr w:rsidR="005E20FD" w:rsidRPr="005E20FD" w14:paraId="24F0D863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861F90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МОНИКА КАЛИНОВА ЗАХАРИЕВА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759D39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107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1D593D" w14:textId="4A0DFBB3" w:rsidR="005E20FD" w:rsidRPr="005E20FD" w:rsidRDefault="005D1D28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62.58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F56894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3.246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B9D36D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47.07</w:t>
            </w:r>
          </w:p>
        </w:tc>
      </w:tr>
      <w:tr w:rsidR="005E20FD" w:rsidRPr="005E20FD" w14:paraId="1DDE7D34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A14FF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МОНИКА КАЛИНОВА ЗАХАРИЕВА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F45BF9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107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791110" w14:textId="4FA5B1AB" w:rsidR="005E20FD" w:rsidRPr="005E20FD" w:rsidRDefault="005D1D28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62.68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904FBA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3.149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4F8642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45.66</w:t>
            </w:r>
          </w:p>
        </w:tc>
      </w:tr>
      <w:tr w:rsidR="005E20FD" w:rsidRPr="005E20FD" w14:paraId="25CDD0B2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75E4AA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МОНИКА КАЛИНОВА ЗАХАРИЕВА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D25779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107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72B7C4" w14:textId="605A5E88" w:rsidR="005E20FD" w:rsidRPr="005E20FD" w:rsidRDefault="005D1D28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62.86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00A8F5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3.009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5E6ECF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43.63</w:t>
            </w:r>
          </w:p>
        </w:tc>
      </w:tr>
      <w:tr w:rsidR="005E20FD" w:rsidRPr="005E20FD" w14:paraId="670663EB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CC0797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МОНИКА КАЛИНОВА ЗАХАРИЕВА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4C1E46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107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3224EA" w14:textId="65231402" w:rsidR="005E20FD" w:rsidRPr="005E20FD" w:rsidRDefault="005D1D28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62.31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BF1BC5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2.908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992AA9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42.17</w:t>
            </w:r>
          </w:p>
        </w:tc>
      </w:tr>
      <w:tr w:rsidR="005E20FD" w:rsidRPr="005E20FD" w14:paraId="7D61ADED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3415FE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МОНИКА КАЛИНОВА ЗАХАРИЕВА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3CB97F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107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A4F94D" w14:textId="20D60DCD" w:rsidR="005E20FD" w:rsidRPr="005E20FD" w:rsidRDefault="005D1D28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62.3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FCF9B5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1.568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045C9B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22.73</w:t>
            </w:r>
          </w:p>
        </w:tc>
      </w:tr>
      <w:tr w:rsidR="005E20FD" w:rsidRPr="005E20FD" w14:paraId="58296783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A549C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МОНИКА КАЛИНОВА ЗАХАРИЕВА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6CB3B8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107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378BE3" w14:textId="0A084137" w:rsidR="005E20FD" w:rsidRPr="005E20FD" w:rsidRDefault="005D1D28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62.285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FE487A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0.921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2F2EF6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13.35</w:t>
            </w:r>
          </w:p>
        </w:tc>
      </w:tr>
      <w:tr w:rsidR="005E20FD" w:rsidRPr="005E20FD" w14:paraId="5EFC968D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74E5C1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МОНИКА КАЛИНОВА ЗАХАРИЕВА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9EFCCB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122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54F639" w14:textId="1C4EE6AC" w:rsidR="005E20FD" w:rsidRPr="005E20FD" w:rsidRDefault="005D1D28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62.84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76D9ED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2.293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931E42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33.25</w:t>
            </w:r>
          </w:p>
        </w:tc>
      </w:tr>
      <w:tr w:rsidR="005E20FD" w:rsidRPr="005E20FD" w14:paraId="341B6635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28917E" w14:textId="77777777" w:rsidR="005E20FD" w:rsidRPr="005E20FD" w:rsidRDefault="005E20FD" w:rsidP="005E20FD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624252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9742CC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EA3B17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bg-BG" w:eastAsia="bg-BG"/>
              </w:rPr>
              <w:t>38.198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E9B6ED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bg-BG" w:eastAsia="bg-BG"/>
              </w:rPr>
              <w:t>553.87</w:t>
            </w:r>
          </w:p>
        </w:tc>
      </w:tr>
      <w:tr w:rsidR="005E20FD" w:rsidRPr="005E20FD" w14:paraId="4D6655C3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2CDD5E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ЯНА ГЕОРГИЕВА ТИЛКОВА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351805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30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E74C7B" w14:textId="564A5813" w:rsidR="005E20FD" w:rsidRPr="005E20FD" w:rsidRDefault="005D1D28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60.128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6E14A1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4.156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1A2765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60.26</w:t>
            </w:r>
          </w:p>
        </w:tc>
      </w:tr>
      <w:tr w:rsidR="005E20FD" w:rsidRPr="005E20FD" w14:paraId="37DCEDB8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F4EE48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ЯНА ГЕОРГИЕВА ТИЛКОВА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663531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138E5E" w14:textId="273A0490" w:rsidR="005E20FD" w:rsidRPr="005E20FD" w:rsidRDefault="005D1D28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60.175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495F79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1.704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E08F0E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24.70</w:t>
            </w:r>
          </w:p>
        </w:tc>
      </w:tr>
      <w:tr w:rsidR="005E20FD" w:rsidRPr="005E20FD" w14:paraId="342B5F5C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987965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ЯНА ГЕОРГИЕВА ТИЛКОВА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75F175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BCE035" w14:textId="175D610E" w:rsidR="005E20FD" w:rsidRPr="005E20FD" w:rsidRDefault="005D1D28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60.182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F22EC4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5.504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F8E30E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79.80</w:t>
            </w:r>
          </w:p>
        </w:tc>
      </w:tr>
      <w:tr w:rsidR="005E20FD" w:rsidRPr="005E20FD" w14:paraId="23D41AB0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F62D00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ЯНА ГЕОРГИЕВА ТИЛКОВА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295E5F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1648A3" w14:textId="69CF7537" w:rsidR="005E20FD" w:rsidRPr="005E20FD" w:rsidRDefault="005D1D28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60.186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ED8528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0.103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1A379B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1.50</w:t>
            </w:r>
          </w:p>
        </w:tc>
      </w:tr>
      <w:tr w:rsidR="005E20FD" w:rsidRPr="005E20FD" w14:paraId="2913DA9E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10A290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ЯНА ГЕОРГИЕВА ТИЛКОВА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3932DF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44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617691" w14:textId="1F822663" w:rsidR="005E20FD" w:rsidRPr="005E20FD" w:rsidRDefault="005D1D28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60.197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0E858C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3.564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2622DA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51.68</w:t>
            </w:r>
          </w:p>
        </w:tc>
      </w:tr>
      <w:tr w:rsidR="005E20FD" w:rsidRPr="005E20FD" w14:paraId="76BEE14E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B69592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ЯНА ГЕОРГИЕВА ТИЛКОВА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94E864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A422F7" w14:textId="16E23DB6" w:rsidR="005E20FD" w:rsidRPr="005E20FD" w:rsidRDefault="005D1D28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62.104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DE2117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4.044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A85483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58.63</w:t>
            </w:r>
          </w:p>
        </w:tc>
      </w:tr>
      <w:tr w:rsidR="005E20FD" w:rsidRPr="005E20FD" w14:paraId="09939BE6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D664A0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ЯНА ГЕОРГИЕВА ТИЛКОВА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DF0832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4A373C" w14:textId="60DAAF3C" w:rsidR="005E20FD" w:rsidRPr="005E20FD" w:rsidRDefault="005D1D28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62.96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35E72A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1.630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F22573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23.63</w:t>
            </w:r>
          </w:p>
        </w:tc>
      </w:tr>
      <w:tr w:rsidR="005E20FD" w:rsidRPr="005E20FD" w14:paraId="5F0309BE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08857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lastRenderedPageBreak/>
              <w:t>ЯНА ГЕОРГИЕВА ТИЛКОВА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0B5DE1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46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1D4659" w14:textId="371E20E1" w:rsidR="005E20FD" w:rsidRPr="005E20FD" w:rsidRDefault="005D1D28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62.103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20945C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2.449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E84098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35.51</w:t>
            </w:r>
          </w:p>
        </w:tc>
      </w:tr>
      <w:tr w:rsidR="005E20FD" w:rsidRPr="005E20FD" w14:paraId="4C924C65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99A80D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ЯНА ГЕОРГИЕВА ТИЛКОВА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D0AF06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46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D74AC6" w14:textId="248C3F0E" w:rsidR="005E20FD" w:rsidRPr="005E20FD" w:rsidRDefault="005D1D28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62.131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5C86B8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2.123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A8ECD3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30.79</w:t>
            </w:r>
          </w:p>
        </w:tc>
      </w:tr>
      <w:tr w:rsidR="005E20FD" w:rsidRPr="005E20FD" w14:paraId="422FF682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8999A8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ЯНА ГЕОРГИЕВА ТИЛКОВА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D88923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46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11EC04" w14:textId="0895C3A3" w:rsidR="005E20FD" w:rsidRPr="005E20FD" w:rsidRDefault="005D1D28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62.132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98294C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1.513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752C43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21.93</w:t>
            </w:r>
          </w:p>
        </w:tc>
      </w:tr>
      <w:tr w:rsidR="005E20FD" w:rsidRPr="005E20FD" w14:paraId="37193DAC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10AFEB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ЯНА ГЕОРГИЕВА ТИЛКОВА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39AA48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4652D0" w14:textId="19A2E71E" w:rsidR="005E20FD" w:rsidRPr="005E20FD" w:rsidRDefault="005D1D28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58.3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E3DA6B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1.721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3F0115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24.95</w:t>
            </w:r>
          </w:p>
        </w:tc>
      </w:tr>
      <w:tr w:rsidR="005E20FD" w:rsidRPr="005E20FD" w14:paraId="3876107C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5FCE6B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ЯНА ГЕОРГИЕВА ТИЛКОВА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7EBE08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59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4D069B" w14:textId="27EC90C6" w:rsidR="005E20FD" w:rsidRPr="005E20FD" w:rsidRDefault="005D1D28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58.26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035003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0.562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1458E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8.15</w:t>
            </w:r>
          </w:p>
        </w:tc>
      </w:tr>
      <w:tr w:rsidR="005E20FD" w:rsidRPr="005E20FD" w14:paraId="7B3F7EEB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632BDB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ЯНА ГЕОРГИЕВА ТИЛКОВА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963CFD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AE73E1" w14:textId="6CF07628" w:rsidR="005E20FD" w:rsidRPr="005E20FD" w:rsidRDefault="005D1D28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21.5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A03A88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0.653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F24B4C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9.47</w:t>
            </w:r>
          </w:p>
        </w:tc>
      </w:tr>
      <w:tr w:rsidR="005E20FD" w:rsidRPr="005E20FD" w14:paraId="7A303BF0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4F52E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ЯНА ГЕОРГИЕВА ТИЛКОВА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6ED0A2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46B869" w14:textId="3BE3A77A" w:rsidR="005E20FD" w:rsidRPr="005E20FD" w:rsidRDefault="005D1D28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21.7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1D5AA7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0.190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2B8F96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2.75</w:t>
            </w:r>
          </w:p>
        </w:tc>
      </w:tr>
      <w:tr w:rsidR="005E20FD" w:rsidRPr="005E20FD" w14:paraId="1897A6CF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786D36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ЯНА ГЕОРГИЕВА ТИЛКОВА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027061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79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9E292E" w14:textId="5E48BD2B" w:rsidR="005E20FD" w:rsidRPr="005E20FD" w:rsidRDefault="005D1D28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51.7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9EB1C9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7.770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175153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112.67</w:t>
            </w:r>
          </w:p>
        </w:tc>
      </w:tr>
      <w:tr w:rsidR="005E20FD" w:rsidRPr="005E20FD" w14:paraId="77C625AF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E71BE2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ЯНА ГЕОРГИЕВА ТИЛКОВА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2567EC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79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1092C3" w14:textId="5622DC51" w:rsidR="005E20FD" w:rsidRPr="005E20FD" w:rsidRDefault="005D1D28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51.113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DB2E5C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0.428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8E725C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6.20</w:t>
            </w:r>
          </w:p>
        </w:tc>
      </w:tr>
      <w:tr w:rsidR="005E20FD" w:rsidRPr="005E20FD" w14:paraId="4D2C7624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A0AADB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ЯНА ГЕОРГИЕВА ТИЛКОВА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C745D6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79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CEF803" w14:textId="08CA793F" w:rsidR="005E20FD" w:rsidRPr="005E20FD" w:rsidRDefault="005D1D28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51.99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0D59B1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0.233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36A388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3.38</w:t>
            </w:r>
          </w:p>
        </w:tc>
      </w:tr>
      <w:tr w:rsidR="005E20FD" w:rsidRPr="005E20FD" w14:paraId="60EF686E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BD25D6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ЯНА ГЕОРГИЕВА ТИЛКОВА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6145A8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79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B9F960" w14:textId="0C3435A7" w:rsidR="005E20FD" w:rsidRPr="005E20FD" w:rsidRDefault="005D1D28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51.112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A0AC52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0.202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F9477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2.93</w:t>
            </w:r>
          </w:p>
        </w:tc>
      </w:tr>
      <w:tr w:rsidR="005E20FD" w:rsidRPr="005E20FD" w14:paraId="0B8B4F13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861D93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ЯНА ГЕОРГИЕВА ТИЛКОВА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297388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80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420E29" w14:textId="6A9512D6" w:rsidR="005E20FD" w:rsidRPr="005E20FD" w:rsidRDefault="005D1D28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51.195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260800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0.710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0D97F5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10.30</w:t>
            </w:r>
          </w:p>
        </w:tc>
      </w:tr>
      <w:tr w:rsidR="005E20FD" w:rsidRPr="005E20FD" w14:paraId="1F74253C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6540CC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ЯНА ГЕОРГИЕВА ТИЛКОВА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73DB75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82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B6C909" w14:textId="55A3F0AF" w:rsidR="005E20FD" w:rsidRPr="005E20FD" w:rsidRDefault="005D1D28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51.113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4B1437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2.365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5379CA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34.29</w:t>
            </w:r>
          </w:p>
        </w:tc>
      </w:tr>
      <w:tr w:rsidR="005E20FD" w:rsidRPr="005E20FD" w14:paraId="1F9AB4E0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C52306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ЯНА ГЕОРГИЕВА ТИЛКОВА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DD67CF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82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E446BD" w14:textId="329F70EF" w:rsidR="005E20FD" w:rsidRPr="005E20FD" w:rsidRDefault="005D1D28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51.112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7AB8FE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0.860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17DD8A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12.47</w:t>
            </w:r>
          </w:p>
        </w:tc>
      </w:tr>
      <w:tr w:rsidR="005E20FD" w:rsidRPr="005E20FD" w14:paraId="3DB346B7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19C2A1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ЯНА ГЕОРГИЕВА ТИЛКОВА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4C5861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83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E75C6C" w14:textId="7620358E" w:rsidR="005E20FD" w:rsidRPr="005E20FD" w:rsidRDefault="005D1D28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51.7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D19D9B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8.064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98459D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116.93</w:t>
            </w:r>
          </w:p>
        </w:tc>
      </w:tr>
      <w:tr w:rsidR="005E20FD" w:rsidRPr="005E20FD" w14:paraId="398ECE4E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ACBA8A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ЯНА ГЕОРГИЕВА ТИЛКОВА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7D14B9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83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91002F" w14:textId="1BE20532" w:rsidR="005E20FD" w:rsidRPr="005E20FD" w:rsidRDefault="005D1D28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51.5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C0D207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2.913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465746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42.24</w:t>
            </w:r>
          </w:p>
        </w:tc>
      </w:tr>
      <w:tr w:rsidR="005E20FD" w:rsidRPr="005E20FD" w14:paraId="029176D9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8D50D1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ЯНА ГЕОРГИЕВА ТИЛКОВА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622A87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83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067D9E" w14:textId="00D24940" w:rsidR="005E20FD" w:rsidRPr="005E20FD" w:rsidRDefault="005D1D28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51.51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0E0AEA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2.249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C577CC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32.62</w:t>
            </w:r>
          </w:p>
        </w:tc>
      </w:tr>
      <w:tr w:rsidR="005E20FD" w:rsidRPr="005E20FD" w14:paraId="6E6B1110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891CFB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ЯНА ГЕОРГИЕВА ТИЛКОВА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297ADE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83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5B4B2C" w14:textId="29D7850E" w:rsidR="005E20FD" w:rsidRPr="005E20FD" w:rsidRDefault="005D1D28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51.354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5FBD7C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0.274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F52A79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3.98</w:t>
            </w:r>
          </w:p>
        </w:tc>
      </w:tr>
      <w:tr w:rsidR="005E20FD" w:rsidRPr="005E20FD" w14:paraId="40BA8C53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7A79FE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ЯНА ГЕОРГИЕВА ТИЛКОВА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A6BD66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84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BCA768" w14:textId="1C9C0473" w:rsidR="005E20FD" w:rsidRPr="005E20FD" w:rsidRDefault="005D1D28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51.16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6F00D9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0.928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8043EC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13.46</w:t>
            </w:r>
          </w:p>
        </w:tc>
      </w:tr>
      <w:tr w:rsidR="005E20FD" w:rsidRPr="005E20FD" w14:paraId="5BD2DFF7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A632F4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ЯНА ГЕОРГИЕВА ТИЛКОВА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FD9C93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123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6C7663" w14:textId="2DE68506" w:rsidR="005E20FD" w:rsidRPr="005E20FD" w:rsidRDefault="005D1D28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51.48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069CA4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1.036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B40FE8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15.03</w:t>
            </w:r>
          </w:p>
        </w:tc>
      </w:tr>
      <w:tr w:rsidR="005E20FD" w:rsidRPr="005E20FD" w14:paraId="55477EF3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E6F8C5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ЯНА ГЕОРГИЕВА ТИЛКОВА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E288F1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123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AC4431" w14:textId="118153D5" w:rsidR="005E20FD" w:rsidRPr="005E20FD" w:rsidRDefault="005D1D28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51.41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C0DFF3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0.570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5C2014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8.26</w:t>
            </w:r>
          </w:p>
        </w:tc>
      </w:tr>
      <w:tr w:rsidR="005E20FD" w:rsidRPr="005E20FD" w14:paraId="019037CE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DE0865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ЯНА ГЕОРГИЕВА ТИЛКОВА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F4D58C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124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B120F1" w14:textId="0766866C" w:rsidR="005E20FD" w:rsidRPr="005E20FD" w:rsidRDefault="005D1D28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51.41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49A986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1.554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F949C8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22.53</w:t>
            </w:r>
          </w:p>
        </w:tc>
      </w:tr>
      <w:tr w:rsidR="005E20FD" w:rsidRPr="005E20FD" w14:paraId="1DF4E981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B98B84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ЯНА ГЕОРГИЕВА ТИЛКОВА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2A0AD7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124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EEAED0" w14:textId="4B71A702" w:rsidR="005E20FD" w:rsidRPr="005E20FD" w:rsidRDefault="005D1D28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51.48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B53572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0.716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D02A56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10.38</w:t>
            </w:r>
          </w:p>
        </w:tc>
      </w:tr>
      <w:tr w:rsidR="005E20FD" w:rsidRPr="005E20FD" w14:paraId="7291D4CF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AEBF8C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ЯНА ГЕОРГИЕВА ТИЛКОВА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F734D9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125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B3649D" w14:textId="54262CA3" w:rsidR="005E20FD" w:rsidRPr="005E20FD" w:rsidRDefault="005D1D28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51.39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27B793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4.042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BA4264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58.61</w:t>
            </w:r>
          </w:p>
        </w:tc>
      </w:tr>
      <w:tr w:rsidR="005E20FD" w:rsidRPr="005E20FD" w14:paraId="0E90D606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9E0B46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ЯНА ГЕОРГИЕВА ТИЛКОВА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2362DB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125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945103" w14:textId="180BD816" w:rsidR="005E20FD" w:rsidRPr="005E20FD" w:rsidRDefault="005D1D28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51.32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F4B7AF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1.489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377502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21.60</w:t>
            </w:r>
          </w:p>
        </w:tc>
      </w:tr>
      <w:tr w:rsidR="005E20FD" w:rsidRPr="005E20FD" w14:paraId="075F21D7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6F673D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ЯНА ГЕОРГИЕВА ТИЛКОВА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D87ECD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125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857109" w14:textId="6B60F95A" w:rsidR="005E20FD" w:rsidRPr="005E20FD" w:rsidRDefault="005D1D28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51.33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4E5C22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1.197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31538D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17.35</w:t>
            </w:r>
          </w:p>
        </w:tc>
      </w:tr>
      <w:tr w:rsidR="005E20FD" w:rsidRPr="005E20FD" w14:paraId="30DC1B59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A1F1DF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ЯНА ГЕОРГИЕВА ТИЛКОВА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C8DDC4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125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F0754F" w14:textId="37704D50" w:rsidR="005E20FD" w:rsidRPr="005E20FD" w:rsidRDefault="005D1D28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51.31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D107A8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0.612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1F7518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8.87</w:t>
            </w:r>
          </w:p>
        </w:tc>
      </w:tr>
      <w:tr w:rsidR="005E20FD" w:rsidRPr="005E20FD" w14:paraId="0154190B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11E21A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ЯНА ГЕОРГИЕВА ТИЛКОВА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1BBED5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126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74E4D8" w14:textId="286FE8ED" w:rsidR="005E20FD" w:rsidRPr="005E20FD" w:rsidRDefault="005D1D28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51.11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7C08C9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4.821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69EA73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69.91</w:t>
            </w:r>
          </w:p>
        </w:tc>
      </w:tr>
      <w:tr w:rsidR="005E20FD" w:rsidRPr="005E20FD" w14:paraId="613F45AE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51779E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ЯНА ГЕОРГИЕВА ТИЛКОВА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6699DA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126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29210B" w14:textId="4F6F0334" w:rsidR="005E20FD" w:rsidRPr="005E20FD" w:rsidRDefault="005D1D28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51.7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E560E4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0.463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C2BFA8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6.71</w:t>
            </w:r>
          </w:p>
        </w:tc>
      </w:tr>
      <w:tr w:rsidR="005E20FD" w:rsidRPr="005E20FD" w14:paraId="2DBE046C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610026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ЯНА ГЕОРГИЕВА ТИЛКОВА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4F86C6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127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F23305" w14:textId="3C9BBD69" w:rsidR="005E20FD" w:rsidRPr="005E20FD" w:rsidRDefault="005D1D28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51.6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9C1F89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3.468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7280A4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50.29</w:t>
            </w:r>
          </w:p>
        </w:tc>
      </w:tr>
      <w:tr w:rsidR="005E20FD" w:rsidRPr="005E20FD" w14:paraId="306B2739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BC6BFD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ЯНА ГЕОРГИЕВА ТИЛКОВА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87B10F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127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A078DF" w14:textId="20663FDC" w:rsidR="005E20FD" w:rsidRPr="005E20FD" w:rsidRDefault="005D1D28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51.7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49D68F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0.899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B8F3BA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13.03</w:t>
            </w:r>
          </w:p>
        </w:tc>
      </w:tr>
      <w:tr w:rsidR="005E20FD" w:rsidRPr="005E20FD" w14:paraId="0D8B756B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CC8AE7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ЯНА ГЕОРГИЕВА ТИЛКОВА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F9878C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137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1F893" w14:textId="444966B2" w:rsidR="005E20FD" w:rsidRPr="005E20FD" w:rsidRDefault="005D1D28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58.24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39FCC3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1.127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A2AB1E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16.35</w:t>
            </w:r>
          </w:p>
        </w:tc>
      </w:tr>
      <w:tr w:rsidR="005E20FD" w:rsidRPr="005E20FD" w14:paraId="396904EA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244357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ЯНА ГЕОРГИЕВА ТИЛКОВА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3846A9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137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FB8402" w14:textId="18BF7812" w:rsidR="005E20FD" w:rsidRPr="005E20FD" w:rsidRDefault="005D1D28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58.14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040690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0.762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7C80E0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11.04</w:t>
            </w:r>
          </w:p>
        </w:tc>
      </w:tr>
      <w:tr w:rsidR="005E20FD" w:rsidRPr="005E20FD" w14:paraId="075BAB6A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EE6272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ЯНА ГЕОРГИЕВА ТИЛКОВА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43764C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137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1E1502" w14:textId="28819B8F" w:rsidR="005E20FD" w:rsidRPr="005E20FD" w:rsidRDefault="005D1D28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62298.</w:t>
            </w:r>
            <w:r w:rsidR="005E20FD"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58.13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18A792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0.201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E16E91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2.91</w:t>
            </w:r>
          </w:p>
        </w:tc>
      </w:tr>
      <w:tr w:rsidR="005E20FD" w:rsidRPr="005E20FD" w14:paraId="0C44D8C2" w14:textId="77777777" w:rsidTr="001D0500">
        <w:trPr>
          <w:cantSplit/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CBA300" w14:textId="77777777" w:rsidR="005E20FD" w:rsidRPr="005E20FD" w:rsidRDefault="005E20FD" w:rsidP="005E20FD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391842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646CF9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B573DC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bg-BG" w:eastAsia="bg-BG"/>
              </w:rPr>
              <w:t>79.867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2A8BE0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bg-BG" w:eastAsia="bg-BG"/>
              </w:rPr>
              <w:t>1158.08</w:t>
            </w:r>
          </w:p>
        </w:tc>
      </w:tr>
      <w:tr w:rsidR="005E20FD" w:rsidRPr="005E20FD" w14:paraId="598AB3A0" w14:textId="77777777" w:rsidTr="001D0500">
        <w:trPr>
          <w:trHeight w:val="33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3C4FC9" w14:textId="77777777" w:rsidR="005E20FD" w:rsidRPr="005E20FD" w:rsidRDefault="005E20FD" w:rsidP="005E20FD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bg-BG" w:eastAsia="bg-BG"/>
              </w:rPr>
              <w:t>ОБЩО за землището (дка)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CDAC88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60C76F" w14:textId="77777777" w:rsidR="005E20FD" w:rsidRPr="005E20FD" w:rsidRDefault="005E20FD" w:rsidP="005E20FD">
            <w:pPr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CFA19F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bg-BG" w:eastAsia="bg-BG"/>
              </w:rPr>
              <w:t>412.199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7848BA" w14:textId="77777777" w:rsidR="005E20FD" w:rsidRPr="005E20FD" w:rsidRDefault="005E20FD" w:rsidP="005E20FD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5E20F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bg-BG" w:eastAsia="bg-BG"/>
              </w:rPr>
              <w:t>5976.90</w:t>
            </w:r>
          </w:p>
        </w:tc>
      </w:tr>
    </w:tbl>
    <w:p w14:paraId="59BCA3BB" w14:textId="77777777" w:rsidR="00042E4A" w:rsidRDefault="00042E4A" w:rsidP="001860A7">
      <w:pPr>
        <w:jc w:val="both"/>
        <w:rPr>
          <w:lang w:val="bg-BG"/>
        </w:rPr>
      </w:pPr>
    </w:p>
    <w:p w14:paraId="1597EB5E" w14:textId="77777777" w:rsidR="001860A7" w:rsidRPr="00D92A91" w:rsidRDefault="001860A7" w:rsidP="001860A7">
      <w:pPr>
        <w:ind w:firstLine="720"/>
        <w:jc w:val="both"/>
        <w:rPr>
          <w:lang w:val="bg-BG"/>
        </w:rPr>
      </w:pPr>
      <w:r w:rsidRPr="000F6DCA">
        <w:rPr>
          <w:b/>
          <w:lang w:val="bg-BG"/>
        </w:rPr>
        <w:t>III.</w:t>
      </w:r>
      <w:r w:rsidRPr="00D92A91">
        <w:rPr>
          <w:lang w:val="bg-BG"/>
        </w:rPr>
        <w:t xml:space="preserve"> Лицата по т. I, на които са определени площи по т. II внасят по сметка за чужди средства </w:t>
      </w:r>
      <w:r w:rsidRPr="00822405">
        <w:rPr>
          <w:lang w:val="bg-BG"/>
        </w:rPr>
        <w:t>в Областна дирекция „Земеделие“ София област</w:t>
      </w:r>
      <w:r w:rsidRPr="0051173B">
        <w:rPr>
          <w:color w:val="FF0000"/>
          <w:lang w:val="bg-BG"/>
        </w:rPr>
        <w:t xml:space="preserve"> </w:t>
      </w:r>
      <w:r w:rsidRPr="00D92A91">
        <w:rPr>
          <w:lang w:val="bg-BG"/>
        </w:rPr>
        <w:t xml:space="preserve">сума в размер на средното годишно рентно плащане за землището в едномесечен срок от публикуване на настоящата заповед. </w:t>
      </w:r>
    </w:p>
    <w:p w14:paraId="002D3E82" w14:textId="77777777" w:rsidR="001860A7" w:rsidRPr="00BD6601" w:rsidRDefault="001860A7" w:rsidP="001860A7">
      <w:pPr>
        <w:jc w:val="both"/>
        <w:rPr>
          <w:lang w:val="bg-BG"/>
        </w:rPr>
      </w:pPr>
      <w:r w:rsidRPr="00437AD3">
        <w:rPr>
          <w:b/>
          <w:lang w:val="bg-BG"/>
        </w:rPr>
        <w:lastRenderedPageBreak/>
        <w:t xml:space="preserve">Банкова сметка за чужди средства на Областна дирекция „Земеделие” </w:t>
      </w:r>
      <w:r>
        <w:rPr>
          <w:b/>
          <w:lang w:val="bg-BG"/>
        </w:rPr>
        <w:t>–</w:t>
      </w:r>
      <w:r w:rsidRPr="00437AD3">
        <w:rPr>
          <w:b/>
          <w:lang w:val="bg-BG"/>
        </w:rPr>
        <w:t xml:space="preserve"> </w:t>
      </w:r>
      <w:r>
        <w:rPr>
          <w:b/>
          <w:lang w:val="bg-BG"/>
        </w:rPr>
        <w:t xml:space="preserve">София област: Банка </w:t>
      </w:r>
      <w:r w:rsidRPr="00437AD3">
        <w:rPr>
          <w:b/>
          <w:lang w:val="bg-BG"/>
        </w:rPr>
        <w:t>УниКредит Булбанк, BIC: UNCRBGSF, IBAN: BG67 UNCR 7000 3319 7337 51</w:t>
      </w:r>
      <w:r>
        <w:rPr>
          <w:lang w:val="bg-BG"/>
        </w:rPr>
        <w:t>.</w:t>
      </w:r>
    </w:p>
    <w:p w14:paraId="62C3AE08" w14:textId="77777777" w:rsidR="001860A7" w:rsidRDefault="001860A7" w:rsidP="001860A7">
      <w:pPr>
        <w:ind w:firstLine="720"/>
        <w:jc w:val="both"/>
        <w:rPr>
          <w:lang w:val="bg-BG"/>
        </w:rPr>
      </w:pPr>
      <w:r w:rsidRPr="007970E5">
        <w:rPr>
          <w:b/>
        </w:rPr>
        <w:t>IV</w:t>
      </w:r>
      <w:r w:rsidRPr="008124DD">
        <w:rPr>
          <w:b/>
          <w:lang w:val="bg-BG"/>
        </w:rPr>
        <w:t xml:space="preserve">. </w:t>
      </w:r>
      <w:r>
        <w:rPr>
          <w:lang w:val="bg-BG"/>
        </w:rP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rPr>
          <w:lang w:val="bg-BG"/>
        </w:rPr>
        <w:t xml:space="preserve">директорът на областната дирекция "Земеделие" издава заповед за заплащане на трикратния размер на средното годишно рентно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14:paraId="07F85A94" w14:textId="38AE8BDA" w:rsidR="001860A7" w:rsidRDefault="001860A7" w:rsidP="001860A7">
      <w:pPr>
        <w:ind w:firstLine="720"/>
        <w:jc w:val="both"/>
        <w:rPr>
          <w:lang w:val="bg-BG"/>
        </w:rPr>
      </w:pPr>
      <w:r w:rsidRPr="000F6DCA">
        <w:rPr>
          <w:b/>
        </w:rPr>
        <w:t>V</w:t>
      </w:r>
      <w:r w:rsidRPr="000F6DCA">
        <w:rPr>
          <w:b/>
          <w:lang w:val="bg-BG"/>
        </w:rPr>
        <w:t>.</w:t>
      </w:r>
      <w:r>
        <w:rPr>
          <w:lang w:val="bg-BG"/>
        </w:rPr>
        <w:t xml:space="preserve"> На основание чл. 37ж, ал. 11 във връзка с чл. 37в, ал. 5 и 6 от ЗСПЗЗ, настоящата заповед да се обяви в кметството на с. </w:t>
      </w:r>
      <w:r w:rsidR="00BF3CD2">
        <w:rPr>
          <w:lang w:val="bg-BG"/>
        </w:rPr>
        <w:t>Ра</w:t>
      </w:r>
      <w:r w:rsidR="00042E4A">
        <w:rPr>
          <w:lang w:val="bg-BG"/>
        </w:rPr>
        <w:t>шково</w:t>
      </w:r>
      <w:r>
        <w:rPr>
          <w:lang w:val="bg-BG"/>
        </w:rPr>
        <w:t xml:space="preserve"> и в сградата на Общинска служба по земеделие – гр. Ботевград и да се публикува на интернет страниците на съответната община и Областна дирекция „Земеделие” – София област.</w:t>
      </w:r>
    </w:p>
    <w:p w14:paraId="5DB79051" w14:textId="77777777" w:rsidR="001860A7" w:rsidRDefault="001860A7" w:rsidP="001860A7">
      <w:pPr>
        <w:ind w:firstLine="720"/>
        <w:jc w:val="both"/>
        <w:rPr>
          <w:lang w:val="bg-BG"/>
        </w:rPr>
      </w:pPr>
      <w:r>
        <w:rPr>
          <w:lang w:val="bg-BG"/>
        </w:rPr>
        <w:t>Контрол по изпълнението на заповедта възлагам на началника на Общинска служба по земеделие – гр. Ботевград.</w:t>
      </w:r>
    </w:p>
    <w:p w14:paraId="6628683D" w14:textId="77777777" w:rsidR="001860A7" w:rsidRPr="000F6DCA" w:rsidRDefault="001860A7" w:rsidP="001860A7">
      <w:pPr>
        <w:ind w:firstLine="720"/>
        <w:jc w:val="both"/>
        <w:rPr>
          <w:lang w:val="bg-BG"/>
        </w:rPr>
      </w:pPr>
      <w:r w:rsidRPr="00E1294D">
        <w:rPr>
          <w:lang w:val="bg-BG"/>
        </w:rPr>
        <w:t>Заповедта да се доведе до знанието на съответните длъжностни лица, за сведение и изпълнение.</w:t>
      </w:r>
    </w:p>
    <w:p w14:paraId="3733CCD2" w14:textId="77777777" w:rsidR="001860A7" w:rsidRDefault="001860A7" w:rsidP="001860A7">
      <w:pPr>
        <w:ind w:firstLine="720"/>
        <w:jc w:val="both"/>
        <w:rPr>
          <w:lang w:val="bg-BG"/>
        </w:rPr>
      </w:pPr>
      <w:r>
        <w:rPr>
          <w:lang w:val="bg-BG"/>
        </w:rPr>
        <w:t xml:space="preserve">Заповедта може да бъде обжалвана по реда на </w:t>
      </w:r>
      <w:proofErr w:type="spellStart"/>
      <w:r>
        <w:rPr>
          <w:lang w:val="bg-BG"/>
        </w:rPr>
        <w:t>Административнопроцесуалния</w:t>
      </w:r>
      <w:proofErr w:type="spellEnd"/>
      <w:r>
        <w:rPr>
          <w:lang w:val="bg-BG"/>
        </w:rPr>
        <w:t xml:space="preserve"> кодекс. Обжалването на заповедта не спира нейното изпълнение. </w:t>
      </w:r>
    </w:p>
    <w:p w14:paraId="594553E7" w14:textId="77777777" w:rsidR="001860A7" w:rsidRDefault="001860A7" w:rsidP="001860A7">
      <w:pPr>
        <w:ind w:firstLine="720"/>
        <w:jc w:val="both"/>
        <w:rPr>
          <w:lang w:val="bg-BG"/>
        </w:rPr>
      </w:pPr>
      <w:r w:rsidRPr="000F6DCA">
        <w:rPr>
          <w:b/>
        </w:rPr>
        <w:t>V</w:t>
      </w:r>
      <w:r>
        <w:rPr>
          <w:b/>
        </w:rPr>
        <w:t>I</w:t>
      </w:r>
      <w:r w:rsidRPr="000F6DCA">
        <w:rPr>
          <w:b/>
          <w:lang w:val="bg-BG"/>
        </w:rPr>
        <w:t>.</w:t>
      </w:r>
      <w:r>
        <w:rPr>
          <w:lang w:val="bg-BG"/>
        </w:rPr>
        <w:t xml:space="preserve"> Неразделна част от настоящата заповед са:</w:t>
      </w:r>
    </w:p>
    <w:p w14:paraId="53B0A6EC" w14:textId="77777777" w:rsidR="001860A7" w:rsidRDefault="001860A7" w:rsidP="001860A7">
      <w:pPr>
        <w:ind w:firstLine="720"/>
        <w:jc w:val="both"/>
        <w:rPr>
          <w:lang w:val="bg-BG"/>
        </w:rPr>
      </w:pPr>
      <w:r>
        <w:rPr>
          <w:lang w:val="bg-BG"/>
        </w:rPr>
        <w:t xml:space="preserve">1. Декларации на собствениците и/или ползвателите по чл. 37ж, ал. 8 от ЗСПЗЗ. </w:t>
      </w:r>
    </w:p>
    <w:p w14:paraId="3B009C0D" w14:textId="77777777" w:rsidR="001860A7" w:rsidRDefault="001860A7" w:rsidP="001860A7">
      <w:pPr>
        <w:ind w:firstLine="720"/>
        <w:jc w:val="both"/>
        <w:rPr>
          <w:lang w:val="bg-BG"/>
        </w:rPr>
      </w:pPr>
      <w:r>
        <w:rPr>
          <w:lang w:val="bg-BG"/>
        </w:rPr>
        <w:t xml:space="preserve">2. Споразумението по т. </w:t>
      </w:r>
      <w:r w:rsidRPr="00E26E87">
        <w:t>I</w:t>
      </w:r>
      <w:r w:rsidRPr="00E26E87">
        <w:rPr>
          <w:lang w:val="bg-BG"/>
        </w:rPr>
        <w:t>.</w:t>
      </w:r>
      <w:r>
        <w:rPr>
          <w:lang w:val="bg-BG"/>
        </w:rPr>
        <w:t xml:space="preserve"> </w:t>
      </w:r>
    </w:p>
    <w:p w14:paraId="116754BB" w14:textId="77777777" w:rsidR="001D0500" w:rsidRPr="00FB7937" w:rsidRDefault="001D0500" w:rsidP="001860A7">
      <w:pPr>
        <w:ind w:firstLine="720"/>
        <w:jc w:val="both"/>
        <w:rPr>
          <w:lang w:val="bg-BG"/>
        </w:rPr>
      </w:pPr>
    </w:p>
    <w:p w14:paraId="216F8347" w14:textId="77777777" w:rsidR="001860A7" w:rsidRDefault="001860A7" w:rsidP="001860A7">
      <w:pPr>
        <w:ind w:firstLine="720"/>
        <w:jc w:val="both"/>
        <w:rPr>
          <w:b/>
          <w:lang w:val="bg-BG"/>
        </w:rPr>
      </w:pPr>
    </w:p>
    <w:p w14:paraId="4E0C0B7D" w14:textId="77777777" w:rsidR="001860A7" w:rsidRDefault="001860A7" w:rsidP="001860A7">
      <w:pPr>
        <w:rPr>
          <w:b/>
          <w:bCs/>
          <w:lang w:val="bg-BG"/>
        </w:rPr>
      </w:pPr>
    </w:p>
    <w:p w14:paraId="7CC29F3B" w14:textId="77777777" w:rsidR="00310810" w:rsidRPr="00310810" w:rsidRDefault="00310810" w:rsidP="00310810">
      <w:pPr>
        <w:rPr>
          <w:lang w:val="bg-BG"/>
        </w:rPr>
      </w:pPr>
      <w:bookmarkStart w:id="0" w:name="_GoBack"/>
      <w:bookmarkEnd w:id="0"/>
    </w:p>
    <w:p w14:paraId="75BD0A8C" w14:textId="77777777" w:rsidR="00310810" w:rsidRPr="00310810" w:rsidRDefault="00310810" w:rsidP="00310810">
      <w:pPr>
        <w:rPr>
          <w:lang w:val="bg-BG"/>
        </w:rPr>
      </w:pPr>
    </w:p>
    <w:p w14:paraId="77E2F2DE" w14:textId="77777777" w:rsidR="00310810" w:rsidRPr="00310810" w:rsidRDefault="00310810" w:rsidP="00310810">
      <w:pPr>
        <w:rPr>
          <w:lang w:val="bg-BG"/>
        </w:rPr>
      </w:pPr>
    </w:p>
    <w:p w14:paraId="120E540D" w14:textId="77777777" w:rsidR="00310810" w:rsidRPr="00310810" w:rsidRDefault="00310810" w:rsidP="00310810">
      <w:pPr>
        <w:rPr>
          <w:lang w:val="bg-BG"/>
        </w:rPr>
      </w:pPr>
    </w:p>
    <w:p w14:paraId="0D28ABD8" w14:textId="77777777" w:rsidR="00310810" w:rsidRPr="00310810" w:rsidRDefault="00310810" w:rsidP="00310810">
      <w:pPr>
        <w:rPr>
          <w:lang w:val="bg-BG"/>
        </w:rPr>
      </w:pPr>
    </w:p>
    <w:p w14:paraId="4744D99A" w14:textId="6C553669" w:rsidR="00310810" w:rsidRDefault="00310810" w:rsidP="00310810">
      <w:pPr>
        <w:rPr>
          <w:lang w:val="bg-BG"/>
        </w:rPr>
      </w:pPr>
    </w:p>
    <w:p w14:paraId="71F6763E" w14:textId="4CD2FE77" w:rsidR="00310810" w:rsidRPr="00310810" w:rsidRDefault="00310810" w:rsidP="00310810">
      <w:pPr>
        <w:jc w:val="both"/>
        <w:rPr>
          <w:b/>
          <w:color w:val="000000"/>
          <w:lang w:val="bg-BG" w:eastAsia="bg-BG"/>
        </w:rPr>
      </w:pPr>
      <w:r w:rsidRPr="002D3133">
        <w:rPr>
          <w:b/>
          <w:color w:val="000000"/>
          <w:lang w:eastAsia="bg-BG"/>
        </w:rPr>
        <w:t>ПЕТКО ДИМОВ</w:t>
      </w:r>
      <w:r>
        <w:rPr>
          <w:b/>
          <w:color w:val="000000"/>
          <w:lang w:val="bg-BG" w:eastAsia="bg-BG"/>
        </w:rPr>
        <w:t>:</w:t>
      </w:r>
      <w:r w:rsidR="00CB6742">
        <w:rPr>
          <w:b/>
          <w:color w:val="000000"/>
          <w:lang w:val="bg-BG" w:eastAsia="bg-BG"/>
        </w:rPr>
        <w:tab/>
        <w:t>/П/</w:t>
      </w:r>
    </w:p>
    <w:p w14:paraId="17232129" w14:textId="77777777" w:rsidR="00310810" w:rsidRPr="002D3133" w:rsidRDefault="00310810" w:rsidP="00310810">
      <w:pPr>
        <w:jc w:val="both"/>
        <w:rPr>
          <w:i/>
          <w:color w:val="000000" w:themeColor="text1"/>
        </w:rPr>
      </w:pPr>
    </w:p>
    <w:p w14:paraId="39BBE674" w14:textId="77777777" w:rsidR="00310810" w:rsidRPr="002D3133" w:rsidRDefault="00310810" w:rsidP="00310810">
      <w:pPr>
        <w:jc w:val="both"/>
        <w:rPr>
          <w:i/>
          <w:color w:val="000000" w:themeColor="text1"/>
        </w:rPr>
      </w:pPr>
      <w:proofErr w:type="spellStart"/>
      <w:r w:rsidRPr="002D3133">
        <w:rPr>
          <w:i/>
          <w:color w:val="000000" w:themeColor="text1"/>
        </w:rPr>
        <w:t>Директор</w:t>
      </w:r>
      <w:proofErr w:type="spellEnd"/>
      <w:r w:rsidRPr="002D3133">
        <w:rPr>
          <w:i/>
          <w:color w:val="000000" w:themeColor="text1"/>
        </w:rPr>
        <w:t xml:space="preserve"> </w:t>
      </w:r>
      <w:proofErr w:type="spellStart"/>
      <w:r w:rsidRPr="002D3133">
        <w:rPr>
          <w:i/>
          <w:color w:val="000000" w:themeColor="text1"/>
        </w:rPr>
        <w:t>на</w:t>
      </w:r>
      <w:proofErr w:type="spellEnd"/>
      <w:r w:rsidRPr="002D3133">
        <w:rPr>
          <w:i/>
          <w:color w:val="000000" w:themeColor="text1"/>
        </w:rPr>
        <w:t xml:space="preserve"> </w:t>
      </w:r>
      <w:proofErr w:type="spellStart"/>
      <w:r w:rsidRPr="002D3133">
        <w:rPr>
          <w:i/>
          <w:color w:val="000000" w:themeColor="text1"/>
        </w:rPr>
        <w:t>Областна</w:t>
      </w:r>
      <w:proofErr w:type="spellEnd"/>
      <w:r w:rsidRPr="002D3133">
        <w:rPr>
          <w:i/>
          <w:color w:val="000000" w:themeColor="text1"/>
        </w:rPr>
        <w:t xml:space="preserve"> </w:t>
      </w:r>
      <w:proofErr w:type="spellStart"/>
      <w:r w:rsidRPr="002D3133">
        <w:rPr>
          <w:i/>
          <w:color w:val="000000" w:themeColor="text1"/>
        </w:rPr>
        <w:t>дирекция</w:t>
      </w:r>
      <w:proofErr w:type="spellEnd"/>
    </w:p>
    <w:p w14:paraId="7884D1B2" w14:textId="77777777" w:rsidR="00310810" w:rsidRPr="002D3133" w:rsidRDefault="00310810" w:rsidP="00310810">
      <w:pPr>
        <w:jc w:val="both"/>
        <w:rPr>
          <w:i/>
          <w:color w:val="000000" w:themeColor="text1"/>
        </w:rPr>
      </w:pPr>
      <w:r w:rsidRPr="002D3133">
        <w:rPr>
          <w:i/>
          <w:color w:val="000000" w:themeColor="text1"/>
        </w:rPr>
        <w:t>,,</w:t>
      </w:r>
      <w:proofErr w:type="spellStart"/>
      <w:r w:rsidRPr="002D3133">
        <w:rPr>
          <w:i/>
          <w:color w:val="000000" w:themeColor="text1"/>
        </w:rPr>
        <w:t>Земеделие</w:t>
      </w:r>
      <w:proofErr w:type="spellEnd"/>
      <w:r w:rsidRPr="002D3133">
        <w:rPr>
          <w:i/>
          <w:color w:val="000000" w:themeColor="text1"/>
        </w:rPr>
        <w:t xml:space="preserve">” – </w:t>
      </w:r>
    </w:p>
    <w:p w14:paraId="1A6D868A" w14:textId="77777777" w:rsidR="00310810" w:rsidRPr="002D3133" w:rsidRDefault="00310810" w:rsidP="00310810">
      <w:pPr>
        <w:jc w:val="both"/>
        <w:rPr>
          <w:i/>
          <w:color w:val="000000" w:themeColor="text1"/>
        </w:rPr>
      </w:pPr>
      <w:proofErr w:type="spellStart"/>
      <w:r w:rsidRPr="002D3133">
        <w:rPr>
          <w:i/>
          <w:color w:val="000000" w:themeColor="text1"/>
        </w:rPr>
        <w:t>София</w:t>
      </w:r>
      <w:proofErr w:type="spellEnd"/>
      <w:r w:rsidRPr="002D3133">
        <w:rPr>
          <w:i/>
          <w:color w:val="000000" w:themeColor="text1"/>
        </w:rPr>
        <w:t xml:space="preserve"> </w:t>
      </w:r>
      <w:proofErr w:type="spellStart"/>
      <w:r w:rsidRPr="002D3133">
        <w:rPr>
          <w:i/>
          <w:color w:val="000000" w:themeColor="text1"/>
        </w:rPr>
        <w:t>област</w:t>
      </w:r>
      <w:proofErr w:type="spellEnd"/>
    </w:p>
    <w:p w14:paraId="1C155C26" w14:textId="77777777" w:rsidR="00967CC5" w:rsidRPr="00310810" w:rsidRDefault="00967CC5" w:rsidP="00310810">
      <w:pPr>
        <w:rPr>
          <w:lang w:val="bg-BG"/>
        </w:rPr>
      </w:pPr>
    </w:p>
    <w:sectPr w:rsidR="00967CC5" w:rsidRPr="00310810" w:rsidSect="001D0500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851" w:right="1134" w:bottom="1418" w:left="1276" w:header="680" w:footer="42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A8BD3D" w14:textId="77777777" w:rsidR="007E1A3D" w:rsidRDefault="007E1A3D">
      <w:r>
        <w:separator/>
      </w:r>
    </w:p>
  </w:endnote>
  <w:endnote w:type="continuationSeparator" w:id="0">
    <w:p w14:paraId="1FF42EF7" w14:textId="77777777" w:rsidR="007E1A3D" w:rsidRDefault="007E1A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987672" w14:textId="77777777" w:rsidR="005E20FD" w:rsidRDefault="005E20FD" w:rsidP="00C3734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204DAF8" w14:textId="77777777" w:rsidR="005E20FD" w:rsidRDefault="005E20FD" w:rsidP="00C3734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F763E7" w14:textId="7DDA2E87" w:rsidR="005E20FD" w:rsidRPr="00713EC9" w:rsidRDefault="005E20FD" w:rsidP="00C37346">
    <w:pPr>
      <w:pStyle w:val="Footer"/>
      <w:framePr w:wrap="around" w:vAnchor="text" w:hAnchor="margin" w:xAlign="right" w:y="1"/>
      <w:rPr>
        <w:rStyle w:val="PageNumber"/>
        <w:sz w:val="18"/>
      </w:rPr>
    </w:pPr>
    <w:r w:rsidRPr="00713EC9">
      <w:rPr>
        <w:rStyle w:val="PageNumber"/>
        <w:sz w:val="18"/>
      </w:rPr>
      <w:fldChar w:fldCharType="begin"/>
    </w:r>
    <w:r w:rsidRPr="00713EC9">
      <w:rPr>
        <w:rStyle w:val="PageNumber"/>
        <w:sz w:val="18"/>
      </w:rPr>
      <w:instrText xml:space="preserve">PAGE  </w:instrText>
    </w:r>
    <w:r w:rsidRPr="00713EC9">
      <w:rPr>
        <w:rStyle w:val="PageNumber"/>
        <w:sz w:val="18"/>
      </w:rPr>
      <w:fldChar w:fldCharType="separate"/>
    </w:r>
    <w:r w:rsidR="00CB6742">
      <w:rPr>
        <w:rStyle w:val="PageNumber"/>
        <w:noProof/>
        <w:sz w:val="18"/>
      </w:rPr>
      <w:t>7</w:t>
    </w:r>
    <w:r w:rsidRPr="00713EC9">
      <w:rPr>
        <w:rStyle w:val="PageNumber"/>
        <w:sz w:val="18"/>
      </w:rPr>
      <w:fldChar w:fldCharType="end"/>
    </w:r>
  </w:p>
  <w:p w14:paraId="317454A5" w14:textId="77777777" w:rsidR="005E20FD" w:rsidRPr="00D21DBD" w:rsidRDefault="005E20FD" w:rsidP="008931E5">
    <w:pPr>
      <w:jc w:val="center"/>
      <w:rPr>
        <w:rFonts w:ascii="Verdana" w:hAnsi="Verdana"/>
        <w:noProof/>
        <w:sz w:val="16"/>
        <w:szCs w:val="16"/>
        <w:lang w:val="ru-RU" w:eastAsia="bg-BG"/>
      </w:rPr>
    </w:pPr>
    <w:r w:rsidRPr="00D21DBD">
      <w:rPr>
        <w:rFonts w:ascii="Verdana" w:hAnsi="Verdana"/>
        <w:noProof/>
        <w:sz w:val="16"/>
        <w:szCs w:val="16"/>
        <w:lang w:val="ru-RU" w:eastAsia="bg-BG"/>
      </w:rPr>
      <w:t>гр. София 1000, бул. "Витоша" №4, ет.6; https://www.mzh.government.bg/ODZ-Sofiaoblast/bg/Home.aspx</w:t>
    </w:r>
  </w:p>
  <w:p w14:paraId="56E005B9" w14:textId="77777777" w:rsidR="005E20FD" w:rsidRPr="00D21DBD" w:rsidRDefault="005E20FD" w:rsidP="008931E5">
    <w:pPr>
      <w:jc w:val="center"/>
      <w:rPr>
        <w:rFonts w:ascii="Verdana" w:hAnsi="Verdana"/>
        <w:noProof/>
        <w:sz w:val="16"/>
        <w:szCs w:val="16"/>
        <w:lang w:val="ru-RU" w:eastAsia="bg-BG"/>
      </w:rPr>
    </w:pPr>
    <w:r w:rsidRPr="00D21DBD">
      <w:rPr>
        <w:rFonts w:ascii="Verdana" w:hAnsi="Verdana"/>
        <w:noProof/>
        <w:sz w:val="16"/>
        <w:szCs w:val="16"/>
        <w:lang w:val="ru-RU" w:eastAsia="bg-BG"/>
      </w:rPr>
      <w:t>тел:(+3592) 419 70 20, e-mail: odzg_sfoblast@mzh.government.bg</w:t>
    </w:r>
  </w:p>
  <w:p w14:paraId="4542867E" w14:textId="77777777" w:rsidR="005E20FD" w:rsidRPr="00835BBA" w:rsidRDefault="005E20FD" w:rsidP="008931E5">
    <w:pPr>
      <w:ind w:right="360"/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8A9A0F" w14:textId="77777777" w:rsidR="005E20FD" w:rsidRPr="00D21DBD" w:rsidRDefault="005E20FD" w:rsidP="00C364AB">
    <w:pPr>
      <w:jc w:val="center"/>
      <w:rPr>
        <w:rFonts w:ascii="Verdana" w:hAnsi="Verdana"/>
        <w:noProof/>
        <w:sz w:val="16"/>
        <w:szCs w:val="16"/>
        <w:lang w:val="ru-RU" w:eastAsia="bg-BG"/>
      </w:rPr>
    </w:pPr>
    <w:r w:rsidRPr="00D21DBD">
      <w:rPr>
        <w:rFonts w:ascii="Verdana" w:hAnsi="Verdana"/>
        <w:noProof/>
        <w:sz w:val="16"/>
        <w:szCs w:val="16"/>
        <w:lang w:val="ru-RU" w:eastAsia="bg-BG"/>
      </w:rPr>
      <w:t>гр. София 1000, бул. "Витоша" №4, ет.6; https://www.mzh.government.bg/ODZ-Sofiaoblast/bg/Home.aspx</w:t>
    </w:r>
  </w:p>
  <w:p w14:paraId="37450A51" w14:textId="77777777" w:rsidR="005E20FD" w:rsidRPr="00D21DBD" w:rsidRDefault="005E20FD" w:rsidP="00C364AB">
    <w:pPr>
      <w:jc w:val="center"/>
      <w:rPr>
        <w:rFonts w:ascii="Verdana" w:hAnsi="Verdana"/>
        <w:noProof/>
        <w:sz w:val="16"/>
        <w:szCs w:val="16"/>
        <w:lang w:val="ru-RU" w:eastAsia="bg-BG"/>
      </w:rPr>
    </w:pPr>
    <w:r w:rsidRPr="00D21DBD">
      <w:rPr>
        <w:rFonts w:ascii="Verdana" w:hAnsi="Verdana"/>
        <w:noProof/>
        <w:sz w:val="16"/>
        <w:szCs w:val="16"/>
        <w:lang w:val="ru-RU" w:eastAsia="bg-BG"/>
      </w:rPr>
      <w:t>тел:(+3592) 419 70 20,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3F3C98" w14:textId="77777777" w:rsidR="007E1A3D" w:rsidRDefault="007E1A3D">
      <w:r>
        <w:separator/>
      </w:r>
    </w:p>
  </w:footnote>
  <w:footnote w:type="continuationSeparator" w:id="0">
    <w:p w14:paraId="5AD1D180" w14:textId="77777777" w:rsidR="007E1A3D" w:rsidRDefault="007E1A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42F5F3" w14:textId="650D7F73" w:rsidR="005E20FD" w:rsidRPr="005B69F7" w:rsidRDefault="005E20FD" w:rsidP="005B69F7">
    <w:pPr>
      <w:pStyle w:val="Heading2"/>
      <w:rPr>
        <w:rStyle w:val="Emphasis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7216" behindDoc="0" locked="0" layoutInCell="1" allowOverlap="1" wp14:anchorId="0199BD3D" wp14:editId="487C5674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0" b="0"/>
          <wp:wrapSquare wrapText="bothSides"/>
          <wp:docPr id="1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7E23395" w14:textId="0498BA1D" w:rsidR="005E20FD" w:rsidRPr="005B69F7" w:rsidRDefault="005E20FD" w:rsidP="00D21DBD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mc:AlternateContent>
        <mc:Choice Requires="wps">
          <w:drawing>
            <wp:anchor distT="0" distB="0" distL="114299" distR="114299" simplePos="0" relativeHeight="251658240" behindDoc="0" locked="0" layoutInCell="1" allowOverlap="1" wp14:anchorId="01FD6FA2" wp14:editId="17A3998B">
              <wp:simplePos x="0" y="0"/>
              <wp:positionH relativeFrom="column">
                <wp:posOffset>666276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type w14:anchorId="0716AF0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2.45pt;margin-top:.65pt;width:0;height:48.2pt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14:paraId="7BE1BFD4" w14:textId="7AAB406F" w:rsidR="005E20FD" w:rsidRPr="0023186B" w:rsidRDefault="005E20FD" w:rsidP="00D21DBD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CA3258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и храните</w:t>
    </w:r>
  </w:p>
  <w:p w14:paraId="1E892D04" w14:textId="1DEBEC1D" w:rsidR="005E20FD" w:rsidRPr="00983B22" w:rsidRDefault="005E20FD" w:rsidP="00D21DBD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>Областна дирекция „Земеделие” – София област</w:t>
    </w:r>
  </w:p>
  <w:p w14:paraId="0F90B5D1" w14:textId="77777777" w:rsidR="005E20FD" w:rsidRPr="00983B22" w:rsidRDefault="005E20FD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362"/>
    <w:rsid w:val="00004F45"/>
    <w:rsid w:val="00013A9F"/>
    <w:rsid w:val="00020405"/>
    <w:rsid w:val="00031A1D"/>
    <w:rsid w:val="00042E4A"/>
    <w:rsid w:val="0009344D"/>
    <w:rsid w:val="00094932"/>
    <w:rsid w:val="000A519D"/>
    <w:rsid w:val="000A73DC"/>
    <w:rsid w:val="000C2C0E"/>
    <w:rsid w:val="000C5047"/>
    <w:rsid w:val="000E2804"/>
    <w:rsid w:val="000E46A8"/>
    <w:rsid w:val="000F3798"/>
    <w:rsid w:val="000F691D"/>
    <w:rsid w:val="00116081"/>
    <w:rsid w:val="0011621C"/>
    <w:rsid w:val="00127F9D"/>
    <w:rsid w:val="0013647C"/>
    <w:rsid w:val="00137F32"/>
    <w:rsid w:val="00155469"/>
    <w:rsid w:val="00157D1E"/>
    <w:rsid w:val="001616F6"/>
    <w:rsid w:val="00164A60"/>
    <w:rsid w:val="00167D62"/>
    <w:rsid w:val="001738C2"/>
    <w:rsid w:val="00173A32"/>
    <w:rsid w:val="001850C9"/>
    <w:rsid w:val="001860A7"/>
    <w:rsid w:val="001A06E4"/>
    <w:rsid w:val="001A1BA3"/>
    <w:rsid w:val="001A1C66"/>
    <w:rsid w:val="001A2134"/>
    <w:rsid w:val="001A28F0"/>
    <w:rsid w:val="001B4BA5"/>
    <w:rsid w:val="001D0500"/>
    <w:rsid w:val="001E18E8"/>
    <w:rsid w:val="001F1012"/>
    <w:rsid w:val="001F5264"/>
    <w:rsid w:val="0020653E"/>
    <w:rsid w:val="00212573"/>
    <w:rsid w:val="00225E60"/>
    <w:rsid w:val="00226449"/>
    <w:rsid w:val="00227215"/>
    <w:rsid w:val="0023186B"/>
    <w:rsid w:val="00236727"/>
    <w:rsid w:val="0024276E"/>
    <w:rsid w:val="002522D6"/>
    <w:rsid w:val="002639F4"/>
    <w:rsid w:val="00266D04"/>
    <w:rsid w:val="002725F6"/>
    <w:rsid w:val="00291BDD"/>
    <w:rsid w:val="00296C8F"/>
    <w:rsid w:val="002A10AF"/>
    <w:rsid w:val="002A55CD"/>
    <w:rsid w:val="002C0EE7"/>
    <w:rsid w:val="002C5874"/>
    <w:rsid w:val="002D3AFE"/>
    <w:rsid w:val="002D3B8A"/>
    <w:rsid w:val="002E25EF"/>
    <w:rsid w:val="002E37B1"/>
    <w:rsid w:val="002F2872"/>
    <w:rsid w:val="003015D9"/>
    <w:rsid w:val="00310810"/>
    <w:rsid w:val="003140CD"/>
    <w:rsid w:val="00316D26"/>
    <w:rsid w:val="00322DEA"/>
    <w:rsid w:val="00325630"/>
    <w:rsid w:val="0033321F"/>
    <w:rsid w:val="00334F0E"/>
    <w:rsid w:val="003361C6"/>
    <w:rsid w:val="00343C03"/>
    <w:rsid w:val="00345A2F"/>
    <w:rsid w:val="0035293A"/>
    <w:rsid w:val="00352944"/>
    <w:rsid w:val="00355EDA"/>
    <w:rsid w:val="0035766D"/>
    <w:rsid w:val="003601F1"/>
    <w:rsid w:val="003813FC"/>
    <w:rsid w:val="00382A94"/>
    <w:rsid w:val="0038518E"/>
    <w:rsid w:val="003A6165"/>
    <w:rsid w:val="003A7442"/>
    <w:rsid w:val="003B6B61"/>
    <w:rsid w:val="003C2E20"/>
    <w:rsid w:val="003D27F5"/>
    <w:rsid w:val="003D29F1"/>
    <w:rsid w:val="003D48FB"/>
    <w:rsid w:val="003E0E80"/>
    <w:rsid w:val="003E24D6"/>
    <w:rsid w:val="003E309D"/>
    <w:rsid w:val="003E4807"/>
    <w:rsid w:val="003E7141"/>
    <w:rsid w:val="003F12AE"/>
    <w:rsid w:val="00401145"/>
    <w:rsid w:val="0040496B"/>
    <w:rsid w:val="004114B6"/>
    <w:rsid w:val="0042599A"/>
    <w:rsid w:val="00430352"/>
    <w:rsid w:val="0043766A"/>
    <w:rsid w:val="00443D11"/>
    <w:rsid w:val="00446795"/>
    <w:rsid w:val="00451B49"/>
    <w:rsid w:val="00453581"/>
    <w:rsid w:val="00454CDE"/>
    <w:rsid w:val="00463733"/>
    <w:rsid w:val="00463C1A"/>
    <w:rsid w:val="00464B42"/>
    <w:rsid w:val="00471AF4"/>
    <w:rsid w:val="00496975"/>
    <w:rsid w:val="004A35CC"/>
    <w:rsid w:val="004B10BF"/>
    <w:rsid w:val="004C3144"/>
    <w:rsid w:val="004C4B62"/>
    <w:rsid w:val="004D6111"/>
    <w:rsid w:val="004E31E0"/>
    <w:rsid w:val="004E5FF6"/>
    <w:rsid w:val="004E6A06"/>
    <w:rsid w:val="004F50DC"/>
    <w:rsid w:val="004F5882"/>
    <w:rsid w:val="004F765C"/>
    <w:rsid w:val="0051429F"/>
    <w:rsid w:val="00522D1E"/>
    <w:rsid w:val="005246DE"/>
    <w:rsid w:val="00533524"/>
    <w:rsid w:val="00535A0F"/>
    <w:rsid w:val="00535D58"/>
    <w:rsid w:val="00535F7E"/>
    <w:rsid w:val="005379D0"/>
    <w:rsid w:val="00544517"/>
    <w:rsid w:val="005455E5"/>
    <w:rsid w:val="005604AC"/>
    <w:rsid w:val="00564A90"/>
    <w:rsid w:val="0057056E"/>
    <w:rsid w:val="005745ED"/>
    <w:rsid w:val="00575425"/>
    <w:rsid w:val="00576362"/>
    <w:rsid w:val="005812FB"/>
    <w:rsid w:val="0058230C"/>
    <w:rsid w:val="00592976"/>
    <w:rsid w:val="00596DB7"/>
    <w:rsid w:val="005A0D6A"/>
    <w:rsid w:val="005A2287"/>
    <w:rsid w:val="005A316B"/>
    <w:rsid w:val="005A3B17"/>
    <w:rsid w:val="005A42A6"/>
    <w:rsid w:val="005A4AF1"/>
    <w:rsid w:val="005B2632"/>
    <w:rsid w:val="005B4D1B"/>
    <w:rsid w:val="005B69F7"/>
    <w:rsid w:val="005C45C6"/>
    <w:rsid w:val="005D1D28"/>
    <w:rsid w:val="005D2C61"/>
    <w:rsid w:val="005D42C6"/>
    <w:rsid w:val="005D4B3F"/>
    <w:rsid w:val="005D7788"/>
    <w:rsid w:val="005E20FD"/>
    <w:rsid w:val="005E5F37"/>
    <w:rsid w:val="005F18B8"/>
    <w:rsid w:val="005F2352"/>
    <w:rsid w:val="005F3A9D"/>
    <w:rsid w:val="00600678"/>
    <w:rsid w:val="00602A0B"/>
    <w:rsid w:val="00605188"/>
    <w:rsid w:val="00606C01"/>
    <w:rsid w:val="00617A58"/>
    <w:rsid w:val="00623B38"/>
    <w:rsid w:val="00627662"/>
    <w:rsid w:val="0063213C"/>
    <w:rsid w:val="006359F1"/>
    <w:rsid w:val="00641A91"/>
    <w:rsid w:val="006434A5"/>
    <w:rsid w:val="00645F78"/>
    <w:rsid w:val="006542AC"/>
    <w:rsid w:val="00654315"/>
    <w:rsid w:val="006551EB"/>
    <w:rsid w:val="00665133"/>
    <w:rsid w:val="006655C6"/>
    <w:rsid w:val="00671B3F"/>
    <w:rsid w:val="006727E9"/>
    <w:rsid w:val="006871DF"/>
    <w:rsid w:val="00687C4C"/>
    <w:rsid w:val="00694953"/>
    <w:rsid w:val="00696864"/>
    <w:rsid w:val="006A3970"/>
    <w:rsid w:val="006A760F"/>
    <w:rsid w:val="006B0B9A"/>
    <w:rsid w:val="006B282B"/>
    <w:rsid w:val="006B7386"/>
    <w:rsid w:val="006C1BE4"/>
    <w:rsid w:val="006C5E63"/>
    <w:rsid w:val="006E1608"/>
    <w:rsid w:val="006E2F1D"/>
    <w:rsid w:val="006F0945"/>
    <w:rsid w:val="006F5952"/>
    <w:rsid w:val="006F68DD"/>
    <w:rsid w:val="00703AAB"/>
    <w:rsid w:val="00713EC9"/>
    <w:rsid w:val="00715C9E"/>
    <w:rsid w:val="007201AF"/>
    <w:rsid w:val="00723309"/>
    <w:rsid w:val="00724CF9"/>
    <w:rsid w:val="00724E5F"/>
    <w:rsid w:val="00734758"/>
    <w:rsid w:val="007354A2"/>
    <w:rsid w:val="00735898"/>
    <w:rsid w:val="00736645"/>
    <w:rsid w:val="00737F0F"/>
    <w:rsid w:val="00751C7B"/>
    <w:rsid w:val="00753FF4"/>
    <w:rsid w:val="00762DA8"/>
    <w:rsid w:val="00773977"/>
    <w:rsid w:val="00781F58"/>
    <w:rsid w:val="00785809"/>
    <w:rsid w:val="00787497"/>
    <w:rsid w:val="007947AE"/>
    <w:rsid w:val="007964C9"/>
    <w:rsid w:val="007A06D3"/>
    <w:rsid w:val="007A6290"/>
    <w:rsid w:val="007B4B8A"/>
    <w:rsid w:val="007D05C7"/>
    <w:rsid w:val="007D07CD"/>
    <w:rsid w:val="007D6450"/>
    <w:rsid w:val="007E1A3D"/>
    <w:rsid w:val="007E1E8A"/>
    <w:rsid w:val="007F3883"/>
    <w:rsid w:val="007F4B46"/>
    <w:rsid w:val="00800337"/>
    <w:rsid w:val="0080526F"/>
    <w:rsid w:val="00810556"/>
    <w:rsid w:val="0081080A"/>
    <w:rsid w:val="00812A88"/>
    <w:rsid w:val="00813E21"/>
    <w:rsid w:val="00822F7A"/>
    <w:rsid w:val="00823FF9"/>
    <w:rsid w:val="008318FA"/>
    <w:rsid w:val="008324AB"/>
    <w:rsid w:val="008328AA"/>
    <w:rsid w:val="00835BBA"/>
    <w:rsid w:val="0085348A"/>
    <w:rsid w:val="0086367E"/>
    <w:rsid w:val="00871654"/>
    <w:rsid w:val="00874B8B"/>
    <w:rsid w:val="00876A8D"/>
    <w:rsid w:val="00877785"/>
    <w:rsid w:val="00883AE2"/>
    <w:rsid w:val="00890060"/>
    <w:rsid w:val="008931E5"/>
    <w:rsid w:val="00893776"/>
    <w:rsid w:val="008A1BBB"/>
    <w:rsid w:val="008A25C1"/>
    <w:rsid w:val="008A57E9"/>
    <w:rsid w:val="008B0206"/>
    <w:rsid w:val="008B1300"/>
    <w:rsid w:val="008D2703"/>
    <w:rsid w:val="008E0E45"/>
    <w:rsid w:val="008E2957"/>
    <w:rsid w:val="008F3A6E"/>
    <w:rsid w:val="008F4B2A"/>
    <w:rsid w:val="008F7A88"/>
    <w:rsid w:val="0091297E"/>
    <w:rsid w:val="00931B42"/>
    <w:rsid w:val="00936425"/>
    <w:rsid w:val="00937D51"/>
    <w:rsid w:val="0094255C"/>
    <w:rsid w:val="00945150"/>
    <w:rsid w:val="00946D85"/>
    <w:rsid w:val="009568F1"/>
    <w:rsid w:val="00956CD8"/>
    <w:rsid w:val="00967CC5"/>
    <w:rsid w:val="00974546"/>
    <w:rsid w:val="009803EE"/>
    <w:rsid w:val="00983B22"/>
    <w:rsid w:val="00985484"/>
    <w:rsid w:val="00992DF8"/>
    <w:rsid w:val="00996A5D"/>
    <w:rsid w:val="0099762A"/>
    <w:rsid w:val="009A2BA7"/>
    <w:rsid w:val="009A45E8"/>
    <w:rsid w:val="009A49E5"/>
    <w:rsid w:val="009B3FDB"/>
    <w:rsid w:val="009B57C3"/>
    <w:rsid w:val="009C64B2"/>
    <w:rsid w:val="009D0F2C"/>
    <w:rsid w:val="009D1CD3"/>
    <w:rsid w:val="009D555E"/>
    <w:rsid w:val="009E7D8E"/>
    <w:rsid w:val="009F2A96"/>
    <w:rsid w:val="00A144F4"/>
    <w:rsid w:val="00A15B2B"/>
    <w:rsid w:val="00A22FCE"/>
    <w:rsid w:val="00A23BFD"/>
    <w:rsid w:val="00A2419F"/>
    <w:rsid w:val="00A27CA5"/>
    <w:rsid w:val="00A36C2A"/>
    <w:rsid w:val="00A45C80"/>
    <w:rsid w:val="00A56EBD"/>
    <w:rsid w:val="00A60928"/>
    <w:rsid w:val="00A64873"/>
    <w:rsid w:val="00A67727"/>
    <w:rsid w:val="00A74EBA"/>
    <w:rsid w:val="00A76A7D"/>
    <w:rsid w:val="00A76B02"/>
    <w:rsid w:val="00A806FD"/>
    <w:rsid w:val="00A838A3"/>
    <w:rsid w:val="00A908FE"/>
    <w:rsid w:val="00A92CFD"/>
    <w:rsid w:val="00AA37E5"/>
    <w:rsid w:val="00AB53BB"/>
    <w:rsid w:val="00AB7BD0"/>
    <w:rsid w:val="00AD13E8"/>
    <w:rsid w:val="00AD2747"/>
    <w:rsid w:val="00AD3A76"/>
    <w:rsid w:val="00AD6705"/>
    <w:rsid w:val="00AD6B30"/>
    <w:rsid w:val="00AD7D68"/>
    <w:rsid w:val="00AE6009"/>
    <w:rsid w:val="00B02AEB"/>
    <w:rsid w:val="00B14BA2"/>
    <w:rsid w:val="00B1614C"/>
    <w:rsid w:val="00B21D8A"/>
    <w:rsid w:val="00B23277"/>
    <w:rsid w:val="00B23EF6"/>
    <w:rsid w:val="00B33ACE"/>
    <w:rsid w:val="00B54180"/>
    <w:rsid w:val="00B65B7A"/>
    <w:rsid w:val="00B71426"/>
    <w:rsid w:val="00B76386"/>
    <w:rsid w:val="00B76B80"/>
    <w:rsid w:val="00B80440"/>
    <w:rsid w:val="00B92A9C"/>
    <w:rsid w:val="00B97B20"/>
    <w:rsid w:val="00BA3DAB"/>
    <w:rsid w:val="00BA5128"/>
    <w:rsid w:val="00BB37D0"/>
    <w:rsid w:val="00BC0B35"/>
    <w:rsid w:val="00BC45FC"/>
    <w:rsid w:val="00BC5E18"/>
    <w:rsid w:val="00BD1BCF"/>
    <w:rsid w:val="00BD5937"/>
    <w:rsid w:val="00BD6537"/>
    <w:rsid w:val="00BE215C"/>
    <w:rsid w:val="00BE4052"/>
    <w:rsid w:val="00BF3CD2"/>
    <w:rsid w:val="00C00904"/>
    <w:rsid w:val="00C02136"/>
    <w:rsid w:val="00C03845"/>
    <w:rsid w:val="00C06313"/>
    <w:rsid w:val="00C120B5"/>
    <w:rsid w:val="00C2374B"/>
    <w:rsid w:val="00C34BD9"/>
    <w:rsid w:val="00C34FAA"/>
    <w:rsid w:val="00C35665"/>
    <w:rsid w:val="00C364AB"/>
    <w:rsid w:val="00C37346"/>
    <w:rsid w:val="00C41B72"/>
    <w:rsid w:val="00C473A4"/>
    <w:rsid w:val="00C5665A"/>
    <w:rsid w:val="00C624E9"/>
    <w:rsid w:val="00C84C39"/>
    <w:rsid w:val="00C955B9"/>
    <w:rsid w:val="00CA17DF"/>
    <w:rsid w:val="00CA3258"/>
    <w:rsid w:val="00CA41E3"/>
    <w:rsid w:val="00CA7A14"/>
    <w:rsid w:val="00CB6742"/>
    <w:rsid w:val="00CC4D7C"/>
    <w:rsid w:val="00CC671B"/>
    <w:rsid w:val="00CD6A9A"/>
    <w:rsid w:val="00CE47C7"/>
    <w:rsid w:val="00CE5345"/>
    <w:rsid w:val="00CE78CA"/>
    <w:rsid w:val="00CF1702"/>
    <w:rsid w:val="00CF334D"/>
    <w:rsid w:val="00D00BD9"/>
    <w:rsid w:val="00D04E6A"/>
    <w:rsid w:val="00D063E4"/>
    <w:rsid w:val="00D10B5A"/>
    <w:rsid w:val="00D117C6"/>
    <w:rsid w:val="00D1214A"/>
    <w:rsid w:val="00D13F65"/>
    <w:rsid w:val="00D21DBD"/>
    <w:rsid w:val="00D259F5"/>
    <w:rsid w:val="00D30D14"/>
    <w:rsid w:val="00D450FA"/>
    <w:rsid w:val="00D514F6"/>
    <w:rsid w:val="00D57A2F"/>
    <w:rsid w:val="00D61AE4"/>
    <w:rsid w:val="00D71A31"/>
    <w:rsid w:val="00D724AC"/>
    <w:rsid w:val="00D72D28"/>
    <w:rsid w:val="00D742E5"/>
    <w:rsid w:val="00D7472F"/>
    <w:rsid w:val="00D767F3"/>
    <w:rsid w:val="00D81D3E"/>
    <w:rsid w:val="00D86621"/>
    <w:rsid w:val="00D86C51"/>
    <w:rsid w:val="00D94649"/>
    <w:rsid w:val="00D94EC1"/>
    <w:rsid w:val="00DA5FC2"/>
    <w:rsid w:val="00DA6215"/>
    <w:rsid w:val="00DB0831"/>
    <w:rsid w:val="00DB47C4"/>
    <w:rsid w:val="00DC07CF"/>
    <w:rsid w:val="00DD56FF"/>
    <w:rsid w:val="00DF7F89"/>
    <w:rsid w:val="00E01AD1"/>
    <w:rsid w:val="00E033AB"/>
    <w:rsid w:val="00E03AA7"/>
    <w:rsid w:val="00E126FA"/>
    <w:rsid w:val="00E14211"/>
    <w:rsid w:val="00E14AEE"/>
    <w:rsid w:val="00E237A5"/>
    <w:rsid w:val="00E276F4"/>
    <w:rsid w:val="00E52E11"/>
    <w:rsid w:val="00E5612F"/>
    <w:rsid w:val="00E5627C"/>
    <w:rsid w:val="00E61682"/>
    <w:rsid w:val="00E6220A"/>
    <w:rsid w:val="00E71875"/>
    <w:rsid w:val="00E71BA4"/>
    <w:rsid w:val="00E7445E"/>
    <w:rsid w:val="00E76BF6"/>
    <w:rsid w:val="00E919DA"/>
    <w:rsid w:val="00EA3B1F"/>
    <w:rsid w:val="00EA778C"/>
    <w:rsid w:val="00EB4DB7"/>
    <w:rsid w:val="00EB63E3"/>
    <w:rsid w:val="00EE1A25"/>
    <w:rsid w:val="00EE2FF9"/>
    <w:rsid w:val="00EF61F2"/>
    <w:rsid w:val="00F06BC9"/>
    <w:rsid w:val="00F23266"/>
    <w:rsid w:val="00F377D5"/>
    <w:rsid w:val="00F37E58"/>
    <w:rsid w:val="00F44F89"/>
    <w:rsid w:val="00F50BB4"/>
    <w:rsid w:val="00F62E21"/>
    <w:rsid w:val="00F63931"/>
    <w:rsid w:val="00F670A1"/>
    <w:rsid w:val="00F72CF1"/>
    <w:rsid w:val="00F7674E"/>
    <w:rsid w:val="00F76E03"/>
    <w:rsid w:val="00F77810"/>
    <w:rsid w:val="00F95DCD"/>
    <w:rsid w:val="00FA10EE"/>
    <w:rsid w:val="00FA4106"/>
    <w:rsid w:val="00FA5F3B"/>
    <w:rsid w:val="00FB2631"/>
    <w:rsid w:val="00FB3A94"/>
    <w:rsid w:val="00FB775A"/>
    <w:rsid w:val="00FC7984"/>
    <w:rsid w:val="00FD129D"/>
    <w:rsid w:val="00FE4761"/>
    <w:rsid w:val="00FF13DE"/>
    <w:rsid w:val="00FF295F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  <w14:docId w14:val="6E040A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13A9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3"/>
    <w:uiPriority w:val="99"/>
    <w:semiHidden/>
    <w:unhideWhenUsed/>
    <w:rsid w:val="005A2287"/>
  </w:style>
  <w:style w:type="numbering" w:customStyle="1" w:styleId="NoList2">
    <w:name w:val="No List2"/>
    <w:next w:val="ListNo3"/>
    <w:uiPriority w:val="99"/>
    <w:semiHidden/>
    <w:unhideWhenUsed/>
    <w:rsid w:val="00EE2FF9"/>
  </w:style>
  <w:style w:type="character" w:styleId="PageNumber">
    <w:name w:val="page number"/>
    <w:basedOn w:val="DefaultParagraphFont"/>
    <w:rsid w:val="00C37346"/>
  </w:style>
  <w:style w:type="character" w:styleId="FollowedHyperlink">
    <w:name w:val="FollowedHyperlink"/>
    <w:uiPriority w:val="99"/>
    <w:unhideWhenUsed/>
    <w:rsid w:val="00382A94"/>
    <w:rPr>
      <w:color w:val="800080"/>
      <w:u w:val="single"/>
    </w:rPr>
  </w:style>
  <w:style w:type="paragraph" w:customStyle="1" w:styleId="xl65">
    <w:name w:val="xl65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66">
    <w:name w:val="xl66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9">
    <w:name w:val="xl69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1">
    <w:name w:val="xl71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1">
    <w:name w:val="xl61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2">
    <w:name w:val="xl62"/>
    <w:basedOn w:val="Normal"/>
    <w:rsid w:val="002272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63">
    <w:name w:val="xl63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4">
    <w:name w:val="xl64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108">
    <w:name w:val="xl108"/>
    <w:basedOn w:val="Normal"/>
    <w:rsid w:val="00B92A9C"/>
    <w:pPr>
      <w:spacing w:before="100" w:beforeAutospacing="1" w:after="100" w:afterAutospacing="1"/>
      <w:jc w:val="center"/>
    </w:pPr>
  </w:style>
  <w:style w:type="paragraph" w:customStyle="1" w:styleId="xl109">
    <w:name w:val="xl109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0">
    <w:name w:val="xl110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3">
    <w:name w:val="xl113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4">
    <w:name w:val="xl114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5">
    <w:name w:val="xl115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7">
    <w:name w:val="xl117"/>
    <w:basedOn w:val="Normal"/>
    <w:rsid w:val="00B92A9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8">
    <w:name w:val="xl118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9">
    <w:name w:val="xl119"/>
    <w:basedOn w:val="Normal"/>
    <w:rsid w:val="00B92A9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0">
    <w:name w:val="xl120"/>
    <w:basedOn w:val="Normal"/>
    <w:rsid w:val="00B92A9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1">
    <w:name w:val="xl121"/>
    <w:basedOn w:val="Normal"/>
    <w:rsid w:val="00B92A9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6">
    <w:name w:val="xl106"/>
    <w:basedOn w:val="Normal"/>
    <w:rsid w:val="00360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107">
    <w:name w:val="xl107"/>
    <w:basedOn w:val="Normal"/>
    <w:rsid w:val="003601F1"/>
    <w:pPr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122">
    <w:name w:val="xl122"/>
    <w:basedOn w:val="Normal"/>
    <w:rsid w:val="003601F1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msonormal0">
    <w:name w:val="msonormal"/>
    <w:basedOn w:val="Normal"/>
    <w:rsid w:val="00C03845"/>
    <w:pPr>
      <w:spacing w:before="100" w:beforeAutospacing="1" w:after="100" w:afterAutospacing="1"/>
    </w:pPr>
    <w:rPr>
      <w:lang w:val="bg-BG" w:eastAsia="bg-BG"/>
    </w:rPr>
  </w:style>
  <w:style w:type="paragraph" w:customStyle="1" w:styleId="font5">
    <w:name w:val="font5"/>
    <w:basedOn w:val="Normal"/>
    <w:rsid w:val="00C03845"/>
    <w:pPr>
      <w:spacing w:before="100" w:beforeAutospacing="1" w:after="100" w:afterAutospacing="1"/>
    </w:pPr>
    <w:rPr>
      <w:color w:val="000000"/>
      <w:lang w:val="bg-BG" w:eastAsia="bg-BG"/>
    </w:rPr>
  </w:style>
  <w:style w:type="paragraph" w:customStyle="1" w:styleId="font6">
    <w:name w:val="font6"/>
    <w:basedOn w:val="Normal"/>
    <w:rsid w:val="00C03845"/>
    <w:pPr>
      <w:spacing w:before="100" w:beforeAutospacing="1" w:after="100" w:afterAutospacing="1"/>
    </w:pPr>
    <w:rPr>
      <w:b/>
      <w:bCs/>
      <w:color w:val="000000"/>
      <w:sz w:val="18"/>
      <w:szCs w:val="18"/>
      <w:lang w:val="bg-BG" w:eastAsia="bg-BG"/>
    </w:rPr>
  </w:style>
  <w:style w:type="paragraph" w:customStyle="1" w:styleId="xl72">
    <w:name w:val="xl72"/>
    <w:basedOn w:val="Normal"/>
    <w:rsid w:val="00C03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  <w:lang w:val="bg-BG" w:eastAsia="bg-BG"/>
    </w:rPr>
  </w:style>
  <w:style w:type="paragraph" w:customStyle="1" w:styleId="xl73">
    <w:name w:val="xl73"/>
    <w:basedOn w:val="Normal"/>
    <w:rsid w:val="00C03845"/>
    <w:pPr>
      <w:spacing w:before="100" w:beforeAutospacing="1" w:after="100" w:afterAutospacing="1"/>
    </w:pPr>
    <w:rPr>
      <w:b/>
      <w:bCs/>
      <w:lang w:val="bg-BG" w:eastAsia="bg-BG"/>
    </w:rPr>
  </w:style>
  <w:style w:type="paragraph" w:customStyle="1" w:styleId="xl74">
    <w:name w:val="xl74"/>
    <w:basedOn w:val="Normal"/>
    <w:rsid w:val="00C03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lang w:val="bg-BG" w:eastAsia="bg-BG"/>
    </w:rPr>
  </w:style>
  <w:style w:type="paragraph" w:customStyle="1" w:styleId="xl75">
    <w:name w:val="xl75"/>
    <w:basedOn w:val="Normal"/>
    <w:rsid w:val="00C03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  <w:lang w:val="bg-BG" w:eastAsia="bg-BG"/>
    </w:rPr>
  </w:style>
  <w:style w:type="paragraph" w:customStyle="1" w:styleId="xl76">
    <w:name w:val="xl76"/>
    <w:basedOn w:val="Normal"/>
    <w:rsid w:val="00E919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bg-BG" w:eastAsia="bg-BG"/>
    </w:rPr>
  </w:style>
  <w:style w:type="paragraph" w:customStyle="1" w:styleId="xl78">
    <w:name w:val="xl78"/>
    <w:basedOn w:val="Normal"/>
    <w:rsid w:val="00E919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  <w:lang w:val="bg-BG" w:eastAsia="bg-BG"/>
    </w:rPr>
  </w:style>
  <w:style w:type="paragraph" w:customStyle="1" w:styleId="xl79">
    <w:name w:val="xl79"/>
    <w:basedOn w:val="Normal"/>
    <w:rsid w:val="00E919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80">
    <w:name w:val="xl80"/>
    <w:basedOn w:val="Normal"/>
    <w:rsid w:val="00E919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  <w:lang w:val="bg-BG" w:eastAsia="bg-BG"/>
    </w:rPr>
  </w:style>
  <w:style w:type="paragraph" w:customStyle="1" w:styleId="xl77">
    <w:name w:val="xl77"/>
    <w:basedOn w:val="Normal"/>
    <w:rsid w:val="00D724A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13A9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3"/>
    <w:uiPriority w:val="99"/>
    <w:semiHidden/>
    <w:unhideWhenUsed/>
    <w:rsid w:val="005A2287"/>
  </w:style>
  <w:style w:type="numbering" w:customStyle="1" w:styleId="NoList2">
    <w:name w:val="No List2"/>
    <w:next w:val="ListNo3"/>
    <w:uiPriority w:val="99"/>
    <w:semiHidden/>
    <w:unhideWhenUsed/>
    <w:rsid w:val="00EE2FF9"/>
  </w:style>
  <w:style w:type="character" w:styleId="PageNumber">
    <w:name w:val="page number"/>
    <w:basedOn w:val="DefaultParagraphFont"/>
    <w:rsid w:val="00C37346"/>
  </w:style>
  <w:style w:type="character" w:styleId="FollowedHyperlink">
    <w:name w:val="FollowedHyperlink"/>
    <w:uiPriority w:val="99"/>
    <w:unhideWhenUsed/>
    <w:rsid w:val="00382A94"/>
    <w:rPr>
      <w:color w:val="800080"/>
      <w:u w:val="single"/>
    </w:rPr>
  </w:style>
  <w:style w:type="paragraph" w:customStyle="1" w:styleId="xl65">
    <w:name w:val="xl65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66">
    <w:name w:val="xl66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9">
    <w:name w:val="xl69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1">
    <w:name w:val="xl71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1">
    <w:name w:val="xl61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2">
    <w:name w:val="xl62"/>
    <w:basedOn w:val="Normal"/>
    <w:rsid w:val="002272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63">
    <w:name w:val="xl63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4">
    <w:name w:val="xl64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108">
    <w:name w:val="xl108"/>
    <w:basedOn w:val="Normal"/>
    <w:rsid w:val="00B92A9C"/>
    <w:pPr>
      <w:spacing w:before="100" w:beforeAutospacing="1" w:after="100" w:afterAutospacing="1"/>
      <w:jc w:val="center"/>
    </w:pPr>
  </w:style>
  <w:style w:type="paragraph" w:customStyle="1" w:styleId="xl109">
    <w:name w:val="xl109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0">
    <w:name w:val="xl110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3">
    <w:name w:val="xl113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4">
    <w:name w:val="xl114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5">
    <w:name w:val="xl115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7">
    <w:name w:val="xl117"/>
    <w:basedOn w:val="Normal"/>
    <w:rsid w:val="00B92A9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8">
    <w:name w:val="xl118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9">
    <w:name w:val="xl119"/>
    <w:basedOn w:val="Normal"/>
    <w:rsid w:val="00B92A9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0">
    <w:name w:val="xl120"/>
    <w:basedOn w:val="Normal"/>
    <w:rsid w:val="00B92A9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1">
    <w:name w:val="xl121"/>
    <w:basedOn w:val="Normal"/>
    <w:rsid w:val="00B92A9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6">
    <w:name w:val="xl106"/>
    <w:basedOn w:val="Normal"/>
    <w:rsid w:val="00360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107">
    <w:name w:val="xl107"/>
    <w:basedOn w:val="Normal"/>
    <w:rsid w:val="003601F1"/>
    <w:pPr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122">
    <w:name w:val="xl122"/>
    <w:basedOn w:val="Normal"/>
    <w:rsid w:val="003601F1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msonormal0">
    <w:name w:val="msonormal"/>
    <w:basedOn w:val="Normal"/>
    <w:rsid w:val="00C03845"/>
    <w:pPr>
      <w:spacing w:before="100" w:beforeAutospacing="1" w:after="100" w:afterAutospacing="1"/>
    </w:pPr>
    <w:rPr>
      <w:lang w:val="bg-BG" w:eastAsia="bg-BG"/>
    </w:rPr>
  </w:style>
  <w:style w:type="paragraph" w:customStyle="1" w:styleId="font5">
    <w:name w:val="font5"/>
    <w:basedOn w:val="Normal"/>
    <w:rsid w:val="00C03845"/>
    <w:pPr>
      <w:spacing w:before="100" w:beforeAutospacing="1" w:after="100" w:afterAutospacing="1"/>
    </w:pPr>
    <w:rPr>
      <w:color w:val="000000"/>
      <w:lang w:val="bg-BG" w:eastAsia="bg-BG"/>
    </w:rPr>
  </w:style>
  <w:style w:type="paragraph" w:customStyle="1" w:styleId="font6">
    <w:name w:val="font6"/>
    <w:basedOn w:val="Normal"/>
    <w:rsid w:val="00C03845"/>
    <w:pPr>
      <w:spacing w:before="100" w:beforeAutospacing="1" w:after="100" w:afterAutospacing="1"/>
    </w:pPr>
    <w:rPr>
      <w:b/>
      <w:bCs/>
      <w:color w:val="000000"/>
      <w:sz w:val="18"/>
      <w:szCs w:val="18"/>
      <w:lang w:val="bg-BG" w:eastAsia="bg-BG"/>
    </w:rPr>
  </w:style>
  <w:style w:type="paragraph" w:customStyle="1" w:styleId="xl72">
    <w:name w:val="xl72"/>
    <w:basedOn w:val="Normal"/>
    <w:rsid w:val="00C03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  <w:lang w:val="bg-BG" w:eastAsia="bg-BG"/>
    </w:rPr>
  </w:style>
  <w:style w:type="paragraph" w:customStyle="1" w:styleId="xl73">
    <w:name w:val="xl73"/>
    <w:basedOn w:val="Normal"/>
    <w:rsid w:val="00C03845"/>
    <w:pPr>
      <w:spacing w:before="100" w:beforeAutospacing="1" w:after="100" w:afterAutospacing="1"/>
    </w:pPr>
    <w:rPr>
      <w:b/>
      <w:bCs/>
      <w:lang w:val="bg-BG" w:eastAsia="bg-BG"/>
    </w:rPr>
  </w:style>
  <w:style w:type="paragraph" w:customStyle="1" w:styleId="xl74">
    <w:name w:val="xl74"/>
    <w:basedOn w:val="Normal"/>
    <w:rsid w:val="00C03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lang w:val="bg-BG" w:eastAsia="bg-BG"/>
    </w:rPr>
  </w:style>
  <w:style w:type="paragraph" w:customStyle="1" w:styleId="xl75">
    <w:name w:val="xl75"/>
    <w:basedOn w:val="Normal"/>
    <w:rsid w:val="00C03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  <w:lang w:val="bg-BG" w:eastAsia="bg-BG"/>
    </w:rPr>
  </w:style>
  <w:style w:type="paragraph" w:customStyle="1" w:styleId="xl76">
    <w:name w:val="xl76"/>
    <w:basedOn w:val="Normal"/>
    <w:rsid w:val="00E919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bg-BG" w:eastAsia="bg-BG"/>
    </w:rPr>
  </w:style>
  <w:style w:type="paragraph" w:customStyle="1" w:styleId="xl78">
    <w:name w:val="xl78"/>
    <w:basedOn w:val="Normal"/>
    <w:rsid w:val="00E919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  <w:lang w:val="bg-BG" w:eastAsia="bg-BG"/>
    </w:rPr>
  </w:style>
  <w:style w:type="paragraph" w:customStyle="1" w:styleId="xl79">
    <w:name w:val="xl79"/>
    <w:basedOn w:val="Normal"/>
    <w:rsid w:val="00E919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80">
    <w:name w:val="xl80"/>
    <w:basedOn w:val="Normal"/>
    <w:rsid w:val="00E919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  <w:lang w:val="bg-BG" w:eastAsia="bg-BG"/>
    </w:rPr>
  </w:style>
  <w:style w:type="paragraph" w:customStyle="1" w:styleId="xl77">
    <w:name w:val="xl77"/>
    <w:basedOn w:val="Normal"/>
    <w:rsid w:val="00D724A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6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3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2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7</TotalTime>
  <Pages>7</Pages>
  <Words>1949</Words>
  <Characters>11113</Characters>
  <Application>Microsoft Office Word</Application>
  <DocSecurity>0</DocSecurity>
  <Lines>92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13036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7</cp:revision>
  <cp:lastPrinted>2023-12-19T07:37:00Z</cp:lastPrinted>
  <dcterms:created xsi:type="dcterms:W3CDTF">2023-12-18T11:10:00Z</dcterms:created>
  <dcterms:modified xsi:type="dcterms:W3CDTF">2023-12-19T07:38:00Z</dcterms:modified>
</cp:coreProperties>
</file>