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A759D" w14:textId="77777777" w:rsidR="00812A88" w:rsidRDefault="005F2352" w:rsidP="003E4807">
      <w:pPr>
        <w:ind w:left="2160" w:firstLine="720"/>
        <w:rPr>
          <w:b/>
          <w:sz w:val="32"/>
        </w:rPr>
      </w:pPr>
      <w:r>
        <w:rPr>
          <w:b/>
          <w:sz w:val="32"/>
        </w:rPr>
        <w:t xml:space="preserve">  </w:t>
      </w:r>
    </w:p>
    <w:p w14:paraId="67E8C83A" w14:textId="77777777" w:rsidR="00D063E4" w:rsidRDefault="00D063E4" w:rsidP="001860A7">
      <w:pPr>
        <w:jc w:val="both"/>
        <w:rPr>
          <w:lang w:val="bg-BG"/>
        </w:rPr>
      </w:pPr>
    </w:p>
    <w:p w14:paraId="36B247E0" w14:textId="77777777" w:rsidR="00274F0F" w:rsidRDefault="00274F0F" w:rsidP="00274F0F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707C3F94" w14:textId="77777777" w:rsidR="00274F0F" w:rsidRDefault="00274F0F" w:rsidP="00274F0F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ПО-09-5933-3</w:t>
      </w:r>
    </w:p>
    <w:p w14:paraId="699FFD7C" w14:textId="439355D7" w:rsidR="00274F0F" w:rsidRDefault="00D91607" w:rsidP="00274F0F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София, 07</w:t>
      </w:r>
      <w:r w:rsidR="00274F0F">
        <w:rPr>
          <w:b/>
          <w:lang w:val="bg-BG"/>
        </w:rPr>
        <w:t>.12.202</w:t>
      </w:r>
      <w:r w:rsidR="00274F0F">
        <w:rPr>
          <w:b/>
        </w:rPr>
        <w:t>3</w:t>
      </w:r>
      <w:r w:rsidR="00274F0F">
        <w:rPr>
          <w:b/>
          <w:lang w:val="bg-BG"/>
        </w:rPr>
        <w:t xml:space="preserve">г.  </w:t>
      </w:r>
    </w:p>
    <w:p w14:paraId="39CC6D77" w14:textId="77777777" w:rsidR="00274F0F" w:rsidRDefault="00274F0F" w:rsidP="00274F0F">
      <w:pPr>
        <w:jc w:val="both"/>
        <w:rPr>
          <w:lang w:val="bg-BG"/>
        </w:rPr>
      </w:pPr>
    </w:p>
    <w:p w14:paraId="24BC459E" w14:textId="77777777" w:rsidR="00274F0F" w:rsidRDefault="00274F0F" w:rsidP="00274F0F">
      <w:pPr>
        <w:jc w:val="both"/>
        <w:rPr>
          <w:lang w:val="bg-BG"/>
        </w:rPr>
      </w:pPr>
    </w:p>
    <w:p w14:paraId="65C78581" w14:textId="77777777" w:rsidR="00274F0F" w:rsidRPr="00B16FBD" w:rsidRDefault="00274F0F" w:rsidP="00274F0F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32598E2A" w14:textId="77777777" w:rsidR="00274F0F" w:rsidRDefault="00274F0F" w:rsidP="00274F0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27E1CB3D" w14:textId="77777777" w:rsidR="003262F5" w:rsidRPr="00B16FBD" w:rsidRDefault="003262F5" w:rsidP="00274F0F">
      <w:pPr>
        <w:jc w:val="center"/>
        <w:rPr>
          <w:b/>
          <w:lang w:val="bg-BG"/>
        </w:rPr>
      </w:pPr>
    </w:p>
    <w:p w14:paraId="30AFB51B" w14:textId="77777777" w:rsidR="00274F0F" w:rsidRDefault="00274F0F" w:rsidP="00274F0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Радотина, ЕКАТТЕ 61594,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Ботевград,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 1 от ЗСПЗЗ за календарната 202</w:t>
      </w:r>
      <w:r>
        <w:t>4</w:t>
      </w:r>
      <w:r>
        <w:rPr>
          <w:lang w:val="bg-BG"/>
        </w:rPr>
        <w:t xml:space="preserve"> година.</w:t>
      </w:r>
    </w:p>
    <w:p w14:paraId="5FC38A19" w14:textId="77777777" w:rsidR="00274F0F" w:rsidRDefault="00274F0F" w:rsidP="00274F0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6B95D13F" w14:textId="77777777" w:rsidR="00274F0F" w:rsidRDefault="00274F0F" w:rsidP="00274F0F">
      <w:pPr>
        <w:jc w:val="both"/>
        <w:rPr>
          <w:lang w:val="bg-BG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851"/>
        <w:gridCol w:w="1843"/>
        <w:gridCol w:w="992"/>
        <w:gridCol w:w="1276"/>
      </w:tblGrid>
      <w:tr w:rsidR="00274F0F" w:rsidRPr="00D724AC" w14:paraId="5E847133" w14:textId="77777777" w:rsidTr="00BF5A31">
        <w:trPr>
          <w:cantSplit/>
          <w:trHeight w:val="885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5ADD" w14:textId="77777777" w:rsidR="00274F0F" w:rsidRPr="00D724AC" w:rsidRDefault="00274F0F" w:rsidP="00BF5A3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CF97" w14:textId="77777777" w:rsidR="00274F0F" w:rsidRPr="00D724AC" w:rsidRDefault="00274F0F" w:rsidP="00BF5A3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Масив №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B9EB5" w14:textId="77777777" w:rsidR="00274F0F" w:rsidRPr="00D724AC" w:rsidRDefault="00274F0F" w:rsidP="00BF5A3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Имот по чл. 37ж, ал. 5 от ЗСПЗЗ</w:t>
            </w:r>
          </w:p>
        </w:tc>
      </w:tr>
      <w:tr w:rsidR="00274F0F" w:rsidRPr="00D724AC" w14:paraId="3A704263" w14:textId="77777777" w:rsidTr="00BF5A31">
        <w:trPr>
          <w:trHeight w:val="915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79D80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20786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77939" w14:textId="77777777" w:rsidR="00274F0F" w:rsidRPr="00D724AC" w:rsidRDefault="00274F0F" w:rsidP="00BF5A3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23582" w14:textId="77777777" w:rsidR="00274F0F" w:rsidRPr="00D724AC" w:rsidRDefault="00274F0F" w:rsidP="00BF5A3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Площ 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7FBD" w14:textId="77777777" w:rsidR="00274F0F" w:rsidRPr="00D724AC" w:rsidRDefault="00274F0F" w:rsidP="00BF5A3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Дължимо рентно плащане в лева</w:t>
            </w:r>
          </w:p>
        </w:tc>
      </w:tr>
      <w:tr w:rsidR="00274F0F" w:rsidRPr="00D724AC" w14:paraId="5251D0DD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FA9C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2158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FF5C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43C5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CA5C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58.52</w:t>
            </w:r>
          </w:p>
        </w:tc>
      </w:tr>
      <w:tr w:rsidR="00274F0F" w:rsidRPr="00D724AC" w14:paraId="05F47AB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67FE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D38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8E0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6DE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C66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64.02</w:t>
            </w:r>
          </w:p>
        </w:tc>
      </w:tr>
      <w:tr w:rsidR="00274F0F" w:rsidRPr="00D724AC" w14:paraId="2304891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5760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DF4C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A1B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D4D3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7048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29.36</w:t>
            </w:r>
          </w:p>
        </w:tc>
      </w:tr>
      <w:tr w:rsidR="00274F0F" w:rsidRPr="00D724AC" w14:paraId="4B53BF1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914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1B99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E3C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3E51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8C1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27.49</w:t>
            </w:r>
          </w:p>
        </w:tc>
      </w:tr>
      <w:tr w:rsidR="00274F0F" w:rsidRPr="00D724AC" w14:paraId="1ED44C35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135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F15E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90CF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96A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B40D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19.98</w:t>
            </w:r>
          </w:p>
        </w:tc>
      </w:tr>
      <w:tr w:rsidR="00274F0F" w:rsidRPr="00D724AC" w14:paraId="1E828CA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C52A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18B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F4A9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C77B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975A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16.62</w:t>
            </w:r>
          </w:p>
        </w:tc>
      </w:tr>
      <w:tr w:rsidR="00274F0F" w:rsidRPr="00D724AC" w14:paraId="3D2876F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A195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9F29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BA31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208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8314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13.98</w:t>
            </w:r>
          </w:p>
        </w:tc>
      </w:tr>
      <w:tr w:rsidR="00274F0F" w:rsidRPr="00D724AC" w14:paraId="6C5A3D1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7F42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F99D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DED7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B49E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E861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10.06</w:t>
            </w:r>
          </w:p>
        </w:tc>
      </w:tr>
      <w:tr w:rsidR="00274F0F" w:rsidRPr="00D724AC" w14:paraId="693013C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E84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E43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02E8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61C1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1059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46.00</w:t>
            </w:r>
          </w:p>
        </w:tc>
      </w:tr>
      <w:tr w:rsidR="00274F0F" w:rsidRPr="00D724AC" w14:paraId="78735C4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45DE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B31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C78B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F6FF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69FF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21.95</w:t>
            </w:r>
          </w:p>
        </w:tc>
      </w:tr>
      <w:tr w:rsidR="00274F0F" w:rsidRPr="00D724AC" w14:paraId="323E5D7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9288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4973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8E5A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048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9820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80.01</w:t>
            </w:r>
          </w:p>
        </w:tc>
      </w:tr>
      <w:tr w:rsidR="00274F0F" w:rsidRPr="00D724AC" w14:paraId="502D8FB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3D7E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D70B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9C2C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1D27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2E87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31.34</w:t>
            </w:r>
          </w:p>
        </w:tc>
      </w:tr>
      <w:tr w:rsidR="00274F0F" w:rsidRPr="00D724AC" w14:paraId="2005640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E97C5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1674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4C2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9B4C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91CE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80.26</w:t>
            </w:r>
          </w:p>
        </w:tc>
      </w:tr>
      <w:tr w:rsidR="00274F0F" w:rsidRPr="00D724AC" w14:paraId="5A71D33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BA2F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5EB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72D2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D4A9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D5D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79.98</w:t>
            </w:r>
          </w:p>
        </w:tc>
      </w:tr>
      <w:tr w:rsidR="00274F0F" w:rsidRPr="00D724AC" w14:paraId="054E989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0134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197F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9A0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1E59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E28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59.98</w:t>
            </w:r>
          </w:p>
        </w:tc>
      </w:tr>
      <w:tr w:rsidR="00274F0F" w:rsidRPr="00D724AC" w14:paraId="0576867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293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75A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33F4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E50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0DE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49.98</w:t>
            </w:r>
          </w:p>
        </w:tc>
      </w:tr>
      <w:tr w:rsidR="00274F0F" w:rsidRPr="00D724AC" w14:paraId="2D801C0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1C03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7421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0275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993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C8D9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39.98</w:t>
            </w:r>
          </w:p>
        </w:tc>
      </w:tr>
      <w:tr w:rsidR="00274F0F" w:rsidRPr="00D724AC" w14:paraId="46CFFC0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08B18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4DAE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FB3A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CDE2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40E2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39.97</w:t>
            </w:r>
          </w:p>
        </w:tc>
      </w:tr>
      <w:tr w:rsidR="00274F0F" w:rsidRPr="00D724AC" w14:paraId="5C505E8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3ACB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6007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B8A4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909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FCF4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67.81</w:t>
            </w:r>
          </w:p>
        </w:tc>
      </w:tr>
      <w:tr w:rsidR="00274F0F" w:rsidRPr="00D724AC" w14:paraId="326B0E9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BC5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1E24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3656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506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0CD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19.98</w:t>
            </w:r>
          </w:p>
        </w:tc>
      </w:tr>
      <w:tr w:rsidR="00274F0F" w:rsidRPr="00D724AC" w14:paraId="5EFC662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735E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BAD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372F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F1AF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70E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53.96</w:t>
            </w:r>
          </w:p>
        </w:tc>
      </w:tr>
      <w:tr w:rsidR="00274F0F" w:rsidRPr="00D724AC" w14:paraId="092FFB1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75D5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28B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B067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2F09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E55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49.96</w:t>
            </w:r>
          </w:p>
        </w:tc>
      </w:tr>
      <w:tr w:rsidR="00274F0F" w:rsidRPr="00D724AC" w14:paraId="24C102CD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DD0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EEFD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01F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578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A0C9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49.96</w:t>
            </w:r>
          </w:p>
        </w:tc>
      </w:tr>
      <w:tr w:rsidR="00274F0F" w:rsidRPr="00D724AC" w14:paraId="7A70EAD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2A1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BC5D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17FA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B0C8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B546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72.34</w:t>
            </w:r>
          </w:p>
        </w:tc>
      </w:tr>
      <w:tr w:rsidR="00274F0F" w:rsidRPr="00D724AC" w14:paraId="640E40C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D7578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06E1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D092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4127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5A3E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33.97</w:t>
            </w:r>
          </w:p>
        </w:tc>
      </w:tr>
      <w:tr w:rsidR="00274F0F" w:rsidRPr="00D724AC" w14:paraId="7EEBA639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87E18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A2A1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D09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B34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4974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49.98</w:t>
            </w:r>
          </w:p>
        </w:tc>
      </w:tr>
      <w:tr w:rsidR="00274F0F" w:rsidRPr="00D724AC" w14:paraId="03B9D78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4E47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E07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73D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294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D030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29.98</w:t>
            </w:r>
          </w:p>
        </w:tc>
      </w:tr>
      <w:tr w:rsidR="00274F0F" w:rsidRPr="00D724AC" w14:paraId="29CB475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ECBB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B5C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C5BE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E60C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421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137.41</w:t>
            </w:r>
          </w:p>
        </w:tc>
      </w:tr>
      <w:tr w:rsidR="00274F0F" w:rsidRPr="00D724AC" w14:paraId="45D5520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BF2E5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40C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C5A2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682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B451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115.08</w:t>
            </w:r>
          </w:p>
        </w:tc>
      </w:tr>
      <w:tr w:rsidR="00274F0F" w:rsidRPr="00D724AC" w14:paraId="71681B55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A60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"АГРОБУЛДИН"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89D0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EA8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D7CA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F7E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69.67</w:t>
            </w:r>
          </w:p>
        </w:tc>
      </w:tr>
      <w:tr w:rsidR="00274F0F" w:rsidRPr="00D724AC" w14:paraId="398F96E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D7CCC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96DC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4888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6E08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75.979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0CFC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1519.57</w:t>
            </w:r>
          </w:p>
        </w:tc>
      </w:tr>
      <w:tr w:rsidR="00274F0F" w:rsidRPr="00D724AC" w14:paraId="3AB4BD8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E9B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E19F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723C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527B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28DB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21.58</w:t>
            </w:r>
          </w:p>
        </w:tc>
      </w:tr>
      <w:tr w:rsidR="00274F0F" w:rsidRPr="00D724AC" w14:paraId="20B9D6F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395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D83A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292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6CF4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9922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20.47</w:t>
            </w:r>
          </w:p>
        </w:tc>
      </w:tr>
      <w:tr w:rsidR="00274F0F" w:rsidRPr="00D724AC" w14:paraId="2DBE2B8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821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879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754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34BA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A59A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9.87</w:t>
            </w:r>
          </w:p>
        </w:tc>
      </w:tr>
      <w:tr w:rsidR="00274F0F" w:rsidRPr="00D724AC" w14:paraId="17D0A3F6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93F1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9D7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A4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9440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CBF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</w:t>
            </w:r>
          </w:p>
        </w:tc>
      </w:tr>
      <w:tr w:rsidR="00274F0F" w:rsidRPr="00D724AC" w14:paraId="3F69720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CBD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DD44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5D9A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7D9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F49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56.14</w:t>
            </w:r>
          </w:p>
        </w:tc>
      </w:tr>
      <w:tr w:rsidR="00274F0F" w:rsidRPr="00D724AC" w14:paraId="7B0A964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7D49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3E6E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EB07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CE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78F2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34.05</w:t>
            </w:r>
          </w:p>
        </w:tc>
      </w:tr>
      <w:tr w:rsidR="00274F0F" w:rsidRPr="00D724AC" w14:paraId="6AD6AEE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482A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51E8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1F7E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AD0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3B1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19.01</w:t>
            </w:r>
          </w:p>
        </w:tc>
      </w:tr>
      <w:tr w:rsidR="00274F0F" w:rsidRPr="00D724AC" w14:paraId="5FD48589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0D40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39B3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6521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1BC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BE0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9.05</w:t>
            </w:r>
          </w:p>
        </w:tc>
      </w:tr>
      <w:tr w:rsidR="00274F0F" w:rsidRPr="00D724AC" w14:paraId="5B7949CD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B4EE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0F85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3C80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E2EC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626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40.00</w:t>
            </w:r>
          </w:p>
        </w:tc>
      </w:tr>
      <w:tr w:rsidR="00274F0F" w:rsidRPr="00D724AC" w14:paraId="26A89D5D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358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E959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9C9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B71E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C90B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39.99</w:t>
            </w:r>
          </w:p>
        </w:tc>
      </w:tr>
      <w:tr w:rsidR="00274F0F" w:rsidRPr="00D724AC" w14:paraId="0EA4E4C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9CD4E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5FEF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3AE4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11A5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BE82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19.98</w:t>
            </w:r>
          </w:p>
        </w:tc>
      </w:tr>
      <w:tr w:rsidR="00274F0F" w:rsidRPr="00D724AC" w14:paraId="084AD6F5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94EE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4DEF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B7F6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3770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ADF0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16.00</w:t>
            </w:r>
          </w:p>
        </w:tc>
      </w:tr>
      <w:tr w:rsidR="00274F0F" w:rsidRPr="00D724AC" w14:paraId="3D5F0919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1D1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DC0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A451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87F2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3F80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51.29</w:t>
            </w:r>
          </w:p>
        </w:tc>
      </w:tr>
      <w:tr w:rsidR="00274F0F" w:rsidRPr="00D724AC" w14:paraId="2988582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D4E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87E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8644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C6FE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F46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8.62</w:t>
            </w:r>
          </w:p>
        </w:tc>
      </w:tr>
      <w:tr w:rsidR="00274F0F" w:rsidRPr="00D724AC" w14:paraId="1640708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900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6D4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FA7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C472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2652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39.45</w:t>
            </w:r>
          </w:p>
        </w:tc>
      </w:tr>
      <w:tr w:rsidR="00274F0F" w:rsidRPr="00D724AC" w14:paraId="3155A8E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A43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D9C2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A3F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0BA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90C3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29.98</w:t>
            </w:r>
          </w:p>
        </w:tc>
      </w:tr>
      <w:tr w:rsidR="00274F0F" w:rsidRPr="00D724AC" w14:paraId="47F8557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DEF2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D66D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299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C27E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3A7C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14.18</w:t>
            </w:r>
          </w:p>
        </w:tc>
      </w:tr>
      <w:tr w:rsidR="00274F0F" w:rsidRPr="00D724AC" w14:paraId="42C0A72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447D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5F6F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09AC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F9D5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3D7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5.78</w:t>
            </w:r>
          </w:p>
        </w:tc>
      </w:tr>
      <w:tr w:rsidR="00274F0F" w:rsidRPr="00D724AC" w14:paraId="35ADA31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9F4E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8CB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74A2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5B0A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7171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48.21</w:t>
            </w:r>
          </w:p>
        </w:tc>
      </w:tr>
      <w:tr w:rsidR="00274F0F" w:rsidRPr="00D724AC" w14:paraId="4525B3A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5E1F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FD2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546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A73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167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2.23</w:t>
            </w:r>
          </w:p>
        </w:tc>
      </w:tr>
      <w:tr w:rsidR="00274F0F" w:rsidRPr="00D724AC" w14:paraId="12BBD84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92BB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FBBF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B9F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9350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35B2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111.43</w:t>
            </w:r>
          </w:p>
        </w:tc>
      </w:tr>
      <w:tr w:rsidR="00274F0F" w:rsidRPr="00D724AC" w14:paraId="45E6F57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50D1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3D10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7AD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0A76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2183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37.61</w:t>
            </w:r>
          </w:p>
        </w:tc>
      </w:tr>
      <w:tr w:rsidR="00274F0F" w:rsidRPr="00D724AC" w14:paraId="2637B1A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35D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16D5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D6BD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EF5E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BFD0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34.61</w:t>
            </w:r>
          </w:p>
        </w:tc>
      </w:tr>
      <w:tr w:rsidR="00274F0F" w:rsidRPr="00D724AC" w14:paraId="3E61BB4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7ADB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FE89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BFCD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0BA1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342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11.16</w:t>
            </w:r>
          </w:p>
        </w:tc>
      </w:tr>
      <w:tr w:rsidR="00274F0F" w:rsidRPr="00D724AC" w14:paraId="57D56DE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624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A66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5D2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2AEC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8140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7.74</w:t>
            </w:r>
          </w:p>
        </w:tc>
      </w:tr>
      <w:tr w:rsidR="00274F0F" w:rsidRPr="00D724AC" w14:paraId="3F0616F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AEC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DDD4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E63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F562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9A46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5.88</w:t>
            </w:r>
          </w:p>
        </w:tc>
      </w:tr>
      <w:tr w:rsidR="00274F0F" w:rsidRPr="00D724AC" w14:paraId="5EBF0A6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C812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3E3E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ADED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F59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D8C6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17.82</w:t>
            </w:r>
          </w:p>
        </w:tc>
      </w:tr>
      <w:tr w:rsidR="00274F0F" w:rsidRPr="00D724AC" w14:paraId="0728C49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EEED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0E7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D87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6DA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24F4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69.89</w:t>
            </w:r>
          </w:p>
        </w:tc>
      </w:tr>
      <w:tr w:rsidR="00274F0F" w:rsidRPr="00D724AC" w14:paraId="6F8998D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BA91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3442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97F3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2BAB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21F5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68.68</w:t>
            </w:r>
          </w:p>
        </w:tc>
      </w:tr>
      <w:tr w:rsidR="00274F0F" w:rsidRPr="00D724AC" w14:paraId="00156C9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A0F9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5857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515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9E1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1AAE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55.71</w:t>
            </w:r>
          </w:p>
        </w:tc>
      </w:tr>
      <w:tr w:rsidR="00274F0F" w:rsidRPr="00D724AC" w14:paraId="4B082A3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3B3E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1978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2ED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23C3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D97D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46.28</w:t>
            </w:r>
          </w:p>
        </w:tc>
      </w:tr>
      <w:tr w:rsidR="00274F0F" w:rsidRPr="00D724AC" w14:paraId="36F0D9D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6E0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495F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966D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B1E9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19AE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40.12</w:t>
            </w:r>
          </w:p>
        </w:tc>
      </w:tr>
      <w:tr w:rsidR="00274F0F" w:rsidRPr="00D724AC" w14:paraId="2A47E34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247A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49CA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98BB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441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B51A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40.00</w:t>
            </w:r>
          </w:p>
        </w:tc>
      </w:tr>
      <w:tr w:rsidR="00274F0F" w:rsidRPr="00D724AC" w14:paraId="580A370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63D4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9E47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F4BC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A70D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1C1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30.12</w:t>
            </w:r>
          </w:p>
        </w:tc>
      </w:tr>
      <w:tr w:rsidR="00274F0F" w:rsidRPr="00D724AC" w14:paraId="105CA1A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186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ED92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7E0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CF2B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76A0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29.97</w:t>
            </w:r>
          </w:p>
        </w:tc>
      </w:tr>
      <w:tr w:rsidR="00274F0F" w:rsidRPr="00D724AC" w14:paraId="0FAF08A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2A3A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9CD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A1B9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1DD0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451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20.17</w:t>
            </w:r>
          </w:p>
        </w:tc>
      </w:tr>
      <w:tr w:rsidR="00274F0F" w:rsidRPr="00D724AC" w14:paraId="1F3713E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CAAB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E0E7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DB8D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98A4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25D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20.00</w:t>
            </w:r>
          </w:p>
        </w:tc>
      </w:tr>
      <w:tr w:rsidR="00274F0F" w:rsidRPr="00D724AC" w14:paraId="2C3FECD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34F4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404E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D8DD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6CB6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693C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20.00</w:t>
            </w:r>
          </w:p>
        </w:tc>
      </w:tr>
      <w:tr w:rsidR="00274F0F" w:rsidRPr="00D724AC" w14:paraId="67DEF7B6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F31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4E7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13A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8B5E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164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20.00</w:t>
            </w:r>
          </w:p>
        </w:tc>
      </w:tr>
      <w:tr w:rsidR="00274F0F" w:rsidRPr="00D724AC" w14:paraId="0948012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1F15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54B0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B7DD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7937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05D4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15.62</w:t>
            </w:r>
          </w:p>
        </w:tc>
      </w:tr>
      <w:tr w:rsidR="00274F0F" w:rsidRPr="00D724AC" w14:paraId="7416CE8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024A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A25E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DF57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E1C6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3D31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14.44</w:t>
            </w:r>
          </w:p>
        </w:tc>
      </w:tr>
      <w:tr w:rsidR="00274F0F" w:rsidRPr="00D724AC" w14:paraId="516C439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D3C4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F1F2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BECF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DD37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61DA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11.59</w:t>
            </w:r>
          </w:p>
        </w:tc>
      </w:tr>
      <w:tr w:rsidR="00274F0F" w:rsidRPr="00D724AC" w14:paraId="56A927C9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9F35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9114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54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00F1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0DBB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21.85</w:t>
            </w:r>
          </w:p>
        </w:tc>
      </w:tr>
      <w:tr w:rsidR="00274F0F" w:rsidRPr="00D724AC" w14:paraId="14015A7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8280E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5795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4A7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F5A4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61.947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635F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1238.95</w:t>
            </w:r>
          </w:p>
        </w:tc>
      </w:tr>
      <w:tr w:rsidR="00274F0F" w:rsidRPr="00D724AC" w14:paraId="68691FA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7516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9D62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367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B31B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F4C9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35.34</w:t>
            </w:r>
          </w:p>
        </w:tc>
      </w:tr>
      <w:tr w:rsidR="00274F0F" w:rsidRPr="00D724AC" w14:paraId="0CDB226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046B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6071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BD08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BC7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6014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34.96</w:t>
            </w:r>
          </w:p>
        </w:tc>
      </w:tr>
      <w:tr w:rsidR="00274F0F" w:rsidRPr="00D724AC" w14:paraId="7CC7464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2E88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FAEE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6AE2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4429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AA0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34.88</w:t>
            </w:r>
          </w:p>
        </w:tc>
      </w:tr>
      <w:tr w:rsidR="00274F0F" w:rsidRPr="00D724AC" w14:paraId="6160567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18C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6A38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C109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6351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CBE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21.98</w:t>
            </w:r>
          </w:p>
        </w:tc>
      </w:tr>
      <w:tr w:rsidR="00274F0F" w:rsidRPr="00D724AC" w14:paraId="3711629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3255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822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024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BA2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E723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56.00</w:t>
            </w:r>
          </w:p>
        </w:tc>
      </w:tr>
      <w:tr w:rsidR="00274F0F" w:rsidRPr="00D724AC" w14:paraId="654E343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0A30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C4C9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41EE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1F45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4E9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39.98</w:t>
            </w:r>
          </w:p>
        </w:tc>
      </w:tr>
      <w:tr w:rsidR="00274F0F" w:rsidRPr="00D724AC" w14:paraId="45B70A0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71C7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B06C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0A19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403C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1048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33.75</w:t>
            </w:r>
          </w:p>
        </w:tc>
      </w:tr>
      <w:tr w:rsidR="00274F0F" w:rsidRPr="00D724AC" w14:paraId="572640D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92B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976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B10B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DB17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F2DA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30.00</w:t>
            </w:r>
          </w:p>
        </w:tc>
      </w:tr>
      <w:tr w:rsidR="00274F0F" w:rsidRPr="00D724AC" w14:paraId="40C30F9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18F2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CD2D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11A4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15F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EF8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20.20</w:t>
            </w:r>
          </w:p>
        </w:tc>
      </w:tr>
      <w:tr w:rsidR="00274F0F" w:rsidRPr="00D724AC" w14:paraId="3CA31F2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A163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B15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5E7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D6DC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91DA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19.70</w:t>
            </w:r>
          </w:p>
        </w:tc>
      </w:tr>
      <w:tr w:rsidR="00274F0F" w:rsidRPr="00D724AC" w14:paraId="55A63C9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F23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B0A6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B11F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E31C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8D73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14.00</w:t>
            </w:r>
          </w:p>
        </w:tc>
      </w:tr>
      <w:tr w:rsidR="00274F0F" w:rsidRPr="00D724AC" w14:paraId="48254C6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F493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9A7F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C88E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D540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1E8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1.79</w:t>
            </w:r>
          </w:p>
        </w:tc>
      </w:tr>
      <w:tr w:rsidR="00274F0F" w:rsidRPr="00D724AC" w14:paraId="53CE8666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FCF1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9C6B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DD8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8553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A2DD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0.64</w:t>
            </w:r>
          </w:p>
        </w:tc>
      </w:tr>
      <w:tr w:rsidR="00274F0F" w:rsidRPr="00D724AC" w14:paraId="7924A23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CE5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6F74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8916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E912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621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20.24</w:t>
            </w:r>
          </w:p>
        </w:tc>
      </w:tr>
      <w:tr w:rsidR="00274F0F" w:rsidRPr="00D724AC" w14:paraId="48E411F6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F95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103E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EB73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8E5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958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39.34</w:t>
            </w:r>
          </w:p>
        </w:tc>
      </w:tr>
      <w:tr w:rsidR="00274F0F" w:rsidRPr="00D724AC" w14:paraId="7BE6E1C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1E8A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"КАМАР ТРЕЙД"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62F4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1431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747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8FDA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17.82</w:t>
            </w:r>
          </w:p>
        </w:tc>
      </w:tr>
      <w:tr w:rsidR="00274F0F" w:rsidRPr="00D724AC" w14:paraId="56A48F9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F81E7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5E3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97D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716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21.031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EECF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420.62</w:t>
            </w:r>
          </w:p>
        </w:tc>
      </w:tr>
      <w:tr w:rsidR="00274F0F" w:rsidRPr="00D724AC" w14:paraId="444FFF9D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4D2D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МОНИКА КАЛИНОВА ЗАХАРИЕВА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882A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91BA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5F3F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039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54.05</w:t>
            </w:r>
          </w:p>
        </w:tc>
      </w:tr>
      <w:tr w:rsidR="00274F0F" w:rsidRPr="00D724AC" w14:paraId="575C053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E0D9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МОНИКА КАЛИНОВА ЗАХАРИЕВА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293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BD8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095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1F6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48.94</w:t>
            </w:r>
          </w:p>
        </w:tc>
      </w:tr>
      <w:tr w:rsidR="00274F0F" w:rsidRPr="00D724AC" w14:paraId="76A038F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FD3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МОНИКА КАЛИНОВА ЗАХАРИЕВА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E6EC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E60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11D3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B9BA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16.04</w:t>
            </w:r>
          </w:p>
        </w:tc>
      </w:tr>
      <w:tr w:rsidR="00274F0F" w:rsidRPr="00D724AC" w14:paraId="549ED6C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6B5B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МОНИКА КАЛИНОВА ЗАХАРИЕВА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556A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9977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55BF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1BF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14.02</w:t>
            </w:r>
          </w:p>
        </w:tc>
      </w:tr>
      <w:tr w:rsidR="00274F0F" w:rsidRPr="00D724AC" w14:paraId="0A05197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185E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МОНИКА КАЛИНОВА ЗАХАРИЕВА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B5F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0C9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94A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E147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10.06</w:t>
            </w:r>
          </w:p>
        </w:tc>
      </w:tr>
      <w:tr w:rsidR="00274F0F" w:rsidRPr="00D724AC" w14:paraId="659FAD0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EAF18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FDC6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7F79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372A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7.155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1DC5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143.10</w:t>
            </w:r>
          </w:p>
        </w:tc>
      </w:tr>
      <w:tr w:rsidR="00274F0F" w:rsidRPr="00D724AC" w14:paraId="6DCB731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CFBA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B61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C06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36E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88BE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55.14</w:t>
            </w:r>
          </w:p>
        </w:tc>
      </w:tr>
      <w:tr w:rsidR="00274F0F" w:rsidRPr="00D724AC" w14:paraId="313BC92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BC56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FC36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090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117A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4FC3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29.84</w:t>
            </w:r>
          </w:p>
        </w:tc>
      </w:tr>
      <w:tr w:rsidR="00274F0F" w:rsidRPr="00D724AC" w14:paraId="457044E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BA55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39C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44F0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AC6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357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13.17</w:t>
            </w:r>
          </w:p>
        </w:tc>
      </w:tr>
      <w:tr w:rsidR="00274F0F" w:rsidRPr="00D724AC" w14:paraId="4664391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0C7E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1F5A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9267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64CB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26D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12.82</w:t>
            </w:r>
          </w:p>
        </w:tc>
      </w:tr>
      <w:tr w:rsidR="00274F0F" w:rsidRPr="00D724AC" w14:paraId="04BA9E8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FBEB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345C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87C9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1A26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02C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11.55</w:t>
            </w:r>
          </w:p>
        </w:tc>
      </w:tr>
      <w:tr w:rsidR="00274F0F" w:rsidRPr="00D724AC" w14:paraId="44B5D5F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76A5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14F3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9B2F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2DB4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4470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6.36</w:t>
            </w:r>
          </w:p>
        </w:tc>
      </w:tr>
      <w:tr w:rsidR="00274F0F" w:rsidRPr="00D724AC" w14:paraId="6129463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D8F2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A077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D257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19C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AF1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4.73</w:t>
            </w:r>
          </w:p>
        </w:tc>
      </w:tr>
      <w:tr w:rsidR="00274F0F" w:rsidRPr="00D724AC" w14:paraId="78A05EE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B1E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488B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E5F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EEB5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7C57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51.76</w:t>
            </w:r>
          </w:p>
        </w:tc>
      </w:tr>
      <w:tr w:rsidR="00274F0F" w:rsidRPr="00D724AC" w14:paraId="7853E80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5552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08A9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93E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01FB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93E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99.83</w:t>
            </w:r>
          </w:p>
        </w:tc>
      </w:tr>
      <w:tr w:rsidR="00274F0F" w:rsidRPr="00D724AC" w14:paraId="1BE53AB6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8405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F24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3F2E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B331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477C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89.56</w:t>
            </w:r>
          </w:p>
        </w:tc>
      </w:tr>
      <w:tr w:rsidR="00274F0F" w:rsidRPr="00D724AC" w14:paraId="714A397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A0AFE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98E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B901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3B3F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32D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16.19</w:t>
            </w:r>
          </w:p>
        </w:tc>
      </w:tr>
      <w:tr w:rsidR="00274F0F" w:rsidRPr="00D724AC" w14:paraId="2F3723FA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BA8D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9AD1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2AC9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3F72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1B9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39.66</w:t>
            </w:r>
          </w:p>
        </w:tc>
      </w:tr>
      <w:tr w:rsidR="00274F0F" w:rsidRPr="00D724AC" w14:paraId="7B3ACD5B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FE4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7603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3A14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206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8CF7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12.01</w:t>
            </w:r>
          </w:p>
        </w:tc>
      </w:tr>
      <w:tr w:rsidR="00274F0F" w:rsidRPr="00D724AC" w14:paraId="23FD98F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1BD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8C8D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E990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A99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9A6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64.53</w:t>
            </w:r>
          </w:p>
        </w:tc>
      </w:tr>
      <w:tr w:rsidR="00274F0F" w:rsidRPr="00D724AC" w14:paraId="3F84A32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FCC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ADE8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75CB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045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F31C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21.99</w:t>
            </w:r>
          </w:p>
        </w:tc>
      </w:tr>
      <w:tr w:rsidR="00274F0F" w:rsidRPr="00D724AC" w14:paraId="3974A34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3506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F6AD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2662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62B9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3A4C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10.26</w:t>
            </w:r>
          </w:p>
        </w:tc>
      </w:tr>
      <w:tr w:rsidR="00274F0F" w:rsidRPr="00D724AC" w14:paraId="2C77D7F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9D8D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1042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927A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29A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0D7E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108.92</w:t>
            </w:r>
          </w:p>
        </w:tc>
      </w:tr>
      <w:tr w:rsidR="00274F0F" w:rsidRPr="00D724AC" w14:paraId="406D8BE9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5F6A8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4342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224C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860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AC82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16.81</w:t>
            </w:r>
          </w:p>
        </w:tc>
      </w:tr>
      <w:tr w:rsidR="00274F0F" w:rsidRPr="00D724AC" w14:paraId="5EA8594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3A4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2DA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34A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E41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7D0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53.88</w:t>
            </w:r>
          </w:p>
        </w:tc>
      </w:tr>
      <w:tr w:rsidR="00274F0F" w:rsidRPr="00D724AC" w14:paraId="200F868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0C5A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E50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C6C5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5899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52D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48.17</w:t>
            </w:r>
          </w:p>
        </w:tc>
      </w:tr>
      <w:tr w:rsidR="00274F0F" w:rsidRPr="00D724AC" w14:paraId="6B131F9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B818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B3C6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DA1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27CE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E11F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18.78</w:t>
            </w:r>
          </w:p>
        </w:tc>
      </w:tr>
      <w:tr w:rsidR="00274F0F" w:rsidRPr="00D724AC" w14:paraId="0E487AD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EA4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B7A8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8C45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03C8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FBF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12.47</w:t>
            </w:r>
          </w:p>
        </w:tc>
      </w:tr>
      <w:tr w:rsidR="00274F0F" w:rsidRPr="00D724AC" w14:paraId="323DC604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505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D149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AB4E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BAF0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7867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56.79</w:t>
            </w:r>
          </w:p>
        </w:tc>
      </w:tr>
      <w:tr w:rsidR="00274F0F" w:rsidRPr="00D724AC" w14:paraId="2E79879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251F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E066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842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807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734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24.93</w:t>
            </w:r>
          </w:p>
        </w:tc>
      </w:tr>
      <w:tr w:rsidR="00274F0F" w:rsidRPr="00D724AC" w14:paraId="500F6626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498E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D45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0380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A0D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11D5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7.31</w:t>
            </w:r>
          </w:p>
        </w:tc>
      </w:tr>
      <w:tr w:rsidR="00274F0F" w:rsidRPr="00D724AC" w14:paraId="552882AE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DF2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41D9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18D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9EAA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B884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5.31</w:t>
            </w:r>
          </w:p>
        </w:tc>
      </w:tr>
      <w:tr w:rsidR="00274F0F" w:rsidRPr="00D724AC" w14:paraId="065B58D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A3A7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6DE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1F0C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E4B5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E4FE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4.45</w:t>
            </w:r>
          </w:p>
        </w:tc>
      </w:tr>
      <w:tr w:rsidR="00274F0F" w:rsidRPr="00D724AC" w14:paraId="1BA1E75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D09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376E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8332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E4D5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8A2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3.66</w:t>
            </w:r>
          </w:p>
        </w:tc>
      </w:tr>
      <w:tr w:rsidR="00274F0F" w:rsidRPr="00D724AC" w14:paraId="1AF63483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39AF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CFD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13F1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E93A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4156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33.72</w:t>
            </w:r>
          </w:p>
        </w:tc>
      </w:tr>
      <w:tr w:rsidR="00274F0F" w:rsidRPr="00D724AC" w14:paraId="613FB9E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9577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1E5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D7D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D34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76378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20.56</w:t>
            </w:r>
          </w:p>
        </w:tc>
      </w:tr>
      <w:tr w:rsidR="00274F0F" w:rsidRPr="00D724AC" w14:paraId="69CDC90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8FF0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AD80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E8FB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B122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52DE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5.22</w:t>
            </w:r>
          </w:p>
        </w:tc>
      </w:tr>
      <w:tr w:rsidR="00274F0F" w:rsidRPr="00D724AC" w14:paraId="3A1AEB8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53B61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B00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15A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9783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B9E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4.25</w:t>
            </w:r>
          </w:p>
        </w:tc>
      </w:tr>
      <w:tr w:rsidR="00274F0F" w:rsidRPr="00D724AC" w14:paraId="504D984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79F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A061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7E9F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3AC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7289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</w:t>
            </w:r>
          </w:p>
        </w:tc>
      </w:tr>
      <w:tr w:rsidR="00274F0F" w:rsidRPr="00D724AC" w14:paraId="79CD1FEC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B633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B26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0ADC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8548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FD50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22.64</w:t>
            </w:r>
          </w:p>
        </w:tc>
      </w:tr>
      <w:tr w:rsidR="00274F0F" w:rsidRPr="00D724AC" w14:paraId="30F3BF12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9685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5AD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9A8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2541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1526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17.57</w:t>
            </w:r>
          </w:p>
        </w:tc>
      </w:tr>
      <w:tr w:rsidR="00274F0F" w:rsidRPr="00D724AC" w14:paraId="7D5CABEF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5D41B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6DCF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88CD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FA6AF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A899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116.52</w:t>
            </w:r>
          </w:p>
        </w:tc>
      </w:tr>
      <w:tr w:rsidR="00274F0F" w:rsidRPr="00D724AC" w14:paraId="0E925EC8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CE05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8496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79F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BD2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E1B3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97.00</w:t>
            </w:r>
          </w:p>
        </w:tc>
      </w:tr>
      <w:tr w:rsidR="00274F0F" w:rsidRPr="00D724AC" w14:paraId="4E7AA811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CE76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F5A5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5EED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88C5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C516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18.95</w:t>
            </w:r>
          </w:p>
        </w:tc>
      </w:tr>
      <w:tr w:rsidR="00274F0F" w:rsidRPr="00D724AC" w14:paraId="6BFCC7B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E65FF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BCEF7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F9FB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EFBF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5B77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9.42</w:t>
            </w:r>
          </w:p>
        </w:tc>
      </w:tr>
      <w:tr w:rsidR="00274F0F" w:rsidRPr="00D724AC" w14:paraId="6CC8B7B7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6B61C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291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7085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6C98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EA33A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1.75</w:t>
            </w:r>
          </w:p>
        </w:tc>
      </w:tr>
      <w:tr w:rsidR="00274F0F" w:rsidRPr="00D724AC" w14:paraId="009031F0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CEAE7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C90D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316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A664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14BB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78.64</w:t>
            </w:r>
          </w:p>
        </w:tc>
      </w:tr>
      <w:tr w:rsidR="00274F0F" w:rsidRPr="00D724AC" w14:paraId="0BC332CD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87C29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FFEA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9E042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61594.</w:t>
            </w: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FA4C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B29E6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59.84</w:t>
            </w:r>
          </w:p>
        </w:tc>
      </w:tr>
      <w:tr w:rsidR="00274F0F" w:rsidRPr="00D724AC" w14:paraId="18AA60D9" w14:textId="77777777" w:rsidTr="00BF5A31">
        <w:trPr>
          <w:cantSplit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9892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2906E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9F86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C29D8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DF871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69.363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0F100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1387.26</w:t>
            </w:r>
          </w:p>
        </w:tc>
      </w:tr>
      <w:tr w:rsidR="00274F0F" w:rsidRPr="00D724AC" w14:paraId="533CB6E2" w14:textId="77777777" w:rsidTr="00BF5A31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221F" w14:textId="77777777" w:rsidR="00274F0F" w:rsidRPr="00D724AC" w:rsidRDefault="00274F0F" w:rsidP="00BF5A3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землището (дка)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3EF6D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52594" w14:textId="77777777" w:rsidR="00274F0F" w:rsidRPr="00D724AC" w:rsidRDefault="00274F0F" w:rsidP="00BF5A31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F77B5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235.475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02589" w14:textId="77777777" w:rsidR="00274F0F" w:rsidRPr="00D724AC" w:rsidRDefault="00274F0F" w:rsidP="00BF5A3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724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4709.50</w:t>
            </w:r>
          </w:p>
        </w:tc>
      </w:tr>
    </w:tbl>
    <w:p w14:paraId="18B244C9" w14:textId="77777777" w:rsidR="003079F4" w:rsidRDefault="003079F4" w:rsidP="00274F0F">
      <w:pPr>
        <w:ind w:firstLine="720"/>
        <w:jc w:val="both"/>
        <w:rPr>
          <w:b/>
          <w:lang w:val="bg-BG"/>
        </w:rPr>
      </w:pPr>
    </w:p>
    <w:p w14:paraId="5B40EC31" w14:textId="77777777" w:rsidR="00274F0F" w:rsidRPr="00D92A91" w:rsidRDefault="00274F0F" w:rsidP="00274F0F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64B209D0" w14:textId="77777777" w:rsidR="00274F0F" w:rsidRPr="00BD6601" w:rsidRDefault="00274F0F" w:rsidP="00274F0F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1D2F4DA0" w14:textId="77777777" w:rsidR="00274F0F" w:rsidRDefault="00274F0F" w:rsidP="00274F0F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</w:t>
      </w:r>
      <w:r w:rsidRPr="007970E5">
        <w:rPr>
          <w:lang w:val="bg-BG"/>
        </w:rPr>
        <w:lastRenderedPageBreak/>
        <w:t xml:space="preserve">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3AC1BD88" w14:textId="77777777" w:rsidR="00274F0F" w:rsidRDefault="00274F0F" w:rsidP="00274F0F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Радотина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3590CC0B" w14:textId="77777777" w:rsidR="00274F0F" w:rsidRDefault="00274F0F" w:rsidP="00274F0F">
      <w:pPr>
        <w:ind w:firstLine="720"/>
        <w:jc w:val="both"/>
        <w:rPr>
          <w:lang w:val="bg-BG"/>
        </w:rPr>
      </w:pPr>
      <w:r>
        <w:rPr>
          <w:lang w:val="bg-BG"/>
        </w:rPr>
        <w:t>Контрол по изпълнението на заповедта възлагам на началника на Общинска служба по земеделие – гр. Ботевград.</w:t>
      </w:r>
    </w:p>
    <w:p w14:paraId="0EF0A056" w14:textId="77777777" w:rsidR="00274F0F" w:rsidRPr="000F6DCA" w:rsidRDefault="00274F0F" w:rsidP="00274F0F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4043AAA8" w14:textId="77777777" w:rsidR="00274F0F" w:rsidRDefault="00274F0F" w:rsidP="00274F0F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7EF6B755" w14:textId="77777777" w:rsidR="00274F0F" w:rsidRDefault="00274F0F" w:rsidP="00274F0F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59E442F2" w14:textId="77777777" w:rsidR="00274F0F" w:rsidRDefault="00274F0F" w:rsidP="00274F0F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24E91C8D" w14:textId="77777777" w:rsidR="00274F0F" w:rsidRPr="00FB7937" w:rsidRDefault="00274F0F" w:rsidP="00274F0F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1DF91083" w14:textId="77777777" w:rsidR="00274F0F" w:rsidRDefault="00274F0F" w:rsidP="00274F0F">
      <w:pPr>
        <w:ind w:firstLine="720"/>
        <w:jc w:val="both"/>
        <w:rPr>
          <w:b/>
          <w:lang w:val="bg-BG"/>
        </w:rPr>
      </w:pPr>
    </w:p>
    <w:p w14:paraId="38818D45" w14:textId="77777777" w:rsidR="003079F4" w:rsidRDefault="003079F4" w:rsidP="00274F0F">
      <w:pPr>
        <w:ind w:firstLine="720"/>
        <w:jc w:val="both"/>
        <w:rPr>
          <w:b/>
          <w:lang w:val="bg-BG"/>
        </w:rPr>
      </w:pPr>
    </w:p>
    <w:p w14:paraId="5D156436" w14:textId="77777777" w:rsidR="003079F4" w:rsidRDefault="003079F4" w:rsidP="00274F0F">
      <w:pPr>
        <w:ind w:firstLine="720"/>
        <w:jc w:val="both"/>
        <w:rPr>
          <w:b/>
          <w:lang w:val="bg-BG"/>
        </w:rPr>
      </w:pPr>
    </w:p>
    <w:p w14:paraId="76FB2969" w14:textId="77777777" w:rsidR="00274F0F" w:rsidRDefault="00274F0F" w:rsidP="00274F0F">
      <w:pPr>
        <w:rPr>
          <w:b/>
          <w:bCs/>
          <w:lang w:val="bg-BG"/>
        </w:rPr>
      </w:pPr>
    </w:p>
    <w:p w14:paraId="2B455215" w14:textId="77777777" w:rsidR="003079F4" w:rsidRDefault="003079F4" w:rsidP="00274F0F">
      <w:pPr>
        <w:rPr>
          <w:b/>
          <w:bCs/>
          <w:lang w:val="bg-BG"/>
        </w:rPr>
      </w:pPr>
    </w:p>
    <w:p w14:paraId="5C54385C" w14:textId="77777777" w:rsidR="00130B35" w:rsidRPr="00130B35" w:rsidRDefault="00130B35" w:rsidP="00130B35">
      <w:pPr>
        <w:rPr>
          <w:lang w:val="bg-BG"/>
        </w:rPr>
      </w:pPr>
    </w:p>
    <w:p w14:paraId="5EBE04DC" w14:textId="77777777" w:rsidR="00130B35" w:rsidRPr="00130B35" w:rsidRDefault="00130B35" w:rsidP="00130B35">
      <w:pPr>
        <w:rPr>
          <w:lang w:val="bg-BG"/>
        </w:rPr>
      </w:pPr>
    </w:p>
    <w:p w14:paraId="16812F29" w14:textId="3ACD513A" w:rsidR="00130B35" w:rsidRDefault="00130B35" w:rsidP="00130B35">
      <w:pPr>
        <w:rPr>
          <w:lang w:val="bg-BG"/>
        </w:rPr>
      </w:pPr>
    </w:p>
    <w:p w14:paraId="11022F19" w14:textId="14191A3B" w:rsidR="00130B35" w:rsidRPr="001109F0" w:rsidRDefault="00130B35" w:rsidP="00130B35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1109F0"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14:paraId="1BD58F27" w14:textId="77777777" w:rsidR="00130B35" w:rsidRPr="002D3133" w:rsidRDefault="00130B35" w:rsidP="00130B35">
      <w:pPr>
        <w:jc w:val="both"/>
        <w:rPr>
          <w:i/>
          <w:color w:val="000000" w:themeColor="text1"/>
        </w:rPr>
      </w:pPr>
    </w:p>
    <w:p w14:paraId="6AE18011" w14:textId="77777777" w:rsidR="00130B35" w:rsidRPr="002D3133" w:rsidRDefault="00130B35" w:rsidP="00130B35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14:paraId="67FAEF27" w14:textId="77777777" w:rsidR="00130B35" w:rsidRPr="002D3133" w:rsidRDefault="00130B35" w:rsidP="00130B35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14:paraId="20B5A96D" w14:textId="77777777" w:rsidR="00130B35" w:rsidRPr="002D3133" w:rsidRDefault="00130B35" w:rsidP="00130B35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14:paraId="71B1E7B9" w14:textId="51139340" w:rsidR="00130B35" w:rsidRDefault="00130B35" w:rsidP="00130B35">
      <w:pPr>
        <w:rPr>
          <w:lang w:val="bg-BG"/>
        </w:rPr>
      </w:pPr>
    </w:p>
    <w:p w14:paraId="7704DF94" w14:textId="77777777" w:rsidR="003079F4" w:rsidRPr="00130B35" w:rsidRDefault="003079F4" w:rsidP="00130B35">
      <w:pPr>
        <w:ind w:firstLine="720"/>
        <w:rPr>
          <w:lang w:val="bg-BG"/>
        </w:rPr>
      </w:pPr>
    </w:p>
    <w:sectPr w:rsidR="003079F4" w:rsidRPr="00130B35" w:rsidSect="003079F4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1134" w:left="1276" w:header="680" w:footer="4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B1C06" w14:textId="77777777" w:rsidR="00167E7B" w:rsidRDefault="00167E7B">
      <w:r>
        <w:separator/>
      </w:r>
    </w:p>
  </w:endnote>
  <w:endnote w:type="continuationSeparator" w:id="0">
    <w:p w14:paraId="526EBE7C" w14:textId="77777777" w:rsidR="00167E7B" w:rsidRDefault="0016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D724AC" w:rsidRDefault="00D724AC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D724AC" w:rsidRDefault="00D724AC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33B8FD52" w:rsidR="00D724AC" w:rsidRPr="00713EC9" w:rsidRDefault="00D724AC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1109F0">
      <w:rPr>
        <w:rStyle w:val="PageNumber"/>
        <w:noProof/>
        <w:sz w:val="18"/>
      </w:rPr>
      <w:t>5</w:t>
    </w:r>
    <w:r w:rsidRPr="00713EC9">
      <w:rPr>
        <w:rStyle w:val="PageNumber"/>
        <w:sz w:val="18"/>
      </w:rPr>
      <w:fldChar w:fldCharType="end"/>
    </w:r>
  </w:p>
  <w:p w14:paraId="317454A5" w14:textId="77777777" w:rsidR="00D724AC" w:rsidRPr="007960F5" w:rsidRDefault="00D724AC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7960F5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D724AC" w:rsidRPr="007960F5" w:rsidRDefault="00D724AC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7960F5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D724AC" w:rsidRPr="00835BBA" w:rsidRDefault="00D724AC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D724AC" w:rsidRPr="007960F5" w:rsidRDefault="00D724AC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7960F5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D724AC" w:rsidRPr="007960F5" w:rsidRDefault="00D724AC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7960F5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6031F" w14:textId="77777777" w:rsidR="00167E7B" w:rsidRDefault="00167E7B">
      <w:r>
        <w:separator/>
      </w:r>
    </w:p>
  </w:footnote>
  <w:footnote w:type="continuationSeparator" w:id="0">
    <w:p w14:paraId="652F711F" w14:textId="77777777" w:rsidR="00167E7B" w:rsidRDefault="00167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D724AC" w:rsidRPr="005B69F7" w:rsidRDefault="00D724AC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D724AC" w:rsidRPr="005B69F7" w:rsidRDefault="00D724AC" w:rsidP="007960F5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08D94367" w:rsidR="00D724AC" w:rsidRPr="0023186B" w:rsidRDefault="00D724AC" w:rsidP="007960F5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3262F5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="008E2957">
      <w:rPr>
        <w:rFonts w:ascii="Helen Bg Condensed" w:hAnsi="Helen Bg Condensed"/>
        <w:b w:val="0"/>
        <w:spacing w:val="40"/>
        <w:sz w:val="26"/>
        <w:szCs w:val="26"/>
      </w:rPr>
      <w:t>и храните</w:t>
    </w:r>
  </w:p>
  <w:p w14:paraId="1E892D04" w14:textId="1DEBEC1D" w:rsidR="00D724AC" w:rsidRPr="00983B22" w:rsidRDefault="00D724AC" w:rsidP="007960F5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D724AC" w:rsidRPr="00983B22" w:rsidRDefault="00D724AC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9344D"/>
    <w:rsid w:val="00094932"/>
    <w:rsid w:val="000A519D"/>
    <w:rsid w:val="000A73DC"/>
    <w:rsid w:val="000C2C0E"/>
    <w:rsid w:val="000C5047"/>
    <w:rsid w:val="000E2804"/>
    <w:rsid w:val="000E46A8"/>
    <w:rsid w:val="000F3798"/>
    <w:rsid w:val="000F691D"/>
    <w:rsid w:val="001109F0"/>
    <w:rsid w:val="001117C4"/>
    <w:rsid w:val="00116081"/>
    <w:rsid w:val="0011621C"/>
    <w:rsid w:val="00127F9D"/>
    <w:rsid w:val="00130B35"/>
    <w:rsid w:val="0013647C"/>
    <w:rsid w:val="00137F32"/>
    <w:rsid w:val="00155469"/>
    <w:rsid w:val="00157D1E"/>
    <w:rsid w:val="00164A60"/>
    <w:rsid w:val="00167D62"/>
    <w:rsid w:val="00167E7B"/>
    <w:rsid w:val="001738C2"/>
    <w:rsid w:val="00173A32"/>
    <w:rsid w:val="001850C9"/>
    <w:rsid w:val="001860A7"/>
    <w:rsid w:val="001A06E4"/>
    <w:rsid w:val="001A1BA3"/>
    <w:rsid w:val="001A1C66"/>
    <w:rsid w:val="001A2134"/>
    <w:rsid w:val="001A28F0"/>
    <w:rsid w:val="001B4BA5"/>
    <w:rsid w:val="001E18E8"/>
    <w:rsid w:val="001F1012"/>
    <w:rsid w:val="001F5264"/>
    <w:rsid w:val="0020653E"/>
    <w:rsid w:val="00212573"/>
    <w:rsid w:val="00225E60"/>
    <w:rsid w:val="00226449"/>
    <w:rsid w:val="00227215"/>
    <w:rsid w:val="00230388"/>
    <w:rsid w:val="0023186B"/>
    <w:rsid w:val="00236727"/>
    <w:rsid w:val="0024276E"/>
    <w:rsid w:val="002522D6"/>
    <w:rsid w:val="002639F4"/>
    <w:rsid w:val="00266D04"/>
    <w:rsid w:val="002725F6"/>
    <w:rsid w:val="00274F0F"/>
    <w:rsid w:val="00291BDD"/>
    <w:rsid w:val="00296C8F"/>
    <w:rsid w:val="002A10AF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079F4"/>
    <w:rsid w:val="003140CD"/>
    <w:rsid w:val="00316D26"/>
    <w:rsid w:val="00322DEA"/>
    <w:rsid w:val="00325630"/>
    <w:rsid w:val="003262F5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4B3F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27662"/>
    <w:rsid w:val="0063213C"/>
    <w:rsid w:val="006359F1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9686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6F68DD"/>
    <w:rsid w:val="00703AAB"/>
    <w:rsid w:val="00713EC9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77"/>
    <w:rsid w:val="00781F58"/>
    <w:rsid w:val="00785809"/>
    <w:rsid w:val="00787497"/>
    <w:rsid w:val="007947AE"/>
    <w:rsid w:val="007960F5"/>
    <w:rsid w:val="007964C9"/>
    <w:rsid w:val="007A06D3"/>
    <w:rsid w:val="007A6290"/>
    <w:rsid w:val="007B4B8A"/>
    <w:rsid w:val="007D05C7"/>
    <w:rsid w:val="007D07CD"/>
    <w:rsid w:val="007D6450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28AA"/>
    <w:rsid w:val="00835BBA"/>
    <w:rsid w:val="0085348A"/>
    <w:rsid w:val="0086367E"/>
    <w:rsid w:val="00871654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D2703"/>
    <w:rsid w:val="008E0E45"/>
    <w:rsid w:val="008E2957"/>
    <w:rsid w:val="008F3A6E"/>
    <w:rsid w:val="008F4B2A"/>
    <w:rsid w:val="008F7A88"/>
    <w:rsid w:val="0091297E"/>
    <w:rsid w:val="00931B42"/>
    <w:rsid w:val="00936425"/>
    <w:rsid w:val="00937D51"/>
    <w:rsid w:val="0094255C"/>
    <w:rsid w:val="00945150"/>
    <w:rsid w:val="00946D85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1CD3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277"/>
    <w:rsid w:val="00B23EF6"/>
    <w:rsid w:val="00B33ACE"/>
    <w:rsid w:val="00B54180"/>
    <w:rsid w:val="00B65B7A"/>
    <w:rsid w:val="00B71426"/>
    <w:rsid w:val="00B76386"/>
    <w:rsid w:val="00B76B80"/>
    <w:rsid w:val="00B80440"/>
    <w:rsid w:val="00B817AE"/>
    <w:rsid w:val="00B92A9C"/>
    <w:rsid w:val="00B97B20"/>
    <w:rsid w:val="00BA3DAB"/>
    <w:rsid w:val="00BA5128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BF3CD2"/>
    <w:rsid w:val="00C00904"/>
    <w:rsid w:val="00C02136"/>
    <w:rsid w:val="00C03845"/>
    <w:rsid w:val="00C06313"/>
    <w:rsid w:val="00C120B5"/>
    <w:rsid w:val="00C2374B"/>
    <w:rsid w:val="00C34BD9"/>
    <w:rsid w:val="00C34FAA"/>
    <w:rsid w:val="00C35665"/>
    <w:rsid w:val="00C364AB"/>
    <w:rsid w:val="00C37346"/>
    <w:rsid w:val="00C41B72"/>
    <w:rsid w:val="00C473A4"/>
    <w:rsid w:val="00C5665A"/>
    <w:rsid w:val="00C624E9"/>
    <w:rsid w:val="00C84C39"/>
    <w:rsid w:val="00C955B9"/>
    <w:rsid w:val="00CA17DF"/>
    <w:rsid w:val="00CA3258"/>
    <w:rsid w:val="00CA41E3"/>
    <w:rsid w:val="00CA7A14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259F5"/>
    <w:rsid w:val="00D30D14"/>
    <w:rsid w:val="00D450FA"/>
    <w:rsid w:val="00D514F6"/>
    <w:rsid w:val="00D57A2F"/>
    <w:rsid w:val="00D61AE4"/>
    <w:rsid w:val="00D71A31"/>
    <w:rsid w:val="00D724AC"/>
    <w:rsid w:val="00D72D28"/>
    <w:rsid w:val="00D742E5"/>
    <w:rsid w:val="00D7472F"/>
    <w:rsid w:val="00D767F3"/>
    <w:rsid w:val="00D81D3E"/>
    <w:rsid w:val="00D86621"/>
    <w:rsid w:val="00D86C51"/>
    <w:rsid w:val="00D91607"/>
    <w:rsid w:val="00D94649"/>
    <w:rsid w:val="00D94EC1"/>
    <w:rsid w:val="00DA5FC2"/>
    <w:rsid w:val="00DA6215"/>
    <w:rsid w:val="00DB0831"/>
    <w:rsid w:val="00DB47C4"/>
    <w:rsid w:val="00DC07CF"/>
    <w:rsid w:val="00DD56FF"/>
    <w:rsid w:val="00DF7F89"/>
    <w:rsid w:val="00E01AD1"/>
    <w:rsid w:val="00E033AB"/>
    <w:rsid w:val="00E03AA7"/>
    <w:rsid w:val="00E126FA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71875"/>
    <w:rsid w:val="00E71BA4"/>
    <w:rsid w:val="00E7445E"/>
    <w:rsid w:val="00E76BF6"/>
    <w:rsid w:val="00E919DA"/>
    <w:rsid w:val="00EA3B1F"/>
    <w:rsid w:val="00EA778C"/>
    <w:rsid w:val="00EB4DB7"/>
    <w:rsid w:val="00EB63E3"/>
    <w:rsid w:val="00EE1A25"/>
    <w:rsid w:val="00EE2FF9"/>
    <w:rsid w:val="00EF61F2"/>
    <w:rsid w:val="00F01B27"/>
    <w:rsid w:val="00F06BC9"/>
    <w:rsid w:val="00F23266"/>
    <w:rsid w:val="00F377D5"/>
    <w:rsid w:val="00F37E58"/>
    <w:rsid w:val="00F44F89"/>
    <w:rsid w:val="00F50BB4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A5F3B"/>
    <w:rsid w:val="00FB2631"/>
    <w:rsid w:val="00FB3A94"/>
    <w:rsid w:val="00FB775A"/>
    <w:rsid w:val="00FC7984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D724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D724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2023-12-19T07:51:00Z</cp:lastPrinted>
  <dcterms:created xsi:type="dcterms:W3CDTF">2023-12-18T11:12:00Z</dcterms:created>
  <dcterms:modified xsi:type="dcterms:W3CDTF">2023-12-19T07:52:00Z</dcterms:modified>
</cp:coreProperties>
</file>