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2A759D" w14:textId="77777777" w:rsidR="00812A88" w:rsidRDefault="005F2352" w:rsidP="003E4807">
      <w:pPr>
        <w:ind w:left="2160" w:firstLine="720"/>
        <w:rPr>
          <w:b/>
          <w:sz w:val="32"/>
        </w:rPr>
      </w:pPr>
      <w:r>
        <w:rPr>
          <w:b/>
          <w:sz w:val="32"/>
        </w:rPr>
        <w:t xml:space="preserve">  </w:t>
      </w:r>
    </w:p>
    <w:p w14:paraId="67E8C83A" w14:textId="77777777" w:rsidR="00D063E4" w:rsidRDefault="00D063E4" w:rsidP="001860A7">
      <w:pPr>
        <w:jc w:val="both"/>
        <w:rPr>
          <w:lang w:val="bg-BG"/>
        </w:rPr>
      </w:pPr>
    </w:p>
    <w:p w14:paraId="3F5E8315" w14:textId="77777777" w:rsidR="00A75618" w:rsidRDefault="00A75618" w:rsidP="00A75618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 З А П О В Е Д</w:t>
      </w:r>
    </w:p>
    <w:p w14:paraId="27D79A97" w14:textId="7A7575BF" w:rsidR="00A75618" w:rsidRDefault="00A75618" w:rsidP="00A75618">
      <w:pPr>
        <w:ind w:left="3600"/>
        <w:rPr>
          <w:b/>
          <w:lang w:val="bg-BG"/>
        </w:rPr>
      </w:pPr>
      <w:r>
        <w:rPr>
          <w:b/>
          <w:lang w:val="bg-BG"/>
        </w:rPr>
        <w:t xml:space="preserve">       № ПО-09-</w:t>
      </w:r>
      <w:r w:rsidR="00E468F5">
        <w:rPr>
          <w:b/>
        </w:rPr>
        <w:t>5934</w:t>
      </w:r>
      <w:r>
        <w:rPr>
          <w:b/>
          <w:lang w:val="bg-BG"/>
        </w:rPr>
        <w:t>-3</w:t>
      </w:r>
    </w:p>
    <w:p w14:paraId="15526428" w14:textId="085FF9AF" w:rsidR="00A75618" w:rsidRDefault="004219A2" w:rsidP="00A75618">
      <w:pPr>
        <w:ind w:left="2880" w:firstLine="720"/>
        <w:rPr>
          <w:b/>
          <w:lang w:val="bg-BG"/>
        </w:rPr>
      </w:pPr>
      <w:r>
        <w:rPr>
          <w:b/>
          <w:lang w:val="bg-BG"/>
        </w:rPr>
        <w:t xml:space="preserve">     София, 07</w:t>
      </w:r>
      <w:r w:rsidR="00AF512C">
        <w:rPr>
          <w:b/>
          <w:lang w:val="bg-BG"/>
        </w:rPr>
        <w:t>.12.</w:t>
      </w:r>
      <w:r w:rsidR="00A75618">
        <w:rPr>
          <w:b/>
          <w:lang w:val="bg-BG"/>
        </w:rPr>
        <w:t>202</w:t>
      </w:r>
      <w:r w:rsidR="00E468F5">
        <w:rPr>
          <w:b/>
          <w:lang w:val="bg-BG"/>
        </w:rPr>
        <w:t>3</w:t>
      </w:r>
      <w:r w:rsidR="00A75618">
        <w:rPr>
          <w:b/>
          <w:lang w:val="bg-BG"/>
        </w:rPr>
        <w:t xml:space="preserve">г.  </w:t>
      </w:r>
    </w:p>
    <w:p w14:paraId="7FD08474" w14:textId="77777777" w:rsidR="00D063E4" w:rsidRDefault="00D063E4" w:rsidP="001860A7">
      <w:pPr>
        <w:jc w:val="both"/>
        <w:rPr>
          <w:lang w:val="bg-BG"/>
        </w:rPr>
      </w:pPr>
    </w:p>
    <w:p w14:paraId="08D67982" w14:textId="77777777" w:rsidR="00D063E4" w:rsidRDefault="00D063E4" w:rsidP="001860A7">
      <w:pPr>
        <w:jc w:val="both"/>
        <w:rPr>
          <w:lang w:val="bg-BG"/>
        </w:rPr>
      </w:pPr>
    </w:p>
    <w:p w14:paraId="1B5008D8" w14:textId="7292E7E0" w:rsidR="001860A7" w:rsidRPr="00B16FBD" w:rsidRDefault="001860A7" w:rsidP="00D063E4">
      <w:pPr>
        <w:ind w:firstLine="720"/>
        <w:jc w:val="both"/>
        <w:rPr>
          <w:lang w:val="bg-BG"/>
        </w:rPr>
      </w:pP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14:paraId="686FFB84" w14:textId="77777777" w:rsidR="001860A7" w:rsidRDefault="001860A7" w:rsidP="001860A7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14:paraId="5390FE70" w14:textId="77777777" w:rsidR="004219A2" w:rsidRPr="00B16FBD" w:rsidRDefault="004219A2" w:rsidP="001860A7">
      <w:pPr>
        <w:jc w:val="center"/>
        <w:rPr>
          <w:b/>
          <w:lang w:val="bg-BG"/>
        </w:rPr>
      </w:pPr>
    </w:p>
    <w:p w14:paraId="2B10E7DF" w14:textId="05AB493E" w:rsidR="001860A7" w:rsidRDefault="001860A7" w:rsidP="001860A7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0F6DCA">
        <w:rPr>
          <w:b/>
        </w:rPr>
        <w:t>I</w:t>
      </w:r>
      <w:r w:rsidRPr="000F6DCA">
        <w:rPr>
          <w:b/>
          <w:lang w:val="bg-BG"/>
        </w:rPr>
        <w:t>.</w:t>
      </w:r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</w:t>
      </w:r>
      <w:r>
        <w:rPr>
          <w:lang w:val="bg-BG"/>
        </w:rPr>
        <w:t xml:space="preserve"> в землището на с. </w:t>
      </w:r>
      <w:r w:rsidR="00E919DA">
        <w:rPr>
          <w:lang w:val="bg-BG"/>
        </w:rPr>
        <w:t>Новачене</w:t>
      </w:r>
      <w:r>
        <w:rPr>
          <w:lang w:val="bg-BG"/>
        </w:rPr>
        <w:t xml:space="preserve">, ЕКАТТЕ </w:t>
      </w:r>
      <w:r w:rsidR="00E919DA">
        <w:rPr>
          <w:lang w:val="bg-BG"/>
        </w:rPr>
        <w:t>51946</w:t>
      </w:r>
      <w:r>
        <w:rPr>
          <w:lang w:val="bg-BG"/>
        </w:rPr>
        <w:t xml:space="preserve">,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</w:t>
      </w:r>
      <w:r w:rsidR="00D063E4">
        <w:rPr>
          <w:lang w:val="bg-BG"/>
        </w:rPr>
        <w:t>Ботевград,</w:t>
      </w:r>
      <w:r>
        <w:rPr>
          <w:lang w:val="bg-BG"/>
        </w:rPr>
        <w:t xml:space="preserve"> </w:t>
      </w:r>
      <w:r w:rsidRPr="00B16FBD">
        <w:rPr>
          <w:lang w:val="bg-BG"/>
        </w:rPr>
        <w:t>област</w:t>
      </w:r>
      <w:r>
        <w:rPr>
          <w:lang w:val="bg-BG"/>
        </w:rPr>
        <w:t xml:space="preserve"> София</w:t>
      </w:r>
      <w:r w:rsidRPr="00B16FBD">
        <w:rPr>
          <w:lang w:val="bg-BG"/>
        </w:rPr>
        <w:t>, сключено между ли</w:t>
      </w:r>
      <w:r>
        <w:rPr>
          <w:lang w:val="bg-BG"/>
        </w:rPr>
        <w:t>цата по чл. 37ж, ал. 1 от ЗСПЗЗ за календарната 202</w:t>
      </w:r>
      <w:r w:rsidR="00E468F5">
        <w:rPr>
          <w:lang w:val="bg-BG"/>
        </w:rPr>
        <w:t>4</w:t>
      </w:r>
      <w:r>
        <w:rPr>
          <w:lang w:val="bg-BG"/>
        </w:rPr>
        <w:t xml:space="preserve"> година.</w:t>
      </w:r>
    </w:p>
    <w:p w14:paraId="429C2596" w14:textId="16766203" w:rsidR="001860A7" w:rsidRDefault="001860A7" w:rsidP="001860A7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8124DD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14:paraId="569AC775" w14:textId="77777777" w:rsidR="008B5CB1" w:rsidRDefault="008B5CB1" w:rsidP="001860A7">
      <w:pPr>
        <w:jc w:val="both"/>
        <w:rPr>
          <w:lang w:val="bg-BG"/>
        </w:rPr>
      </w:pPr>
    </w:p>
    <w:tbl>
      <w:tblPr>
        <w:tblW w:w="949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850"/>
        <w:gridCol w:w="1985"/>
        <w:gridCol w:w="1134"/>
        <w:gridCol w:w="1276"/>
      </w:tblGrid>
      <w:tr w:rsidR="002906EA" w:rsidRPr="002906EA" w14:paraId="1A9EB90F" w14:textId="77777777" w:rsidTr="002906EA">
        <w:trPr>
          <w:cantSplit/>
          <w:trHeight w:val="780"/>
        </w:trPr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AFA91" w14:textId="77777777" w:rsidR="002906EA" w:rsidRPr="002906EA" w:rsidRDefault="002906EA" w:rsidP="002906E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Ползвател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B82D7" w14:textId="77777777" w:rsidR="002906EA" w:rsidRPr="002906EA" w:rsidRDefault="002906EA" w:rsidP="002906E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Масив №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1736D1" w14:textId="77777777" w:rsidR="002906EA" w:rsidRPr="002906EA" w:rsidRDefault="002906EA" w:rsidP="002906E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Имот по чл. 37ж, ал. 5 от ЗСПЗЗ</w:t>
            </w:r>
          </w:p>
        </w:tc>
      </w:tr>
      <w:tr w:rsidR="002906EA" w:rsidRPr="002906EA" w14:paraId="15049A05" w14:textId="77777777" w:rsidTr="002906EA">
        <w:trPr>
          <w:trHeight w:val="1125"/>
        </w:trPr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2E32B7" w14:textId="77777777" w:rsidR="002906EA" w:rsidRPr="002906EA" w:rsidRDefault="002906EA" w:rsidP="002906E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5C6E26" w14:textId="77777777" w:rsidR="002906EA" w:rsidRPr="002906EA" w:rsidRDefault="002906EA" w:rsidP="002906E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A6F37" w14:textId="77777777" w:rsidR="002906EA" w:rsidRPr="002906EA" w:rsidRDefault="002906EA" w:rsidP="002906E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9486D" w14:textId="77777777" w:rsidR="002906EA" w:rsidRPr="002906EA" w:rsidRDefault="002906EA" w:rsidP="002906E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Площ 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C6752" w14:textId="77777777" w:rsidR="002906EA" w:rsidRPr="002906EA" w:rsidRDefault="002906EA" w:rsidP="002906E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Дължимо рентно плащане в лева</w:t>
            </w:r>
          </w:p>
        </w:tc>
      </w:tr>
      <w:tr w:rsidR="002906EA" w:rsidRPr="002906EA" w14:paraId="361DC0C2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57493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62589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AD59B" w14:textId="791AA572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521.6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1772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5A0F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45.60</w:t>
            </w:r>
          </w:p>
        </w:tc>
      </w:tr>
      <w:tr w:rsidR="002906EA" w:rsidRPr="002906EA" w14:paraId="09AFBDDE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8AAD2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DF3A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A5FA8" w14:textId="1AF8E24E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521.8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49D21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CC072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30.67</w:t>
            </w:r>
          </w:p>
        </w:tc>
      </w:tr>
      <w:tr w:rsidR="002906EA" w:rsidRPr="002906EA" w14:paraId="75F353B6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3A911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9CC9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A8769" w14:textId="2BCFA556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996B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7E6F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22.54</w:t>
            </w:r>
          </w:p>
        </w:tc>
      </w:tr>
      <w:tr w:rsidR="002906EA" w:rsidRPr="002906EA" w14:paraId="4DD65FD8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F54BF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2DEF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01FFD" w14:textId="3B2AF6A9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521.12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8159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0EBE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22.24</w:t>
            </w:r>
          </w:p>
        </w:tc>
      </w:tr>
      <w:tr w:rsidR="002906EA" w:rsidRPr="002906EA" w14:paraId="6BB8D5F5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7CF64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BF4B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7CB99" w14:textId="22EB09C0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521.28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A928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559F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21.11</w:t>
            </w:r>
          </w:p>
        </w:tc>
      </w:tr>
      <w:tr w:rsidR="002906EA" w:rsidRPr="002906EA" w14:paraId="14EB8856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4FC8F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9CAC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5CD93" w14:textId="06B626BB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521.3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C5599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C9638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15.85</w:t>
            </w:r>
          </w:p>
        </w:tc>
      </w:tr>
      <w:tr w:rsidR="002906EA" w:rsidRPr="002906EA" w14:paraId="36F4743C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A023E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4DB72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34C80" w14:textId="3E50D84C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521.11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AAB28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50382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14.32</w:t>
            </w:r>
          </w:p>
        </w:tc>
      </w:tr>
      <w:tr w:rsidR="002906EA" w:rsidRPr="002906EA" w14:paraId="3A2A36BE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BEBC0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0094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1C609" w14:textId="4E0FAD4D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521.26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712C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8F98B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12.10</w:t>
            </w:r>
          </w:p>
        </w:tc>
      </w:tr>
      <w:tr w:rsidR="002906EA" w:rsidRPr="002906EA" w14:paraId="68680D11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2EA6C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7EB1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240CC" w14:textId="38FCB5BD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521.32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CB1F1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3509A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11.33</w:t>
            </w:r>
          </w:p>
        </w:tc>
      </w:tr>
      <w:tr w:rsidR="002906EA" w:rsidRPr="002906EA" w14:paraId="797090A9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A3F4E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B966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521F7" w14:textId="324CB375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521.7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4DDF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33EE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10.38</w:t>
            </w:r>
          </w:p>
        </w:tc>
      </w:tr>
      <w:tr w:rsidR="002906EA" w:rsidRPr="002906EA" w14:paraId="4E624DFC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A8972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7C38B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558F9" w14:textId="141800A8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521.4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3527A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FDC4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9.83</w:t>
            </w:r>
          </w:p>
        </w:tc>
      </w:tr>
      <w:tr w:rsidR="002906EA" w:rsidRPr="002906EA" w14:paraId="59840012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68D3F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5756B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640F2" w14:textId="497865C2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521.31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64ACB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04781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4.26</w:t>
            </w:r>
          </w:p>
        </w:tc>
      </w:tr>
      <w:tr w:rsidR="002906EA" w:rsidRPr="002906EA" w14:paraId="1B46E1D9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39512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AA7E8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85D5B" w14:textId="4F137824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521.3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2191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96791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4.17</w:t>
            </w:r>
          </w:p>
        </w:tc>
      </w:tr>
      <w:tr w:rsidR="002906EA" w:rsidRPr="002906EA" w14:paraId="10D7FEF9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2EFD7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7D2D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F48E3" w14:textId="7FEB8CD6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BDF5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3F341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3.75</w:t>
            </w:r>
          </w:p>
        </w:tc>
      </w:tr>
      <w:tr w:rsidR="002906EA" w:rsidRPr="002906EA" w14:paraId="297E0784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D61C2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C3E5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195C2" w14:textId="629FD170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521.14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B05B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85B28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2.56</w:t>
            </w:r>
          </w:p>
        </w:tc>
      </w:tr>
      <w:tr w:rsidR="002906EA" w:rsidRPr="002906EA" w14:paraId="2F3CD2C9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321B3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0CC8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45F72" w14:textId="3112BDD8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521.29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E558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50AD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2.19</w:t>
            </w:r>
          </w:p>
        </w:tc>
      </w:tr>
      <w:tr w:rsidR="002906EA" w:rsidRPr="002906EA" w14:paraId="0E01308D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F415C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B462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031CC" w14:textId="74ED0CC4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325D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F94E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1.14</w:t>
            </w:r>
          </w:p>
        </w:tc>
      </w:tr>
      <w:tr w:rsidR="002906EA" w:rsidRPr="002906EA" w14:paraId="1800B6CE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04CA4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90AF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77CD4" w14:textId="67E89E96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CA09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996F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37.64</w:t>
            </w:r>
          </w:p>
        </w:tc>
      </w:tr>
      <w:tr w:rsidR="002906EA" w:rsidRPr="002906EA" w14:paraId="508FA642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1BE19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6A6F1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F27B8" w14:textId="0C45D532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3923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D0FA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23.30</w:t>
            </w:r>
          </w:p>
        </w:tc>
      </w:tr>
      <w:tr w:rsidR="002906EA" w:rsidRPr="002906EA" w14:paraId="37D8B422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A0B38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D23A1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CD1D9" w14:textId="5667B922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B3D2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5303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18.83</w:t>
            </w:r>
          </w:p>
        </w:tc>
      </w:tr>
      <w:tr w:rsidR="002906EA" w:rsidRPr="002906EA" w14:paraId="233456D2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34EA0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C1489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C9F64" w14:textId="38DA7163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B8E1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66B6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14.59</w:t>
            </w:r>
          </w:p>
        </w:tc>
      </w:tr>
      <w:tr w:rsidR="002906EA" w:rsidRPr="002906EA" w14:paraId="4ECD332F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37382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3050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6118D" w14:textId="36CD3664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C26D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BC18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57.90</w:t>
            </w:r>
          </w:p>
        </w:tc>
      </w:tr>
      <w:tr w:rsidR="002906EA" w:rsidRPr="002906EA" w14:paraId="4D0F19B9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180AB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1FDDB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49D50" w14:textId="6452C082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3EF5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197F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30.57</w:t>
            </w:r>
          </w:p>
        </w:tc>
      </w:tr>
      <w:tr w:rsidR="002906EA" w:rsidRPr="002906EA" w14:paraId="7055670D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A9CE1" w14:textId="77777777" w:rsidR="002906EA" w:rsidRPr="002906EA" w:rsidRDefault="002906EA" w:rsidP="002906E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1594D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BB896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535A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27.792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6FA8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416.88</w:t>
            </w:r>
          </w:p>
        </w:tc>
      </w:tr>
      <w:tr w:rsidR="002906EA" w:rsidRPr="002906EA" w14:paraId="42EFACD0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F5A68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C04D9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2D419" w14:textId="4FB31E55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F7FB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2CDD8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26.14</w:t>
            </w:r>
          </w:p>
        </w:tc>
      </w:tr>
      <w:tr w:rsidR="002906EA" w:rsidRPr="002906EA" w14:paraId="31C5CFE6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57D21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E457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B9E0D" w14:textId="352B087A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B3EE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9DAA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17.34</w:t>
            </w:r>
          </w:p>
        </w:tc>
      </w:tr>
      <w:tr w:rsidR="002906EA" w:rsidRPr="002906EA" w14:paraId="41B4ED5F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569DF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B562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4A3E1" w14:textId="2E445B6D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FD1CB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037A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12.53</w:t>
            </w:r>
          </w:p>
        </w:tc>
      </w:tr>
      <w:tr w:rsidR="002906EA" w:rsidRPr="002906EA" w14:paraId="0ED0F660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32336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AB651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12A40" w14:textId="66623BFD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EB79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5C34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4.50</w:t>
            </w:r>
          </w:p>
        </w:tc>
      </w:tr>
      <w:tr w:rsidR="002906EA" w:rsidRPr="002906EA" w14:paraId="45955D12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87F38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53F9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653AF" w14:textId="58BAC9B0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54A4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02AC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4.01</w:t>
            </w:r>
          </w:p>
        </w:tc>
      </w:tr>
      <w:tr w:rsidR="002906EA" w:rsidRPr="002906EA" w14:paraId="4BAFBE89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05A67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8D34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CE9B5" w14:textId="7D60B181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EAC1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C679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3.12</w:t>
            </w:r>
          </w:p>
        </w:tc>
      </w:tr>
      <w:tr w:rsidR="002906EA" w:rsidRPr="002906EA" w14:paraId="3C9655A1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D7911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A5F3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372E1" w14:textId="7A16A7C5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B20E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9AE09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28.04</w:t>
            </w:r>
          </w:p>
        </w:tc>
      </w:tr>
      <w:tr w:rsidR="002906EA" w:rsidRPr="002906EA" w14:paraId="27F59DEB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FCA77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73449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DB481" w14:textId="0A2CD502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28691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12A0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11.22</w:t>
            </w:r>
          </w:p>
        </w:tc>
      </w:tr>
      <w:tr w:rsidR="002906EA" w:rsidRPr="002906EA" w14:paraId="28CE5C40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7F845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C35D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B9ECC" w14:textId="56E7203A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802C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54B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8.47</w:t>
            </w:r>
          </w:p>
        </w:tc>
      </w:tr>
      <w:tr w:rsidR="002906EA" w:rsidRPr="002906EA" w14:paraId="5AEEC75B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5DB72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04FD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50556" w14:textId="2F1F5554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AA09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F8D5B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4.42</w:t>
            </w:r>
          </w:p>
        </w:tc>
      </w:tr>
      <w:tr w:rsidR="002906EA" w:rsidRPr="002906EA" w14:paraId="4F4E8FB2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CC19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C8CF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97856" w14:textId="356F9E40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A5E7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6282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45.68</w:t>
            </w:r>
          </w:p>
        </w:tc>
      </w:tr>
      <w:tr w:rsidR="002906EA" w:rsidRPr="002906EA" w14:paraId="317D335C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B765C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860F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CD0C0" w14:textId="68F187C1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13A9A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2128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39.37</w:t>
            </w:r>
          </w:p>
        </w:tc>
      </w:tr>
      <w:tr w:rsidR="002906EA" w:rsidRPr="002906EA" w14:paraId="48481A22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82F5C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D9538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2530C" w14:textId="22C97820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8B4B2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8F97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22.47</w:t>
            </w:r>
          </w:p>
        </w:tc>
      </w:tr>
      <w:tr w:rsidR="002906EA" w:rsidRPr="002906EA" w14:paraId="3A4BD60A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F6F95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869D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043BB" w14:textId="14725EED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3177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791A8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21.98</w:t>
            </w:r>
          </w:p>
        </w:tc>
      </w:tr>
      <w:tr w:rsidR="002906EA" w:rsidRPr="002906EA" w14:paraId="432E0F75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F08B7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E081A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9D36B" w14:textId="348FCFB3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0810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26BCA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7.50</w:t>
            </w:r>
          </w:p>
        </w:tc>
      </w:tr>
      <w:tr w:rsidR="002906EA" w:rsidRPr="002906EA" w14:paraId="2E20CF57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3C4A2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B5F7A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AC95A" w14:textId="00F18DB4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B491B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04842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7.50</w:t>
            </w:r>
          </w:p>
        </w:tc>
      </w:tr>
      <w:tr w:rsidR="002906EA" w:rsidRPr="002906EA" w14:paraId="1D071B79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EFB65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F33C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203DA" w14:textId="2CCAA746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AA2A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DCB9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11.97</w:t>
            </w:r>
          </w:p>
        </w:tc>
      </w:tr>
      <w:tr w:rsidR="002906EA" w:rsidRPr="002906EA" w14:paraId="6857FCC0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5A15D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C2D4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2A583" w14:textId="7DB3F3AE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4517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5B83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2.17</w:t>
            </w:r>
          </w:p>
        </w:tc>
      </w:tr>
      <w:tr w:rsidR="002906EA" w:rsidRPr="002906EA" w14:paraId="64841EB1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8407F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F0D7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3A8EE" w14:textId="319DBC1F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4761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45DE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42.59</w:t>
            </w:r>
          </w:p>
        </w:tc>
      </w:tr>
      <w:tr w:rsidR="002906EA" w:rsidRPr="002906EA" w14:paraId="74262490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A6516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4CF5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307FB" w14:textId="1FAC0904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61E0B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B818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24.42</w:t>
            </w:r>
          </w:p>
        </w:tc>
      </w:tr>
      <w:tr w:rsidR="002906EA" w:rsidRPr="002906EA" w14:paraId="2F11A715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58B71" w14:textId="77777777" w:rsidR="002906EA" w:rsidRPr="002906EA" w:rsidRDefault="002906EA" w:rsidP="002906E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353E1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5B2E2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C614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23.029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C4D6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345.44</w:t>
            </w:r>
          </w:p>
        </w:tc>
      </w:tr>
      <w:tr w:rsidR="002906EA" w:rsidRPr="002906EA" w14:paraId="69DCA0CF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39B7B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0A921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542F7" w14:textId="3E51564B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522.27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6A76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080D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24.85</w:t>
            </w:r>
          </w:p>
        </w:tc>
      </w:tr>
      <w:tr w:rsidR="002906EA" w:rsidRPr="002906EA" w14:paraId="2E64F40F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20F39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ED85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F861D" w14:textId="4BCA90BC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522.26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8B29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84392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23.45</w:t>
            </w:r>
          </w:p>
        </w:tc>
      </w:tr>
      <w:tr w:rsidR="002906EA" w:rsidRPr="002906EA" w14:paraId="112729F3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3A9E1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9130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CAC5E" w14:textId="4B9E7EA5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522.23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D796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7236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21.55</w:t>
            </w:r>
          </w:p>
        </w:tc>
      </w:tr>
      <w:tr w:rsidR="002906EA" w:rsidRPr="002906EA" w14:paraId="1C12D45A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113D7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2DA4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D827B" w14:textId="280EEA47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522.21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37F9A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3056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7.49</w:t>
            </w:r>
          </w:p>
        </w:tc>
      </w:tr>
      <w:tr w:rsidR="002906EA" w:rsidRPr="002906EA" w14:paraId="06F6527A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94050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4F8B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601B6" w14:textId="5B797E94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522.2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C6162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0C44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5.02</w:t>
            </w:r>
          </w:p>
        </w:tc>
      </w:tr>
      <w:tr w:rsidR="002906EA" w:rsidRPr="002906EA" w14:paraId="1276BCE9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6C9C5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74DE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56240" w14:textId="037592D8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522.9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7135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D74C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138.04</w:t>
            </w:r>
          </w:p>
        </w:tc>
      </w:tr>
      <w:tr w:rsidR="002906EA" w:rsidRPr="002906EA" w14:paraId="25D09DBF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9E15A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7281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8DD15" w14:textId="69F1A4D3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63E6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5C699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15.88</w:t>
            </w:r>
          </w:p>
        </w:tc>
      </w:tr>
      <w:tr w:rsidR="002906EA" w:rsidRPr="002906EA" w14:paraId="541B4EFC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06AC6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D0538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E26A3" w14:textId="0817C4DC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522.44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D074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CA38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13.21</w:t>
            </w:r>
          </w:p>
        </w:tc>
      </w:tr>
      <w:tr w:rsidR="002906EA" w:rsidRPr="002906EA" w14:paraId="45A3EDB6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1EF91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06C3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51C7A" w14:textId="745CD016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522.2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256A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21DF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9.95</w:t>
            </w:r>
          </w:p>
        </w:tc>
      </w:tr>
      <w:tr w:rsidR="002906EA" w:rsidRPr="002906EA" w14:paraId="1A995D42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33150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7ADD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5F564" w14:textId="29289D79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522.3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3CBC8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D71F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4.41</w:t>
            </w:r>
          </w:p>
        </w:tc>
      </w:tr>
      <w:tr w:rsidR="002906EA" w:rsidRPr="002906EA" w14:paraId="466ECD11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B68A0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965B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00208" w14:textId="1F54A8BD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522.45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AE3F8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86CB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3.35</w:t>
            </w:r>
          </w:p>
        </w:tc>
      </w:tr>
      <w:tr w:rsidR="002906EA" w:rsidRPr="002906EA" w14:paraId="2E1FACA0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DEE4D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BD3B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6FCB5" w14:textId="4070D94E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522.42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9A00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D9C3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1.97</w:t>
            </w:r>
          </w:p>
        </w:tc>
      </w:tr>
      <w:tr w:rsidR="002906EA" w:rsidRPr="002906EA" w14:paraId="599315B0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E3D89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B683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9EFB4" w14:textId="3F4D03D8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522.31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DB18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1039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21.68</w:t>
            </w:r>
          </w:p>
        </w:tc>
      </w:tr>
      <w:tr w:rsidR="002906EA" w:rsidRPr="002906EA" w14:paraId="2E8F0326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3E15E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9CA9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DA4A5" w14:textId="69D824F1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522.49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24B1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6D891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13.59</w:t>
            </w:r>
          </w:p>
        </w:tc>
      </w:tr>
      <w:tr w:rsidR="002906EA" w:rsidRPr="002906EA" w14:paraId="0968ADD5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8A5CB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D202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870D5" w14:textId="3FA556E7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522.17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D795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4CFE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15.00</w:t>
            </w:r>
          </w:p>
        </w:tc>
      </w:tr>
      <w:tr w:rsidR="002906EA" w:rsidRPr="002906EA" w14:paraId="26E61B87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180D9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8CEB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EF9B4" w14:textId="67D0605D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522.45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E433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539C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7.00</w:t>
            </w:r>
          </w:p>
        </w:tc>
      </w:tr>
      <w:tr w:rsidR="002906EA" w:rsidRPr="002906EA" w14:paraId="7DE13F1D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ABF2A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4A62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6A4E5" w14:textId="248D5614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522.42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0BBBB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EED4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4.96</w:t>
            </w:r>
          </w:p>
        </w:tc>
      </w:tr>
      <w:tr w:rsidR="002906EA" w:rsidRPr="002906EA" w14:paraId="5BC2C3EF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F2DA7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72BB9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519B2" w14:textId="68CBA460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530.15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7921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B45D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22.26</w:t>
            </w:r>
          </w:p>
        </w:tc>
      </w:tr>
      <w:tr w:rsidR="002906EA" w:rsidRPr="002906EA" w14:paraId="0B384E08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39392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1298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2B938" w14:textId="0232F3F7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530.16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87462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5A1A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12.58</w:t>
            </w:r>
          </w:p>
        </w:tc>
      </w:tr>
      <w:tr w:rsidR="002906EA" w:rsidRPr="002906EA" w14:paraId="3EF039C0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636C4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FB6FA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B4A05" w14:textId="3611FA32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530.14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37A4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7F008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9.86</w:t>
            </w:r>
          </w:p>
        </w:tc>
      </w:tr>
      <w:tr w:rsidR="002906EA" w:rsidRPr="002906EA" w14:paraId="0AA120B9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4423C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DB63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41B38" w14:textId="2D9554C1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530.13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518E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8019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9.04</w:t>
            </w:r>
          </w:p>
        </w:tc>
      </w:tr>
      <w:tr w:rsidR="002906EA" w:rsidRPr="002906EA" w14:paraId="336205D6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120A6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E74C8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2F12D" w14:textId="4AA164C0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530.12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B20F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D7B59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8.36</w:t>
            </w:r>
          </w:p>
        </w:tc>
      </w:tr>
      <w:tr w:rsidR="002906EA" w:rsidRPr="002906EA" w14:paraId="15CB263A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6AA00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491E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D09FA" w14:textId="304C7692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517.3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4A039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393D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14.96</w:t>
            </w:r>
          </w:p>
        </w:tc>
      </w:tr>
      <w:tr w:rsidR="002906EA" w:rsidRPr="002906EA" w14:paraId="0333CD83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63C5D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68598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FC87A" w14:textId="606F9616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517.2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AA2E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81C5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12.77</w:t>
            </w:r>
          </w:p>
        </w:tc>
      </w:tr>
      <w:tr w:rsidR="002906EA" w:rsidRPr="002906EA" w14:paraId="72253A98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FCBE4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DD799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4FD65" w14:textId="0C37893E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517.1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9EC6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FD82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15.53</w:t>
            </w:r>
          </w:p>
        </w:tc>
      </w:tr>
      <w:tr w:rsidR="002906EA" w:rsidRPr="002906EA" w14:paraId="3769745B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5C9EA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FD0A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55F4D" w14:textId="0E08C097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517.23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600B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71E7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10.86</w:t>
            </w:r>
          </w:p>
        </w:tc>
      </w:tr>
      <w:tr w:rsidR="002906EA" w:rsidRPr="002906EA" w14:paraId="160F0370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1A3D1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6842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9D132" w14:textId="723273E7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517.19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B47F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603D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18.54</w:t>
            </w:r>
          </w:p>
        </w:tc>
      </w:tr>
      <w:tr w:rsidR="002906EA" w:rsidRPr="002906EA" w14:paraId="6A934A25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3A478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9860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8A797" w14:textId="1043C731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508.36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24A4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7B04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22.98</w:t>
            </w:r>
          </w:p>
        </w:tc>
      </w:tr>
      <w:tr w:rsidR="002906EA" w:rsidRPr="002906EA" w14:paraId="0DEA63B6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054EB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68F4A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3F482" w14:textId="285E17BC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508.44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7E4E8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595A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15.65</w:t>
            </w:r>
          </w:p>
        </w:tc>
      </w:tr>
      <w:tr w:rsidR="002906EA" w:rsidRPr="002906EA" w14:paraId="542158DB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FFA41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0983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C0830" w14:textId="0A2203A5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508.45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2F899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7D349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13.78</w:t>
            </w:r>
          </w:p>
        </w:tc>
      </w:tr>
      <w:tr w:rsidR="002906EA" w:rsidRPr="002906EA" w14:paraId="0C7C67BA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AB263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A37D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DE018" w14:textId="07AE101A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588.1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AC52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A00C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19.37</w:t>
            </w:r>
          </w:p>
        </w:tc>
      </w:tr>
      <w:tr w:rsidR="002906EA" w:rsidRPr="002906EA" w14:paraId="2ECA9470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3FC1A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B276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31F24" w14:textId="3BEAB835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530.8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E6CA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A8AC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12.62</w:t>
            </w:r>
          </w:p>
        </w:tc>
      </w:tr>
      <w:tr w:rsidR="002906EA" w:rsidRPr="002906EA" w14:paraId="005CD2A4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D639B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2FFC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A9622" w14:textId="243F5E2B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530.9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E7C5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4848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7.96</w:t>
            </w:r>
          </w:p>
        </w:tc>
      </w:tr>
      <w:tr w:rsidR="002906EA" w:rsidRPr="002906EA" w14:paraId="2E59F8FD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98C6A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C5FC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33004" w14:textId="63B8D634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5F18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FAD59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28.59</w:t>
            </w:r>
          </w:p>
        </w:tc>
      </w:tr>
      <w:tr w:rsidR="002906EA" w:rsidRPr="002906EA" w14:paraId="546E6C20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1CA97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5E409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A1DA9" w14:textId="0AD5F6A3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0C7EA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24F0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17.90</w:t>
            </w:r>
          </w:p>
        </w:tc>
      </w:tr>
      <w:tr w:rsidR="002906EA" w:rsidRPr="002906EA" w14:paraId="2A3445AD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6E463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ВАСИЛ ПЕТРОВ ВАСИЛЕВ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47EDB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3900C" w14:textId="266D4FF9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9D2D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A113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2.44</w:t>
            </w:r>
          </w:p>
        </w:tc>
      </w:tr>
      <w:tr w:rsidR="002906EA" w:rsidRPr="002906EA" w14:paraId="2DB9521B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1C2A2" w14:textId="77777777" w:rsidR="002906EA" w:rsidRPr="002906EA" w:rsidRDefault="002906EA" w:rsidP="002906E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490F3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99AC8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3E91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40.497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0CEC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607.45</w:t>
            </w:r>
          </w:p>
        </w:tc>
      </w:tr>
      <w:tr w:rsidR="002906EA" w:rsidRPr="002906EA" w14:paraId="61613A8F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F96EC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DAFA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8844B" w14:textId="33A8D8F6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7F6E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8DF7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30.62</w:t>
            </w:r>
          </w:p>
        </w:tc>
      </w:tr>
      <w:tr w:rsidR="002906EA" w:rsidRPr="002906EA" w14:paraId="101CD5A6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05C7C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8E76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2128B" w14:textId="64007E6A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E13D9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C2BE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29.33</w:t>
            </w:r>
          </w:p>
        </w:tc>
      </w:tr>
      <w:tr w:rsidR="002906EA" w:rsidRPr="002906EA" w14:paraId="7E819AF7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CF288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1323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FFD30" w14:textId="1D631B78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0DD6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B60E9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23.14</w:t>
            </w:r>
          </w:p>
        </w:tc>
      </w:tr>
      <w:tr w:rsidR="002906EA" w:rsidRPr="002906EA" w14:paraId="17E25C1C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2EB25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3B631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16824" w14:textId="13334BA4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50DF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56AE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15.72</w:t>
            </w:r>
          </w:p>
        </w:tc>
      </w:tr>
      <w:tr w:rsidR="002906EA" w:rsidRPr="002906EA" w14:paraId="332CA716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46940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6963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E81C4" w14:textId="34B9F846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533B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DC288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15.45</w:t>
            </w:r>
          </w:p>
        </w:tc>
      </w:tr>
      <w:tr w:rsidR="002906EA" w:rsidRPr="002906EA" w14:paraId="7DDD0E34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2BC00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33102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BC782" w14:textId="20716609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19F6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C9F0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14.22</w:t>
            </w:r>
          </w:p>
        </w:tc>
      </w:tr>
      <w:tr w:rsidR="002906EA" w:rsidRPr="002906EA" w14:paraId="56543E08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6D21C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7415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22674" w14:textId="35807573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A228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C8982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7.83</w:t>
            </w:r>
          </w:p>
        </w:tc>
      </w:tr>
      <w:tr w:rsidR="002906EA" w:rsidRPr="002906EA" w14:paraId="1BF3915C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C91D8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3FC9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ED14E" w14:textId="579FAD47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04EA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5B0F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143.97</w:t>
            </w:r>
          </w:p>
        </w:tc>
      </w:tr>
      <w:tr w:rsidR="002906EA" w:rsidRPr="002906EA" w14:paraId="1D370F2D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C39C8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192C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9F149" w14:textId="49AC2690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A281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067B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85.79</w:t>
            </w:r>
          </w:p>
        </w:tc>
      </w:tr>
      <w:tr w:rsidR="002906EA" w:rsidRPr="002906EA" w14:paraId="5287AB02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E0052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F34D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BCB6B" w14:textId="39BA5D0A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7862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1C462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59.33</w:t>
            </w:r>
          </w:p>
        </w:tc>
      </w:tr>
      <w:tr w:rsidR="002906EA" w:rsidRPr="002906EA" w14:paraId="13518612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8498A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9F67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224ED" w14:textId="27B9FFBB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F7A5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4C76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53.98</w:t>
            </w:r>
          </w:p>
        </w:tc>
      </w:tr>
      <w:tr w:rsidR="002906EA" w:rsidRPr="002906EA" w14:paraId="0F5875B9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10C00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61CF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1F5B7" w14:textId="5CDF111F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C39F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93D7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23.33</w:t>
            </w:r>
          </w:p>
        </w:tc>
      </w:tr>
      <w:tr w:rsidR="002906EA" w:rsidRPr="002906EA" w14:paraId="36DB06FB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8EC1C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6C6F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BAE92" w14:textId="07D1C32F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503C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E18D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19.50</w:t>
            </w:r>
          </w:p>
        </w:tc>
      </w:tr>
      <w:tr w:rsidR="002906EA" w:rsidRPr="002906EA" w14:paraId="5D2F4EFB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7AB18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B7E6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C0DBA" w14:textId="6A36DA5B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7852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B977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15.00</w:t>
            </w:r>
          </w:p>
        </w:tc>
      </w:tr>
      <w:tr w:rsidR="002906EA" w:rsidRPr="002906EA" w14:paraId="2D380A32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5D257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347AB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152E7" w14:textId="00144E48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60AFB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03FA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11.25</w:t>
            </w:r>
          </w:p>
        </w:tc>
      </w:tr>
      <w:tr w:rsidR="002906EA" w:rsidRPr="002906EA" w14:paraId="78F8615F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BF009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47B3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89133" w14:textId="30158D39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73AA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1EC7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15.46</w:t>
            </w:r>
          </w:p>
        </w:tc>
      </w:tr>
      <w:tr w:rsidR="002906EA" w:rsidRPr="002906EA" w14:paraId="416B893E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C6DCC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D27B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97404" w14:textId="0EF65BA6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4A3C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CF478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11.42</w:t>
            </w:r>
          </w:p>
        </w:tc>
      </w:tr>
      <w:tr w:rsidR="002906EA" w:rsidRPr="002906EA" w14:paraId="6F8DFA7C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CEDDB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DDEB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54155" w14:textId="43ABE825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83E9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5B8C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76.98</w:t>
            </w:r>
          </w:p>
        </w:tc>
      </w:tr>
      <w:tr w:rsidR="002906EA" w:rsidRPr="002906EA" w14:paraId="6C7D8B32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F6B99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F8C8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DBBA7" w14:textId="6E22D25E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4D581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F758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31.24</w:t>
            </w:r>
          </w:p>
        </w:tc>
      </w:tr>
      <w:tr w:rsidR="002906EA" w:rsidRPr="002906EA" w14:paraId="0B90C503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1E95D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2535B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470E0" w14:textId="5D1A65C4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AF84B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45AEA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33.31</w:t>
            </w:r>
          </w:p>
        </w:tc>
      </w:tr>
      <w:tr w:rsidR="002906EA" w:rsidRPr="002906EA" w14:paraId="30F83F22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2BD42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37D8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32A69" w14:textId="5C4D1547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EE8D9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7732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16.71</w:t>
            </w:r>
          </w:p>
        </w:tc>
      </w:tr>
      <w:tr w:rsidR="002906EA" w:rsidRPr="002906EA" w14:paraId="19FF326C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AD125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6517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FC741" w14:textId="34117066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BC29B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5A4C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14.96</w:t>
            </w:r>
          </w:p>
        </w:tc>
      </w:tr>
      <w:tr w:rsidR="002906EA" w:rsidRPr="002906EA" w14:paraId="0E492FB6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E21B0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F4F9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CB74E" w14:textId="6521A20F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123A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24C6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12.18</w:t>
            </w:r>
          </w:p>
        </w:tc>
      </w:tr>
      <w:tr w:rsidR="002906EA" w:rsidRPr="002906EA" w14:paraId="5D335571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80002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50A9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52A96" w14:textId="5121C0C3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F9881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A68C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11.01</w:t>
            </w:r>
          </w:p>
        </w:tc>
      </w:tr>
      <w:tr w:rsidR="002906EA" w:rsidRPr="002906EA" w14:paraId="6A831004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1A925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2A2CB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C21FC" w14:textId="30F76C64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08B0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2542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34.46</w:t>
            </w:r>
          </w:p>
        </w:tc>
      </w:tr>
      <w:tr w:rsidR="002906EA" w:rsidRPr="002906EA" w14:paraId="13766BA3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A5DF8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3B7E1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202D7" w14:textId="3E2DA849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3AC4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3EB4B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17.83</w:t>
            </w:r>
          </w:p>
        </w:tc>
      </w:tr>
      <w:tr w:rsidR="002906EA" w:rsidRPr="002906EA" w14:paraId="604F92BF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BFDB5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0CE6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B05B6" w14:textId="672BEDD4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582.6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6C4B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6C4FB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42.00</w:t>
            </w:r>
          </w:p>
        </w:tc>
      </w:tr>
      <w:tr w:rsidR="002906EA" w:rsidRPr="002906EA" w14:paraId="2A6A69CA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D80C0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13E02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4C106" w14:textId="189407D6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582.2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DC50A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D03E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21.65</w:t>
            </w:r>
          </w:p>
        </w:tc>
      </w:tr>
      <w:tr w:rsidR="002906EA" w:rsidRPr="002906EA" w14:paraId="182CBD44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933D0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58CB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39C93" w14:textId="14F0AE9B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582.4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A7C4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FB26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12.95</w:t>
            </w:r>
          </w:p>
        </w:tc>
      </w:tr>
      <w:tr w:rsidR="002906EA" w:rsidRPr="002906EA" w14:paraId="6997E9FA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59FFD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76EE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72E8B" w14:textId="2150A8AC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1906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D3CF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12.18</w:t>
            </w:r>
          </w:p>
        </w:tc>
      </w:tr>
      <w:tr w:rsidR="002906EA" w:rsidRPr="002906EA" w14:paraId="1818EC8F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80267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0D01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B84FA" w14:textId="6A093C84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582.3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9525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9E16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9.06</w:t>
            </w:r>
          </w:p>
        </w:tc>
      </w:tr>
      <w:tr w:rsidR="002906EA" w:rsidRPr="002906EA" w14:paraId="391D399A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7F003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F5032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47557" w14:textId="4FE5757D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582.1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66918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A7312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9.01</w:t>
            </w:r>
          </w:p>
        </w:tc>
      </w:tr>
      <w:tr w:rsidR="002906EA" w:rsidRPr="002906EA" w14:paraId="4CF1C796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7AE66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A56A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ADEBE" w14:textId="0B59CBAF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663.2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000F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179F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1.88</w:t>
            </w:r>
          </w:p>
        </w:tc>
      </w:tr>
      <w:tr w:rsidR="002906EA" w:rsidRPr="002906EA" w14:paraId="46A318C9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295D0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A41FA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1DF94" w14:textId="2DCDECAB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508.97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AD661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F281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15.09</w:t>
            </w:r>
          </w:p>
        </w:tc>
      </w:tr>
      <w:tr w:rsidR="002906EA" w:rsidRPr="002906EA" w14:paraId="6A734E70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AA398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2F07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09F09" w14:textId="67BE84BD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508.98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1FBE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8B7E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10.34</w:t>
            </w:r>
          </w:p>
        </w:tc>
      </w:tr>
      <w:tr w:rsidR="002906EA" w:rsidRPr="002906EA" w14:paraId="20710A36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509C2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446F8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37CB8" w14:textId="6BA5366D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508.11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49CD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304E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10.15</w:t>
            </w:r>
          </w:p>
        </w:tc>
      </w:tr>
      <w:tr w:rsidR="002906EA" w:rsidRPr="002906EA" w14:paraId="5340A692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174BD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83632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41D91" w14:textId="070B2DC0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508.73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F11D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BB6C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26.54</w:t>
            </w:r>
          </w:p>
        </w:tc>
      </w:tr>
      <w:tr w:rsidR="002906EA" w:rsidRPr="002906EA" w14:paraId="38B7FC42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30F8B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845E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E72E0" w14:textId="37052164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508.119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9F1E9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25F1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34.20</w:t>
            </w:r>
          </w:p>
        </w:tc>
      </w:tr>
      <w:tr w:rsidR="002906EA" w:rsidRPr="002906EA" w14:paraId="06AFD0BE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53B35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D21D1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7264B" w14:textId="7AC926AC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508.113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4DD2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49C5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14.61</w:t>
            </w:r>
          </w:p>
        </w:tc>
      </w:tr>
      <w:tr w:rsidR="002906EA" w:rsidRPr="002906EA" w14:paraId="699E8398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7AF9D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8E26A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2E82F" w14:textId="67456E4A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508.42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2073A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BFFBA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13.32</w:t>
            </w:r>
          </w:p>
        </w:tc>
      </w:tr>
      <w:tr w:rsidR="002906EA" w:rsidRPr="002906EA" w14:paraId="0DF5EC35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B562F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5F521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9EBB2" w14:textId="4EBD1FA6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4090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ADA4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18.64</w:t>
            </w:r>
          </w:p>
        </w:tc>
      </w:tr>
      <w:tr w:rsidR="002906EA" w:rsidRPr="002906EA" w14:paraId="000D1BA7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3691F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4A92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8E275" w14:textId="5019603F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589.7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44DF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FBDB1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46.54</w:t>
            </w:r>
          </w:p>
        </w:tc>
      </w:tr>
      <w:tr w:rsidR="002906EA" w:rsidRPr="002906EA" w14:paraId="2F51C50C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A7BCF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C7922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FF90A" w14:textId="3B82EFCF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589.6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1EDCA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C53A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25.44</w:t>
            </w:r>
          </w:p>
        </w:tc>
      </w:tr>
      <w:tr w:rsidR="002906EA" w:rsidRPr="002906EA" w14:paraId="012C3B59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12A9C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C86E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10D70" w14:textId="1480B69A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589.13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D454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76221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42.05</w:t>
            </w:r>
          </w:p>
        </w:tc>
      </w:tr>
      <w:tr w:rsidR="002906EA" w:rsidRPr="002906EA" w14:paraId="0978EE72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D7105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57C52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F4147" w14:textId="3185BCD2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589.1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7F6B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1A878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30.22</w:t>
            </w:r>
          </w:p>
        </w:tc>
      </w:tr>
      <w:tr w:rsidR="002906EA" w:rsidRPr="002906EA" w14:paraId="6E9C3B25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03FA3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6413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064CD" w14:textId="6BDA8EC1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589.14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7B81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DCC8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9.13</w:t>
            </w:r>
          </w:p>
        </w:tc>
      </w:tr>
      <w:tr w:rsidR="002906EA" w:rsidRPr="002906EA" w14:paraId="463D6B20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5EE0D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A736A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A8BBE" w14:textId="6BDF0D4D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FB08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3B682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15.40</w:t>
            </w:r>
          </w:p>
        </w:tc>
      </w:tr>
      <w:tr w:rsidR="002906EA" w:rsidRPr="002906EA" w14:paraId="5291647A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3728F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E99C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F8D70" w14:textId="1DA795CC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1E97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643B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31.00</w:t>
            </w:r>
          </w:p>
        </w:tc>
      </w:tr>
      <w:tr w:rsidR="002906EA" w:rsidRPr="002906EA" w14:paraId="3CD21FCD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88CB7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B0DA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71928" w14:textId="0D4242F6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CDF7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47F3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14.95</w:t>
            </w:r>
          </w:p>
        </w:tc>
      </w:tr>
      <w:tr w:rsidR="002906EA" w:rsidRPr="002906EA" w14:paraId="0188EB93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AD0D0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9B77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14740" w14:textId="0BB1DAB8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508.78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71A1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00AB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13.88</w:t>
            </w:r>
          </w:p>
        </w:tc>
      </w:tr>
      <w:tr w:rsidR="002906EA" w:rsidRPr="002906EA" w14:paraId="4D24BDD8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223FD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BACF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6DE62" w14:textId="2166366F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508.105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E5C5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8A669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1.86</w:t>
            </w:r>
          </w:p>
        </w:tc>
      </w:tr>
      <w:tr w:rsidR="002906EA" w:rsidRPr="002906EA" w14:paraId="3753FD3D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3EE0C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00F62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B1850" w14:textId="51B66E1E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508.116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09C9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50DE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26.76</w:t>
            </w:r>
          </w:p>
        </w:tc>
      </w:tr>
      <w:tr w:rsidR="002906EA" w:rsidRPr="002906EA" w14:paraId="278ED0B5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6D338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1DED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DB8BD" w14:textId="68EB5758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50913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9CC48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44.99</w:t>
            </w:r>
          </w:p>
        </w:tc>
      </w:tr>
      <w:tr w:rsidR="002906EA" w:rsidRPr="002906EA" w14:paraId="2F515A98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96E78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FCCB6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D10CC" w14:textId="2C553B31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A422C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94038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29.99</w:t>
            </w:r>
          </w:p>
        </w:tc>
      </w:tr>
      <w:tr w:rsidR="002906EA" w:rsidRPr="002906EA" w14:paraId="24390178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D402D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3D8B7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D9A35" w14:textId="65037BA3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19FCD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C25F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25.50</w:t>
            </w:r>
          </w:p>
        </w:tc>
      </w:tr>
      <w:tr w:rsidR="002906EA" w:rsidRPr="002906EA" w14:paraId="34B3F591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A2DCA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B660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573CF" w14:textId="2199ECDB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88332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DFB7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11.30</w:t>
            </w:r>
          </w:p>
        </w:tc>
      </w:tr>
      <w:tr w:rsidR="002906EA" w:rsidRPr="002906EA" w14:paraId="2358D921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09B82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AB048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97CEC" w14:textId="0A087BA4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A172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69CC4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9.79</w:t>
            </w:r>
          </w:p>
        </w:tc>
      </w:tr>
      <w:tr w:rsidR="002906EA" w:rsidRPr="002906EA" w14:paraId="2A6DFDC3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E9D3C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2BCE5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57C93" w14:textId="0924E303" w:rsidR="002906EA" w:rsidRPr="002906EA" w:rsidRDefault="003B2D59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51946.</w:t>
            </w:r>
            <w:r w:rsidR="002906EA"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8F602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28610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67.30</w:t>
            </w:r>
          </w:p>
        </w:tc>
      </w:tr>
      <w:tr w:rsidR="002906EA" w:rsidRPr="002906EA" w14:paraId="7A1DB8A6" w14:textId="77777777" w:rsidTr="002906EA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CF589" w14:textId="77777777" w:rsidR="002906EA" w:rsidRPr="002906EA" w:rsidRDefault="002906EA" w:rsidP="002906E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45E7C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9B376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66572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101.449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EAD5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1521.74</w:t>
            </w:r>
          </w:p>
        </w:tc>
      </w:tr>
      <w:tr w:rsidR="002906EA" w:rsidRPr="002906EA" w14:paraId="03CE9749" w14:textId="77777777" w:rsidTr="002906EA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1BFC6" w14:textId="77777777" w:rsidR="002906EA" w:rsidRPr="002906EA" w:rsidRDefault="002906EA" w:rsidP="002906E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землището (дка)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6F85B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28457" w14:textId="77777777" w:rsidR="002906EA" w:rsidRPr="002906EA" w:rsidRDefault="002906EA" w:rsidP="002906EA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BC9CE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192.767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9D99F" w14:textId="77777777" w:rsidR="002906EA" w:rsidRPr="002906EA" w:rsidRDefault="002906EA" w:rsidP="002906E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2891.51</w:t>
            </w:r>
          </w:p>
        </w:tc>
      </w:tr>
    </w:tbl>
    <w:p w14:paraId="387AA176" w14:textId="77777777" w:rsidR="004219A2" w:rsidRDefault="004219A2" w:rsidP="001860A7">
      <w:pPr>
        <w:ind w:firstLine="720"/>
        <w:jc w:val="both"/>
        <w:rPr>
          <w:b/>
          <w:lang w:val="bg-BG"/>
        </w:rPr>
      </w:pPr>
    </w:p>
    <w:p w14:paraId="1597EB5E" w14:textId="77777777" w:rsidR="001860A7" w:rsidRPr="00D92A91" w:rsidRDefault="001860A7" w:rsidP="001860A7">
      <w:pPr>
        <w:ind w:firstLine="720"/>
        <w:jc w:val="both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822405">
        <w:rPr>
          <w:lang w:val="bg-BG"/>
        </w:rPr>
        <w:t>в Областна дирекция „Земеделие“ София област</w:t>
      </w:r>
      <w:r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14:paraId="002D3E82" w14:textId="77777777" w:rsidR="001860A7" w:rsidRPr="00BD6601" w:rsidRDefault="001860A7" w:rsidP="001860A7">
      <w:pPr>
        <w:jc w:val="both"/>
        <w:rPr>
          <w:lang w:val="bg-BG"/>
        </w:rPr>
      </w:pPr>
      <w:r w:rsidRPr="00437AD3">
        <w:rPr>
          <w:b/>
          <w:lang w:val="bg-BG"/>
        </w:rPr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437AD3">
        <w:rPr>
          <w:b/>
          <w:lang w:val="bg-BG"/>
        </w:rPr>
        <w:t xml:space="preserve"> </w:t>
      </w:r>
      <w:r>
        <w:rPr>
          <w:b/>
          <w:lang w:val="bg-BG"/>
        </w:rPr>
        <w:t xml:space="preserve">София област: Банка </w:t>
      </w:r>
      <w:r w:rsidRPr="00437AD3">
        <w:rPr>
          <w:b/>
          <w:lang w:val="bg-BG"/>
        </w:rPr>
        <w:t>УниКредит Булбанк, BIC: UNCRBGSF, IBAN: BG67 UNCR 7000 3319 7337 51</w:t>
      </w:r>
      <w:r>
        <w:rPr>
          <w:lang w:val="bg-BG"/>
        </w:rPr>
        <w:t>.</w:t>
      </w:r>
    </w:p>
    <w:p w14:paraId="62C3AE08" w14:textId="77777777" w:rsidR="001860A7" w:rsidRDefault="001860A7" w:rsidP="001860A7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8124DD">
        <w:rPr>
          <w:b/>
          <w:lang w:val="bg-BG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</w:t>
      </w:r>
      <w:r w:rsidRPr="007970E5">
        <w:rPr>
          <w:lang w:val="bg-BG"/>
        </w:rPr>
        <w:lastRenderedPageBreak/>
        <w:t xml:space="preserve">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14:paraId="07F85A94" w14:textId="493B48FC" w:rsidR="001860A7" w:rsidRDefault="001860A7" w:rsidP="001860A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с. </w:t>
      </w:r>
      <w:r w:rsidR="00E919DA">
        <w:rPr>
          <w:lang w:val="bg-BG"/>
        </w:rPr>
        <w:t>Новачене</w:t>
      </w:r>
      <w:r>
        <w:rPr>
          <w:lang w:val="bg-BG"/>
        </w:rPr>
        <w:t xml:space="preserve"> и в сградата на Общинска служба по земеделие – гр. Ботевград и да се публикува на интернет страниците на съответната община и Областна дирекция „Земеделие” – София област.</w:t>
      </w:r>
    </w:p>
    <w:p w14:paraId="5DB79051" w14:textId="77777777" w:rsidR="001860A7" w:rsidRDefault="001860A7" w:rsidP="001860A7">
      <w:pPr>
        <w:ind w:firstLine="720"/>
        <w:jc w:val="both"/>
        <w:rPr>
          <w:lang w:val="bg-BG"/>
        </w:rPr>
      </w:pPr>
      <w:r>
        <w:rPr>
          <w:lang w:val="bg-BG"/>
        </w:rPr>
        <w:t>Контрол по изпълнението на заповедта възлагам на началника на Общинска служба по земеделие – гр. Ботевград.</w:t>
      </w:r>
    </w:p>
    <w:p w14:paraId="6628683D" w14:textId="77777777" w:rsidR="001860A7" w:rsidRPr="000F6DCA" w:rsidRDefault="001860A7" w:rsidP="001860A7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14:paraId="3733CCD2" w14:textId="77777777" w:rsidR="001860A7" w:rsidRDefault="001860A7" w:rsidP="001860A7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</w:t>
      </w:r>
      <w:proofErr w:type="spellStart"/>
      <w:r>
        <w:rPr>
          <w:lang w:val="bg-BG"/>
        </w:rPr>
        <w:t>Административнопроцесуалния</w:t>
      </w:r>
      <w:proofErr w:type="spellEnd"/>
      <w:r>
        <w:rPr>
          <w:lang w:val="bg-BG"/>
        </w:rPr>
        <w:t xml:space="preserve"> кодекс. Обжалването на заповедта не спира нейното изпълнение. </w:t>
      </w:r>
    </w:p>
    <w:p w14:paraId="594553E7" w14:textId="77777777" w:rsidR="001860A7" w:rsidRDefault="001860A7" w:rsidP="001860A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14:paraId="53B0A6EC" w14:textId="77777777" w:rsidR="001860A7" w:rsidRDefault="001860A7" w:rsidP="001860A7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14:paraId="3B009C0D" w14:textId="77777777" w:rsidR="001860A7" w:rsidRPr="00FB7937" w:rsidRDefault="001860A7" w:rsidP="001860A7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14:paraId="216F8347" w14:textId="77777777" w:rsidR="001860A7" w:rsidRDefault="001860A7" w:rsidP="001860A7">
      <w:pPr>
        <w:ind w:firstLine="720"/>
        <w:jc w:val="both"/>
        <w:rPr>
          <w:b/>
          <w:lang w:val="bg-BG"/>
        </w:rPr>
      </w:pPr>
    </w:p>
    <w:p w14:paraId="151A995F" w14:textId="77777777" w:rsidR="004219A2" w:rsidRDefault="004219A2" w:rsidP="001860A7">
      <w:pPr>
        <w:ind w:firstLine="720"/>
        <w:jc w:val="both"/>
        <w:rPr>
          <w:b/>
          <w:lang w:val="bg-BG"/>
        </w:rPr>
      </w:pPr>
    </w:p>
    <w:p w14:paraId="4E0C0B7D" w14:textId="77777777" w:rsidR="001860A7" w:rsidRDefault="001860A7" w:rsidP="001860A7">
      <w:pPr>
        <w:rPr>
          <w:b/>
          <w:bCs/>
          <w:lang w:val="bg-BG"/>
        </w:rPr>
      </w:pPr>
    </w:p>
    <w:p w14:paraId="1185E80D" w14:textId="77777777" w:rsidR="00841916" w:rsidRPr="00841916" w:rsidRDefault="00841916" w:rsidP="00841916">
      <w:pPr>
        <w:rPr>
          <w:lang w:val="bg-BG"/>
        </w:rPr>
      </w:pPr>
    </w:p>
    <w:p w14:paraId="5264ACF9" w14:textId="77777777" w:rsidR="00841916" w:rsidRPr="00841916" w:rsidRDefault="00841916" w:rsidP="00841916">
      <w:pPr>
        <w:rPr>
          <w:lang w:val="bg-BG"/>
        </w:rPr>
      </w:pPr>
    </w:p>
    <w:p w14:paraId="18AA5EB0" w14:textId="7B4CBE92" w:rsidR="00841916" w:rsidRDefault="00841916" w:rsidP="00841916">
      <w:pPr>
        <w:rPr>
          <w:lang w:val="bg-BG"/>
        </w:rPr>
      </w:pPr>
    </w:p>
    <w:p w14:paraId="5B9B3F45" w14:textId="53218772" w:rsidR="00841916" w:rsidRPr="00691F3F" w:rsidRDefault="00841916" w:rsidP="00841916">
      <w:pPr>
        <w:jc w:val="both"/>
        <w:rPr>
          <w:b/>
          <w:color w:val="000000"/>
          <w:lang w:val="bg-BG" w:eastAsia="bg-BG"/>
        </w:rPr>
      </w:pPr>
      <w:r w:rsidRPr="002D3133">
        <w:rPr>
          <w:b/>
          <w:color w:val="000000"/>
          <w:lang w:eastAsia="bg-BG"/>
        </w:rPr>
        <w:t>ПЕТКО ДИМОВ</w:t>
      </w:r>
      <w:r>
        <w:rPr>
          <w:b/>
          <w:color w:val="000000"/>
          <w:lang w:eastAsia="bg-BG"/>
        </w:rPr>
        <w:t>:</w:t>
      </w:r>
      <w:r w:rsidR="00691F3F">
        <w:rPr>
          <w:b/>
          <w:color w:val="000000"/>
          <w:lang w:val="bg-BG" w:eastAsia="bg-BG"/>
        </w:rPr>
        <w:tab/>
        <w:t>/П/</w:t>
      </w:r>
    </w:p>
    <w:p w14:paraId="6DD71C85" w14:textId="77777777" w:rsidR="00841916" w:rsidRPr="002D3133" w:rsidRDefault="00841916" w:rsidP="00841916">
      <w:pPr>
        <w:jc w:val="both"/>
        <w:rPr>
          <w:i/>
          <w:color w:val="000000" w:themeColor="text1"/>
        </w:rPr>
      </w:pPr>
    </w:p>
    <w:p w14:paraId="706E0E14" w14:textId="77777777" w:rsidR="00841916" w:rsidRPr="002D3133" w:rsidRDefault="00841916" w:rsidP="00841916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Директор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дирекция</w:t>
      </w:r>
      <w:proofErr w:type="spellEnd"/>
    </w:p>
    <w:p w14:paraId="491F0788" w14:textId="77777777" w:rsidR="00841916" w:rsidRPr="002D3133" w:rsidRDefault="00841916" w:rsidP="00841916">
      <w:pPr>
        <w:jc w:val="both"/>
        <w:rPr>
          <w:i/>
          <w:color w:val="000000" w:themeColor="text1"/>
        </w:rPr>
      </w:pPr>
      <w:r w:rsidRPr="002D3133">
        <w:rPr>
          <w:i/>
          <w:color w:val="000000" w:themeColor="text1"/>
        </w:rPr>
        <w:t>,</w:t>
      </w:r>
      <w:proofErr w:type="gramStart"/>
      <w:r w:rsidRPr="002D3133">
        <w:rPr>
          <w:i/>
          <w:color w:val="000000" w:themeColor="text1"/>
        </w:rPr>
        <w:t>,</w:t>
      </w:r>
      <w:proofErr w:type="spellStart"/>
      <w:r w:rsidRPr="002D3133">
        <w:rPr>
          <w:i/>
          <w:color w:val="000000" w:themeColor="text1"/>
        </w:rPr>
        <w:t>Земеделие</w:t>
      </w:r>
      <w:proofErr w:type="spellEnd"/>
      <w:proofErr w:type="gramEnd"/>
      <w:r w:rsidRPr="002D3133">
        <w:rPr>
          <w:i/>
          <w:color w:val="000000" w:themeColor="text1"/>
        </w:rPr>
        <w:t xml:space="preserve">” – </w:t>
      </w:r>
    </w:p>
    <w:p w14:paraId="4670C665" w14:textId="77777777" w:rsidR="00841916" w:rsidRPr="002D3133" w:rsidRDefault="00841916" w:rsidP="00841916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София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</w:t>
      </w:r>
      <w:proofErr w:type="spellEnd"/>
    </w:p>
    <w:p w14:paraId="4A37D961" w14:textId="77777777" w:rsidR="004219A2" w:rsidRPr="00841916" w:rsidRDefault="004219A2" w:rsidP="00841916">
      <w:pPr>
        <w:ind w:firstLine="720"/>
        <w:rPr>
          <w:lang w:val="bg-BG"/>
        </w:rPr>
      </w:pPr>
      <w:bookmarkStart w:id="0" w:name="_GoBack"/>
      <w:bookmarkEnd w:id="0"/>
    </w:p>
    <w:sectPr w:rsidR="004219A2" w:rsidRPr="00841916" w:rsidSect="004219A2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1134" w:bottom="1135" w:left="1276" w:header="680" w:footer="17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7CE5B5" w14:textId="77777777" w:rsidR="00905C41" w:rsidRDefault="00905C41">
      <w:r>
        <w:separator/>
      </w:r>
    </w:p>
  </w:endnote>
  <w:endnote w:type="continuationSeparator" w:id="0">
    <w:p w14:paraId="2DC3EB55" w14:textId="77777777" w:rsidR="00905C41" w:rsidRDefault="00905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87672" w14:textId="77777777" w:rsidR="002906EA" w:rsidRDefault="002906EA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04DAF8" w14:textId="77777777" w:rsidR="002906EA" w:rsidRDefault="002906EA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763E7" w14:textId="323EE29D" w:rsidR="002906EA" w:rsidRPr="00713EC9" w:rsidRDefault="002906EA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691F3F">
      <w:rPr>
        <w:rStyle w:val="PageNumber"/>
        <w:noProof/>
        <w:sz w:val="18"/>
      </w:rPr>
      <w:t>5</w:t>
    </w:r>
    <w:r w:rsidRPr="00713EC9">
      <w:rPr>
        <w:rStyle w:val="PageNumber"/>
        <w:sz w:val="18"/>
      </w:rPr>
      <w:fldChar w:fldCharType="end"/>
    </w:r>
  </w:p>
  <w:p w14:paraId="317454A5" w14:textId="77777777" w:rsidR="002906EA" w:rsidRPr="00641F91" w:rsidRDefault="002906EA" w:rsidP="008931E5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641F91">
      <w:rPr>
        <w:rFonts w:ascii="Verdana" w:hAnsi="Verdana"/>
        <w:noProof/>
        <w:sz w:val="16"/>
        <w:szCs w:val="16"/>
        <w:lang w:val="ru-RU" w:eastAsia="bg-BG"/>
      </w:rPr>
      <w:t>гр. София 1000, бул. "Витоша" №4, ет.6; https://www.mzh.government.bg/ODZ-Sofiaoblast/bg/Home.aspx</w:t>
    </w:r>
  </w:p>
  <w:p w14:paraId="56E005B9" w14:textId="77777777" w:rsidR="002906EA" w:rsidRPr="00641F91" w:rsidRDefault="002906EA" w:rsidP="008931E5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641F91">
      <w:rPr>
        <w:rFonts w:ascii="Verdana" w:hAnsi="Verdana"/>
        <w:noProof/>
        <w:sz w:val="16"/>
        <w:szCs w:val="16"/>
        <w:lang w:val="ru-RU" w:eastAsia="bg-BG"/>
      </w:rPr>
      <w:t>тел:(+3592) 419 70 20, e-mail: odzg_sfoblast@mzh.government.bg</w:t>
    </w:r>
  </w:p>
  <w:p w14:paraId="4542867E" w14:textId="77777777" w:rsidR="002906EA" w:rsidRPr="00835BBA" w:rsidRDefault="002906EA" w:rsidP="008931E5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A9A0F" w14:textId="77777777" w:rsidR="002906EA" w:rsidRPr="00641F91" w:rsidRDefault="002906EA" w:rsidP="00C364AB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641F91">
      <w:rPr>
        <w:rFonts w:ascii="Verdana" w:hAnsi="Verdana"/>
        <w:noProof/>
        <w:sz w:val="16"/>
        <w:szCs w:val="16"/>
        <w:lang w:val="ru-RU" w:eastAsia="bg-BG"/>
      </w:rPr>
      <w:t>гр. София 1000, бул. "Витоша" №4, ет.6; https://www.mzh.government.bg/ODZ-Sofiaoblast/bg/Home.aspx</w:t>
    </w:r>
  </w:p>
  <w:p w14:paraId="37450A51" w14:textId="77777777" w:rsidR="002906EA" w:rsidRPr="00641F91" w:rsidRDefault="002906EA" w:rsidP="00C364AB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641F91">
      <w:rPr>
        <w:rFonts w:ascii="Verdana" w:hAnsi="Verdana"/>
        <w:noProof/>
        <w:sz w:val="16"/>
        <w:szCs w:val="16"/>
        <w:lang w:val="ru-RU" w:eastAsia="bg-BG"/>
      </w:rPr>
      <w:t>тел:(+3592) 419 70 20,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B4B2EC" w14:textId="77777777" w:rsidR="00905C41" w:rsidRDefault="00905C41">
      <w:r>
        <w:separator/>
      </w:r>
    </w:p>
  </w:footnote>
  <w:footnote w:type="continuationSeparator" w:id="0">
    <w:p w14:paraId="4919BC86" w14:textId="77777777" w:rsidR="00905C41" w:rsidRDefault="00905C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2F5F3" w14:textId="650D7F73" w:rsidR="002906EA" w:rsidRPr="005B69F7" w:rsidRDefault="002906EA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0199BD3D" wp14:editId="487C5674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E23395" w14:textId="0498BA1D" w:rsidR="002906EA" w:rsidRPr="005B69F7" w:rsidRDefault="002906EA" w:rsidP="00641F91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01FD6FA2" wp14:editId="17A3998B">
              <wp:simplePos x="0" y="0"/>
              <wp:positionH relativeFrom="column">
                <wp:posOffset>666276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type w14:anchorId="0716AF0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2.4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7BE1BFD4" w14:textId="42C1FBB1" w:rsidR="002906EA" w:rsidRPr="00E468F5" w:rsidRDefault="002906EA" w:rsidP="00641F91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14:paraId="1E892D04" w14:textId="1DEBEC1D" w:rsidR="002906EA" w:rsidRPr="00983B22" w:rsidRDefault="002906EA" w:rsidP="00641F91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>Областна дирекция „Земеделие” – София област</w:t>
    </w:r>
  </w:p>
  <w:p w14:paraId="0F90B5D1" w14:textId="77777777" w:rsidR="002906EA" w:rsidRPr="00983B22" w:rsidRDefault="002906EA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13A9F"/>
    <w:rsid w:val="00020405"/>
    <w:rsid w:val="00031A1D"/>
    <w:rsid w:val="0009344D"/>
    <w:rsid w:val="00094932"/>
    <w:rsid w:val="000A519D"/>
    <w:rsid w:val="000C2C0E"/>
    <w:rsid w:val="000C5047"/>
    <w:rsid w:val="000D4795"/>
    <w:rsid w:val="000E2804"/>
    <w:rsid w:val="000E46A8"/>
    <w:rsid w:val="000F3798"/>
    <w:rsid w:val="000F691D"/>
    <w:rsid w:val="0011621C"/>
    <w:rsid w:val="00127F9D"/>
    <w:rsid w:val="0013647C"/>
    <w:rsid w:val="00137F32"/>
    <w:rsid w:val="00155469"/>
    <w:rsid w:val="00157D1E"/>
    <w:rsid w:val="00164A60"/>
    <w:rsid w:val="00167D62"/>
    <w:rsid w:val="001738C2"/>
    <w:rsid w:val="00173A32"/>
    <w:rsid w:val="001850C9"/>
    <w:rsid w:val="001860A7"/>
    <w:rsid w:val="001A06E4"/>
    <w:rsid w:val="001A1BA3"/>
    <w:rsid w:val="001A1C66"/>
    <w:rsid w:val="001A2134"/>
    <w:rsid w:val="001A28F0"/>
    <w:rsid w:val="001B4BA5"/>
    <w:rsid w:val="001E18E8"/>
    <w:rsid w:val="001F1012"/>
    <w:rsid w:val="001F5264"/>
    <w:rsid w:val="0020653E"/>
    <w:rsid w:val="00212573"/>
    <w:rsid w:val="00225E60"/>
    <w:rsid w:val="00226449"/>
    <w:rsid w:val="00227215"/>
    <w:rsid w:val="0023186B"/>
    <w:rsid w:val="00236727"/>
    <w:rsid w:val="0024276E"/>
    <w:rsid w:val="002522D6"/>
    <w:rsid w:val="002639F4"/>
    <w:rsid w:val="00266D04"/>
    <w:rsid w:val="002725F6"/>
    <w:rsid w:val="002906EA"/>
    <w:rsid w:val="00291BDD"/>
    <w:rsid w:val="00296C8F"/>
    <w:rsid w:val="002A10AF"/>
    <w:rsid w:val="002A55CD"/>
    <w:rsid w:val="002B7F08"/>
    <w:rsid w:val="002C0EE7"/>
    <w:rsid w:val="002C5874"/>
    <w:rsid w:val="002D3AFE"/>
    <w:rsid w:val="002D3B8A"/>
    <w:rsid w:val="002E25EF"/>
    <w:rsid w:val="002E37B1"/>
    <w:rsid w:val="002F2872"/>
    <w:rsid w:val="003015D9"/>
    <w:rsid w:val="003140CD"/>
    <w:rsid w:val="00316D26"/>
    <w:rsid w:val="00322DEA"/>
    <w:rsid w:val="00325630"/>
    <w:rsid w:val="0033321F"/>
    <w:rsid w:val="00334F0E"/>
    <w:rsid w:val="003361C6"/>
    <w:rsid w:val="00343C03"/>
    <w:rsid w:val="00345A2F"/>
    <w:rsid w:val="0035293A"/>
    <w:rsid w:val="00352944"/>
    <w:rsid w:val="00355EDA"/>
    <w:rsid w:val="0035766D"/>
    <w:rsid w:val="003601F1"/>
    <w:rsid w:val="003813FC"/>
    <w:rsid w:val="00382A94"/>
    <w:rsid w:val="0038518E"/>
    <w:rsid w:val="003A6165"/>
    <w:rsid w:val="003A7442"/>
    <w:rsid w:val="003B2D59"/>
    <w:rsid w:val="003B6B61"/>
    <w:rsid w:val="003C2E20"/>
    <w:rsid w:val="003C67A9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496B"/>
    <w:rsid w:val="004114B6"/>
    <w:rsid w:val="004219A2"/>
    <w:rsid w:val="0042599A"/>
    <w:rsid w:val="00430352"/>
    <w:rsid w:val="0043766A"/>
    <w:rsid w:val="00443D11"/>
    <w:rsid w:val="00446795"/>
    <w:rsid w:val="00451B49"/>
    <w:rsid w:val="00453581"/>
    <w:rsid w:val="00454CDE"/>
    <w:rsid w:val="00463733"/>
    <w:rsid w:val="00463C1A"/>
    <w:rsid w:val="00464B42"/>
    <w:rsid w:val="00471AF4"/>
    <w:rsid w:val="00482DD3"/>
    <w:rsid w:val="00496975"/>
    <w:rsid w:val="004A35CC"/>
    <w:rsid w:val="004B10BF"/>
    <w:rsid w:val="004C3144"/>
    <w:rsid w:val="004C4B62"/>
    <w:rsid w:val="004D6111"/>
    <w:rsid w:val="004E31E0"/>
    <w:rsid w:val="004E5FF6"/>
    <w:rsid w:val="004E6A06"/>
    <w:rsid w:val="004F50DC"/>
    <w:rsid w:val="004F5882"/>
    <w:rsid w:val="004F765C"/>
    <w:rsid w:val="0051429F"/>
    <w:rsid w:val="00522D1E"/>
    <w:rsid w:val="005246DE"/>
    <w:rsid w:val="00533524"/>
    <w:rsid w:val="00535A0F"/>
    <w:rsid w:val="00535D58"/>
    <w:rsid w:val="00535F7E"/>
    <w:rsid w:val="005379D0"/>
    <w:rsid w:val="00544517"/>
    <w:rsid w:val="005455E5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B2632"/>
    <w:rsid w:val="005B4D1B"/>
    <w:rsid w:val="005B69F7"/>
    <w:rsid w:val="005C45C6"/>
    <w:rsid w:val="005D2C61"/>
    <w:rsid w:val="005D42C6"/>
    <w:rsid w:val="005D4B3F"/>
    <w:rsid w:val="005D4BE0"/>
    <w:rsid w:val="005D7788"/>
    <w:rsid w:val="005E5F37"/>
    <w:rsid w:val="005F18B8"/>
    <w:rsid w:val="005F2352"/>
    <w:rsid w:val="005F3A9D"/>
    <w:rsid w:val="00600678"/>
    <w:rsid w:val="00602A0B"/>
    <w:rsid w:val="00605188"/>
    <w:rsid w:val="00606C01"/>
    <w:rsid w:val="00617A58"/>
    <w:rsid w:val="00623B38"/>
    <w:rsid w:val="0063213C"/>
    <w:rsid w:val="006359F1"/>
    <w:rsid w:val="00641A91"/>
    <w:rsid w:val="00641F91"/>
    <w:rsid w:val="006434A5"/>
    <w:rsid w:val="00645F78"/>
    <w:rsid w:val="00654315"/>
    <w:rsid w:val="006551EB"/>
    <w:rsid w:val="00665133"/>
    <w:rsid w:val="006655C6"/>
    <w:rsid w:val="00671B3F"/>
    <w:rsid w:val="006727E9"/>
    <w:rsid w:val="006871DF"/>
    <w:rsid w:val="00687C4C"/>
    <w:rsid w:val="00691F3F"/>
    <w:rsid w:val="00694953"/>
    <w:rsid w:val="00696864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13EC9"/>
    <w:rsid w:val="00715C9E"/>
    <w:rsid w:val="007201AF"/>
    <w:rsid w:val="00723309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81F58"/>
    <w:rsid w:val="00785809"/>
    <w:rsid w:val="00787497"/>
    <w:rsid w:val="007947AE"/>
    <w:rsid w:val="007964C9"/>
    <w:rsid w:val="007A06D3"/>
    <w:rsid w:val="007A6290"/>
    <w:rsid w:val="007B4B8A"/>
    <w:rsid w:val="007D05C7"/>
    <w:rsid w:val="007D07CD"/>
    <w:rsid w:val="007D6450"/>
    <w:rsid w:val="007E1E8A"/>
    <w:rsid w:val="007F3883"/>
    <w:rsid w:val="007F4B46"/>
    <w:rsid w:val="00800337"/>
    <w:rsid w:val="0080526F"/>
    <w:rsid w:val="00810556"/>
    <w:rsid w:val="00812A88"/>
    <w:rsid w:val="00813E21"/>
    <w:rsid w:val="00822F7A"/>
    <w:rsid w:val="00823FF9"/>
    <w:rsid w:val="008318FA"/>
    <w:rsid w:val="008324AB"/>
    <w:rsid w:val="008328AA"/>
    <w:rsid w:val="00835BBA"/>
    <w:rsid w:val="00841916"/>
    <w:rsid w:val="0085348A"/>
    <w:rsid w:val="0086367E"/>
    <w:rsid w:val="00871654"/>
    <w:rsid w:val="00876D17"/>
    <w:rsid w:val="00877785"/>
    <w:rsid w:val="00883AE2"/>
    <w:rsid w:val="00890060"/>
    <w:rsid w:val="008931E5"/>
    <w:rsid w:val="00893776"/>
    <w:rsid w:val="008A1BBB"/>
    <w:rsid w:val="008A25C1"/>
    <w:rsid w:val="008A57E9"/>
    <w:rsid w:val="008B0206"/>
    <w:rsid w:val="008B1300"/>
    <w:rsid w:val="008B5CB1"/>
    <w:rsid w:val="008D2703"/>
    <w:rsid w:val="008E0E45"/>
    <w:rsid w:val="008F3A6E"/>
    <w:rsid w:val="008F4B2A"/>
    <w:rsid w:val="008F7A88"/>
    <w:rsid w:val="00905C41"/>
    <w:rsid w:val="0091297E"/>
    <w:rsid w:val="00931B42"/>
    <w:rsid w:val="00936425"/>
    <w:rsid w:val="00937D51"/>
    <w:rsid w:val="0094255C"/>
    <w:rsid w:val="00945150"/>
    <w:rsid w:val="00946D85"/>
    <w:rsid w:val="009568F1"/>
    <w:rsid w:val="00956CD8"/>
    <w:rsid w:val="00963685"/>
    <w:rsid w:val="00967CC5"/>
    <w:rsid w:val="00974546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555E"/>
    <w:rsid w:val="009E7D8E"/>
    <w:rsid w:val="009F2A96"/>
    <w:rsid w:val="00A144F4"/>
    <w:rsid w:val="00A15B2B"/>
    <w:rsid w:val="00A22FCE"/>
    <w:rsid w:val="00A23BFD"/>
    <w:rsid w:val="00A2419F"/>
    <w:rsid w:val="00A27CA5"/>
    <w:rsid w:val="00A36C2A"/>
    <w:rsid w:val="00A45C80"/>
    <w:rsid w:val="00A56EBD"/>
    <w:rsid w:val="00A60928"/>
    <w:rsid w:val="00A64873"/>
    <w:rsid w:val="00A67727"/>
    <w:rsid w:val="00A74EBA"/>
    <w:rsid w:val="00A75618"/>
    <w:rsid w:val="00A76A7D"/>
    <w:rsid w:val="00A76B02"/>
    <w:rsid w:val="00A806FD"/>
    <w:rsid w:val="00A838A3"/>
    <w:rsid w:val="00A908FE"/>
    <w:rsid w:val="00A92CFD"/>
    <w:rsid w:val="00AA37E5"/>
    <w:rsid w:val="00AB53BB"/>
    <w:rsid w:val="00AB6228"/>
    <w:rsid w:val="00AB7BD0"/>
    <w:rsid w:val="00AD13E8"/>
    <w:rsid w:val="00AD2747"/>
    <w:rsid w:val="00AD3A76"/>
    <w:rsid w:val="00AD6705"/>
    <w:rsid w:val="00AD6B30"/>
    <w:rsid w:val="00AD7D68"/>
    <w:rsid w:val="00AE6009"/>
    <w:rsid w:val="00AF512C"/>
    <w:rsid w:val="00B02AEB"/>
    <w:rsid w:val="00B14BA2"/>
    <w:rsid w:val="00B21D8A"/>
    <w:rsid w:val="00B23EF6"/>
    <w:rsid w:val="00B33ACE"/>
    <w:rsid w:val="00B54180"/>
    <w:rsid w:val="00B65B7A"/>
    <w:rsid w:val="00B71426"/>
    <w:rsid w:val="00B71DAC"/>
    <w:rsid w:val="00B76386"/>
    <w:rsid w:val="00B76B80"/>
    <w:rsid w:val="00B80440"/>
    <w:rsid w:val="00B92A9C"/>
    <w:rsid w:val="00B97B20"/>
    <w:rsid w:val="00BA3DAB"/>
    <w:rsid w:val="00BA5128"/>
    <w:rsid w:val="00BB37D0"/>
    <w:rsid w:val="00BC0B35"/>
    <w:rsid w:val="00BC45FC"/>
    <w:rsid w:val="00BC5E18"/>
    <w:rsid w:val="00BD1BCF"/>
    <w:rsid w:val="00BD5937"/>
    <w:rsid w:val="00BD6537"/>
    <w:rsid w:val="00BE215C"/>
    <w:rsid w:val="00BE4052"/>
    <w:rsid w:val="00C00904"/>
    <w:rsid w:val="00C02136"/>
    <w:rsid w:val="00C03845"/>
    <w:rsid w:val="00C06313"/>
    <w:rsid w:val="00C120B5"/>
    <w:rsid w:val="00C2374B"/>
    <w:rsid w:val="00C34BD9"/>
    <w:rsid w:val="00C34FAA"/>
    <w:rsid w:val="00C35665"/>
    <w:rsid w:val="00C364AB"/>
    <w:rsid w:val="00C37346"/>
    <w:rsid w:val="00C41B72"/>
    <w:rsid w:val="00C473A4"/>
    <w:rsid w:val="00C624E9"/>
    <w:rsid w:val="00C84C39"/>
    <w:rsid w:val="00C955B9"/>
    <w:rsid w:val="00CA17DF"/>
    <w:rsid w:val="00CA3258"/>
    <w:rsid w:val="00CA41E3"/>
    <w:rsid w:val="00CA7A14"/>
    <w:rsid w:val="00CC4D7C"/>
    <w:rsid w:val="00CC671B"/>
    <w:rsid w:val="00CD6A9A"/>
    <w:rsid w:val="00CE47C7"/>
    <w:rsid w:val="00CE5345"/>
    <w:rsid w:val="00CE78CA"/>
    <w:rsid w:val="00CF1702"/>
    <w:rsid w:val="00CF334D"/>
    <w:rsid w:val="00D00BD9"/>
    <w:rsid w:val="00D04E6A"/>
    <w:rsid w:val="00D063E4"/>
    <w:rsid w:val="00D10B5A"/>
    <w:rsid w:val="00D117C6"/>
    <w:rsid w:val="00D1214A"/>
    <w:rsid w:val="00D13F65"/>
    <w:rsid w:val="00D259F5"/>
    <w:rsid w:val="00D30900"/>
    <w:rsid w:val="00D30D14"/>
    <w:rsid w:val="00D450FA"/>
    <w:rsid w:val="00D514F6"/>
    <w:rsid w:val="00D57A2F"/>
    <w:rsid w:val="00D61AE4"/>
    <w:rsid w:val="00D71A31"/>
    <w:rsid w:val="00D72D28"/>
    <w:rsid w:val="00D742E5"/>
    <w:rsid w:val="00D7472F"/>
    <w:rsid w:val="00D767F3"/>
    <w:rsid w:val="00D81D3E"/>
    <w:rsid w:val="00D86621"/>
    <w:rsid w:val="00D86C51"/>
    <w:rsid w:val="00D94649"/>
    <w:rsid w:val="00D94EC1"/>
    <w:rsid w:val="00DA5FC2"/>
    <w:rsid w:val="00DA6215"/>
    <w:rsid w:val="00DB0831"/>
    <w:rsid w:val="00DB47C4"/>
    <w:rsid w:val="00DC07CF"/>
    <w:rsid w:val="00DD56FF"/>
    <w:rsid w:val="00DF7F89"/>
    <w:rsid w:val="00E033AB"/>
    <w:rsid w:val="00E03AA7"/>
    <w:rsid w:val="00E14211"/>
    <w:rsid w:val="00E14AEE"/>
    <w:rsid w:val="00E237A5"/>
    <w:rsid w:val="00E276F4"/>
    <w:rsid w:val="00E468F5"/>
    <w:rsid w:val="00E52E11"/>
    <w:rsid w:val="00E5612F"/>
    <w:rsid w:val="00E5627C"/>
    <w:rsid w:val="00E61682"/>
    <w:rsid w:val="00E6220A"/>
    <w:rsid w:val="00E71875"/>
    <w:rsid w:val="00E71BA4"/>
    <w:rsid w:val="00E7445E"/>
    <w:rsid w:val="00E76BF6"/>
    <w:rsid w:val="00E919DA"/>
    <w:rsid w:val="00EA3B1F"/>
    <w:rsid w:val="00EA778C"/>
    <w:rsid w:val="00EB4DB7"/>
    <w:rsid w:val="00EB63E3"/>
    <w:rsid w:val="00EE1A25"/>
    <w:rsid w:val="00EE2FF9"/>
    <w:rsid w:val="00EF61F2"/>
    <w:rsid w:val="00F06BC9"/>
    <w:rsid w:val="00F23266"/>
    <w:rsid w:val="00F377D5"/>
    <w:rsid w:val="00F37E58"/>
    <w:rsid w:val="00F44F89"/>
    <w:rsid w:val="00F50BB4"/>
    <w:rsid w:val="00F62E21"/>
    <w:rsid w:val="00F63931"/>
    <w:rsid w:val="00F670A1"/>
    <w:rsid w:val="00F72CF1"/>
    <w:rsid w:val="00F7674E"/>
    <w:rsid w:val="00F77810"/>
    <w:rsid w:val="00F95DCD"/>
    <w:rsid w:val="00FA10EE"/>
    <w:rsid w:val="00FA4106"/>
    <w:rsid w:val="00FA5F3B"/>
    <w:rsid w:val="00FB2631"/>
    <w:rsid w:val="00FB3A94"/>
    <w:rsid w:val="00FB775A"/>
    <w:rsid w:val="00FC7984"/>
    <w:rsid w:val="00FD129D"/>
    <w:rsid w:val="00FE4761"/>
    <w:rsid w:val="00FF13DE"/>
    <w:rsid w:val="00FF295F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6E040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msonormal0">
    <w:name w:val="msonormal"/>
    <w:basedOn w:val="Normal"/>
    <w:rsid w:val="00C03845"/>
    <w:pPr>
      <w:spacing w:before="100" w:beforeAutospacing="1" w:after="100" w:afterAutospacing="1"/>
    </w:pPr>
    <w:rPr>
      <w:lang w:val="bg-BG" w:eastAsia="bg-BG"/>
    </w:rPr>
  </w:style>
  <w:style w:type="paragraph" w:customStyle="1" w:styleId="font5">
    <w:name w:val="font5"/>
    <w:basedOn w:val="Normal"/>
    <w:rsid w:val="00C03845"/>
    <w:pPr>
      <w:spacing w:before="100" w:beforeAutospacing="1" w:after="100" w:afterAutospacing="1"/>
    </w:pPr>
    <w:rPr>
      <w:color w:val="000000"/>
      <w:lang w:val="bg-BG" w:eastAsia="bg-BG"/>
    </w:rPr>
  </w:style>
  <w:style w:type="paragraph" w:customStyle="1" w:styleId="font6">
    <w:name w:val="font6"/>
    <w:basedOn w:val="Normal"/>
    <w:rsid w:val="00C03845"/>
    <w:pPr>
      <w:spacing w:before="100" w:beforeAutospacing="1" w:after="100" w:afterAutospacing="1"/>
    </w:pPr>
    <w:rPr>
      <w:b/>
      <w:bCs/>
      <w:color w:val="000000"/>
      <w:sz w:val="18"/>
      <w:szCs w:val="18"/>
      <w:lang w:val="bg-BG" w:eastAsia="bg-BG"/>
    </w:rPr>
  </w:style>
  <w:style w:type="paragraph" w:customStyle="1" w:styleId="xl72">
    <w:name w:val="xl72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C03845"/>
    <w:pP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74">
    <w:name w:val="xl74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75">
    <w:name w:val="xl75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6">
    <w:name w:val="xl76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bg-BG" w:eastAsia="bg-BG"/>
    </w:rPr>
  </w:style>
  <w:style w:type="paragraph" w:customStyle="1" w:styleId="xl78">
    <w:name w:val="xl78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9">
    <w:name w:val="xl79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80">
    <w:name w:val="xl80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bg-BG" w:eastAsia="bg-BG"/>
    </w:rPr>
  </w:style>
  <w:style w:type="paragraph" w:customStyle="1" w:styleId="xl77">
    <w:name w:val="xl77"/>
    <w:basedOn w:val="Normal"/>
    <w:rsid w:val="002906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msonormal0">
    <w:name w:val="msonormal"/>
    <w:basedOn w:val="Normal"/>
    <w:rsid w:val="00C03845"/>
    <w:pPr>
      <w:spacing w:before="100" w:beforeAutospacing="1" w:after="100" w:afterAutospacing="1"/>
    </w:pPr>
    <w:rPr>
      <w:lang w:val="bg-BG" w:eastAsia="bg-BG"/>
    </w:rPr>
  </w:style>
  <w:style w:type="paragraph" w:customStyle="1" w:styleId="font5">
    <w:name w:val="font5"/>
    <w:basedOn w:val="Normal"/>
    <w:rsid w:val="00C03845"/>
    <w:pPr>
      <w:spacing w:before="100" w:beforeAutospacing="1" w:after="100" w:afterAutospacing="1"/>
    </w:pPr>
    <w:rPr>
      <w:color w:val="000000"/>
      <w:lang w:val="bg-BG" w:eastAsia="bg-BG"/>
    </w:rPr>
  </w:style>
  <w:style w:type="paragraph" w:customStyle="1" w:styleId="font6">
    <w:name w:val="font6"/>
    <w:basedOn w:val="Normal"/>
    <w:rsid w:val="00C03845"/>
    <w:pPr>
      <w:spacing w:before="100" w:beforeAutospacing="1" w:after="100" w:afterAutospacing="1"/>
    </w:pPr>
    <w:rPr>
      <w:b/>
      <w:bCs/>
      <w:color w:val="000000"/>
      <w:sz w:val="18"/>
      <w:szCs w:val="18"/>
      <w:lang w:val="bg-BG" w:eastAsia="bg-BG"/>
    </w:rPr>
  </w:style>
  <w:style w:type="paragraph" w:customStyle="1" w:styleId="xl72">
    <w:name w:val="xl72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C03845"/>
    <w:pP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74">
    <w:name w:val="xl74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75">
    <w:name w:val="xl75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6">
    <w:name w:val="xl76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bg-BG" w:eastAsia="bg-BG"/>
    </w:rPr>
  </w:style>
  <w:style w:type="paragraph" w:customStyle="1" w:styleId="xl78">
    <w:name w:val="xl78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9">
    <w:name w:val="xl79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80">
    <w:name w:val="xl80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bg-BG" w:eastAsia="bg-BG"/>
    </w:rPr>
  </w:style>
  <w:style w:type="paragraph" w:customStyle="1" w:styleId="xl77">
    <w:name w:val="xl77"/>
    <w:basedOn w:val="Normal"/>
    <w:rsid w:val="002906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7</TotalTime>
  <Pages>5</Pages>
  <Words>1447</Words>
  <Characters>8251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2023-12-19T07:59:00Z</cp:lastPrinted>
  <dcterms:created xsi:type="dcterms:W3CDTF">2023-12-18T11:13:00Z</dcterms:created>
  <dcterms:modified xsi:type="dcterms:W3CDTF">2023-12-19T08:01:00Z</dcterms:modified>
</cp:coreProperties>
</file>