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A759D" w14:textId="77777777" w:rsidR="00812A88" w:rsidRDefault="005F2352" w:rsidP="003E4807">
      <w:pPr>
        <w:ind w:left="2160" w:firstLine="720"/>
        <w:rPr>
          <w:b/>
          <w:sz w:val="32"/>
        </w:rPr>
      </w:pPr>
      <w:r>
        <w:rPr>
          <w:b/>
          <w:sz w:val="32"/>
        </w:rPr>
        <w:t xml:space="preserve">  </w:t>
      </w:r>
    </w:p>
    <w:p w14:paraId="6300CD78" w14:textId="77777777" w:rsidR="00F33B8C" w:rsidRDefault="00F33B8C" w:rsidP="00F33B8C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 З А П О В Е Д</w:t>
      </w:r>
    </w:p>
    <w:p w14:paraId="30D7721A" w14:textId="6BF939BF" w:rsidR="00F33B8C" w:rsidRDefault="00F33B8C" w:rsidP="00F33B8C">
      <w:pPr>
        <w:ind w:left="3600"/>
        <w:rPr>
          <w:b/>
          <w:lang w:val="bg-BG"/>
        </w:rPr>
      </w:pPr>
      <w:r>
        <w:rPr>
          <w:b/>
          <w:lang w:val="bg-BG"/>
        </w:rPr>
        <w:t xml:space="preserve">       № ПО-09-</w:t>
      </w:r>
      <w:r w:rsidR="00AE4B8E">
        <w:rPr>
          <w:b/>
          <w:lang w:val="bg-BG"/>
        </w:rPr>
        <w:t>5935</w:t>
      </w:r>
      <w:r>
        <w:rPr>
          <w:b/>
          <w:lang w:val="bg-BG"/>
        </w:rPr>
        <w:t>-3</w:t>
      </w:r>
    </w:p>
    <w:p w14:paraId="54410C70" w14:textId="22EC7108" w:rsidR="00F33B8C" w:rsidRDefault="00F33B8C" w:rsidP="00F33B8C">
      <w:pPr>
        <w:ind w:left="2880" w:firstLine="720"/>
        <w:rPr>
          <w:b/>
          <w:lang w:val="bg-BG"/>
        </w:rPr>
      </w:pPr>
      <w:r>
        <w:rPr>
          <w:b/>
          <w:lang w:val="bg-BG"/>
        </w:rPr>
        <w:t xml:space="preserve">     София, </w:t>
      </w:r>
      <w:r w:rsidR="00D76E81">
        <w:rPr>
          <w:b/>
          <w:lang w:val="bg-BG"/>
        </w:rPr>
        <w:t>0</w:t>
      </w:r>
      <w:r w:rsidR="00D86641">
        <w:rPr>
          <w:b/>
          <w:lang w:val="bg-BG"/>
        </w:rPr>
        <w:t>7</w:t>
      </w:r>
      <w:r>
        <w:rPr>
          <w:b/>
          <w:lang w:val="bg-BG"/>
        </w:rPr>
        <w:t>.12.202</w:t>
      </w:r>
      <w:r w:rsidR="00AE4B8E">
        <w:rPr>
          <w:b/>
          <w:lang w:val="bg-BG"/>
        </w:rPr>
        <w:t>3</w:t>
      </w:r>
      <w:r>
        <w:rPr>
          <w:b/>
          <w:lang w:val="bg-BG"/>
        </w:rPr>
        <w:t xml:space="preserve">г.  </w:t>
      </w:r>
    </w:p>
    <w:p w14:paraId="0390EC8C" w14:textId="77777777" w:rsidR="001A2134" w:rsidRPr="00CE78CA" w:rsidRDefault="001A2134" w:rsidP="001A2134">
      <w:pPr>
        <w:ind w:left="2880" w:firstLine="720"/>
        <w:rPr>
          <w:lang w:val="bg-BG"/>
        </w:rPr>
      </w:pPr>
    </w:p>
    <w:p w14:paraId="72C2D74C" w14:textId="77777777" w:rsidR="00D57A2F" w:rsidRPr="00B16FBD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14:paraId="37CA6DA7" w14:textId="77777777" w:rsidR="00D57A2F" w:rsidRDefault="00D57A2F" w:rsidP="00D57A2F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14:paraId="6BDD80FF" w14:textId="77777777" w:rsidR="004114B6" w:rsidRPr="00B16FBD" w:rsidRDefault="004114B6" w:rsidP="00D57A2F">
      <w:pPr>
        <w:jc w:val="center"/>
        <w:rPr>
          <w:b/>
          <w:lang w:val="bg-BG"/>
        </w:rPr>
      </w:pPr>
    </w:p>
    <w:p w14:paraId="2BAAB4F8" w14:textId="733EFD83" w:rsidR="00D57A2F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smartTag w:uri="urn:schemas-microsoft-com:office:smarttags" w:element="place">
        <w:r w:rsidRPr="000F6DCA">
          <w:rPr>
            <w:b/>
          </w:rPr>
          <w:t>I</w:t>
        </w:r>
        <w:r w:rsidRPr="000F6DCA">
          <w:rPr>
            <w:b/>
            <w:lang w:val="bg-BG"/>
          </w:rPr>
          <w:t>.</w:t>
        </w:r>
      </w:smartTag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 в землището на с</w:t>
      </w:r>
      <w:r>
        <w:rPr>
          <w:lang w:val="bg-BG"/>
        </w:rPr>
        <w:t>.</w:t>
      </w:r>
      <w:r w:rsidR="0005558A">
        <w:rPr>
          <w:lang w:val="bg-BG"/>
        </w:rPr>
        <w:t xml:space="preserve"> </w:t>
      </w:r>
      <w:bookmarkStart w:id="0" w:name="_GoBack"/>
      <w:bookmarkEnd w:id="0"/>
      <w:r w:rsidR="000A1C55">
        <w:rPr>
          <w:lang w:val="bg-BG"/>
        </w:rPr>
        <w:t>Литаково, ЕКАТТЕ 43904</w:t>
      </w:r>
      <w:r>
        <w:rPr>
          <w:lang w:val="bg-BG"/>
        </w:rPr>
        <w:t xml:space="preserve">,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Ботевград</w:t>
      </w:r>
      <w:r w:rsidR="004114B6">
        <w:rPr>
          <w:lang w:val="bg-BG"/>
        </w:rPr>
        <w:t xml:space="preserve">, </w:t>
      </w:r>
      <w:r w:rsidR="008F4B2A">
        <w:rPr>
          <w:lang w:val="bg-BG"/>
        </w:rPr>
        <w:t>Софи</w:t>
      </w:r>
      <w:r w:rsidR="002C0EE7">
        <w:rPr>
          <w:lang w:val="bg-BG"/>
        </w:rPr>
        <w:t>йска</w:t>
      </w:r>
      <w:r w:rsidR="008F4B2A">
        <w:rPr>
          <w:lang w:val="bg-BG"/>
        </w:rPr>
        <w:t xml:space="preserve"> </w:t>
      </w:r>
      <w:r w:rsidR="008F4B2A">
        <w:t>o</w:t>
      </w:r>
      <w:proofErr w:type="spellStart"/>
      <w:r w:rsidRPr="00B16FBD">
        <w:rPr>
          <w:lang w:val="bg-BG"/>
        </w:rPr>
        <w:t>бласт</w:t>
      </w:r>
      <w:proofErr w:type="spellEnd"/>
      <w:r w:rsidRPr="00B16FBD">
        <w:rPr>
          <w:lang w:val="bg-BG"/>
        </w:rPr>
        <w:t xml:space="preserve">, сключено между лицата по чл. 37ж, ал. 1 от </w:t>
      </w:r>
      <w:r w:rsidRPr="00BD6537">
        <w:rPr>
          <w:lang w:val="bg-BG"/>
        </w:rPr>
        <w:t>ЗСПЗЗ</w:t>
      </w:r>
      <w:r w:rsidR="00C364AB">
        <w:rPr>
          <w:lang w:val="bg-BG"/>
        </w:rPr>
        <w:t xml:space="preserve"> за календарната 202</w:t>
      </w:r>
      <w:r w:rsidR="00AE4B8E">
        <w:rPr>
          <w:lang w:val="bg-BG"/>
        </w:rPr>
        <w:t>4</w:t>
      </w:r>
      <w:r w:rsidR="00B33ACE" w:rsidRPr="00BD6537">
        <w:rPr>
          <w:lang w:val="bg-BG"/>
        </w:rPr>
        <w:t xml:space="preserve"> година.</w:t>
      </w:r>
    </w:p>
    <w:p w14:paraId="4EED4B29" w14:textId="49EA0910" w:rsidR="00D57A2F" w:rsidRDefault="00D57A2F" w:rsidP="00D57A2F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5F2352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14:paraId="326A779D" w14:textId="77777777" w:rsidR="000A1C55" w:rsidRDefault="000A1C55" w:rsidP="00D57A2F">
      <w:pPr>
        <w:jc w:val="both"/>
        <w:rPr>
          <w:lang w:val="bg-BG"/>
        </w:rPr>
      </w:pPr>
    </w:p>
    <w:tbl>
      <w:tblPr>
        <w:tblW w:w="949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993"/>
        <w:gridCol w:w="1559"/>
        <w:gridCol w:w="992"/>
        <w:gridCol w:w="1418"/>
      </w:tblGrid>
      <w:tr w:rsidR="000A1C55" w:rsidRPr="00052077" w14:paraId="3DE5FCEA" w14:textId="77777777" w:rsidTr="00EA5A1E">
        <w:trPr>
          <w:trHeight w:val="541"/>
        </w:trPr>
        <w:tc>
          <w:tcPr>
            <w:tcW w:w="4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862C1" w14:textId="77777777" w:rsidR="000A1C55" w:rsidRPr="00052077" w:rsidRDefault="000A1C55" w:rsidP="000A1C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Ползвател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17383" w14:textId="77777777" w:rsidR="000A1C55" w:rsidRPr="00052077" w:rsidRDefault="000A1C55" w:rsidP="000A1C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Масив №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492390" w14:textId="77777777" w:rsidR="000A1C55" w:rsidRPr="00052077" w:rsidRDefault="000A1C55" w:rsidP="000A1C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Имот по чл. 37ж, ал. 5 от ЗСПЗЗ</w:t>
            </w:r>
          </w:p>
        </w:tc>
      </w:tr>
      <w:tr w:rsidR="000A1C55" w:rsidRPr="00052077" w14:paraId="6BAABE68" w14:textId="77777777" w:rsidTr="00EA5A1E">
        <w:trPr>
          <w:trHeight w:val="467"/>
        </w:trPr>
        <w:tc>
          <w:tcPr>
            <w:tcW w:w="4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24804A" w14:textId="77777777" w:rsidR="000A1C55" w:rsidRPr="00052077" w:rsidRDefault="000A1C55" w:rsidP="000A1C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5A6437" w14:textId="77777777" w:rsidR="000A1C55" w:rsidRPr="00052077" w:rsidRDefault="000A1C55" w:rsidP="000A1C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3307A" w14:textId="77777777" w:rsidR="000A1C55" w:rsidRPr="00052077" w:rsidRDefault="000A1C55" w:rsidP="000A1C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78F64" w14:textId="77777777" w:rsidR="000A1C55" w:rsidRPr="00052077" w:rsidRDefault="000A1C55" w:rsidP="000A1C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Площ дка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4BC5A" w14:textId="77777777" w:rsidR="000A1C55" w:rsidRPr="00052077" w:rsidRDefault="000A1C55" w:rsidP="000A1C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Дължимо рентно плащане в лева</w:t>
            </w:r>
          </w:p>
        </w:tc>
      </w:tr>
      <w:tr w:rsidR="000A1C55" w:rsidRPr="00052077" w14:paraId="19E78B5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7836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90EB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64577" w14:textId="3D734BDB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3CEE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56A9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8.68</w:t>
            </w:r>
          </w:p>
        </w:tc>
      </w:tr>
      <w:tr w:rsidR="000A1C55" w:rsidRPr="00052077" w14:paraId="6B845B9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A141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1EE7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5BD24" w14:textId="701AC1A9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6089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43BB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5.21</w:t>
            </w:r>
          </w:p>
        </w:tc>
      </w:tr>
      <w:tr w:rsidR="000A1C55" w:rsidRPr="00052077" w14:paraId="1E1ACB5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A5D7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14FB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BE803" w14:textId="20CAB66E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08E5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14B8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3.65</w:t>
            </w:r>
          </w:p>
        </w:tc>
      </w:tr>
      <w:tr w:rsidR="000A1C55" w:rsidRPr="00052077" w14:paraId="7F603FE4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8826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F9E8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19D94" w14:textId="1AC81B7C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6E5E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E65B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26.99</w:t>
            </w:r>
          </w:p>
        </w:tc>
      </w:tr>
      <w:tr w:rsidR="000A1C55" w:rsidRPr="00052077" w14:paraId="13716F6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0132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A91D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A7998" w14:textId="44A9A1CB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72.122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7796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A808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7.10</w:t>
            </w:r>
          </w:p>
        </w:tc>
      </w:tr>
      <w:tr w:rsidR="000A1C55" w:rsidRPr="00052077" w14:paraId="2635E19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C347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47AF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F0EA2" w14:textId="44245003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64.31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13BB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C8D4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6.95</w:t>
            </w:r>
          </w:p>
        </w:tc>
      </w:tr>
      <w:tr w:rsidR="000A1C55" w:rsidRPr="00052077" w14:paraId="5357A94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C7296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4D3A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9CFB2" w14:textId="13A493CE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72.152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1A17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BA50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1.25</w:t>
            </w:r>
          </w:p>
        </w:tc>
      </w:tr>
      <w:tr w:rsidR="000A1C55" w:rsidRPr="00052077" w14:paraId="0A42387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5120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19A9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38878" w14:textId="4DC0AC09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7044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B5FA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10.71</w:t>
            </w:r>
          </w:p>
        </w:tc>
      </w:tr>
      <w:tr w:rsidR="000A1C55" w:rsidRPr="00052077" w14:paraId="7BF696E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C945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4353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A1D66" w14:textId="66A83899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6C88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7507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14.13</w:t>
            </w:r>
          </w:p>
        </w:tc>
      </w:tr>
      <w:tr w:rsidR="000A1C55" w:rsidRPr="00052077" w14:paraId="38568CD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82C8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126C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8DA02" w14:textId="282742FC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0706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49B4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3.57</w:t>
            </w:r>
          </w:p>
        </w:tc>
      </w:tr>
      <w:tr w:rsidR="000A1C55" w:rsidRPr="00052077" w14:paraId="082390A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548C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6CB9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E6303" w14:textId="7BF41974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9322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691C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6.27</w:t>
            </w:r>
          </w:p>
        </w:tc>
      </w:tr>
      <w:tr w:rsidR="000A1C55" w:rsidRPr="00052077" w14:paraId="596C8F04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13F3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2238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AAF84" w14:textId="3B84FD3A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C25E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61B2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6.85</w:t>
            </w:r>
          </w:p>
        </w:tc>
      </w:tr>
      <w:tr w:rsidR="000A1C55" w:rsidRPr="00052077" w14:paraId="04B6085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7833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1AAF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9E68F" w14:textId="2FF16D21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EC16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E9B3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7.14</w:t>
            </w:r>
          </w:p>
        </w:tc>
      </w:tr>
      <w:tr w:rsidR="000A1C55" w:rsidRPr="00052077" w14:paraId="5AF0FFC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BC12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D1E0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5C2DF" w14:textId="130B4773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18DB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5D7B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0.54</w:t>
            </w:r>
          </w:p>
        </w:tc>
      </w:tr>
      <w:tr w:rsidR="000A1C55" w:rsidRPr="00052077" w14:paraId="188BC00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0C0D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2F29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24A32" w14:textId="3FC15EA2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5663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EFDD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1.02</w:t>
            </w:r>
          </w:p>
        </w:tc>
      </w:tr>
      <w:tr w:rsidR="000A1C55" w:rsidRPr="00052077" w14:paraId="178760B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2672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BBC6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86E19" w14:textId="7EB68BF8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4A06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9874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7.14</w:t>
            </w:r>
          </w:p>
        </w:tc>
      </w:tr>
      <w:tr w:rsidR="000A1C55" w:rsidRPr="00052077" w14:paraId="79D5738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5659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7B61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14E78" w14:textId="04D7A4E8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C41B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0CC9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5.70</w:t>
            </w:r>
          </w:p>
        </w:tc>
      </w:tr>
      <w:tr w:rsidR="000A1C55" w:rsidRPr="00052077" w14:paraId="5905943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ED92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D09B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B01A1" w14:textId="77C829BC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A6E4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49BB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4.95</w:t>
            </w:r>
          </w:p>
        </w:tc>
      </w:tr>
      <w:tr w:rsidR="000A1C55" w:rsidRPr="00052077" w14:paraId="0F48EB5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4D82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6256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54E82" w14:textId="5D2BF09A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1C19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DB5E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1.43</w:t>
            </w:r>
          </w:p>
        </w:tc>
      </w:tr>
      <w:tr w:rsidR="000A1C55" w:rsidRPr="00052077" w14:paraId="22F0E344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827F6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"БЪЛГЕРИЪН ХЕМП"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208A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27A95" w14:textId="033C76C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57B6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BC6A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9.78</w:t>
            </w:r>
          </w:p>
        </w:tc>
      </w:tr>
      <w:tr w:rsidR="000A1C55" w:rsidRPr="00052077" w14:paraId="3A65279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B5F14" w14:textId="77777777" w:rsidR="000A1C55" w:rsidRPr="00052077" w:rsidRDefault="000A1C55" w:rsidP="000A1C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B3EA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F9C4F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C3E1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16.360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7E05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139.06</w:t>
            </w:r>
          </w:p>
        </w:tc>
      </w:tr>
      <w:tr w:rsidR="000A1C55" w:rsidRPr="00052077" w14:paraId="253D342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DA7F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1D18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0DCC0" w14:textId="7A266251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1730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632F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15.86</w:t>
            </w:r>
          </w:p>
        </w:tc>
      </w:tr>
      <w:tr w:rsidR="000A1C55" w:rsidRPr="00052077" w14:paraId="352431A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56AA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A010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7553F" w14:textId="6784190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E1F9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EA53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6.02</w:t>
            </w:r>
          </w:p>
        </w:tc>
      </w:tr>
      <w:tr w:rsidR="000A1C55" w:rsidRPr="00052077" w14:paraId="0FECA907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0A56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58DC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CB15B" w14:textId="69E8EEEE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CD46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CBC3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5.54</w:t>
            </w:r>
          </w:p>
        </w:tc>
      </w:tr>
      <w:tr w:rsidR="000A1C55" w:rsidRPr="00052077" w14:paraId="362326B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D236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2C55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93535" w14:textId="1C65975D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AF83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208A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14.10</w:t>
            </w:r>
          </w:p>
        </w:tc>
      </w:tr>
      <w:tr w:rsidR="000A1C55" w:rsidRPr="00052077" w14:paraId="5B285F7F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0325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7E58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C852B" w14:textId="496F1C04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D8D6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6668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10.70</w:t>
            </w:r>
          </w:p>
        </w:tc>
      </w:tr>
      <w:tr w:rsidR="000A1C55" w:rsidRPr="00052077" w14:paraId="4959B72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48126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B6BD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5EE0D" w14:textId="34833C60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55.64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A50C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A876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17.83</w:t>
            </w:r>
          </w:p>
        </w:tc>
      </w:tr>
      <w:tr w:rsidR="000A1C55" w:rsidRPr="00052077" w14:paraId="6B4AAEB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48EF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C6E5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2FC8B" w14:textId="7418CED8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F25A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46A9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14.73</w:t>
            </w:r>
          </w:p>
        </w:tc>
      </w:tr>
      <w:tr w:rsidR="000A1C55" w:rsidRPr="00052077" w14:paraId="49B3534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DD70F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02B0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E5C97" w14:textId="0C042412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2F28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F37F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6.93</w:t>
            </w:r>
          </w:p>
        </w:tc>
      </w:tr>
      <w:tr w:rsidR="000A1C55" w:rsidRPr="00052077" w14:paraId="59468E6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F96F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ECA4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31C79" w14:textId="56D12AD2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8328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69C4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7.13</w:t>
            </w:r>
          </w:p>
        </w:tc>
      </w:tr>
      <w:tr w:rsidR="000A1C55" w:rsidRPr="00052077" w14:paraId="0521454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22F96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82E0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9FC7D" w14:textId="21DE7C7A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8184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7757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13.24</w:t>
            </w:r>
          </w:p>
        </w:tc>
      </w:tr>
      <w:tr w:rsidR="000A1C55" w:rsidRPr="00052077" w14:paraId="7C89F5E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A498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33FA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E607B" w14:textId="6D784019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55.51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834F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498E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10.70</w:t>
            </w:r>
          </w:p>
        </w:tc>
      </w:tr>
      <w:tr w:rsidR="000A1C55" w:rsidRPr="00052077" w14:paraId="203201E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CB7E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6F58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50346" w14:textId="12DC2D43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55.49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B4AC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F9C0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7.13</w:t>
            </w:r>
          </w:p>
        </w:tc>
      </w:tr>
      <w:tr w:rsidR="000A1C55" w:rsidRPr="00052077" w14:paraId="2520D9A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ECAD6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8532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9D53C" w14:textId="7A58FAD2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613C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1568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5.91</w:t>
            </w:r>
          </w:p>
        </w:tc>
      </w:tr>
      <w:tr w:rsidR="000A1C55" w:rsidRPr="00052077" w14:paraId="20FB96AF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A8B0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4373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78204" w14:textId="73785B28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3940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3338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3.99</w:t>
            </w:r>
          </w:p>
        </w:tc>
      </w:tr>
      <w:tr w:rsidR="000A1C55" w:rsidRPr="00052077" w14:paraId="365156D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0819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8DC7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EB43E" w14:textId="0431219D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5A7C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1936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7.14</w:t>
            </w:r>
          </w:p>
        </w:tc>
      </w:tr>
      <w:tr w:rsidR="000A1C55" w:rsidRPr="00052077" w14:paraId="6AADBFCF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CA62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F2DA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6AFA3" w14:textId="478AAF34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CEFE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D771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7.13</w:t>
            </w:r>
          </w:p>
        </w:tc>
      </w:tr>
      <w:tr w:rsidR="000A1C55" w:rsidRPr="00052077" w14:paraId="1AFF811F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452F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FEE1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D4404" w14:textId="4EC0428F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7239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E604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6.18</w:t>
            </w:r>
          </w:p>
        </w:tc>
      </w:tr>
      <w:tr w:rsidR="000A1C55" w:rsidRPr="00052077" w14:paraId="648CD1F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93E2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156D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D9B07" w14:textId="3279E800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1070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6725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10.71</w:t>
            </w:r>
          </w:p>
        </w:tc>
      </w:tr>
      <w:tr w:rsidR="000A1C55" w:rsidRPr="00052077" w14:paraId="0B3139F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FB53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7D99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280AB" w14:textId="0FA03C20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EF6A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9A9B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7.14</w:t>
            </w:r>
          </w:p>
        </w:tc>
      </w:tr>
      <w:tr w:rsidR="000A1C55" w:rsidRPr="00052077" w14:paraId="1601D98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A443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82A1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32658" w14:textId="2FD269B6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2D91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ECFA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7.29</w:t>
            </w:r>
          </w:p>
        </w:tc>
      </w:tr>
      <w:tr w:rsidR="000A1C55" w:rsidRPr="00052077" w14:paraId="2545346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37E1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914F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6350D" w14:textId="625B35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E0E1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11.934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F498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101.44</w:t>
            </w:r>
          </w:p>
        </w:tc>
      </w:tr>
      <w:tr w:rsidR="000A1C55" w:rsidRPr="00052077" w14:paraId="7B67BE0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77A1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423D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0CF32" w14:textId="5C68276C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978F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1B63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10.71</w:t>
            </w:r>
          </w:p>
        </w:tc>
      </w:tr>
      <w:tr w:rsidR="000A1C55" w:rsidRPr="00052077" w14:paraId="72D98A2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139C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171A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24459" w14:textId="57F6AF84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4F00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8693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11.79</w:t>
            </w:r>
          </w:p>
        </w:tc>
      </w:tr>
      <w:tr w:rsidR="000A1C55" w:rsidRPr="00052077" w14:paraId="6B03BAA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5908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"ГИГ АГРО" ЕООД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5371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E8CB4" w14:textId="6F62DA19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87CE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B930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21.41</w:t>
            </w:r>
          </w:p>
        </w:tc>
      </w:tr>
      <w:tr w:rsidR="000A1C55" w:rsidRPr="00052077" w14:paraId="0955684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D377F" w14:textId="77777777" w:rsidR="000A1C55" w:rsidRPr="00052077" w:rsidRDefault="000A1C55" w:rsidP="000A1C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6C2E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FE17F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AAD3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38.911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3D5F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330.74</w:t>
            </w:r>
          </w:p>
        </w:tc>
      </w:tr>
      <w:tr w:rsidR="000A1C55" w:rsidRPr="00052077" w14:paraId="0AC7EA2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D96E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ВЕНЦИСЛАВ ТОДОРОВ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2D71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33A0A" w14:textId="77DA58E0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68EE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7.859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5757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66.80</w:t>
            </w:r>
          </w:p>
        </w:tc>
      </w:tr>
      <w:tr w:rsidR="000A1C55" w:rsidRPr="00052077" w14:paraId="1F2809E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F0CE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ВЕНЦИСЛАВ ТОДОРОВ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DA90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9EEC5" w14:textId="594F7C2E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9E02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7D5F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14.81</w:t>
            </w:r>
          </w:p>
        </w:tc>
      </w:tr>
      <w:tr w:rsidR="000A1C55" w:rsidRPr="00052077" w14:paraId="457617E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073A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ВЕНЦИСЛАВ ТОДОРОВ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0AE5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E45E8" w14:textId="655CB7FB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CB57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B5EF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21.42</w:t>
            </w:r>
          </w:p>
        </w:tc>
      </w:tr>
      <w:tr w:rsidR="000A1C55" w:rsidRPr="00052077" w14:paraId="4BBBB3E7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0807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ВЕНЦИСЛАВ ТОДОРОВ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C426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B0FC0" w14:textId="0E0CD8D5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81F6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99D7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17.64</w:t>
            </w:r>
          </w:p>
        </w:tc>
      </w:tr>
      <w:tr w:rsidR="000A1C55" w:rsidRPr="00052077" w14:paraId="31FF098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1898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ВЕНЦИСЛАВ ТОДОРОВ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6978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FDD9A" w14:textId="40F956CA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5225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2D20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5.70</w:t>
            </w:r>
          </w:p>
        </w:tc>
      </w:tr>
      <w:tr w:rsidR="000A1C55" w:rsidRPr="00052077" w14:paraId="0C1BC20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DCE2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ВЕНЦИСЛАВ ТОДОРОВ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B3C1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BEFA1" w14:textId="034EA061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4C7B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E4AE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4.28</w:t>
            </w:r>
          </w:p>
        </w:tc>
      </w:tr>
      <w:tr w:rsidR="000A1C55" w:rsidRPr="00052077" w14:paraId="062B736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F5F0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ВЕНЦИСЛАВ ТОДОРОВ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DA39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A21CA" w14:textId="0E6435DB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F09D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A481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14.30</w:t>
            </w:r>
          </w:p>
        </w:tc>
      </w:tr>
      <w:tr w:rsidR="000A1C55" w:rsidRPr="00052077" w14:paraId="620B19B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78F0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ВЕНЦИСЛАВ ТОДОРОВ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72AD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2E9B3" w14:textId="3DA30C92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C340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576C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2.85</w:t>
            </w:r>
          </w:p>
        </w:tc>
      </w:tr>
      <w:tr w:rsidR="000A1C55" w:rsidRPr="00052077" w14:paraId="5A0E4D8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5943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ВЕНЦИСЛАВ ТОДОРОВ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4A21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AC2C4" w14:textId="0EB6DE01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62.21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EA97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78F3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35.67</w:t>
            </w:r>
          </w:p>
        </w:tc>
      </w:tr>
      <w:tr w:rsidR="000A1C55" w:rsidRPr="00052077" w14:paraId="2ECD7A5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038D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ВЕНЦИСЛАВ ТОДОРОВ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2387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C563D" w14:textId="6A383D5B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5407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815E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9.26</w:t>
            </w:r>
          </w:p>
        </w:tc>
      </w:tr>
      <w:tr w:rsidR="000A1C55" w:rsidRPr="00052077" w14:paraId="524B5C4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A33C5" w14:textId="77777777" w:rsidR="000A1C55" w:rsidRPr="00052077" w:rsidRDefault="000A1C55" w:rsidP="000A1C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0C4D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C2F6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2ED8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22.674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EA0C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192.73</w:t>
            </w:r>
          </w:p>
        </w:tc>
      </w:tr>
      <w:tr w:rsidR="000A1C55" w:rsidRPr="00052077" w14:paraId="289AD7D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08D3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5C33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E8E64" w14:textId="3BE8156C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9466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3.735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EC07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31.75</w:t>
            </w:r>
          </w:p>
        </w:tc>
      </w:tr>
      <w:tr w:rsidR="000A1C55" w:rsidRPr="00052077" w14:paraId="15381BD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6627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D2F0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1DC50" w14:textId="24FE30CE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DA87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4373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14.62</w:t>
            </w:r>
          </w:p>
        </w:tc>
      </w:tr>
      <w:tr w:rsidR="000A1C55" w:rsidRPr="00052077" w14:paraId="264B611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0EA8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2650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AC6E3" w14:textId="5B0954A5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CCA4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9018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9.59</w:t>
            </w:r>
          </w:p>
        </w:tc>
      </w:tr>
      <w:tr w:rsidR="000A1C55" w:rsidRPr="00052077" w14:paraId="3E1AD4F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7B3A6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3C56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952BE" w14:textId="0EE28754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67.16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817B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1C4E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6.41</w:t>
            </w:r>
          </w:p>
        </w:tc>
      </w:tr>
      <w:tr w:rsidR="000A1C55" w:rsidRPr="00052077" w14:paraId="10C0DD4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7D5E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6BDA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6F10E" w14:textId="0410104E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69.12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A9F3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C02B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7.13</w:t>
            </w:r>
          </w:p>
        </w:tc>
      </w:tr>
      <w:tr w:rsidR="000A1C55" w:rsidRPr="00052077" w14:paraId="1F9967F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4D7F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EC26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5AE50" w14:textId="2E8CEAF5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CD6F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F28B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22.99</w:t>
            </w:r>
          </w:p>
        </w:tc>
      </w:tr>
      <w:tr w:rsidR="000A1C55" w:rsidRPr="00052077" w14:paraId="015B7B4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6621E" w14:textId="77777777" w:rsidR="000A1C55" w:rsidRPr="00052077" w:rsidRDefault="000A1C55" w:rsidP="000A1C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F0E9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05E3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B8B9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10.882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72CB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92.50</w:t>
            </w:r>
          </w:p>
        </w:tc>
      </w:tr>
      <w:tr w:rsidR="000A1C55" w:rsidRPr="00052077" w14:paraId="28F8399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4B32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A862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9BCCE" w14:textId="0CDA8B10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D0E3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6423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78.25</w:t>
            </w:r>
          </w:p>
        </w:tc>
      </w:tr>
      <w:tr w:rsidR="000A1C55" w:rsidRPr="00052077" w14:paraId="2D77077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5188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A333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B3506" w14:textId="3E300EA8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DE69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33C2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30.64</w:t>
            </w:r>
          </w:p>
        </w:tc>
      </w:tr>
      <w:tr w:rsidR="000A1C55" w:rsidRPr="00052077" w14:paraId="27AE8217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670F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9976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2A0DD" w14:textId="1F6002B9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2129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F9ED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10.71</w:t>
            </w:r>
          </w:p>
        </w:tc>
      </w:tr>
      <w:tr w:rsidR="000A1C55" w:rsidRPr="00052077" w14:paraId="34DB66E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1854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37F6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ADD99" w14:textId="1E065075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3E7E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3B6D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8.57</w:t>
            </w:r>
          </w:p>
        </w:tc>
      </w:tr>
      <w:tr w:rsidR="000A1C55" w:rsidRPr="00052077" w14:paraId="1F3357E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74FE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0722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764CF" w14:textId="1958C910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3269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CADC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9.87</w:t>
            </w:r>
          </w:p>
        </w:tc>
      </w:tr>
      <w:tr w:rsidR="000A1C55" w:rsidRPr="00052077" w14:paraId="71BB4B4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F092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E589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A2ACB" w14:textId="448326FB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88A9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951F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9.71</w:t>
            </w:r>
          </w:p>
        </w:tc>
      </w:tr>
      <w:tr w:rsidR="000A1C55" w:rsidRPr="00052077" w14:paraId="41B5559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399A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A00E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21722" w14:textId="00B6CBE5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E2C3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35B6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10.70</w:t>
            </w:r>
          </w:p>
        </w:tc>
      </w:tr>
      <w:tr w:rsidR="000A1C55" w:rsidRPr="00052077" w14:paraId="04D5116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1EC1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AB42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D08F0" w14:textId="22B2D755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CCCC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9F12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29.44</w:t>
            </w:r>
          </w:p>
        </w:tc>
      </w:tr>
      <w:tr w:rsidR="000A1C55" w:rsidRPr="00052077" w14:paraId="6F84B16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8702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3980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C3B28" w14:textId="19231BB8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6359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397D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13.28</w:t>
            </w:r>
          </w:p>
        </w:tc>
      </w:tr>
      <w:tr w:rsidR="000A1C55" w:rsidRPr="00052077" w14:paraId="4F3CE874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59866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469E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EBB00" w14:textId="053C34B9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8B5C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392A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12.73</w:t>
            </w:r>
          </w:p>
        </w:tc>
      </w:tr>
      <w:tr w:rsidR="000A1C55" w:rsidRPr="00052077" w14:paraId="5515CB3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E8C4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9178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765E3" w14:textId="40A1FA3E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C8DE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BD77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12.54</w:t>
            </w:r>
          </w:p>
        </w:tc>
      </w:tr>
      <w:tr w:rsidR="000A1C55" w:rsidRPr="00052077" w14:paraId="38B3A65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1044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DB35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6F0FF" w14:textId="78885F99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43904</w:t>
            </w:r>
            <w:r w:rsidRPr="00052077">
              <w:rPr>
                <w:rFonts w:ascii="Arial" w:hAnsi="Arial" w:cs="Arial"/>
                <w:color w:val="000000"/>
                <w:sz w:val="16"/>
                <w:szCs w:val="16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823E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72B4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12.36</w:t>
            </w:r>
          </w:p>
        </w:tc>
      </w:tr>
      <w:tr w:rsidR="000A1C55" w:rsidRPr="00052077" w14:paraId="5BDA572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070B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180B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3AA9A" w14:textId="54625AB8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4795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EC1B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9.97</w:t>
            </w:r>
          </w:p>
        </w:tc>
      </w:tr>
      <w:tr w:rsidR="000A1C55" w:rsidRPr="00052077" w14:paraId="2351C23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F676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F0FF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47B5A" w14:textId="6886127C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D18D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9.078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FC91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77.16</w:t>
            </w:r>
          </w:p>
        </w:tc>
      </w:tr>
      <w:tr w:rsidR="000A1C55" w:rsidRPr="00052077" w14:paraId="32E07D9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5339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8FFC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81EB4" w14:textId="3BEC2C41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E8A7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33A4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10.69</w:t>
            </w:r>
          </w:p>
        </w:tc>
      </w:tr>
      <w:tr w:rsidR="000A1C55" w:rsidRPr="00052077" w14:paraId="5F9E5AFF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E00E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4DCC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7AA98" w14:textId="5A292636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8684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63F1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14.46</w:t>
            </w:r>
          </w:p>
        </w:tc>
      </w:tr>
      <w:tr w:rsidR="000A1C55" w:rsidRPr="00052077" w14:paraId="6889D19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5D12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5FAA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D633C" w14:textId="4D3C7165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4BFB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C0EA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17.85</w:t>
            </w:r>
          </w:p>
        </w:tc>
      </w:tr>
      <w:tr w:rsidR="000A1C55" w:rsidRPr="00052077" w14:paraId="0F5E9F3F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B447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D2C5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AF386" w14:textId="014AD702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D476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A021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16.49</w:t>
            </w:r>
          </w:p>
        </w:tc>
      </w:tr>
      <w:tr w:rsidR="000A1C55" w:rsidRPr="00052077" w14:paraId="57BDEEE7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FEF8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4FE5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EF3FA" w14:textId="461CE20D" w:rsidR="000A1C55" w:rsidRPr="00052077" w:rsidRDefault="0005207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28E8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24FD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22.37</w:t>
            </w:r>
          </w:p>
        </w:tc>
      </w:tr>
      <w:tr w:rsidR="000A1C55" w:rsidRPr="00052077" w14:paraId="547E3A6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3012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07BA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495E1" w14:textId="2BFAE1B6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694E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B5CA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37.19</w:t>
            </w:r>
          </w:p>
        </w:tc>
      </w:tr>
      <w:tr w:rsidR="000A1C55" w:rsidRPr="00052077" w14:paraId="083E7B9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2483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87F6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C7912" w14:textId="111375FF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D7B8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901F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26.35</w:t>
            </w:r>
          </w:p>
        </w:tc>
      </w:tr>
      <w:tr w:rsidR="000A1C55" w:rsidRPr="00052077" w14:paraId="2E7DF63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71AA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7571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5951B" w14:textId="4225016F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5EEA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2095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20.71</w:t>
            </w:r>
          </w:p>
        </w:tc>
      </w:tr>
      <w:tr w:rsidR="000A1C55" w:rsidRPr="00052077" w14:paraId="022A3BD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ACBF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F502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262A0" w14:textId="28591C52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E5D0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3E2A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1.37</w:t>
            </w:r>
          </w:p>
        </w:tc>
      </w:tr>
      <w:tr w:rsidR="000A1C55" w:rsidRPr="00052077" w14:paraId="0F94E5C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5966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86A6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5DE1B" w14:textId="1CF3D21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6AE1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2759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10.71</w:t>
            </w:r>
          </w:p>
        </w:tc>
      </w:tr>
      <w:tr w:rsidR="000A1C55" w:rsidRPr="00052077" w14:paraId="6DCF3FBF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02D0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B692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E3604" w14:textId="62B6557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B156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154C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17.85</w:t>
            </w:r>
          </w:p>
        </w:tc>
      </w:tr>
      <w:tr w:rsidR="000A1C55" w:rsidRPr="00052077" w14:paraId="653122D7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D653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0DF4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34B2B" w14:textId="3D0B0553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75AF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9348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13.51</w:t>
            </w:r>
          </w:p>
        </w:tc>
      </w:tr>
      <w:tr w:rsidR="000A1C55" w:rsidRPr="00052077" w14:paraId="43078FB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27F6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F52F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E8374" w14:textId="7E3C12ED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5DC0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7893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7.83</w:t>
            </w:r>
          </w:p>
        </w:tc>
      </w:tr>
      <w:tr w:rsidR="000A1C55" w:rsidRPr="00052077" w14:paraId="02805FA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15B3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4160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D0ED6" w14:textId="566A7224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F05D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05B6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5.07</w:t>
            </w:r>
          </w:p>
        </w:tc>
      </w:tr>
      <w:tr w:rsidR="000A1C55" w:rsidRPr="00052077" w14:paraId="3EB3B3B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1871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7806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4D49D" w14:textId="26E2754D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3.179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D80E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6C6C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29.79</w:t>
            </w:r>
          </w:p>
        </w:tc>
      </w:tr>
      <w:tr w:rsidR="000A1C55" w:rsidRPr="00052077" w14:paraId="3862048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2C9B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0BDC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D6EC2" w14:textId="7A26CA0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64.28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EDED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8D50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14.27</w:t>
            </w:r>
          </w:p>
        </w:tc>
      </w:tr>
      <w:tr w:rsidR="000A1C55" w:rsidRPr="00052077" w14:paraId="65D326D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385D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2F6D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4F04B" w14:textId="25DA4A9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64.29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36B0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EAA9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11.42</w:t>
            </w:r>
          </w:p>
        </w:tc>
      </w:tr>
      <w:tr w:rsidR="000A1C55" w:rsidRPr="00052077" w14:paraId="3EDFB8B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4F01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BD68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2FFF1" w14:textId="1DB11B74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1B22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BF70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14.32</w:t>
            </w:r>
          </w:p>
        </w:tc>
      </w:tr>
      <w:tr w:rsidR="000A1C55" w:rsidRPr="00052077" w14:paraId="6C1DCB4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EAFD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C464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22CED" w14:textId="3C60BB7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24CF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FD43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18.55</w:t>
            </w:r>
          </w:p>
        </w:tc>
      </w:tr>
      <w:tr w:rsidR="000A1C55" w:rsidRPr="00052077" w14:paraId="7C3C63C4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D2A2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70AA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FDB58" w14:textId="3717599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E876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E2CD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10.71</w:t>
            </w:r>
          </w:p>
        </w:tc>
      </w:tr>
      <w:tr w:rsidR="000A1C55" w:rsidRPr="00052077" w14:paraId="06783FA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C40A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A0B0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6181B" w14:textId="75745E4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7BAB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308D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10.68</w:t>
            </w:r>
          </w:p>
        </w:tc>
      </w:tr>
      <w:tr w:rsidR="000A1C55" w:rsidRPr="00052077" w14:paraId="12E15A3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EF86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ПЛАМЕНОВ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C889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10EC1" w14:textId="3A79C7F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72.58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FCC5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00C3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28.55</w:t>
            </w:r>
          </w:p>
        </w:tc>
      </w:tr>
      <w:tr w:rsidR="000A1C55" w:rsidRPr="00052077" w14:paraId="10B985E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DFD43" w14:textId="77777777" w:rsidR="000A1C55" w:rsidRPr="00052077" w:rsidRDefault="000A1C55" w:rsidP="000A1C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9F00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9D33F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9F32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80.783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1DBC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686.65</w:t>
            </w:r>
          </w:p>
        </w:tc>
      </w:tr>
      <w:tr w:rsidR="000A1C55" w:rsidRPr="00052077" w14:paraId="718488B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317F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AE37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49DA1" w14:textId="2C20CE73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FDDB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9801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24.42</w:t>
            </w:r>
          </w:p>
        </w:tc>
      </w:tr>
      <w:tr w:rsidR="000A1C55" w:rsidRPr="00052077" w14:paraId="3C8C4F0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DA68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A5EF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AD081" w14:textId="7A3D18A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D880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76F7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10.72</w:t>
            </w:r>
          </w:p>
        </w:tc>
      </w:tr>
      <w:tr w:rsidR="000A1C55" w:rsidRPr="00052077" w14:paraId="06C6BAB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0596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244B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31632" w14:textId="33E457F5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73D5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9809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8.76</w:t>
            </w:r>
          </w:p>
        </w:tc>
      </w:tr>
      <w:tr w:rsidR="000A1C55" w:rsidRPr="00052077" w14:paraId="00331FB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57EC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D8E0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DA3EA" w14:textId="4DE94E7A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622E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591B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6.44</w:t>
            </w:r>
          </w:p>
        </w:tc>
      </w:tr>
      <w:tr w:rsidR="000A1C55" w:rsidRPr="00052077" w14:paraId="6489BDD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4CFA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0070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A5DF9" w14:textId="490FDA2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40FC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DCB3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35.88</w:t>
            </w:r>
          </w:p>
        </w:tc>
      </w:tr>
      <w:tr w:rsidR="000A1C55" w:rsidRPr="00052077" w14:paraId="54057EE4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5D32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343E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0FDF5" w14:textId="0654BF7F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BA8C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5944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7.59</w:t>
            </w:r>
          </w:p>
        </w:tc>
      </w:tr>
      <w:tr w:rsidR="000A1C55" w:rsidRPr="00052077" w14:paraId="214D585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1E5A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3A53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6D4ED" w14:textId="594A526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351A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158E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12.33</w:t>
            </w:r>
          </w:p>
        </w:tc>
      </w:tr>
      <w:tr w:rsidR="000A1C55" w:rsidRPr="00052077" w14:paraId="0A7B71C7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2A5B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C72D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D6FC6" w14:textId="4F00CCE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5F37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9213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9.38</w:t>
            </w:r>
          </w:p>
        </w:tc>
      </w:tr>
      <w:tr w:rsidR="000A1C55" w:rsidRPr="00052077" w14:paraId="7B97409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8A76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9DDA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9FA7B" w14:textId="11667970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B293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8BF1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39.58</w:t>
            </w:r>
          </w:p>
        </w:tc>
      </w:tr>
      <w:tr w:rsidR="000A1C55" w:rsidRPr="00052077" w14:paraId="45E59ED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621B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87EA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00C1B" w14:textId="17E37BD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D6B8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326D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30.76</w:t>
            </w:r>
          </w:p>
        </w:tc>
      </w:tr>
      <w:tr w:rsidR="000A1C55" w:rsidRPr="00052077" w14:paraId="3950C67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B291F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558A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63EE7" w14:textId="0A87190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80E0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3.095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E911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26.31</w:t>
            </w:r>
          </w:p>
        </w:tc>
      </w:tr>
      <w:tr w:rsidR="000A1C55" w:rsidRPr="00052077" w14:paraId="604DD58F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ABC6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A172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7104E" w14:textId="2F580D5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951B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070A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13.41</w:t>
            </w:r>
          </w:p>
        </w:tc>
      </w:tr>
      <w:tr w:rsidR="000A1C55" w:rsidRPr="00052077" w14:paraId="0536039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6BF9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FF7B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FF43D" w14:textId="6BC7EF6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9953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D21C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6.65</w:t>
            </w:r>
          </w:p>
        </w:tc>
      </w:tr>
      <w:tr w:rsidR="000A1C55" w:rsidRPr="00052077" w14:paraId="0CFC270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3D2E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FB49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03E00" w14:textId="1C7C7E54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77FD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FF58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7.15</w:t>
            </w:r>
          </w:p>
        </w:tc>
      </w:tr>
      <w:tr w:rsidR="000A1C55" w:rsidRPr="00052077" w14:paraId="5EFDBE6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0D96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048C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52C19" w14:textId="42290661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67.21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9963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3D13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3.57</w:t>
            </w:r>
          </w:p>
        </w:tc>
      </w:tr>
      <w:tr w:rsidR="000A1C55" w:rsidRPr="00052077" w14:paraId="3F748F9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DB78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68E8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6E51A" w14:textId="22D66AA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67.24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FED4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EF75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9.99</w:t>
            </w:r>
          </w:p>
        </w:tc>
      </w:tr>
      <w:tr w:rsidR="000A1C55" w:rsidRPr="00052077" w14:paraId="2637E2B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46CE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3328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69067" w14:textId="315BC99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EA91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8CF5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6.61</w:t>
            </w:r>
          </w:p>
        </w:tc>
      </w:tr>
      <w:tr w:rsidR="000A1C55" w:rsidRPr="00052077" w14:paraId="49A0FE6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0C48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0E85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DC492" w14:textId="6A6567CF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AD7A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FE78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6.24</w:t>
            </w:r>
          </w:p>
        </w:tc>
      </w:tr>
      <w:tr w:rsidR="000A1C55" w:rsidRPr="00052077" w14:paraId="0A73929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D8F2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90EF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15250" w14:textId="7D214B1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67.13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F7C5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1CEB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8.95</w:t>
            </w:r>
          </w:p>
        </w:tc>
      </w:tr>
      <w:tr w:rsidR="000A1C55" w:rsidRPr="00052077" w14:paraId="67CAD05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BF52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9103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00484" w14:textId="7FD1BAD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A236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E06E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10.71</w:t>
            </w:r>
          </w:p>
        </w:tc>
      </w:tr>
      <w:tr w:rsidR="000A1C55" w:rsidRPr="00052077" w14:paraId="3457002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8457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DE39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0C6E8" w14:textId="5133E186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BB52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28C2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8.57</w:t>
            </w:r>
          </w:p>
        </w:tc>
      </w:tr>
      <w:tr w:rsidR="000A1C55" w:rsidRPr="00052077" w14:paraId="3B2727D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E495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1432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A5595" w14:textId="6A1C41CF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21F3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4D5B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7.14</w:t>
            </w:r>
          </w:p>
        </w:tc>
      </w:tr>
      <w:tr w:rsidR="000A1C55" w:rsidRPr="00052077" w14:paraId="1F5E388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1427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ДИЛЯНА ТОШЕВА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EDE3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0A74C" w14:textId="5474BFE0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EDFF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3841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21.08</w:t>
            </w:r>
          </w:p>
        </w:tc>
      </w:tr>
      <w:tr w:rsidR="000A1C55" w:rsidRPr="00052077" w14:paraId="769E2DFF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B36EE" w14:textId="77777777" w:rsidR="000A1C55" w:rsidRPr="00052077" w:rsidRDefault="000A1C55" w:rsidP="000A1C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748E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4133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119C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37.910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63B4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322.24</w:t>
            </w:r>
          </w:p>
        </w:tc>
      </w:tr>
      <w:tr w:rsidR="000A1C55" w:rsidRPr="00052077" w14:paraId="66DBF1E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789D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0073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1004D" w14:textId="34A40FB5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55C7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940E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6.52</w:t>
            </w:r>
          </w:p>
        </w:tc>
      </w:tr>
      <w:tr w:rsidR="000A1C55" w:rsidRPr="00052077" w14:paraId="6346120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BFAC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1095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07FBD" w14:textId="58D869B4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1386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E5B0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14.82</w:t>
            </w:r>
          </w:p>
        </w:tc>
      </w:tr>
      <w:tr w:rsidR="000A1C55" w:rsidRPr="00052077" w14:paraId="65202A1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F4AA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F988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C0F51" w14:textId="14B750C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49C2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826A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74.09</w:t>
            </w:r>
          </w:p>
        </w:tc>
      </w:tr>
      <w:tr w:rsidR="000A1C55" w:rsidRPr="00052077" w14:paraId="5209291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A8DA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8AC1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F9EB7" w14:textId="61CE35B5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72.64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8A59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5.753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4E31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48.90</w:t>
            </w:r>
          </w:p>
        </w:tc>
      </w:tr>
      <w:tr w:rsidR="000A1C55" w:rsidRPr="00052077" w14:paraId="6C7D8A3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A76F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2446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82F58" w14:textId="76EB296A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CEE5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0D30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15.95</w:t>
            </w:r>
          </w:p>
        </w:tc>
      </w:tr>
      <w:tr w:rsidR="000A1C55" w:rsidRPr="00052077" w14:paraId="2E42FFF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B45E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683E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F9AA6" w14:textId="44F7F34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CA8B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09F0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13.22</w:t>
            </w:r>
          </w:p>
        </w:tc>
      </w:tr>
      <w:tr w:rsidR="000A1C55" w:rsidRPr="00052077" w14:paraId="10C437E7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2171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BE8C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EE375" w14:textId="7095BE5F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90.23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8B0F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97C5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16.26</w:t>
            </w:r>
          </w:p>
        </w:tc>
      </w:tr>
      <w:tr w:rsidR="000A1C55" w:rsidRPr="00052077" w14:paraId="3BEA658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15D2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0736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7C0AF" w14:textId="1C43C64A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90.22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7CEF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CC2C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10.93</w:t>
            </w:r>
          </w:p>
        </w:tc>
      </w:tr>
      <w:tr w:rsidR="000A1C55" w:rsidRPr="00052077" w14:paraId="71DF0397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6B0D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BAB3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3EE70" w14:textId="25BBB0AD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90.12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F24F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9EF5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7.14</w:t>
            </w:r>
          </w:p>
        </w:tc>
      </w:tr>
      <w:tr w:rsidR="000A1C55" w:rsidRPr="00052077" w14:paraId="1447A01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999C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D9D7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DE7B2" w14:textId="138348B6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E63D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A0B1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14.26</w:t>
            </w:r>
          </w:p>
        </w:tc>
      </w:tr>
      <w:tr w:rsidR="000A1C55" w:rsidRPr="00052077" w14:paraId="7838E24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4364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3A2B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69E5A" w14:textId="15D455C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5A1E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2335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13.21</w:t>
            </w:r>
          </w:p>
        </w:tc>
      </w:tr>
      <w:tr w:rsidR="000A1C55" w:rsidRPr="00052077" w14:paraId="324BFB9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CBA4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3B1A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233EB" w14:textId="6E7DEA12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EB4B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6703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7.10</w:t>
            </w:r>
          </w:p>
        </w:tc>
      </w:tr>
      <w:tr w:rsidR="000A1C55" w:rsidRPr="00052077" w14:paraId="08B6963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FDB9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84D3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6AECF" w14:textId="52FF21DD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D431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4C2E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5.70</w:t>
            </w:r>
          </w:p>
        </w:tc>
      </w:tr>
      <w:tr w:rsidR="000A1C55" w:rsidRPr="00052077" w14:paraId="5EBAD73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DF54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7863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43176" w14:textId="30C81150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A5B0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2.364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2E93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20.09</w:t>
            </w:r>
          </w:p>
        </w:tc>
      </w:tr>
      <w:tr w:rsidR="000A1C55" w:rsidRPr="00052077" w14:paraId="5AFC1EF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F8E8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BD5A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0C7ED" w14:textId="632009E4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2C1E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505C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14.28</w:t>
            </w:r>
          </w:p>
        </w:tc>
      </w:tr>
      <w:tr w:rsidR="000A1C55" w:rsidRPr="00052077" w14:paraId="7DCD2E3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D3BAF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75A6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3F33E" w14:textId="1F3F5064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7527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44B6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13.20</w:t>
            </w:r>
          </w:p>
        </w:tc>
      </w:tr>
      <w:tr w:rsidR="000A1C55" w:rsidRPr="00052077" w14:paraId="6E76BD0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1F91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E121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9E12A" w14:textId="0C83DC8D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FE10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96C9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8.52</w:t>
            </w:r>
          </w:p>
        </w:tc>
      </w:tr>
      <w:tr w:rsidR="000A1C55" w:rsidRPr="00052077" w14:paraId="6C27FFA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ECB4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82D1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6B934" w14:textId="7EE3A88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72.116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BE7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65BA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17.99</w:t>
            </w:r>
          </w:p>
        </w:tc>
      </w:tr>
      <w:tr w:rsidR="000A1C55" w:rsidRPr="00052077" w14:paraId="286BEBA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74A3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5E6F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B1954" w14:textId="093E7F94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785C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504F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10.53</w:t>
            </w:r>
          </w:p>
        </w:tc>
      </w:tr>
      <w:tr w:rsidR="000A1C55" w:rsidRPr="00052077" w14:paraId="7B4ACD7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CCF9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4D73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0CFB0" w14:textId="46AC9F9F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C7F1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3406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7.14</w:t>
            </w:r>
          </w:p>
        </w:tc>
      </w:tr>
      <w:tr w:rsidR="000A1C55" w:rsidRPr="00052077" w14:paraId="33FF2C3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844F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A743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8927B" w14:textId="3E64B63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85D3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DBE0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7.13</w:t>
            </w:r>
          </w:p>
        </w:tc>
      </w:tr>
      <w:tr w:rsidR="000A1C55" w:rsidRPr="00052077" w14:paraId="4E27DB8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F28F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4864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FD16B" w14:textId="497F159F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1D34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4449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7.07</w:t>
            </w:r>
          </w:p>
        </w:tc>
      </w:tr>
      <w:tr w:rsidR="000A1C55" w:rsidRPr="00052077" w14:paraId="62310C2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D83E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97E0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37401" w14:textId="6A6E0ED5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6386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3.299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FCDA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28.04</w:t>
            </w:r>
          </w:p>
        </w:tc>
      </w:tr>
      <w:tr w:rsidR="000A1C55" w:rsidRPr="00052077" w14:paraId="4841C68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D275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BEEC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439E2" w14:textId="5F1A067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D7B0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592E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6.65</w:t>
            </w:r>
          </w:p>
        </w:tc>
      </w:tr>
      <w:tr w:rsidR="000A1C55" w:rsidRPr="00052077" w14:paraId="08860EC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A8A8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03FB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8586C" w14:textId="126419C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4E91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F30F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4.70</w:t>
            </w:r>
          </w:p>
        </w:tc>
      </w:tr>
      <w:tr w:rsidR="000A1C55" w:rsidRPr="00052077" w14:paraId="1590E6D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1D82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E7E0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4AF6C" w14:textId="4FB89EA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AB1F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9B0D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2.15</w:t>
            </w:r>
          </w:p>
        </w:tc>
      </w:tr>
      <w:tr w:rsidR="000A1C55" w:rsidRPr="00052077" w14:paraId="5E74618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59B2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F06F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AB75A" w14:textId="1F9D5620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8C31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07F6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35.67</w:t>
            </w:r>
          </w:p>
        </w:tc>
      </w:tr>
      <w:tr w:rsidR="000A1C55" w:rsidRPr="00052077" w14:paraId="12D9E49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EE42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3205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C1BE5" w14:textId="16D2B12F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6F0D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1467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0.49</w:t>
            </w:r>
          </w:p>
        </w:tc>
      </w:tr>
      <w:tr w:rsidR="000A1C55" w:rsidRPr="00052077" w14:paraId="31E01A1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3D4D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ЕМИЛ ВЕСЕЛИНОВ ПЕТРОВ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82CD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D28EB" w14:textId="1AAB3F54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7A00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312A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0.30</w:t>
            </w:r>
          </w:p>
        </w:tc>
      </w:tr>
      <w:tr w:rsidR="000A1C55" w:rsidRPr="00052077" w14:paraId="79A8789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4BFE2" w14:textId="77777777" w:rsidR="000A1C55" w:rsidRPr="00052077" w:rsidRDefault="000A1C55" w:rsidP="000A1C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24CC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7EB3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7B26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50.828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3614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432.04</w:t>
            </w:r>
          </w:p>
        </w:tc>
      </w:tr>
      <w:tr w:rsidR="000A1C55" w:rsidRPr="00052077" w14:paraId="341D80F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682AF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040F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982A6" w14:textId="2258C0D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5ED4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B8D0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7.13</w:t>
            </w:r>
          </w:p>
        </w:tc>
      </w:tr>
      <w:tr w:rsidR="000A1C55" w:rsidRPr="00052077" w14:paraId="441F427F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A15A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E1DF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01BF2" w14:textId="6E0DD3A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CC18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8E46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6.75</w:t>
            </w:r>
          </w:p>
        </w:tc>
      </w:tr>
      <w:tr w:rsidR="000A1C55" w:rsidRPr="00052077" w14:paraId="4E149AC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6DE5F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DD35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212D1" w14:textId="42A9EE7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89DC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A1B4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6.79</w:t>
            </w:r>
          </w:p>
        </w:tc>
      </w:tr>
      <w:tr w:rsidR="000A1C55" w:rsidRPr="00052077" w14:paraId="1FE7356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1A78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559A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C8966" w14:textId="14646BE2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FD6F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66B1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20.43</w:t>
            </w:r>
          </w:p>
        </w:tc>
      </w:tr>
      <w:tr w:rsidR="000A1C55" w:rsidRPr="00052077" w14:paraId="487EF52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7DD4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FA24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0BF27" w14:textId="039A67F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72.244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21AB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7359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36.28</w:t>
            </w:r>
          </w:p>
        </w:tc>
      </w:tr>
      <w:tr w:rsidR="000A1C55" w:rsidRPr="00052077" w14:paraId="4F7CC33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F040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B336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EBCBE" w14:textId="00C5EB9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55.27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BC12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EDAC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8.20</w:t>
            </w:r>
          </w:p>
        </w:tc>
      </w:tr>
      <w:tr w:rsidR="000A1C55" w:rsidRPr="00052077" w14:paraId="78F1C6A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8E4A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98B5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2DE20" w14:textId="41A874F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033F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54E8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44.11</w:t>
            </w:r>
          </w:p>
        </w:tc>
      </w:tr>
      <w:tr w:rsidR="000A1C55" w:rsidRPr="00052077" w14:paraId="40A1C4C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E4D4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6A22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6E55F" w14:textId="022B910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A1A0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5079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5.90</w:t>
            </w:r>
          </w:p>
        </w:tc>
      </w:tr>
      <w:tr w:rsidR="000A1C55" w:rsidRPr="00052077" w14:paraId="66BF837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645A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A14B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8B706" w14:textId="5D32B28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22A2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83D9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3.57</w:t>
            </w:r>
          </w:p>
        </w:tc>
      </w:tr>
      <w:tr w:rsidR="000A1C55" w:rsidRPr="00052077" w14:paraId="1029E237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3ACF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EA0A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5C6E3" w14:textId="07045216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BD05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4D70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7.13</w:t>
            </w:r>
          </w:p>
        </w:tc>
      </w:tr>
      <w:tr w:rsidR="000A1C55" w:rsidRPr="00052077" w14:paraId="2F3E8A9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8141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6EA4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7E2A" w14:textId="0ADFCB3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FE43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27BA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11.17</w:t>
            </w:r>
          </w:p>
        </w:tc>
      </w:tr>
      <w:tr w:rsidR="000A1C55" w:rsidRPr="00052077" w14:paraId="4DD71E6F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693E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4B35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23508" w14:textId="772425E6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92E8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3.765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9BFF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32.00</w:t>
            </w:r>
          </w:p>
        </w:tc>
      </w:tr>
      <w:tr w:rsidR="000A1C55" w:rsidRPr="00052077" w14:paraId="2BB4BC2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76AC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8480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13347" w14:textId="302FEF5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8FDB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B186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28.10</w:t>
            </w:r>
          </w:p>
        </w:tc>
      </w:tr>
      <w:tr w:rsidR="000A1C55" w:rsidRPr="00052077" w14:paraId="04DEC8E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2101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0DF0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82B97" w14:textId="50790F1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D0DD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967C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14.88</w:t>
            </w:r>
          </w:p>
        </w:tc>
      </w:tr>
      <w:tr w:rsidR="000A1C55" w:rsidRPr="00052077" w14:paraId="63712CB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E4C1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ADA9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0959D" w14:textId="53ACEEF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8A22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2284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2.30</w:t>
            </w:r>
          </w:p>
        </w:tc>
      </w:tr>
      <w:tr w:rsidR="000A1C55" w:rsidRPr="00052077" w14:paraId="40B5155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CAC3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8788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3A642" w14:textId="2BD8EBDF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E111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1598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1.42</w:t>
            </w:r>
          </w:p>
        </w:tc>
      </w:tr>
      <w:tr w:rsidR="000A1C55" w:rsidRPr="00052077" w14:paraId="3AA4B0E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FACDF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7EF2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EAD04" w14:textId="2580E96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06A5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C571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1.36</w:t>
            </w:r>
          </w:p>
        </w:tc>
      </w:tr>
      <w:tr w:rsidR="000A1C55" w:rsidRPr="00052077" w14:paraId="3830FC8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3F25F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61FE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277EC" w14:textId="29E8035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F698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F72B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0.38</w:t>
            </w:r>
          </w:p>
        </w:tc>
      </w:tr>
      <w:tr w:rsidR="000A1C55" w:rsidRPr="00052077" w14:paraId="1FE03D57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467F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4321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15B6A" w14:textId="4BF057F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CD5E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734C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6.93</w:t>
            </w:r>
          </w:p>
        </w:tc>
      </w:tr>
      <w:tr w:rsidR="000A1C55" w:rsidRPr="00052077" w14:paraId="0A5A771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DE91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3802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74023" w14:textId="61C6463F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469D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E136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3.63</w:t>
            </w:r>
          </w:p>
        </w:tc>
      </w:tr>
      <w:tr w:rsidR="000A1C55" w:rsidRPr="00052077" w14:paraId="6AEFA10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84536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412D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497DA" w14:textId="0C119E66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271C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44C4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5.93</w:t>
            </w:r>
          </w:p>
        </w:tc>
      </w:tr>
      <w:tr w:rsidR="000A1C55" w:rsidRPr="00052077" w14:paraId="1943578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163D6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FB79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24A09" w14:textId="12880773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F07A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43C2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4.99</w:t>
            </w:r>
          </w:p>
        </w:tc>
      </w:tr>
      <w:tr w:rsidR="000A1C55" w:rsidRPr="00052077" w14:paraId="5C61176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220A6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B602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404C5" w14:textId="05210BE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7BC2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AF68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1.18</w:t>
            </w:r>
          </w:p>
        </w:tc>
      </w:tr>
      <w:tr w:rsidR="000A1C55" w:rsidRPr="00052077" w14:paraId="1CB6A45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C8B6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D1AA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54F63" w14:textId="3D42114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3826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F540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3.57</w:t>
            </w:r>
          </w:p>
        </w:tc>
      </w:tr>
      <w:tr w:rsidR="000A1C55" w:rsidRPr="00052077" w14:paraId="25DA339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BB91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830C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4D79A" w14:textId="652DA11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0127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0A80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2.14</w:t>
            </w:r>
          </w:p>
        </w:tc>
      </w:tr>
      <w:tr w:rsidR="000A1C55" w:rsidRPr="00052077" w14:paraId="17BAAEC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9D9AF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КИРИЛ ЦВЕТАНОВ ВУТОВ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0E06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D6A05" w14:textId="57477B6F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907C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D0FF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2.14</w:t>
            </w:r>
          </w:p>
        </w:tc>
      </w:tr>
      <w:tr w:rsidR="000A1C55" w:rsidRPr="00052077" w14:paraId="601812F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F0025" w14:textId="77777777" w:rsidR="000A1C55" w:rsidRPr="00052077" w:rsidRDefault="000A1C55" w:rsidP="000A1C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58A1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EAD7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2128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31.581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DFD3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268.44</w:t>
            </w:r>
          </w:p>
        </w:tc>
      </w:tr>
      <w:tr w:rsidR="000A1C55" w:rsidRPr="00052077" w14:paraId="0A1A35E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BEAA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6554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320C6" w14:textId="7022DF2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D0F9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BEE8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14.93</w:t>
            </w:r>
          </w:p>
        </w:tc>
      </w:tr>
      <w:tr w:rsidR="000A1C55" w:rsidRPr="00052077" w14:paraId="42C1092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3246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9624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D3C14" w14:textId="0043CAF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69AC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C205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14.59</w:t>
            </w:r>
          </w:p>
        </w:tc>
      </w:tr>
      <w:tr w:rsidR="000A1C55" w:rsidRPr="00052077" w14:paraId="27ED3E7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95126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ADDD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C91E9" w14:textId="3B112C24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6999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E4EA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7.65</w:t>
            </w:r>
          </w:p>
        </w:tc>
      </w:tr>
      <w:tr w:rsidR="000A1C55" w:rsidRPr="00052077" w14:paraId="36485B1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2C34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A8FC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9967D" w14:textId="631B353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EF5C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8A2C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21.62</w:t>
            </w:r>
          </w:p>
        </w:tc>
      </w:tr>
      <w:tr w:rsidR="000A1C55" w:rsidRPr="00052077" w14:paraId="2D27192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B7C2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725E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71107" w14:textId="527BB19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4ECC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D0AE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0.16</w:t>
            </w:r>
          </w:p>
        </w:tc>
      </w:tr>
      <w:tr w:rsidR="000A1C55" w:rsidRPr="00052077" w14:paraId="72D65B2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BD41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44CA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E45EA" w14:textId="7FAFEF6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CFD4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D230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11.43</w:t>
            </w:r>
          </w:p>
        </w:tc>
      </w:tr>
      <w:tr w:rsidR="000A1C55" w:rsidRPr="00052077" w14:paraId="296B256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4A2B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235F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C4FFD" w14:textId="149A8751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59D4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EF2F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8.55</w:t>
            </w:r>
          </w:p>
        </w:tc>
      </w:tr>
      <w:tr w:rsidR="000A1C55" w:rsidRPr="00052077" w14:paraId="68644F8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7959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1ED1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23AAA" w14:textId="37068DBF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1706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4.039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174A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34.33</w:t>
            </w:r>
          </w:p>
        </w:tc>
      </w:tr>
      <w:tr w:rsidR="000A1C55" w:rsidRPr="00052077" w14:paraId="3D054E2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CD93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622F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9489B" w14:textId="06A1748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3568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B220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10.46</w:t>
            </w:r>
          </w:p>
        </w:tc>
      </w:tr>
      <w:tr w:rsidR="000A1C55" w:rsidRPr="00052077" w14:paraId="677A0E3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4A97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68FB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3B2D3" w14:textId="7FDF4AE3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0189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C9E8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35.02</w:t>
            </w:r>
          </w:p>
        </w:tc>
      </w:tr>
      <w:tr w:rsidR="000A1C55" w:rsidRPr="00052077" w14:paraId="730F1C2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0FD4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21CD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9EC01" w14:textId="7BFB4216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FB25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879A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20.47</w:t>
            </w:r>
          </w:p>
        </w:tc>
      </w:tr>
      <w:tr w:rsidR="000A1C55" w:rsidRPr="00052077" w14:paraId="22E09E3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72DE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9B46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A2B42" w14:textId="6016C0C4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A4F0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6A76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11.97</w:t>
            </w:r>
          </w:p>
        </w:tc>
      </w:tr>
      <w:tr w:rsidR="000A1C55" w:rsidRPr="00052077" w14:paraId="5A5F17B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36E1F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44B3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66069" w14:textId="5194F642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D776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AB3C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14.46</w:t>
            </w:r>
          </w:p>
        </w:tc>
      </w:tr>
      <w:tr w:rsidR="000A1C55" w:rsidRPr="00052077" w14:paraId="0BAAA92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E3D5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34B3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8F09E" w14:textId="67A165B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3B85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48EE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12.49</w:t>
            </w:r>
          </w:p>
        </w:tc>
      </w:tr>
      <w:tr w:rsidR="000A1C55" w:rsidRPr="00052077" w14:paraId="56A2F0D4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72AD6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3110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15013" w14:textId="2B376155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9BF8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52A4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11.51</w:t>
            </w:r>
          </w:p>
        </w:tc>
      </w:tr>
      <w:tr w:rsidR="000A1C55" w:rsidRPr="00052077" w14:paraId="5CF994A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DE076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8FAD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BDA20" w14:textId="0375D5A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BFD8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A004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27.11</w:t>
            </w:r>
          </w:p>
        </w:tc>
      </w:tr>
      <w:tr w:rsidR="000A1C55" w:rsidRPr="00052077" w14:paraId="6D505C7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7F9D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7C78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D6E04" w14:textId="43D1B176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2543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6784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17.84</w:t>
            </w:r>
          </w:p>
        </w:tc>
      </w:tr>
      <w:tr w:rsidR="000A1C55" w:rsidRPr="00052077" w14:paraId="0D936DC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8D91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D16D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29EAE" w14:textId="705E9E0D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E723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0B59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16.32</w:t>
            </w:r>
          </w:p>
        </w:tc>
      </w:tr>
      <w:tr w:rsidR="000A1C55" w:rsidRPr="00052077" w14:paraId="16E69DE7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616F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B249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7BD99" w14:textId="2C8565C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1837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CD00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15.69</w:t>
            </w:r>
          </w:p>
        </w:tc>
      </w:tr>
      <w:tr w:rsidR="000A1C55" w:rsidRPr="00052077" w14:paraId="2905992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4613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23A9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EBB3B" w14:textId="74D7100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16A0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D4CB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3.35</w:t>
            </w:r>
          </w:p>
        </w:tc>
      </w:tr>
      <w:tr w:rsidR="000A1C55" w:rsidRPr="00052077" w14:paraId="2F913B2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0F9E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00E7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825F4" w14:textId="57BCD79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4CDF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F66A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18.69</w:t>
            </w:r>
          </w:p>
        </w:tc>
      </w:tr>
      <w:tr w:rsidR="000A1C55" w:rsidRPr="00052077" w14:paraId="67A6517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6388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28CB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C6ECB" w14:textId="7B1E68E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32B5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1F73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24.24</w:t>
            </w:r>
          </w:p>
        </w:tc>
      </w:tr>
      <w:tr w:rsidR="000A1C55" w:rsidRPr="00052077" w14:paraId="6FB213F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F7966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128F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DE074" w14:textId="4F550022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88F9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A733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4.27</w:t>
            </w:r>
          </w:p>
        </w:tc>
      </w:tr>
      <w:tr w:rsidR="000A1C55" w:rsidRPr="00052077" w14:paraId="0EA4600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5AE0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2D3C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470AF" w14:textId="709C13F4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3C42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949E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21.39</w:t>
            </w:r>
          </w:p>
        </w:tc>
      </w:tr>
      <w:tr w:rsidR="000A1C55" w:rsidRPr="00052077" w14:paraId="4287F40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3FEB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EE7E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45333" w14:textId="47ED2276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8BF2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9AC6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7.07</w:t>
            </w:r>
          </w:p>
        </w:tc>
      </w:tr>
      <w:tr w:rsidR="000A1C55" w:rsidRPr="00052077" w14:paraId="60382F6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8F60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3235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F8E74" w14:textId="74637F95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8EDC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6CBE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4.35</w:t>
            </w:r>
          </w:p>
        </w:tc>
      </w:tr>
      <w:tr w:rsidR="000A1C55" w:rsidRPr="00052077" w14:paraId="22C6A247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EA8B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BD78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7A4AA" w14:textId="78CD8F9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4F31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D767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1.98</w:t>
            </w:r>
          </w:p>
        </w:tc>
      </w:tr>
      <w:tr w:rsidR="000A1C55" w:rsidRPr="00052077" w14:paraId="161FDAB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C389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4A91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6B655" w14:textId="2D8AD0C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DCDD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DBD3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1.29</w:t>
            </w:r>
          </w:p>
        </w:tc>
      </w:tr>
      <w:tr w:rsidR="000A1C55" w:rsidRPr="00052077" w14:paraId="6723CC4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6771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4B58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4F102" w14:textId="22C103C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EA20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3.862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AF19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32.82</w:t>
            </w:r>
          </w:p>
        </w:tc>
      </w:tr>
      <w:tr w:rsidR="000A1C55" w:rsidRPr="00052077" w14:paraId="20AAFDE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1B5F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F62B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B8623" w14:textId="6DFE74D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5BD4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3.773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A974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32.07</w:t>
            </w:r>
          </w:p>
        </w:tc>
      </w:tr>
      <w:tr w:rsidR="000A1C55" w:rsidRPr="00052077" w14:paraId="057324C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C333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638D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0A612" w14:textId="44A6CA00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FB8F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7869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7.13</w:t>
            </w:r>
          </w:p>
        </w:tc>
      </w:tr>
      <w:tr w:rsidR="000A1C55" w:rsidRPr="00052077" w14:paraId="09CBDC8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78D2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E483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4366D" w14:textId="31F3F3B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8B70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29A0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15.91</w:t>
            </w:r>
          </w:p>
        </w:tc>
      </w:tr>
      <w:tr w:rsidR="000A1C55" w:rsidRPr="00052077" w14:paraId="34EFD22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7122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08BC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040AA" w14:textId="00368355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DA9F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F9FB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28.70</w:t>
            </w:r>
          </w:p>
        </w:tc>
      </w:tr>
      <w:tr w:rsidR="000A1C55" w:rsidRPr="00052077" w14:paraId="42DF7F7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D05D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6F33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E19B1" w14:textId="4CF3E951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C6D6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EA51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10.32</w:t>
            </w:r>
          </w:p>
        </w:tc>
      </w:tr>
      <w:tr w:rsidR="000A1C55" w:rsidRPr="00052077" w14:paraId="77955DF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A405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40FD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0A60F" w14:textId="513FD133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F906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46C8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6.73</w:t>
            </w:r>
          </w:p>
        </w:tc>
      </w:tr>
      <w:tr w:rsidR="000A1C55" w:rsidRPr="00052077" w14:paraId="7F24D05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20F5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445C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54806" w14:textId="0829D220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8BD2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DA37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15.43</w:t>
            </w:r>
          </w:p>
        </w:tc>
      </w:tr>
      <w:tr w:rsidR="000A1C55" w:rsidRPr="00052077" w14:paraId="523B8D7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977C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566A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038E9" w14:textId="0F27B65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4227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B886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11.84</w:t>
            </w:r>
          </w:p>
        </w:tc>
      </w:tr>
      <w:tr w:rsidR="000A1C55" w:rsidRPr="00052077" w14:paraId="056D1E3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FBA3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8C17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24C51" w14:textId="7EF756C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69CB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6D16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11.42</w:t>
            </w:r>
          </w:p>
        </w:tc>
      </w:tr>
      <w:tr w:rsidR="000A1C55" w:rsidRPr="00052077" w14:paraId="6AB7D2E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DC34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87E2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DCEA8" w14:textId="7877ED3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67.28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DC6F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7CE7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3.08</w:t>
            </w:r>
          </w:p>
        </w:tc>
      </w:tr>
      <w:tr w:rsidR="000A1C55" w:rsidRPr="00052077" w14:paraId="2F929794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248C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DB20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2E2C5" w14:textId="1F1F3BB6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29CE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ADF3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6.63</w:t>
            </w:r>
          </w:p>
        </w:tc>
      </w:tr>
      <w:tr w:rsidR="000A1C55" w:rsidRPr="00052077" w14:paraId="4FF207E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DC4A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D59B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7734F" w14:textId="38BC96C2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F6F8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628A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3.43</w:t>
            </w:r>
          </w:p>
        </w:tc>
      </w:tr>
      <w:tr w:rsidR="000A1C55" w:rsidRPr="00052077" w14:paraId="177755D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6DB9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367E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500C5" w14:textId="1E120EE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B843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B4AF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3.27</w:t>
            </w:r>
          </w:p>
        </w:tc>
      </w:tr>
      <w:tr w:rsidR="000A1C55" w:rsidRPr="00052077" w14:paraId="3DA6439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52C3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D1CC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5FB59" w14:textId="2E2D8C0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8653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0C22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19.00</w:t>
            </w:r>
          </w:p>
        </w:tc>
      </w:tr>
      <w:tr w:rsidR="000A1C55" w:rsidRPr="00052077" w14:paraId="292C74B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AD7E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8DA8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38C2A" w14:textId="019090AD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4E00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446C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34.60</w:t>
            </w:r>
          </w:p>
        </w:tc>
      </w:tr>
      <w:tr w:rsidR="000A1C55" w:rsidRPr="00052077" w14:paraId="7706B04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69FA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8416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11369" w14:textId="1193D43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26F9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F185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14.28</w:t>
            </w:r>
          </w:p>
        </w:tc>
      </w:tr>
      <w:tr w:rsidR="000A1C55" w:rsidRPr="00052077" w14:paraId="7B08289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6783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F257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CD1EC" w14:textId="6197B04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E0B1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C990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8.13</w:t>
            </w:r>
          </w:p>
        </w:tc>
      </w:tr>
      <w:tr w:rsidR="000A1C55" w:rsidRPr="00052077" w14:paraId="54D1C517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B054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61A2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7490E" w14:textId="3A517ED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A6F9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87F1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7.00</w:t>
            </w:r>
          </w:p>
        </w:tc>
      </w:tr>
      <w:tr w:rsidR="000A1C55" w:rsidRPr="00052077" w14:paraId="3E5D84E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2F4B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3303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E04CD" w14:textId="33BB094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AFD4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22C6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16.55</w:t>
            </w:r>
          </w:p>
        </w:tc>
      </w:tr>
      <w:tr w:rsidR="000A1C55" w:rsidRPr="00052077" w14:paraId="41849F4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0F2A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8DA5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DED63" w14:textId="128D8EF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8D35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1A64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7.13</w:t>
            </w:r>
          </w:p>
        </w:tc>
      </w:tr>
      <w:tr w:rsidR="000A1C55" w:rsidRPr="00052077" w14:paraId="3A6C2FA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F2416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829C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84DBA" w14:textId="2DCF5326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AB18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8B95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14.64</w:t>
            </w:r>
          </w:p>
        </w:tc>
      </w:tr>
      <w:tr w:rsidR="000A1C55" w:rsidRPr="00052077" w14:paraId="5763CAE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BFD3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E1CF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B1956" w14:textId="204314A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7C2A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31BF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24.82</w:t>
            </w:r>
          </w:p>
        </w:tc>
      </w:tr>
      <w:tr w:rsidR="000A1C55" w:rsidRPr="00052077" w14:paraId="6096912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B343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FF6D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D07B7" w14:textId="310F3CAF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DFC7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BBE0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7.13</w:t>
            </w:r>
          </w:p>
        </w:tc>
      </w:tr>
      <w:tr w:rsidR="000A1C55" w:rsidRPr="00052077" w14:paraId="10AF517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B40E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5156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25766" w14:textId="78A48945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FB52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47AF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5.69</w:t>
            </w:r>
          </w:p>
        </w:tc>
      </w:tr>
      <w:tr w:rsidR="000A1C55" w:rsidRPr="00052077" w14:paraId="7938CCF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5315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30B7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C59F5" w14:textId="5CADD3F2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3D19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2.939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D440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24.98</w:t>
            </w:r>
          </w:p>
        </w:tc>
      </w:tr>
      <w:tr w:rsidR="000A1C55" w:rsidRPr="00052077" w14:paraId="698BE297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CE21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9B69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D8CFA" w14:textId="2C316F6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6246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FEF4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10.71</w:t>
            </w:r>
          </w:p>
        </w:tc>
      </w:tr>
      <w:tr w:rsidR="000A1C55" w:rsidRPr="00052077" w14:paraId="3BB9812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0AC9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A391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CA9C0" w14:textId="79855B4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923C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DBC3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7.14</w:t>
            </w:r>
          </w:p>
        </w:tc>
      </w:tr>
      <w:tr w:rsidR="000A1C55" w:rsidRPr="00052077" w14:paraId="4608D48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CE82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3B78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38955" w14:textId="74B029BF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867E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7FE7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6.59</w:t>
            </w:r>
          </w:p>
        </w:tc>
      </w:tr>
      <w:tr w:rsidR="000A1C55" w:rsidRPr="00052077" w14:paraId="46907CA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DD73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7591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09819" w14:textId="46B5506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7D66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8ACF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9.36</w:t>
            </w:r>
          </w:p>
        </w:tc>
      </w:tr>
      <w:tr w:rsidR="000A1C55" w:rsidRPr="00052077" w14:paraId="3B7BAFC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A4B3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33F5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1AA59" w14:textId="276F3FC3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0E59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4696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27.97</w:t>
            </w:r>
          </w:p>
        </w:tc>
      </w:tr>
      <w:tr w:rsidR="000A1C55" w:rsidRPr="00052077" w14:paraId="3137655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3B466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C6E1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85BAB" w14:textId="58E1D65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19DF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4F2E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11.42</w:t>
            </w:r>
          </w:p>
        </w:tc>
      </w:tr>
      <w:tr w:rsidR="000A1C55" w:rsidRPr="00052077" w14:paraId="6F573B9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81AF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E62F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6BE1F" w14:textId="5A3AD59A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88DC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4791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5.71</w:t>
            </w:r>
          </w:p>
        </w:tc>
      </w:tr>
      <w:tr w:rsidR="000A1C55" w:rsidRPr="00052077" w14:paraId="3F4F088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67CA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805B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0973A" w14:textId="7D9C4AB1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6453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9B5C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5.00</w:t>
            </w:r>
          </w:p>
        </w:tc>
      </w:tr>
      <w:tr w:rsidR="000A1C55" w:rsidRPr="00052077" w14:paraId="14786F7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780C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3582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9F3E3" w14:textId="5C34AE44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E20F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33A8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2.82</w:t>
            </w:r>
          </w:p>
        </w:tc>
      </w:tr>
      <w:tr w:rsidR="000A1C55" w:rsidRPr="00052077" w14:paraId="3F409D4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8BA7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539D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907AE" w14:textId="21EA06CD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893D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CCC9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4.28</w:t>
            </w:r>
          </w:p>
        </w:tc>
      </w:tr>
      <w:tr w:rsidR="000A1C55" w:rsidRPr="00052077" w14:paraId="3D545D2F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DCAD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C4A9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74A10" w14:textId="53B3BF8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150A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F246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21.47</w:t>
            </w:r>
          </w:p>
        </w:tc>
      </w:tr>
      <w:tr w:rsidR="000A1C55" w:rsidRPr="00052077" w14:paraId="450B038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79EC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315C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84DAF" w14:textId="067B3FB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283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8803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10.30</w:t>
            </w:r>
          </w:p>
        </w:tc>
      </w:tr>
      <w:tr w:rsidR="000A1C55" w:rsidRPr="00052077" w14:paraId="1627F154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384E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E352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9416D" w14:textId="33233B1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FD7E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A90F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4.91</w:t>
            </w:r>
          </w:p>
        </w:tc>
      </w:tr>
      <w:tr w:rsidR="000A1C55" w:rsidRPr="00052077" w14:paraId="72749F5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1F3B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E8E6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A4C6E" w14:textId="4BADF460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71.27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2DC3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73C6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7.84</w:t>
            </w:r>
          </w:p>
        </w:tc>
      </w:tr>
      <w:tr w:rsidR="000A1C55" w:rsidRPr="00052077" w14:paraId="5F8898C7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0E23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2E7C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316CF" w14:textId="0C7DFC4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EE8A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0264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14.27</w:t>
            </w:r>
          </w:p>
        </w:tc>
      </w:tr>
      <w:tr w:rsidR="000A1C55" w:rsidRPr="00052077" w14:paraId="4E5D5A6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EC3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8300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871C3" w14:textId="22DCCC66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1162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C184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4.28</w:t>
            </w:r>
          </w:p>
        </w:tc>
      </w:tr>
      <w:tr w:rsidR="000A1C55" w:rsidRPr="00052077" w14:paraId="2142808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1003F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355E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2DFFA" w14:textId="0F60FCD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72CA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7AF7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4.28</w:t>
            </w:r>
          </w:p>
        </w:tc>
      </w:tr>
      <w:tr w:rsidR="000A1C55" w:rsidRPr="00052077" w14:paraId="5E0E4D1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9AC4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24B6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45A36" w14:textId="28522D02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5734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4445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3.57</w:t>
            </w:r>
          </w:p>
        </w:tc>
      </w:tr>
      <w:tr w:rsidR="000A1C55" w:rsidRPr="00052077" w14:paraId="4C20B91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1426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C4BD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677AE" w14:textId="1A1EC45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A42B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E9E6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2.14</w:t>
            </w:r>
          </w:p>
        </w:tc>
      </w:tr>
      <w:tr w:rsidR="000A1C55" w:rsidRPr="00052077" w14:paraId="1A982C9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9FDE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D55A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B3132" w14:textId="656DB90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B22F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9CC8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1.43</w:t>
            </w:r>
          </w:p>
        </w:tc>
      </w:tr>
      <w:tr w:rsidR="000A1C55" w:rsidRPr="00052077" w14:paraId="12FF2B54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4474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FF44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BB83D" w14:textId="75CA580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7D19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FF74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14.28</w:t>
            </w:r>
          </w:p>
        </w:tc>
      </w:tr>
      <w:tr w:rsidR="000A1C55" w:rsidRPr="00052077" w14:paraId="5C5F645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DEDA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261E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3A786" w14:textId="70030776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EA52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1E0F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1.90</w:t>
            </w:r>
          </w:p>
        </w:tc>
      </w:tr>
      <w:tr w:rsidR="000A1C55" w:rsidRPr="00052077" w14:paraId="5A64159F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9B2A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68D7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E43A3" w14:textId="2B337FB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56E3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3634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10.70</w:t>
            </w:r>
          </w:p>
        </w:tc>
      </w:tr>
      <w:tr w:rsidR="000A1C55" w:rsidRPr="00052077" w14:paraId="2BCB281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E608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93CB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D1A7" w14:textId="31A7B9A4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9F51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B81B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9.63</w:t>
            </w:r>
          </w:p>
        </w:tc>
      </w:tr>
      <w:tr w:rsidR="000A1C55" w:rsidRPr="00052077" w14:paraId="6E4C152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DA41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CE6D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18453" w14:textId="78791913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E4E6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28EC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8.30</w:t>
            </w:r>
          </w:p>
        </w:tc>
      </w:tr>
      <w:tr w:rsidR="000A1C55" w:rsidRPr="00052077" w14:paraId="729C7F9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5319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D655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4DC6B" w14:textId="6C48FAE0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72.157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8E8B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4611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12.83</w:t>
            </w:r>
          </w:p>
        </w:tc>
      </w:tr>
      <w:tr w:rsidR="000A1C55" w:rsidRPr="00052077" w14:paraId="1182BC0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6FF4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CD8C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63AB7" w14:textId="335DD71D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64.21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75D4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1CAE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7.14</w:t>
            </w:r>
          </w:p>
        </w:tc>
      </w:tr>
      <w:tr w:rsidR="000A1C55" w:rsidRPr="00052077" w14:paraId="5D6A018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4B2A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6CDD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49AA3" w14:textId="77562E04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64.44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D22A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7266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7.13</w:t>
            </w:r>
          </w:p>
        </w:tc>
      </w:tr>
      <w:tr w:rsidR="000A1C55" w:rsidRPr="00052077" w14:paraId="45BD10A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A9C3F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8F9C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3E9F0" w14:textId="2919BDC2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64.19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28C6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2358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5.68</w:t>
            </w:r>
          </w:p>
        </w:tc>
      </w:tr>
      <w:tr w:rsidR="000A1C55" w:rsidRPr="00052077" w14:paraId="68D149EF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5AE5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F06B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28283" w14:textId="63A3F11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5B89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80B2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7.19</w:t>
            </w:r>
          </w:p>
        </w:tc>
      </w:tr>
      <w:tr w:rsidR="000A1C55" w:rsidRPr="00052077" w14:paraId="3CC65694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E437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E3C4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BAE7D" w14:textId="5164B1D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1AF8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797C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28.34</w:t>
            </w:r>
          </w:p>
        </w:tc>
      </w:tr>
      <w:tr w:rsidR="000A1C55" w:rsidRPr="00052077" w14:paraId="292576A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448D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AB76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B6BDF" w14:textId="1B9AE2A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6285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6AC1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21.40</w:t>
            </w:r>
          </w:p>
        </w:tc>
      </w:tr>
      <w:tr w:rsidR="000A1C55" w:rsidRPr="00052077" w14:paraId="31C09CB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4CAC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3979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B8C9E" w14:textId="3AB2C341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64.13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E608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A717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10.70</w:t>
            </w:r>
          </w:p>
        </w:tc>
      </w:tr>
      <w:tr w:rsidR="000A1C55" w:rsidRPr="00052077" w14:paraId="42B7551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88C7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2953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337D9" w14:textId="068E3313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55.37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243A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9D32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7.14</w:t>
            </w:r>
          </w:p>
        </w:tc>
      </w:tr>
      <w:tr w:rsidR="000A1C55" w:rsidRPr="00052077" w14:paraId="5310A3F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7406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F418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0DCA3" w14:textId="0FAF96F2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55.36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D2CD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DDC7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5.97</w:t>
            </w:r>
          </w:p>
        </w:tc>
      </w:tr>
      <w:tr w:rsidR="000A1C55" w:rsidRPr="00052077" w14:paraId="0307B4D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E2A3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58B3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BA383" w14:textId="1388C53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CB83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34DA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4.24</w:t>
            </w:r>
          </w:p>
        </w:tc>
      </w:tr>
      <w:tr w:rsidR="000A1C55" w:rsidRPr="00052077" w14:paraId="68539E1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0C78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2C3A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8F76C" w14:textId="492168E6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8B99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470A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15.23</w:t>
            </w:r>
          </w:p>
        </w:tc>
      </w:tr>
      <w:tr w:rsidR="000A1C55" w:rsidRPr="00052077" w14:paraId="6C110AA4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50B9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A3F8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4D7C4" w14:textId="374B208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6686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0D89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12.13</w:t>
            </w:r>
          </w:p>
        </w:tc>
      </w:tr>
      <w:tr w:rsidR="000A1C55" w:rsidRPr="00052077" w14:paraId="45D97484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218D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07D5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4A4FA" w14:textId="13BACFF3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72.82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A042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D42D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11.38</w:t>
            </w:r>
          </w:p>
        </w:tc>
      </w:tr>
      <w:tr w:rsidR="000A1C55" w:rsidRPr="00052077" w14:paraId="09BBDAB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7B9F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5A2D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55D89" w14:textId="44CD69E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72.134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2308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C8A2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8.56</w:t>
            </w:r>
          </w:p>
        </w:tc>
      </w:tr>
      <w:tr w:rsidR="000A1C55" w:rsidRPr="00052077" w14:paraId="24288474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2B0A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0523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E9D0A" w14:textId="4508F5A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B3DC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D0D0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6.27</w:t>
            </w:r>
          </w:p>
        </w:tc>
      </w:tr>
      <w:tr w:rsidR="000A1C55" w:rsidRPr="00052077" w14:paraId="793AF1B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E2C9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227A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8EADE" w14:textId="21C4AA7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72A6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19C0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12.77</w:t>
            </w:r>
          </w:p>
        </w:tc>
      </w:tr>
      <w:tr w:rsidR="000A1C55" w:rsidRPr="00052077" w14:paraId="4DF6576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8A08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4006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FB486" w14:textId="670F5AF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D5B5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6BAB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10.70</w:t>
            </w:r>
          </w:p>
        </w:tc>
      </w:tr>
      <w:tr w:rsidR="000A1C55" w:rsidRPr="00052077" w14:paraId="2FF71E7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3B81F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B75D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3DD2B" w14:textId="77FC67B5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8995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F1C2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8.93</w:t>
            </w:r>
          </w:p>
        </w:tc>
      </w:tr>
      <w:tr w:rsidR="000A1C55" w:rsidRPr="00052077" w14:paraId="3E2711E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98EF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E2CE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DD3AB" w14:textId="6956E171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E059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A1E3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14.71</w:t>
            </w:r>
          </w:p>
        </w:tc>
      </w:tr>
      <w:tr w:rsidR="000A1C55" w:rsidRPr="00052077" w14:paraId="0D9A83A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7B66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D1FD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BBC0C" w14:textId="2D365986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9E7A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8297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29.26</w:t>
            </w:r>
          </w:p>
        </w:tc>
      </w:tr>
      <w:tr w:rsidR="000A1C55" w:rsidRPr="00052077" w14:paraId="7C86A67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89E7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31E8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80EC5" w14:textId="4431CC7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B65A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8439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9.06</w:t>
            </w:r>
          </w:p>
        </w:tc>
      </w:tr>
      <w:tr w:rsidR="000A1C55" w:rsidRPr="00052077" w14:paraId="5434880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DFC0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B554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2E3AD" w14:textId="41E56D4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532B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8AD7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29.09</w:t>
            </w:r>
          </w:p>
        </w:tc>
      </w:tr>
      <w:tr w:rsidR="000A1C55" w:rsidRPr="00052077" w14:paraId="2CF451D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3326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2A78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128AD" w14:textId="4392646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257C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D57F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11.20</w:t>
            </w:r>
          </w:p>
        </w:tc>
      </w:tr>
      <w:tr w:rsidR="000A1C55" w:rsidRPr="00052077" w14:paraId="1C9B5EA7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42D9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5280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DAD9F" w14:textId="536239BA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A8A1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1AD8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8.25</w:t>
            </w:r>
          </w:p>
        </w:tc>
      </w:tr>
      <w:tr w:rsidR="000A1C55" w:rsidRPr="00052077" w14:paraId="1BA38BC7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AE62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НИКОЛИНКА ЙОРДАНОВА ГЕОРГИЕВА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BB2C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5F22D" w14:textId="4C07F3E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8948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77D6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3.63</w:t>
            </w:r>
          </w:p>
        </w:tc>
      </w:tr>
      <w:tr w:rsidR="000A1C55" w:rsidRPr="00052077" w14:paraId="6A6B7AF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60837" w14:textId="77777777" w:rsidR="000A1C55" w:rsidRPr="00052077" w:rsidRDefault="000A1C55" w:rsidP="000A1C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6054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5C38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AA4D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151.204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3096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1285.23</w:t>
            </w:r>
          </w:p>
        </w:tc>
      </w:tr>
      <w:tr w:rsidR="000A1C55" w:rsidRPr="00052077" w14:paraId="5C7ED537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966C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ПЕРУНКА ВЕЛЧЕВА НИКОЛОВА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9466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E89ED" w14:textId="09DE5C03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E1EE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3E9D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3.08</w:t>
            </w:r>
          </w:p>
        </w:tc>
      </w:tr>
      <w:tr w:rsidR="000A1C55" w:rsidRPr="00052077" w14:paraId="4953A42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67F5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ПЕРУНКА ВЕЛЧЕВА НИКОЛОВА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FF6B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8703E" w14:textId="47D09132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6E95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2A15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1.10</w:t>
            </w:r>
          </w:p>
        </w:tc>
      </w:tr>
      <w:tr w:rsidR="000A1C55" w:rsidRPr="00052077" w14:paraId="1FF4CF3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D2C1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ПЕРУНКА ВЕЛЧЕВА НИКОЛОВА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0F92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2E047" w14:textId="0A98CBAA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2C37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22EA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0.96</w:t>
            </w:r>
          </w:p>
        </w:tc>
      </w:tr>
      <w:tr w:rsidR="000A1C55" w:rsidRPr="00052077" w14:paraId="35CAB60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EC90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ПЕРУНКА ВЕЛЧЕВА НИКОЛОВА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1E92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B5DED" w14:textId="7A252510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F539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6C9D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</w:t>
            </w:r>
          </w:p>
        </w:tc>
      </w:tr>
      <w:tr w:rsidR="000A1C55" w:rsidRPr="00052077" w14:paraId="18036DC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5A10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ПЕРУНКА ВЕЛЧЕВА НИКОЛОВА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F60C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FDCCC" w14:textId="064F9F4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72.173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674A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4.643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5C56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39.46</w:t>
            </w:r>
          </w:p>
        </w:tc>
      </w:tr>
      <w:tr w:rsidR="000A1C55" w:rsidRPr="00052077" w14:paraId="7C53E8E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7C90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ПЕРУНКА ВЕЛЧЕВА НИКОЛОВА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7176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9EE22" w14:textId="59629261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72.237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18A2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D16E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3.45</w:t>
            </w:r>
          </w:p>
        </w:tc>
      </w:tr>
      <w:tr w:rsidR="000A1C55" w:rsidRPr="00052077" w14:paraId="6268B48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A5848" w14:textId="77777777" w:rsidR="000A1C55" w:rsidRPr="00052077" w:rsidRDefault="000A1C55" w:rsidP="000A1C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lastRenderedPageBreak/>
              <w:t>ОБЩО за ползвателя (дка)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999E6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1DAE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8B62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5.751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0B9E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48.89</w:t>
            </w:r>
          </w:p>
        </w:tc>
      </w:tr>
      <w:tr w:rsidR="000A1C55" w:rsidRPr="00052077" w14:paraId="2DA1976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352B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ПЛАМЕН ГЕНЧЕВ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86FD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6C07A" w14:textId="5D74A3D5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2E57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98AE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49.55</w:t>
            </w:r>
          </w:p>
        </w:tc>
      </w:tr>
      <w:tr w:rsidR="000A1C55" w:rsidRPr="00052077" w14:paraId="2E9C446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A372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ПЛАМЕН ГЕНЧЕВ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2290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DFB25" w14:textId="1F18B74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67.33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8740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9577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10.52</w:t>
            </w:r>
          </w:p>
        </w:tc>
      </w:tr>
      <w:tr w:rsidR="000A1C55" w:rsidRPr="00052077" w14:paraId="71AAC8A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9A9D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ПЛАМЕН ГЕНЧЕВ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494C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DB9E5" w14:textId="061273E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67.36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140D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21A6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7.07</w:t>
            </w:r>
          </w:p>
        </w:tc>
      </w:tr>
      <w:tr w:rsidR="000A1C55" w:rsidRPr="00052077" w14:paraId="66945D6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0076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ПЛАМЕН ГЕНЧЕВ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8F3B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B0354" w14:textId="3973DA0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67.35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BA8C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6862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5.78</w:t>
            </w:r>
          </w:p>
        </w:tc>
      </w:tr>
      <w:tr w:rsidR="000A1C55" w:rsidRPr="00052077" w14:paraId="499CF9B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11CB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ПЛАМЕН ГЕНЧЕВ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70AC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4F830" w14:textId="66ED2DC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67.34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2345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F8EF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4.86</w:t>
            </w:r>
          </w:p>
        </w:tc>
      </w:tr>
      <w:tr w:rsidR="000A1C55" w:rsidRPr="00052077" w14:paraId="77F285F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3D23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ПЛАМЕН ГЕНЧЕВ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47CC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45868" w14:textId="407E69D3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04D6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5FDB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21.30</w:t>
            </w:r>
          </w:p>
        </w:tc>
      </w:tr>
      <w:tr w:rsidR="000A1C55" w:rsidRPr="00052077" w14:paraId="3D3D6CB4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AD2B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ПЛАМЕН ГЕНЧЕВ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36D8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CEDB0" w14:textId="53A8E590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774A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2B38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23.99</w:t>
            </w:r>
          </w:p>
        </w:tc>
      </w:tr>
      <w:tr w:rsidR="000A1C55" w:rsidRPr="00052077" w14:paraId="77AD54E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0042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ПЛАМЕН ГЕНЧЕВ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BAF3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ED988" w14:textId="0831E3C4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C017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1CC0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7.14</w:t>
            </w:r>
          </w:p>
        </w:tc>
      </w:tr>
      <w:tr w:rsidR="000A1C55" w:rsidRPr="00052077" w14:paraId="7DFDF90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E0CE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ПЛАМЕН ГЕНЧЕВ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12F8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8A6A2" w14:textId="6635B42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D5A0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2F1A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12.68</w:t>
            </w:r>
          </w:p>
        </w:tc>
      </w:tr>
      <w:tr w:rsidR="000A1C55" w:rsidRPr="00052077" w14:paraId="1803F98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7351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ПЛАМЕН ГЕНЧЕВ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CB25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348B1" w14:textId="1C2A8C65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87CE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C722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9.09</w:t>
            </w:r>
          </w:p>
        </w:tc>
      </w:tr>
      <w:tr w:rsidR="000A1C55" w:rsidRPr="00052077" w14:paraId="5D7AE5E4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905E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ПЛАМЕН ГЕНЧЕВ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3BEB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93A71" w14:textId="08947560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3DC7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DA2C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9.01</w:t>
            </w:r>
          </w:p>
        </w:tc>
      </w:tr>
      <w:tr w:rsidR="000A1C55" w:rsidRPr="00052077" w14:paraId="49B693A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232D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ПЛАМЕН ГЕНЧЕВ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477B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1374A" w14:textId="223EFBCF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2F84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CD43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2.55</w:t>
            </w:r>
          </w:p>
        </w:tc>
      </w:tr>
      <w:tr w:rsidR="000A1C55" w:rsidRPr="00052077" w14:paraId="67F2567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A6A2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ПЛАМЕН ГЕНЧЕВ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7D5E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6CAEC" w14:textId="60BC092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3BA2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6.754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9D5F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57.41</w:t>
            </w:r>
          </w:p>
        </w:tc>
      </w:tr>
      <w:tr w:rsidR="000A1C55" w:rsidRPr="00052077" w14:paraId="5E0735C7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C2F7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ПЛАМЕН ГЕНЧЕВ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56AA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87523" w14:textId="7D749255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2809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C795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27.95</w:t>
            </w:r>
          </w:p>
        </w:tc>
      </w:tr>
      <w:tr w:rsidR="000A1C55" w:rsidRPr="00052077" w14:paraId="117E5F8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6EED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ПЛАМЕН ГЕНЧЕВ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6200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85A0E" w14:textId="1403C42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3A1E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7FD5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7.35</w:t>
            </w:r>
          </w:p>
        </w:tc>
      </w:tr>
      <w:tr w:rsidR="000A1C55" w:rsidRPr="00052077" w14:paraId="66B03EC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27F2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ПЛАМЕН ГЕНЧЕВ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3CF5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6C301" w14:textId="53BB96A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3DB4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5.037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EF09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42.81</w:t>
            </w:r>
          </w:p>
        </w:tc>
      </w:tr>
      <w:tr w:rsidR="000A1C55" w:rsidRPr="00052077" w14:paraId="6F85753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5FA9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ПЛАМЕН ГЕНЧЕВ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A5A1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E7D18" w14:textId="661FCAC2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1D4A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85A8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11.42</w:t>
            </w:r>
          </w:p>
        </w:tc>
      </w:tr>
      <w:tr w:rsidR="000A1C55" w:rsidRPr="00052077" w14:paraId="101DB18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E6AB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ПЛАМЕН ГЕНЧЕВ ПЕТКОВ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1B17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33114" w14:textId="4A3A3AE6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E7AF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F75F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9.98</w:t>
            </w:r>
          </w:p>
        </w:tc>
      </w:tr>
      <w:tr w:rsidR="000A1C55" w:rsidRPr="00052077" w14:paraId="3E63396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FE98C" w14:textId="77777777" w:rsidR="000A1C55" w:rsidRPr="00052077" w:rsidRDefault="000A1C55" w:rsidP="000A1C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F7C7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6F4E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E8F7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37.703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1EB7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320.48</w:t>
            </w:r>
          </w:p>
        </w:tc>
      </w:tr>
      <w:tr w:rsidR="000A1C55" w:rsidRPr="00052077" w14:paraId="4E6E317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D0F7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6F7C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DA73A" w14:textId="2612EF5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52C8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AAD7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13.57</w:t>
            </w:r>
          </w:p>
        </w:tc>
      </w:tr>
      <w:tr w:rsidR="000A1C55" w:rsidRPr="00052077" w14:paraId="714BAFB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D27C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CE7C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54E8F" w14:textId="077B7DEA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3886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5E4E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10.60</w:t>
            </w:r>
          </w:p>
        </w:tc>
      </w:tr>
      <w:tr w:rsidR="000A1C55" w:rsidRPr="00052077" w14:paraId="3EF2AC84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0B6A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B0C5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534F5" w14:textId="1031A5C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D5C3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69EA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8.47</w:t>
            </w:r>
          </w:p>
        </w:tc>
      </w:tr>
      <w:tr w:rsidR="000A1C55" w:rsidRPr="00052077" w14:paraId="0DE72FD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1110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81C6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67ED9" w14:textId="5E991EF5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D261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7.077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B49B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60.16</w:t>
            </w:r>
          </w:p>
        </w:tc>
      </w:tr>
      <w:tr w:rsidR="000A1C55" w:rsidRPr="00052077" w14:paraId="3BA9A32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346CF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06F2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42F9C" w14:textId="0D96888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35FB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BECD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12.19</w:t>
            </w:r>
          </w:p>
        </w:tc>
      </w:tr>
      <w:tr w:rsidR="000A1C55" w:rsidRPr="00052077" w14:paraId="2AA32D0F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5386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2D15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4E5EB" w14:textId="5C786D3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54BF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F927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13.56</w:t>
            </w:r>
          </w:p>
        </w:tc>
      </w:tr>
      <w:tr w:rsidR="000A1C55" w:rsidRPr="00052077" w14:paraId="4BE9AA1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4710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074C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BE2D6" w14:textId="6799F5A6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9F39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315D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5.69</w:t>
            </w:r>
          </w:p>
        </w:tc>
      </w:tr>
      <w:tr w:rsidR="000A1C55" w:rsidRPr="00052077" w14:paraId="5399D28F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F8EE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AC7A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A3C4B" w14:textId="23A11D5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7CEE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A577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24.45</w:t>
            </w:r>
          </w:p>
        </w:tc>
      </w:tr>
      <w:tr w:rsidR="000A1C55" w:rsidRPr="00052077" w14:paraId="196A178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F947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03F6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D0A8A" w14:textId="17933BC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A2BE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3C3C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16.05</w:t>
            </w:r>
          </w:p>
        </w:tc>
      </w:tr>
      <w:tr w:rsidR="000A1C55" w:rsidRPr="00052077" w14:paraId="020998C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5BAB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9A19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87818" w14:textId="55E425C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3F59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105D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6.59</w:t>
            </w:r>
          </w:p>
        </w:tc>
      </w:tr>
      <w:tr w:rsidR="000A1C55" w:rsidRPr="00052077" w14:paraId="212DE73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66F9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4E72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3A897" w14:textId="4E0E0263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78D4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3061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6.12</w:t>
            </w:r>
          </w:p>
        </w:tc>
      </w:tr>
      <w:tr w:rsidR="000A1C55" w:rsidRPr="00052077" w14:paraId="52DBDE1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C05D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7FEC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65989" w14:textId="0E64D140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5A18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394B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0.59</w:t>
            </w:r>
          </w:p>
        </w:tc>
      </w:tr>
      <w:tr w:rsidR="000A1C55" w:rsidRPr="00052077" w14:paraId="0E99FF5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3A3A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AC15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922B7" w14:textId="209CFE16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5B21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D7CD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37.73</w:t>
            </w:r>
          </w:p>
        </w:tc>
      </w:tr>
      <w:tr w:rsidR="000A1C55" w:rsidRPr="00052077" w14:paraId="06FC861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5AD4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4921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589C0" w14:textId="6BAE0F0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234D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2B8E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15.38</w:t>
            </w:r>
          </w:p>
        </w:tc>
      </w:tr>
      <w:tr w:rsidR="000A1C55" w:rsidRPr="00052077" w14:paraId="74D2A22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0996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948E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F7D65" w14:textId="7CF21F00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A689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BBEC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16.30</w:t>
            </w:r>
          </w:p>
        </w:tc>
      </w:tr>
      <w:tr w:rsidR="000A1C55" w:rsidRPr="00052077" w14:paraId="0729040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44F9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D68E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F6AF2" w14:textId="5C5945F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6A2C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E7B9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28.55</w:t>
            </w:r>
          </w:p>
        </w:tc>
      </w:tr>
      <w:tr w:rsidR="000A1C55" w:rsidRPr="00052077" w14:paraId="60D9D07F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CAA7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5090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80AF1" w14:textId="01E7F35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8786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09BE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9.46</w:t>
            </w:r>
          </w:p>
        </w:tc>
      </w:tr>
      <w:tr w:rsidR="000A1C55" w:rsidRPr="00052077" w14:paraId="6DEB852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0815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E9AF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C67BF" w14:textId="31804F73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4FF0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9688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4.63</w:t>
            </w:r>
          </w:p>
        </w:tc>
      </w:tr>
      <w:tr w:rsidR="000A1C55" w:rsidRPr="00052077" w14:paraId="6EBF6D04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F9336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F766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F1E85" w14:textId="373CAC42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2B5E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818E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29.74</w:t>
            </w:r>
          </w:p>
        </w:tc>
      </w:tr>
      <w:tr w:rsidR="000A1C55" w:rsidRPr="00052077" w14:paraId="0225582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6274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D3C7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45B46" w14:textId="74E6821D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E43F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1B1F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35.29</w:t>
            </w:r>
          </w:p>
        </w:tc>
      </w:tr>
      <w:tr w:rsidR="000A1C55" w:rsidRPr="00052077" w14:paraId="3DF7C68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2A61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A410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DB2BD" w14:textId="37967DA3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EC69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6599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18.09</w:t>
            </w:r>
          </w:p>
        </w:tc>
      </w:tr>
      <w:tr w:rsidR="000A1C55" w:rsidRPr="00052077" w14:paraId="295D5DC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9011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C92F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F2157" w14:textId="39D77AA4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EDA0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E123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10.76</w:t>
            </w:r>
          </w:p>
        </w:tc>
      </w:tr>
      <w:tr w:rsidR="000A1C55" w:rsidRPr="00052077" w14:paraId="293F39B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3BC6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F100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6FCAA" w14:textId="791BB43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73.36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7E5F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E174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19.61</w:t>
            </w:r>
          </w:p>
        </w:tc>
      </w:tr>
      <w:tr w:rsidR="000A1C55" w:rsidRPr="00052077" w14:paraId="7A0894A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5C2D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FEBF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C88B2" w14:textId="686249D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4FB5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3.814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A31E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32.42</w:t>
            </w:r>
          </w:p>
        </w:tc>
      </w:tr>
      <w:tr w:rsidR="000A1C55" w:rsidRPr="00052077" w14:paraId="65ED8E7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C882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F981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A30A6" w14:textId="7C51D93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9340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E0E0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6.62</w:t>
            </w:r>
          </w:p>
        </w:tc>
      </w:tr>
      <w:tr w:rsidR="000A1C55" w:rsidRPr="00052077" w14:paraId="6C00FB0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05116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СЛАВИ ЙОРДАНОВ СЛАВЧЕВ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3A69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BA4E9" w14:textId="725F730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24A4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7374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20.92</w:t>
            </w:r>
          </w:p>
        </w:tc>
      </w:tr>
      <w:tr w:rsidR="000A1C55" w:rsidRPr="00052077" w14:paraId="7FA47BD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A4F7E" w14:textId="77777777" w:rsidR="000A1C55" w:rsidRPr="00052077" w:rsidRDefault="000A1C55" w:rsidP="000A1C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897F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B076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782A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54.537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C667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463.56</w:t>
            </w:r>
          </w:p>
        </w:tc>
      </w:tr>
      <w:tr w:rsidR="000A1C55" w:rsidRPr="00052077" w14:paraId="5328284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FA3F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167A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1A132" w14:textId="7294088D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1D1D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C9E7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2.70</w:t>
            </w:r>
          </w:p>
        </w:tc>
      </w:tr>
      <w:tr w:rsidR="000A1C55" w:rsidRPr="00052077" w14:paraId="3AF5DE8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D041A" w14:textId="77777777" w:rsidR="000A1C55" w:rsidRPr="00052077" w:rsidRDefault="000A1C55" w:rsidP="000A1C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3460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1E8D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F1ED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0.317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F96B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2.70</w:t>
            </w:r>
          </w:p>
        </w:tc>
      </w:tr>
      <w:tr w:rsidR="000A1C55" w:rsidRPr="00052077" w14:paraId="3A4E8A5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7623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F00F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5C82C" w14:textId="198FEDED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D06C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A662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13.94</w:t>
            </w:r>
          </w:p>
        </w:tc>
      </w:tr>
      <w:tr w:rsidR="000A1C55" w:rsidRPr="00052077" w14:paraId="049D59AF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D013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4993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76F2F" w14:textId="0C8E8B75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1367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4402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8.56</w:t>
            </w:r>
          </w:p>
        </w:tc>
      </w:tr>
      <w:tr w:rsidR="000A1C55" w:rsidRPr="00052077" w14:paraId="5634402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62F7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7DE7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E6D33" w14:textId="5DABF75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FFBA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5B2A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8.56</w:t>
            </w:r>
          </w:p>
        </w:tc>
      </w:tr>
      <w:tr w:rsidR="000A1C55" w:rsidRPr="00052077" w14:paraId="716AA55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D356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6EDE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1EBA5" w14:textId="0883A5F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9F74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02C9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46.41</w:t>
            </w:r>
          </w:p>
        </w:tc>
      </w:tr>
      <w:tr w:rsidR="000A1C55" w:rsidRPr="00052077" w14:paraId="41C3101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605A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4761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4468C" w14:textId="5506AF1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3470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9573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28.57</w:t>
            </w:r>
          </w:p>
        </w:tc>
      </w:tr>
      <w:tr w:rsidR="000A1C55" w:rsidRPr="00052077" w14:paraId="6344B295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C8CE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7731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7BB56" w14:textId="5A1DED4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A94A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3.358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4BBC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28.55</w:t>
            </w:r>
          </w:p>
        </w:tc>
      </w:tr>
      <w:tr w:rsidR="000A1C55" w:rsidRPr="00052077" w14:paraId="489ABEE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3F08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FEC5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AE2BB" w14:textId="0AFC543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8F5F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0593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7.11</w:t>
            </w:r>
          </w:p>
        </w:tc>
      </w:tr>
      <w:tr w:rsidR="000A1C55" w:rsidRPr="00052077" w14:paraId="0563224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AD22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BFB8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D4515" w14:textId="517399B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004B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1519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7.13</w:t>
            </w:r>
          </w:p>
        </w:tc>
      </w:tr>
      <w:tr w:rsidR="000A1C55" w:rsidRPr="00052077" w14:paraId="37B971B6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61E1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DF3B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C4BC9" w14:textId="6A9285B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44BB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9825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7.13</w:t>
            </w:r>
          </w:p>
        </w:tc>
      </w:tr>
      <w:tr w:rsidR="000A1C55" w:rsidRPr="00052077" w14:paraId="035E265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C188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4C7F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8CE15" w14:textId="039EAE5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6FD0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5E9F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14.26</w:t>
            </w:r>
          </w:p>
        </w:tc>
      </w:tr>
      <w:tr w:rsidR="000A1C55" w:rsidRPr="00052077" w14:paraId="03A30DEF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2920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8107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DB3B4" w14:textId="6A7C1EA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3B2A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A1F6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10.04</w:t>
            </w:r>
          </w:p>
        </w:tc>
      </w:tr>
      <w:tr w:rsidR="000A1C55" w:rsidRPr="00052077" w14:paraId="4461D647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A2BB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B030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05307" w14:textId="78F50503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DF67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4A1D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7.30</w:t>
            </w:r>
          </w:p>
        </w:tc>
      </w:tr>
      <w:tr w:rsidR="000A1C55" w:rsidRPr="00052077" w14:paraId="71AF811F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6307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E3AC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2576F" w14:textId="0AF7E75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1276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23BD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7.13</w:t>
            </w:r>
          </w:p>
        </w:tc>
      </w:tr>
      <w:tr w:rsidR="000A1C55" w:rsidRPr="00052077" w14:paraId="3C6BB78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97B6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0AD2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ED589" w14:textId="70BC5A1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296A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9584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20.39</w:t>
            </w:r>
          </w:p>
        </w:tc>
      </w:tr>
      <w:tr w:rsidR="000A1C55" w:rsidRPr="00052077" w14:paraId="14CA471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D01A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41E7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14559" w14:textId="194FB80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E2EE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9A63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21.41</w:t>
            </w:r>
          </w:p>
        </w:tc>
      </w:tr>
      <w:tr w:rsidR="000A1C55" w:rsidRPr="00052077" w14:paraId="452FDA6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66FF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2F19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AD591" w14:textId="645E582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FFFD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748C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5.12</w:t>
            </w:r>
          </w:p>
        </w:tc>
      </w:tr>
      <w:tr w:rsidR="000A1C55" w:rsidRPr="00052077" w14:paraId="7A536C8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B632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7F46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7414D" w14:textId="3BD76F95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0D77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644A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1.88</w:t>
            </w:r>
          </w:p>
        </w:tc>
      </w:tr>
      <w:tr w:rsidR="000A1C55" w:rsidRPr="00052077" w14:paraId="7F689709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7CFB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944D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23149" w14:textId="39B7AAF1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9A72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EFAC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8.56</w:t>
            </w:r>
          </w:p>
        </w:tc>
      </w:tr>
      <w:tr w:rsidR="000A1C55" w:rsidRPr="00052077" w14:paraId="4D5862D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72B2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0734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35665" w14:textId="6FDF387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60DE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F122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8.41</w:t>
            </w:r>
          </w:p>
        </w:tc>
      </w:tr>
      <w:tr w:rsidR="000A1C55" w:rsidRPr="00052077" w14:paraId="03A5571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3E77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447A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EAA8F" w14:textId="24CB535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233A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533E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14.27</w:t>
            </w:r>
          </w:p>
        </w:tc>
      </w:tr>
      <w:tr w:rsidR="000A1C55" w:rsidRPr="00052077" w14:paraId="61487F5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B31AC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D7A4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92474" w14:textId="472A946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8392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4694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10.70</w:t>
            </w:r>
          </w:p>
        </w:tc>
      </w:tr>
      <w:tr w:rsidR="000A1C55" w:rsidRPr="00052077" w14:paraId="5AEAD11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B3588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169F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AEE1D" w14:textId="4A1C2D7D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DB00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66F5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7.13</w:t>
            </w:r>
          </w:p>
        </w:tc>
      </w:tr>
      <w:tr w:rsidR="000A1C55" w:rsidRPr="00052077" w14:paraId="54C2886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47A2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F34B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5FE69" w14:textId="26F0BCE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DE93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9ED55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16.80</w:t>
            </w:r>
          </w:p>
        </w:tc>
      </w:tr>
      <w:tr w:rsidR="000A1C55" w:rsidRPr="00052077" w14:paraId="22A5A02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6DB6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C33B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9EFBE" w14:textId="6062B57D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F1F3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C8C7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11.81</w:t>
            </w:r>
          </w:p>
        </w:tc>
      </w:tr>
      <w:tr w:rsidR="000A1C55" w:rsidRPr="00052077" w14:paraId="411D286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CBEDF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3434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90BED" w14:textId="7971CC7A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B7D1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A5D6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9.25</w:t>
            </w:r>
          </w:p>
        </w:tc>
      </w:tr>
      <w:tr w:rsidR="000A1C55" w:rsidRPr="00052077" w14:paraId="02E7CEA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3F347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8A7F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F5E0F" w14:textId="2DE5C44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81DF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1A51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19.33</w:t>
            </w:r>
          </w:p>
        </w:tc>
      </w:tr>
      <w:tr w:rsidR="000A1C55" w:rsidRPr="00052077" w14:paraId="21F3BC2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EDDD1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060E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2AE26" w14:textId="3ADC8942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FCA0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69A2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15.58</w:t>
            </w:r>
          </w:p>
        </w:tc>
      </w:tr>
      <w:tr w:rsidR="000A1C55" w:rsidRPr="00052077" w14:paraId="02384E8E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70289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902B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AAC49" w14:textId="63F7DEF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012A8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8A25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13.47</w:t>
            </w:r>
          </w:p>
        </w:tc>
      </w:tr>
      <w:tr w:rsidR="000A1C55" w:rsidRPr="00052077" w14:paraId="71EA2D3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A4F9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B271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6D3A1" w14:textId="22CDC8BF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1852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E2CD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10.70</w:t>
            </w:r>
          </w:p>
        </w:tc>
      </w:tr>
      <w:tr w:rsidR="000A1C55" w:rsidRPr="00052077" w14:paraId="70A13BF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63270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9C2C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27986" w14:textId="4ECF599C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D081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BF7E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14.26</w:t>
            </w:r>
          </w:p>
        </w:tc>
      </w:tr>
      <w:tr w:rsidR="000A1C55" w:rsidRPr="00052077" w14:paraId="39FD70B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5782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F1D5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5CD8D" w14:textId="29B3C1D4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B7B7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CEEA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13.99</w:t>
            </w:r>
          </w:p>
        </w:tc>
      </w:tr>
      <w:tr w:rsidR="000A1C55" w:rsidRPr="00052077" w14:paraId="651AB46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8E3D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A332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A57C3" w14:textId="2A815640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5849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D84C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6.63</w:t>
            </w:r>
          </w:p>
        </w:tc>
      </w:tr>
      <w:tr w:rsidR="000A1C55" w:rsidRPr="00052077" w14:paraId="3A4CC584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7E0E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B158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64E5C" w14:textId="1D2CC8C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9099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1F4E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7.12</w:t>
            </w:r>
          </w:p>
        </w:tc>
      </w:tr>
      <w:tr w:rsidR="000A1C55" w:rsidRPr="00052077" w14:paraId="1848B2B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2280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5910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A354D" w14:textId="6F8D0960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BB0C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A7C8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6.43</w:t>
            </w:r>
          </w:p>
        </w:tc>
      </w:tr>
      <w:tr w:rsidR="000A1C55" w:rsidRPr="00052077" w14:paraId="6EBF6AC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C141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C278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61A98" w14:textId="5ABDB87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7394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CF63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27.32</w:t>
            </w:r>
          </w:p>
        </w:tc>
      </w:tr>
      <w:tr w:rsidR="000A1C55" w:rsidRPr="00052077" w14:paraId="00DBBA0C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F843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F456A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69F6A" w14:textId="5063B8D5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E904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1EDC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3.58</w:t>
            </w:r>
          </w:p>
        </w:tc>
      </w:tr>
      <w:tr w:rsidR="000A1C55" w:rsidRPr="00052077" w14:paraId="2F3EB3E3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D0E2B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536C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252C2" w14:textId="22FDCDF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DA6F4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ACD9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3.57</w:t>
            </w:r>
          </w:p>
        </w:tc>
      </w:tr>
      <w:tr w:rsidR="000A1C55" w:rsidRPr="00052077" w14:paraId="4943C0D0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7D99E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4472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BA62C" w14:textId="3E003457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2C67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5A7D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2.15</w:t>
            </w:r>
          </w:p>
        </w:tc>
      </w:tr>
      <w:tr w:rsidR="000A1C55" w:rsidRPr="00052077" w14:paraId="57065421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8B4C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BAEC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DC205" w14:textId="6F8CD6B6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71.38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9019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F24D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21.96</w:t>
            </w:r>
          </w:p>
        </w:tc>
      </w:tr>
      <w:tr w:rsidR="000A1C55" w:rsidRPr="00052077" w14:paraId="6AC98BC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65D0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B32E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D8B16" w14:textId="15A45E19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65.104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D8E6E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DD7B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8.93</w:t>
            </w:r>
          </w:p>
        </w:tc>
      </w:tr>
      <w:tr w:rsidR="000A1C55" w:rsidRPr="00052077" w14:paraId="41C0985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52F2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E085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2B50B" w14:textId="6FEFFBFB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82CC0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9C612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24.63</w:t>
            </w:r>
          </w:p>
        </w:tc>
      </w:tr>
      <w:tr w:rsidR="000A1C55" w:rsidRPr="00052077" w14:paraId="74454C6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17942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5942C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2227D" w14:textId="41485CBE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212B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3DEC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6.03</w:t>
            </w:r>
          </w:p>
        </w:tc>
      </w:tr>
      <w:tr w:rsidR="000A1C55" w:rsidRPr="00052077" w14:paraId="1195A96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117C3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94F8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DF1DF" w14:textId="2303AFD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4D87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05E7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25.64</w:t>
            </w:r>
          </w:p>
        </w:tc>
      </w:tr>
      <w:tr w:rsidR="000A1C55" w:rsidRPr="00052077" w14:paraId="668E8C9A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136B4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C6026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15397" w14:textId="6251005F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0B42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B1B9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6.91</w:t>
            </w:r>
          </w:p>
        </w:tc>
      </w:tr>
      <w:tr w:rsidR="000A1C55" w:rsidRPr="00052077" w14:paraId="447524A2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4EFD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233F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18126" w14:textId="539F1F61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45B8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84A3F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6.37</w:t>
            </w:r>
          </w:p>
        </w:tc>
      </w:tr>
      <w:tr w:rsidR="000A1C55" w:rsidRPr="00052077" w14:paraId="177C75BB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B3B35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B50B9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49555" w14:textId="202D7258" w:rsidR="000A1C55" w:rsidRPr="00052077" w:rsidRDefault="00562DA7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43904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bg-BG"/>
              </w:rPr>
              <w:t>.</w:t>
            </w:r>
            <w:r w:rsidR="000A1C55"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1CCB3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6BB4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10.70</w:t>
            </w:r>
          </w:p>
        </w:tc>
      </w:tr>
      <w:tr w:rsidR="000A1C55" w:rsidRPr="00052077" w14:paraId="4C18C668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D4AF9" w14:textId="77777777" w:rsidR="000A1C55" w:rsidRPr="00052077" w:rsidRDefault="000A1C55" w:rsidP="000A1C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1E33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75826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DA477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68.904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B2A0B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585.68</w:t>
            </w:r>
          </w:p>
        </w:tc>
      </w:tr>
      <w:tr w:rsidR="000A1C55" w:rsidRPr="00052077" w14:paraId="3CBAA9DD" w14:textId="77777777" w:rsidTr="00EA5A1E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05886" w14:textId="77777777" w:rsidR="000A1C55" w:rsidRPr="00052077" w:rsidRDefault="000A1C55" w:rsidP="000A1C5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землището (дка)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0F73A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9514D" w14:textId="77777777" w:rsidR="000A1C55" w:rsidRPr="00052077" w:rsidRDefault="000A1C55" w:rsidP="000A1C55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0B9BD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608.345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23511" w14:textId="77777777" w:rsidR="000A1C55" w:rsidRPr="00052077" w:rsidRDefault="000A1C55" w:rsidP="000A1C5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0520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5170.94</w:t>
            </w:r>
          </w:p>
        </w:tc>
      </w:tr>
    </w:tbl>
    <w:p w14:paraId="09258AD4" w14:textId="77777777" w:rsidR="001E5A78" w:rsidRDefault="001E5A78" w:rsidP="00F95FFA">
      <w:pPr>
        <w:ind w:firstLine="720"/>
        <w:jc w:val="both"/>
        <w:rPr>
          <w:b/>
          <w:lang w:val="bg-BG"/>
        </w:rPr>
      </w:pPr>
    </w:p>
    <w:p w14:paraId="2F71DB1C" w14:textId="77777777" w:rsidR="00F95FFA" w:rsidRDefault="00F95FFA" w:rsidP="00F95FFA">
      <w:pPr>
        <w:ind w:firstLine="720"/>
        <w:jc w:val="both"/>
        <w:rPr>
          <w:lang w:val="bg-BG"/>
        </w:rPr>
      </w:pPr>
      <w:r>
        <w:rPr>
          <w:b/>
          <w:lang w:val="bg-BG"/>
        </w:rPr>
        <w:t>III.</w:t>
      </w:r>
      <w:r>
        <w:rPr>
          <w:lang w:val="bg-BG"/>
        </w:rPr>
        <w:t xml:space="preserve"> Лицата по т. I, на които са определени площи по т. II внасят по сметка за чужди средства в Областна дирекция „Земеделие“ София област</w:t>
      </w:r>
      <w:r>
        <w:rPr>
          <w:color w:val="FF0000"/>
          <w:lang w:val="bg-BG"/>
        </w:rPr>
        <w:t xml:space="preserve"> </w:t>
      </w:r>
      <w:r>
        <w:rPr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14:paraId="3DEF994A" w14:textId="77777777" w:rsidR="00F95FFA" w:rsidRDefault="00F95FFA" w:rsidP="00F95FFA">
      <w:pPr>
        <w:jc w:val="both"/>
        <w:rPr>
          <w:lang w:val="bg-BG"/>
        </w:rPr>
      </w:pPr>
      <w:r>
        <w:rPr>
          <w:b/>
          <w:lang w:val="bg-BG"/>
        </w:rPr>
        <w:t>Банкова сметка за чужди средства на Областна дирекция „Земеделие” – София област: Банка УниКредит Булбанк, BIC: UNCRBGSF, IBAN: BG67 UNCR 7000 3319 7337 51</w:t>
      </w:r>
      <w:r>
        <w:rPr>
          <w:lang w:val="bg-BG"/>
        </w:rPr>
        <w:t>.</w:t>
      </w:r>
    </w:p>
    <w:p w14:paraId="141BF746" w14:textId="4E98E1B0" w:rsidR="004114B6" w:rsidRDefault="004114B6" w:rsidP="00BB37D0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5F2352">
        <w:rPr>
          <w:b/>
          <w:lang w:val="ru-RU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14:paraId="0FEA04A3" w14:textId="64C8B3A4" w:rsidR="004114B6" w:rsidRDefault="004114B6" w:rsidP="004114B6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с.</w:t>
      </w:r>
      <w:r w:rsidR="00226D59">
        <w:rPr>
          <w:lang w:val="bg-BG"/>
        </w:rPr>
        <w:t>Литаково</w:t>
      </w:r>
      <w:r w:rsidR="00316D26">
        <w:rPr>
          <w:lang w:val="bg-BG"/>
        </w:rPr>
        <w:t xml:space="preserve"> </w:t>
      </w:r>
      <w:r>
        <w:rPr>
          <w:lang w:val="bg-BG"/>
        </w:rPr>
        <w:t>и в сградата на Общинска служба по земеделие - Ботевград и да се публикува на интернет страниците на община</w:t>
      </w:r>
      <w:r w:rsidR="00723309">
        <w:rPr>
          <w:lang w:val="bg-BG"/>
        </w:rPr>
        <w:t>та</w:t>
      </w:r>
      <w:r>
        <w:rPr>
          <w:lang w:val="bg-BG"/>
        </w:rPr>
        <w:t xml:space="preserve"> и Областна дирекция „Земеделие” – София област</w:t>
      </w:r>
    </w:p>
    <w:p w14:paraId="1FC08A47" w14:textId="1D7D8F6D" w:rsidR="004114B6" w:rsidRPr="00535A0F" w:rsidRDefault="004114B6" w:rsidP="004114B6">
      <w:pPr>
        <w:ind w:firstLine="720"/>
        <w:jc w:val="both"/>
        <w:rPr>
          <w:b/>
          <w:bCs/>
          <w:i/>
          <w:iCs/>
          <w:sz w:val="40"/>
          <w:szCs w:val="40"/>
          <w:lang w:val="bg-BG"/>
        </w:rPr>
      </w:pPr>
      <w:r w:rsidRPr="00535A0F">
        <w:rPr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FF295F" w:rsidRPr="00535A0F">
        <w:rPr>
          <w:lang w:val="bg-BG"/>
        </w:rPr>
        <w:t>–</w:t>
      </w:r>
      <w:r w:rsidRPr="00535A0F">
        <w:rPr>
          <w:lang w:val="bg-BG"/>
        </w:rPr>
        <w:t xml:space="preserve"> Ботевград</w:t>
      </w:r>
      <w:r w:rsidR="00FF295F" w:rsidRPr="00535A0F">
        <w:rPr>
          <w:lang w:val="bg-BG"/>
        </w:rPr>
        <w:t xml:space="preserve">. </w:t>
      </w:r>
    </w:p>
    <w:p w14:paraId="38858DF3" w14:textId="77777777" w:rsidR="004114B6" w:rsidRPr="000F6DCA" w:rsidRDefault="004114B6" w:rsidP="004114B6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14:paraId="76A37A0B" w14:textId="77777777" w:rsidR="004114B6" w:rsidRDefault="004114B6" w:rsidP="004114B6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</w:t>
      </w:r>
      <w:proofErr w:type="spellStart"/>
      <w:r>
        <w:rPr>
          <w:lang w:val="bg-BG"/>
        </w:rPr>
        <w:t>Административнопроцесуалния</w:t>
      </w:r>
      <w:proofErr w:type="spellEnd"/>
      <w:r>
        <w:rPr>
          <w:lang w:val="bg-BG"/>
        </w:rPr>
        <w:t xml:space="preserve"> кодекс. Обжалването на заповедта не спира нейното изпълнение. </w:t>
      </w:r>
    </w:p>
    <w:p w14:paraId="788DDEDF" w14:textId="77777777" w:rsidR="004114B6" w:rsidRDefault="004114B6" w:rsidP="004114B6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14:paraId="75ABF9FC" w14:textId="77777777" w:rsidR="004114B6" w:rsidRDefault="004114B6" w:rsidP="004114B6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14:paraId="61A224D1" w14:textId="77777777" w:rsidR="004114B6" w:rsidRPr="005F2352" w:rsidRDefault="004114B6" w:rsidP="004114B6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14:paraId="06A12E24" w14:textId="77777777" w:rsidR="001A2134" w:rsidRDefault="001A2134" w:rsidP="001A2134">
      <w:pPr>
        <w:rPr>
          <w:i/>
          <w:highlight w:val="yellow"/>
          <w:lang w:val="bg-BG"/>
        </w:rPr>
      </w:pPr>
    </w:p>
    <w:p w14:paraId="38F9240C" w14:textId="77777777" w:rsidR="00E7559A" w:rsidRDefault="00E7559A" w:rsidP="001A2134">
      <w:pPr>
        <w:rPr>
          <w:i/>
          <w:highlight w:val="yellow"/>
          <w:lang w:val="bg-BG"/>
        </w:rPr>
      </w:pPr>
    </w:p>
    <w:p w14:paraId="503CE68B" w14:textId="77777777" w:rsidR="00D76E81" w:rsidRPr="00FF295F" w:rsidRDefault="00D76E81" w:rsidP="001A2134">
      <w:pPr>
        <w:rPr>
          <w:i/>
          <w:highlight w:val="yellow"/>
          <w:lang w:val="bg-BG"/>
        </w:rPr>
      </w:pPr>
    </w:p>
    <w:p w14:paraId="706B9230" w14:textId="77777777" w:rsidR="008328AA" w:rsidRDefault="008328AA" w:rsidP="008328AA">
      <w:pPr>
        <w:rPr>
          <w:b/>
          <w:lang w:val="bg-BG"/>
        </w:rPr>
      </w:pPr>
    </w:p>
    <w:p w14:paraId="7BC29D38" w14:textId="77777777" w:rsidR="00D86641" w:rsidRPr="00D86641" w:rsidRDefault="00D86641" w:rsidP="00D86641">
      <w:pPr>
        <w:rPr>
          <w:lang w:val="bg-BG"/>
        </w:rPr>
      </w:pPr>
    </w:p>
    <w:p w14:paraId="1D0213C3" w14:textId="77777777" w:rsidR="00D86641" w:rsidRPr="00D86641" w:rsidRDefault="00D86641" w:rsidP="00D86641">
      <w:pPr>
        <w:rPr>
          <w:lang w:val="bg-BG"/>
        </w:rPr>
      </w:pPr>
    </w:p>
    <w:p w14:paraId="2692AE65" w14:textId="73BCE0A6" w:rsidR="00D86641" w:rsidRDefault="00D86641" w:rsidP="00D86641">
      <w:pPr>
        <w:rPr>
          <w:lang w:val="bg-BG"/>
        </w:rPr>
      </w:pPr>
    </w:p>
    <w:p w14:paraId="5CF82A82" w14:textId="1489185A" w:rsidR="00D86641" w:rsidRPr="00830AAB" w:rsidRDefault="00D86641" w:rsidP="00D86641">
      <w:pPr>
        <w:jc w:val="both"/>
        <w:rPr>
          <w:b/>
          <w:color w:val="000000"/>
          <w:lang w:val="bg-BG" w:eastAsia="bg-BG"/>
        </w:rPr>
      </w:pPr>
      <w:r w:rsidRPr="002D3133">
        <w:rPr>
          <w:b/>
          <w:color w:val="000000"/>
          <w:lang w:eastAsia="bg-BG"/>
        </w:rPr>
        <w:t>ПЕТКО ДИМОВ</w:t>
      </w:r>
      <w:r>
        <w:rPr>
          <w:b/>
          <w:color w:val="000000"/>
          <w:lang w:eastAsia="bg-BG"/>
        </w:rPr>
        <w:t>:</w:t>
      </w:r>
      <w:r w:rsidR="00830AAB">
        <w:rPr>
          <w:b/>
          <w:color w:val="000000"/>
          <w:lang w:val="bg-BG" w:eastAsia="bg-BG"/>
        </w:rPr>
        <w:tab/>
        <w:t>/П/</w:t>
      </w:r>
    </w:p>
    <w:p w14:paraId="37839857" w14:textId="77777777" w:rsidR="00D86641" w:rsidRPr="002D3133" w:rsidRDefault="00D86641" w:rsidP="00D86641">
      <w:pPr>
        <w:jc w:val="both"/>
        <w:rPr>
          <w:i/>
          <w:color w:val="000000" w:themeColor="text1"/>
        </w:rPr>
      </w:pPr>
    </w:p>
    <w:p w14:paraId="4E7816A6" w14:textId="77777777" w:rsidR="00D86641" w:rsidRPr="002D3133" w:rsidRDefault="00D86641" w:rsidP="00D86641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Директор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дирекция</w:t>
      </w:r>
      <w:proofErr w:type="spellEnd"/>
    </w:p>
    <w:p w14:paraId="7009BE5C" w14:textId="77777777" w:rsidR="00D86641" w:rsidRPr="002D3133" w:rsidRDefault="00D86641" w:rsidP="00D86641">
      <w:pPr>
        <w:jc w:val="both"/>
        <w:rPr>
          <w:i/>
          <w:color w:val="000000" w:themeColor="text1"/>
        </w:rPr>
      </w:pPr>
      <w:r w:rsidRPr="002D3133">
        <w:rPr>
          <w:i/>
          <w:color w:val="000000" w:themeColor="text1"/>
        </w:rPr>
        <w:t>,,</w:t>
      </w:r>
      <w:proofErr w:type="spellStart"/>
      <w:r w:rsidRPr="002D3133">
        <w:rPr>
          <w:i/>
          <w:color w:val="000000" w:themeColor="text1"/>
        </w:rPr>
        <w:t>Земеделие</w:t>
      </w:r>
      <w:proofErr w:type="spellEnd"/>
      <w:r w:rsidRPr="002D3133">
        <w:rPr>
          <w:i/>
          <w:color w:val="000000" w:themeColor="text1"/>
        </w:rPr>
        <w:t xml:space="preserve">” – </w:t>
      </w:r>
    </w:p>
    <w:p w14:paraId="40D8CA61" w14:textId="77777777" w:rsidR="00D86641" w:rsidRPr="002D3133" w:rsidRDefault="00D86641" w:rsidP="00D86641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София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</w:t>
      </w:r>
      <w:proofErr w:type="spellEnd"/>
    </w:p>
    <w:p w14:paraId="30034514" w14:textId="77777777" w:rsidR="00D76E81" w:rsidRPr="00D86641" w:rsidRDefault="00D76E81" w:rsidP="00D86641">
      <w:pPr>
        <w:rPr>
          <w:lang w:val="bg-BG"/>
        </w:rPr>
      </w:pPr>
    </w:p>
    <w:sectPr w:rsidR="00D76E81" w:rsidRPr="00D86641" w:rsidSect="00D76E81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567" w:right="1134" w:bottom="1135" w:left="1276" w:header="680" w:footer="38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AA3D5" w14:textId="77777777" w:rsidR="00392072" w:rsidRDefault="00392072">
      <w:r>
        <w:separator/>
      </w:r>
    </w:p>
  </w:endnote>
  <w:endnote w:type="continuationSeparator" w:id="0">
    <w:p w14:paraId="5AA9B9AE" w14:textId="77777777" w:rsidR="00392072" w:rsidRDefault="00392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87672" w14:textId="77777777" w:rsidR="000A1C55" w:rsidRDefault="000A1C55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04DAF8" w14:textId="77777777" w:rsidR="000A1C55" w:rsidRDefault="000A1C55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763E7" w14:textId="0A1777AD" w:rsidR="000A1C55" w:rsidRPr="00713EC9" w:rsidRDefault="000A1C55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05558A">
      <w:rPr>
        <w:rStyle w:val="PageNumber"/>
        <w:noProof/>
        <w:sz w:val="18"/>
      </w:rPr>
      <w:t>10</w:t>
    </w:r>
    <w:r w:rsidRPr="00713EC9">
      <w:rPr>
        <w:rStyle w:val="PageNumber"/>
        <w:sz w:val="18"/>
      </w:rPr>
      <w:fldChar w:fldCharType="end"/>
    </w:r>
  </w:p>
  <w:p w14:paraId="49669E25" w14:textId="77777777" w:rsidR="000A1C55" w:rsidRPr="00403CB3" w:rsidRDefault="000A1C55" w:rsidP="009F044D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403CB3">
      <w:rPr>
        <w:rFonts w:ascii="Verdana" w:hAnsi="Verdana"/>
        <w:noProof/>
        <w:sz w:val="16"/>
        <w:szCs w:val="16"/>
        <w:lang w:val="ru-RU" w:eastAsia="bg-BG"/>
      </w:rPr>
      <w:t>гр. София 1000, бул. "Витоша" №4, ет.6; https://www.mzh.government.bg/ODZ-Sofiaoblast/bg/Home.aspx</w:t>
    </w:r>
  </w:p>
  <w:p w14:paraId="00CDBBB3" w14:textId="77777777" w:rsidR="000A1C55" w:rsidRPr="00403CB3" w:rsidRDefault="000A1C55" w:rsidP="009F044D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403CB3">
      <w:rPr>
        <w:rFonts w:ascii="Verdana" w:hAnsi="Verdana"/>
        <w:noProof/>
        <w:sz w:val="16"/>
        <w:szCs w:val="16"/>
        <w:lang w:val="ru-RU" w:eastAsia="bg-BG"/>
      </w:rPr>
      <w:t>тел:(+3592) 419 70 20, e-mail: odzg_sfoblast@mzh.government.bg</w:t>
    </w:r>
  </w:p>
  <w:p w14:paraId="6FA675BA" w14:textId="77777777" w:rsidR="000A1C55" w:rsidRPr="00835BBA" w:rsidRDefault="000A1C55" w:rsidP="009F044D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A9A0F" w14:textId="77777777" w:rsidR="000A1C55" w:rsidRPr="00403CB3" w:rsidRDefault="000A1C55" w:rsidP="00C364AB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403CB3">
      <w:rPr>
        <w:rFonts w:ascii="Verdana" w:hAnsi="Verdana"/>
        <w:noProof/>
        <w:sz w:val="16"/>
        <w:szCs w:val="16"/>
        <w:lang w:val="ru-RU" w:eastAsia="bg-BG"/>
      </w:rPr>
      <w:t>гр. София 1000, бул. "Витоша" №4, ет.6; https://www.mzh.government.bg/ODZ-Sofiaoblast/bg/Home.aspx</w:t>
    </w:r>
  </w:p>
  <w:p w14:paraId="37450A51" w14:textId="77777777" w:rsidR="000A1C55" w:rsidRPr="00403CB3" w:rsidRDefault="000A1C55" w:rsidP="00C364AB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403CB3">
      <w:rPr>
        <w:rFonts w:ascii="Verdana" w:hAnsi="Verdana"/>
        <w:noProof/>
        <w:sz w:val="16"/>
        <w:szCs w:val="16"/>
        <w:lang w:val="ru-RU" w:eastAsia="bg-BG"/>
      </w:rPr>
      <w:t>тел:(+3592) 419 70 20,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031FE3" w14:textId="77777777" w:rsidR="00392072" w:rsidRDefault="00392072">
      <w:r>
        <w:separator/>
      </w:r>
    </w:p>
  </w:footnote>
  <w:footnote w:type="continuationSeparator" w:id="0">
    <w:p w14:paraId="20293CDF" w14:textId="77777777" w:rsidR="00392072" w:rsidRDefault="003920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2F5F3" w14:textId="650D7F73" w:rsidR="000A1C55" w:rsidRPr="005B69F7" w:rsidRDefault="000A1C55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0199BD3D" wp14:editId="487C5674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7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E23395" w14:textId="0498BA1D" w:rsidR="000A1C55" w:rsidRPr="005B69F7" w:rsidRDefault="000A1C55" w:rsidP="00403CB3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01FD6FA2" wp14:editId="17A3998B">
              <wp:simplePos x="0" y="0"/>
              <wp:positionH relativeFrom="column">
                <wp:posOffset>666276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0716AF0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2.4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7BE1BFD4" w14:textId="4193983B" w:rsidR="000A1C55" w:rsidRPr="0023186B" w:rsidRDefault="000A1C55" w:rsidP="00403CB3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14:paraId="1E892D04" w14:textId="1DEBEC1D" w:rsidR="000A1C55" w:rsidRPr="00983B22" w:rsidRDefault="000A1C55" w:rsidP="00403CB3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>Областна дирекция „Земеделие” – София област</w:t>
    </w:r>
  </w:p>
  <w:p w14:paraId="0F90B5D1" w14:textId="77777777" w:rsidR="000A1C55" w:rsidRPr="00983B22" w:rsidRDefault="000A1C55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13A9F"/>
    <w:rsid w:val="00020405"/>
    <w:rsid w:val="00031A1D"/>
    <w:rsid w:val="00052077"/>
    <w:rsid w:val="0005558A"/>
    <w:rsid w:val="0009344D"/>
    <w:rsid w:val="00094932"/>
    <w:rsid w:val="000A1C55"/>
    <w:rsid w:val="000A519D"/>
    <w:rsid w:val="000C2C0E"/>
    <w:rsid w:val="000C5047"/>
    <w:rsid w:val="000E2804"/>
    <w:rsid w:val="000E46A8"/>
    <w:rsid w:val="000F460C"/>
    <w:rsid w:val="000F691D"/>
    <w:rsid w:val="0011621C"/>
    <w:rsid w:val="00127F9D"/>
    <w:rsid w:val="0013647C"/>
    <w:rsid w:val="00137F32"/>
    <w:rsid w:val="00155469"/>
    <w:rsid w:val="00157D1E"/>
    <w:rsid w:val="00164A60"/>
    <w:rsid w:val="00167D62"/>
    <w:rsid w:val="001738C2"/>
    <w:rsid w:val="00173A32"/>
    <w:rsid w:val="001850C9"/>
    <w:rsid w:val="001A06E4"/>
    <w:rsid w:val="001A1BA3"/>
    <w:rsid w:val="001A1C66"/>
    <w:rsid w:val="001A2134"/>
    <w:rsid w:val="001A28F0"/>
    <w:rsid w:val="001B4BA5"/>
    <w:rsid w:val="001E18E8"/>
    <w:rsid w:val="001E5A78"/>
    <w:rsid w:val="001F1012"/>
    <w:rsid w:val="001F5264"/>
    <w:rsid w:val="0020653E"/>
    <w:rsid w:val="00212573"/>
    <w:rsid w:val="00225E60"/>
    <w:rsid w:val="00226449"/>
    <w:rsid w:val="00226D59"/>
    <w:rsid w:val="00227215"/>
    <w:rsid w:val="0023186B"/>
    <w:rsid w:val="00236727"/>
    <w:rsid w:val="0024276E"/>
    <w:rsid w:val="002522D6"/>
    <w:rsid w:val="002639F4"/>
    <w:rsid w:val="00266D04"/>
    <w:rsid w:val="002725F6"/>
    <w:rsid w:val="00291BDD"/>
    <w:rsid w:val="00296C8F"/>
    <w:rsid w:val="002A10AF"/>
    <w:rsid w:val="002A4920"/>
    <w:rsid w:val="002A55CD"/>
    <w:rsid w:val="002C0EE7"/>
    <w:rsid w:val="002C5874"/>
    <w:rsid w:val="002D3AFE"/>
    <w:rsid w:val="002D3B8A"/>
    <w:rsid w:val="002E25EF"/>
    <w:rsid w:val="002E37B1"/>
    <w:rsid w:val="002F2872"/>
    <w:rsid w:val="003015D9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813FC"/>
    <w:rsid w:val="00382A94"/>
    <w:rsid w:val="0038518E"/>
    <w:rsid w:val="00392072"/>
    <w:rsid w:val="003A6165"/>
    <w:rsid w:val="003A7442"/>
    <w:rsid w:val="003B6B61"/>
    <w:rsid w:val="003C0CB9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3CB3"/>
    <w:rsid w:val="0040496B"/>
    <w:rsid w:val="004114B6"/>
    <w:rsid w:val="0041437C"/>
    <w:rsid w:val="0042599A"/>
    <w:rsid w:val="00430352"/>
    <w:rsid w:val="0043766A"/>
    <w:rsid w:val="00443D11"/>
    <w:rsid w:val="00446795"/>
    <w:rsid w:val="00451B49"/>
    <w:rsid w:val="00453581"/>
    <w:rsid w:val="00454CDE"/>
    <w:rsid w:val="00463733"/>
    <w:rsid w:val="00463C1A"/>
    <w:rsid w:val="00464B42"/>
    <w:rsid w:val="00471AF4"/>
    <w:rsid w:val="00496975"/>
    <w:rsid w:val="004A35CC"/>
    <w:rsid w:val="004B10BF"/>
    <w:rsid w:val="004C3144"/>
    <w:rsid w:val="004C4B62"/>
    <w:rsid w:val="004D6111"/>
    <w:rsid w:val="004E31E0"/>
    <w:rsid w:val="004E5FF6"/>
    <w:rsid w:val="004E6A06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5F7E"/>
    <w:rsid w:val="005379D0"/>
    <w:rsid w:val="00544517"/>
    <w:rsid w:val="005455E5"/>
    <w:rsid w:val="005604AC"/>
    <w:rsid w:val="00562DA7"/>
    <w:rsid w:val="00564A90"/>
    <w:rsid w:val="0057056E"/>
    <w:rsid w:val="005745ED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A6883"/>
    <w:rsid w:val="005B2632"/>
    <w:rsid w:val="005B4D1B"/>
    <w:rsid w:val="005B69F7"/>
    <w:rsid w:val="005C45C6"/>
    <w:rsid w:val="005D2C61"/>
    <w:rsid w:val="005D42C6"/>
    <w:rsid w:val="005D445D"/>
    <w:rsid w:val="005D4B3F"/>
    <w:rsid w:val="005D7788"/>
    <w:rsid w:val="005E5F37"/>
    <w:rsid w:val="005F18B8"/>
    <w:rsid w:val="005F2352"/>
    <w:rsid w:val="005F3A9D"/>
    <w:rsid w:val="00600678"/>
    <w:rsid w:val="00602A0B"/>
    <w:rsid w:val="00605188"/>
    <w:rsid w:val="00606C01"/>
    <w:rsid w:val="00617A58"/>
    <w:rsid w:val="00623B38"/>
    <w:rsid w:val="0063213C"/>
    <w:rsid w:val="006359F1"/>
    <w:rsid w:val="006410E4"/>
    <w:rsid w:val="00641A91"/>
    <w:rsid w:val="006434A5"/>
    <w:rsid w:val="00645F78"/>
    <w:rsid w:val="00654315"/>
    <w:rsid w:val="006551EB"/>
    <w:rsid w:val="00665133"/>
    <w:rsid w:val="006655C6"/>
    <w:rsid w:val="00671B3F"/>
    <w:rsid w:val="006727E9"/>
    <w:rsid w:val="006871DF"/>
    <w:rsid w:val="00687C4C"/>
    <w:rsid w:val="00694953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04B54"/>
    <w:rsid w:val="00713EC9"/>
    <w:rsid w:val="00715C9E"/>
    <w:rsid w:val="007201AF"/>
    <w:rsid w:val="00723309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81F58"/>
    <w:rsid w:val="00785809"/>
    <w:rsid w:val="00787497"/>
    <w:rsid w:val="007947AE"/>
    <w:rsid w:val="007964C9"/>
    <w:rsid w:val="007A06D3"/>
    <w:rsid w:val="007A6290"/>
    <w:rsid w:val="007B4B8A"/>
    <w:rsid w:val="007C33CB"/>
    <w:rsid w:val="007D05C7"/>
    <w:rsid w:val="007D07CD"/>
    <w:rsid w:val="007D6450"/>
    <w:rsid w:val="007E1E8A"/>
    <w:rsid w:val="007F3883"/>
    <w:rsid w:val="007F4B46"/>
    <w:rsid w:val="00800337"/>
    <w:rsid w:val="0080526F"/>
    <w:rsid w:val="00810556"/>
    <w:rsid w:val="00812A88"/>
    <w:rsid w:val="00813E21"/>
    <w:rsid w:val="00822F7A"/>
    <w:rsid w:val="00823FF9"/>
    <w:rsid w:val="008307A6"/>
    <w:rsid w:val="00830AAB"/>
    <w:rsid w:val="008318FA"/>
    <w:rsid w:val="008324AB"/>
    <w:rsid w:val="008328AA"/>
    <w:rsid w:val="00835BBA"/>
    <w:rsid w:val="0085348A"/>
    <w:rsid w:val="0086367E"/>
    <w:rsid w:val="00871654"/>
    <w:rsid w:val="00883AE2"/>
    <w:rsid w:val="00890060"/>
    <w:rsid w:val="00893776"/>
    <w:rsid w:val="008A1BBB"/>
    <w:rsid w:val="008A25C1"/>
    <w:rsid w:val="008A57E9"/>
    <w:rsid w:val="008B0206"/>
    <w:rsid w:val="008B1300"/>
    <w:rsid w:val="008B65DD"/>
    <w:rsid w:val="008D2703"/>
    <w:rsid w:val="008E0E45"/>
    <w:rsid w:val="008F3A6E"/>
    <w:rsid w:val="008F4B2A"/>
    <w:rsid w:val="008F7A88"/>
    <w:rsid w:val="0091297E"/>
    <w:rsid w:val="00913FE1"/>
    <w:rsid w:val="00931B42"/>
    <w:rsid w:val="00936425"/>
    <w:rsid w:val="00937D51"/>
    <w:rsid w:val="00941F9A"/>
    <w:rsid w:val="0094255C"/>
    <w:rsid w:val="00945150"/>
    <w:rsid w:val="00946D85"/>
    <w:rsid w:val="009568F1"/>
    <w:rsid w:val="00956CD8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555E"/>
    <w:rsid w:val="009E7D8E"/>
    <w:rsid w:val="009F044D"/>
    <w:rsid w:val="009F2A96"/>
    <w:rsid w:val="00A144F4"/>
    <w:rsid w:val="00A15B2B"/>
    <w:rsid w:val="00A22FCE"/>
    <w:rsid w:val="00A23BFD"/>
    <w:rsid w:val="00A2419F"/>
    <w:rsid w:val="00A27CA5"/>
    <w:rsid w:val="00A36C2A"/>
    <w:rsid w:val="00A45C80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4B8E"/>
    <w:rsid w:val="00AE6009"/>
    <w:rsid w:val="00B02AEB"/>
    <w:rsid w:val="00B14BA2"/>
    <w:rsid w:val="00B21D8A"/>
    <w:rsid w:val="00B23EF6"/>
    <w:rsid w:val="00B33ACE"/>
    <w:rsid w:val="00B54180"/>
    <w:rsid w:val="00B65B7A"/>
    <w:rsid w:val="00B70560"/>
    <w:rsid w:val="00B71426"/>
    <w:rsid w:val="00B76386"/>
    <w:rsid w:val="00B76B80"/>
    <w:rsid w:val="00B80440"/>
    <w:rsid w:val="00B92A9C"/>
    <w:rsid w:val="00B97B20"/>
    <w:rsid w:val="00BA3DAB"/>
    <w:rsid w:val="00BA5128"/>
    <w:rsid w:val="00BB1ED3"/>
    <w:rsid w:val="00BB37D0"/>
    <w:rsid w:val="00BC0B35"/>
    <w:rsid w:val="00BC45FC"/>
    <w:rsid w:val="00BC5E18"/>
    <w:rsid w:val="00BD1BCF"/>
    <w:rsid w:val="00BD5937"/>
    <w:rsid w:val="00BD6537"/>
    <w:rsid w:val="00BD6D8A"/>
    <w:rsid w:val="00BE215C"/>
    <w:rsid w:val="00BE4052"/>
    <w:rsid w:val="00C00904"/>
    <w:rsid w:val="00C02136"/>
    <w:rsid w:val="00C06313"/>
    <w:rsid w:val="00C120B5"/>
    <w:rsid w:val="00C33842"/>
    <w:rsid w:val="00C34BD9"/>
    <w:rsid w:val="00C34FAA"/>
    <w:rsid w:val="00C35665"/>
    <w:rsid w:val="00C364AB"/>
    <w:rsid w:val="00C37346"/>
    <w:rsid w:val="00C41B72"/>
    <w:rsid w:val="00C473A4"/>
    <w:rsid w:val="00C62107"/>
    <w:rsid w:val="00C624E9"/>
    <w:rsid w:val="00C84C39"/>
    <w:rsid w:val="00CA17DF"/>
    <w:rsid w:val="00CA3258"/>
    <w:rsid w:val="00CA41E3"/>
    <w:rsid w:val="00CA7A14"/>
    <w:rsid w:val="00CB43CB"/>
    <w:rsid w:val="00CC4D7C"/>
    <w:rsid w:val="00CC671B"/>
    <w:rsid w:val="00CD3790"/>
    <w:rsid w:val="00CD6A9A"/>
    <w:rsid w:val="00CE47C7"/>
    <w:rsid w:val="00CE5345"/>
    <w:rsid w:val="00CE78CA"/>
    <w:rsid w:val="00CF1702"/>
    <w:rsid w:val="00CF334D"/>
    <w:rsid w:val="00D00BD9"/>
    <w:rsid w:val="00D04E6A"/>
    <w:rsid w:val="00D10B5A"/>
    <w:rsid w:val="00D117C6"/>
    <w:rsid w:val="00D1214A"/>
    <w:rsid w:val="00D13F65"/>
    <w:rsid w:val="00D259F5"/>
    <w:rsid w:val="00D30D14"/>
    <w:rsid w:val="00D450FA"/>
    <w:rsid w:val="00D514F6"/>
    <w:rsid w:val="00D57A2F"/>
    <w:rsid w:val="00D61AE4"/>
    <w:rsid w:val="00D71A31"/>
    <w:rsid w:val="00D72D28"/>
    <w:rsid w:val="00D742E5"/>
    <w:rsid w:val="00D7472F"/>
    <w:rsid w:val="00D767F3"/>
    <w:rsid w:val="00D76E81"/>
    <w:rsid w:val="00D81D3E"/>
    <w:rsid w:val="00D86621"/>
    <w:rsid w:val="00D86641"/>
    <w:rsid w:val="00D86C51"/>
    <w:rsid w:val="00D94649"/>
    <w:rsid w:val="00D94EC1"/>
    <w:rsid w:val="00DA5FC2"/>
    <w:rsid w:val="00DA6215"/>
    <w:rsid w:val="00DA7ED0"/>
    <w:rsid w:val="00DB0831"/>
    <w:rsid w:val="00DB47C4"/>
    <w:rsid w:val="00DC07CF"/>
    <w:rsid w:val="00DD56FF"/>
    <w:rsid w:val="00DF7F89"/>
    <w:rsid w:val="00E033AB"/>
    <w:rsid w:val="00E03AA7"/>
    <w:rsid w:val="00E14211"/>
    <w:rsid w:val="00E14AEE"/>
    <w:rsid w:val="00E1573A"/>
    <w:rsid w:val="00E237A5"/>
    <w:rsid w:val="00E276F4"/>
    <w:rsid w:val="00E4156D"/>
    <w:rsid w:val="00E52E11"/>
    <w:rsid w:val="00E5612F"/>
    <w:rsid w:val="00E5627C"/>
    <w:rsid w:val="00E61682"/>
    <w:rsid w:val="00E6220A"/>
    <w:rsid w:val="00E71875"/>
    <w:rsid w:val="00E71BA4"/>
    <w:rsid w:val="00E7445E"/>
    <w:rsid w:val="00E7559A"/>
    <w:rsid w:val="00E76BF6"/>
    <w:rsid w:val="00EA3B1F"/>
    <w:rsid w:val="00EA5A1E"/>
    <w:rsid w:val="00EA778C"/>
    <w:rsid w:val="00EB4DB7"/>
    <w:rsid w:val="00EB63E3"/>
    <w:rsid w:val="00EE1A25"/>
    <w:rsid w:val="00EE2FF9"/>
    <w:rsid w:val="00EF61F2"/>
    <w:rsid w:val="00F06BC9"/>
    <w:rsid w:val="00F23266"/>
    <w:rsid w:val="00F33B8C"/>
    <w:rsid w:val="00F35CF5"/>
    <w:rsid w:val="00F377D5"/>
    <w:rsid w:val="00F37E58"/>
    <w:rsid w:val="00F44F89"/>
    <w:rsid w:val="00F62E21"/>
    <w:rsid w:val="00F63931"/>
    <w:rsid w:val="00F670A1"/>
    <w:rsid w:val="00F72CF1"/>
    <w:rsid w:val="00F7674E"/>
    <w:rsid w:val="00F77810"/>
    <w:rsid w:val="00F95DCD"/>
    <w:rsid w:val="00F95FFA"/>
    <w:rsid w:val="00FA10EE"/>
    <w:rsid w:val="00FA4106"/>
    <w:rsid w:val="00FA5F3B"/>
    <w:rsid w:val="00FB2631"/>
    <w:rsid w:val="00FB3A94"/>
    <w:rsid w:val="00FB775A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 "/>
  <w14:docId w14:val="6E040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4"/>
    <w:uiPriority w:val="99"/>
    <w:semiHidden/>
    <w:unhideWhenUsed/>
    <w:rsid w:val="005A2287"/>
  </w:style>
  <w:style w:type="numbering" w:customStyle="1" w:styleId="NoList2">
    <w:name w:val="No List2"/>
    <w:next w:val="ListNo4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307A6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307A6"/>
    <w:rPr>
      <w:sz w:val="24"/>
      <w:szCs w:val="24"/>
      <w:lang w:val="en-US" w:eastAsia="en-US"/>
    </w:rPr>
  </w:style>
  <w:style w:type="paragraph" w:customStyle="1" w:styleId="msonormal0">
    <w:name w:val="msonormal"/>
    <w:basedOn w:val="Normal"/>
    <w:rsid w:val="007C33CB"/>
    <w:pPr>
      <w:spacing w:before="100" w:beforeAutospacing="1" w:after="100" w:afterAutospacing="1"/>
    </w:pPr>
    <w:rPr>
      <w:lang w:val="bg-BG" w:eastAsia="bg-BG"/>
    </w:rPr>
  </w:style>
  <w:style w:type="paragraph" w:customStyle="1" w:styleId="xl72">
    <w:name w:val="xl72"/>
    <w:basedOn w:val="Normal"/>
    <w:rsid w:val="007C33CB"/>
    <w:pPr>
      <w:spacing w:before="100" w:beforeAutospacing="1" w:after="100" w:afterAutospacing="1"/>
    </w:pPr>
    <w:rPr>
      <w:lang w:val="bg-BG" w:eastAsia="bg-BG"/>
    </w:rPr>
  </w:style>
  <w:style w:type="paragraph" w:customStyle="1" w:styleId="xl73">
    <w:name w:val="xl73"/>
    <w:basedOn w:val="Normal"/>
    <w:rsid w:val="007C3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bg-BG" w:eastAsia="bg-BG"/>
    </w:rPr>
  </w:style>
  <w:style w:type="paragraph" w:customStyle="1" w:styleId="xl74">
    <w:name w:val="xl74"/>
    <w:basedOn w:val="Normal"/>
    <w:rsid w:val="007C3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bg-BG" w:eastAsia="bg-BG"/>
    </w:rPr>
  </w:style>
  <w:style w:type="paragraph" w:customStyle="1" w:styleId="xl75">
    <w:name w:val="xl75"/>
    <w:basedOn w:val="Normal"/>
    <w:rsid w:val="007C3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val="bg-BG" w:eastAsia="bg-BG"/>
    </w:rPr>
  </w:style>
  <w:style w:type="paragraph" w:customStyle="1" w:styleId="xl76">
    <w:name w:val="xl76"/>
    <w:basedOn w:val="Normal"/>
    <w:rsid w:val="007C3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7">
    <w:name w:val="xl77"/>
    <w:basedOn w:val="Normal"/>
    <w:rsid w:val="007C3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  <w:lang w:val="bg-BG" w:eastAsia="bg-BG"/>
    </w:rPr>
  </w:style>
  <w:style w:type="paragraph" w:customStyle="1" w:styleId="xl78">
    <w:name w:val="xl78"/>
    <w:basedOn w:val="Normal"/>
    <w:rsid w:val="007C3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  <w:lang w:val="bg-BG" w:eastAsia="bg-BG"/>
    </w:rPr>
  </w:style>
  <w:style w:type="paragraph" w:customStyle="1" w:styleId="xl79">
    <w:name w:val="xl79"/>
    <w:basedOn w:val="Normal"/>
    <w:rsid w:val="007C33CB"/>
    <w:pP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80">
    <w:name w:val="xl80"/>
    <w:basedOn w:val="Normal"/>
    <w:rsid w:val="007C33C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bg-BG" w:eastAsia="bg-BG"/>
    </w:rPr>
  </w:style>
  <w:style w:type="paragraph" w:customStyle="1" w:styleId="xl81">
    <w:name w:val="xl81"/>
    <w:basedOn w:val="Normal"/>
    <w:rsid w:val="007C33C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bg-BG" w:eastAsia="bg-BG"/>
    </w:rPr>
  </w:style>
  <w:style w:type="paragraph" w:customStyle="1" w:styleId="xl82">
    <w:name w:val="xl82"/>
    <w:basedOn w:val="Normal"/>
    <w:rsid w:val="007C3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bg-BG" w:eastAsia="bg-BG"/>
    </w:rPr>
  </w:style>
  <w:style w:type="paragraph" w:customStyle="1" w:styleId="xl83">
    <w:name w:val="xl83"/>
    <w:basedOn w:val="Normal"/>
    <w:rsid w:val="007C3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4"/>
    <w:uiPriority w:val="99"/>
    <w:semiHidden/>
    <w:unhideWhenUsed/>
    <w:rsid w:val="005A2287"/>
  </w:style>
  <w:style w:type="numbering" w:customStyle="1" w:styleId="NoList2">
    <w:name w:val="No List2"/>
    <w:next w:val="ListNo4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307A6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307A6"/>
    <w:rPr>
      <w:sz w:val="24"/>
      <w:szCs w:val="24"/>
      <w:lang w:val="en-US" w:eastAsia="en-US"/>
    </w:rPr>
  </w:style>
  <w:style w:type="paragraph" w:customStyle="1" w:styleId="msonormal0">
    <w:name w:val="msonormal"/>
    <w:basedOn w:val="Normal"/>
    <w:rsid w:val="007C33CB"/>
    <w:pPr>
      <w:spacing w:before="100" w:beforeAutospacing="1" w:after="100" w:afterAutospacing="1"/>
    </w:pPr>
    <w:rPr>
      <w:lang w:val="bg-BG" w:eastAsia="bg-BG"/>
    </w:rPr>
  </w:style>
  <w:style w:type="paragraph" w:customStyle="1" w:styleId="xl72">
    <w:name w:val="xl72"/>
    <w:basedOn w:val="Normal"/>
    <w:rsid w:val="007C33CB"/>
    <w:pPr>
      <w:spacing w:before="100" w:beforeAutospacing="1" w:after="100" w:afterAutospacing="1"/>
    </w:pPr>
    <w:rPr>
      <w:lang w:val="bg-BG" w:eastAsia="bg-BG"/>
    </w:rPr>
  </w:style>
  <w:style w:type="paragraph" w:customStyle="1" w:styleId="xl73">
    <w:name w:val="xl73"/>
    <w:basedOn w:val="Normal"/>
    <w:rsid w:val="007C3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bg-BG" w:eastAsia="bg-BG"/>
    </w:rPr>
  </w:style>
  <w:style w:type="paragraph" w:customStyle="1" w:styleId="xl74">
    <w:name w:val="xl74"/>
    <w:basedOn w:val="Normal"/>
    <w:rsid w:val="007C3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bg-BG" w:eastAsia="bg-BG"/>
    </w:rPr>
  </w:style>
  <w:style w:type="paragraph" w:customStyle="1" w:styleId="xl75">
    <w:name w:val="xl75"/>
    <w:basedOn w:val="Normal"/>
    <w:rsid w:val="007C3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val="bg-BG" w:eastAsia="bg-BG"/>
    </w:rPr>
  </w:style>
  <w:style w:type="paragraph" w:customStyle="1" w:styleId="xl76">
    <w:name w:val="xl76"/>
    <w:basedOn w:val="Normal"/>
    <w:rsid w:val="007C3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7">
    <w:name w:val="xl77"/>
    <w:basedOn w:val="Normal"/>
    <w:rsid w:val="007C3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  <w:lang w:val="bg-BG" w:eastAsia="bg-BG"/>
    </w:rPr>
  </w:style>
  <w:style w:type="paragraph" w:customStyle="1" w:styleId="xl78">
    <w:name w:val="xl78"/>
    <w:basedOn w:val="Normal"/>
    <w:rsid w:val="007C3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  <w:lang w:val="bg-BG" w:eastAsia="bg-BG"/>
    </w:rPr>
  </w:style>
  <w:style w:type="paragraph" w:customStyle="1" w:styleId="xl79">
    <w:name w:val="xl79"/>
    <w:basedOn w:val="Normal"/>
    <w:rsid w:val="007C33CB"/>
    <w:pP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80">
    <w:name w:val="xl80"/>
    <w:basedOn w:val="Normal"/>
    <w:rsid w:val="007C33C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bg-BG" w:eastAsia="bg-BG"/>
    </w:rPr>
  </w:style>
  <w:style w:type="paragraph" w:customStyle="1" w:styleId="xl81">
    <w:name w:val="xl81"/>
    <w:basedOn w:val="Normal"/>
    <w:rsid w:val="007C33C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bg-BG" w:eastAsia="bg-BG"/>
    </w:rPr>
  </w:style>
  <w:style w:type="paragraph" w:customStyle="1" w:styleId="xl82">
    <w:name w:val="xl82"/>
    <w:basedOn w:val="Normal"/>
    <w:rsid w:val="007C3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bg-BG" w:eastAsia="bg-BG"/>
    </w:rPr>
  </w:style>
  <w:style w:type="paragraph" w:customStyle="1" w:styleId="xl83">
    <w:name w:val="xl83"/>
    <w:basedOn w:val="Normal"/>
    <w:rsid w:val="007C3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7</TotalTime>
  <Pages>10</Pages>
  <Words>3411</Words>
  <Characters>19449</Characters>
  <Application>Microsoft Office Word</Application>
  <DocSecurity>0</DocSecurity>
  <Lines>162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10</cp:revision>
  <cp:lastPrinted>2023-12-19T08:11:00Z</cp:lastPrinted>
  <dcterms:created xsi:type="dcterms:W3CDTF">2023-12-18T11:15:00Z</dcterms:created>
  <dcterms:modified xsi:type="dcterms:W3CDTF">2023-12-19T08:13:00Z</dcterms:modified>
</cp:coreProperties>
</file>