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E8C83A" w14:textId="53CFA63F" w:rsidR="00D063E4" w:rsidRDefault="005F2352" w:rsidP="00610E8C">
      <w:pPr>
        <w:ind w:left="2160" w:firstLine="720"/>
        <w:rPr>
          <w:lang w:val="bg-BG"/>
        </w:rPr>
      </w:pPr>
      <w:r>
        <w:rPr>
          <w:b/>
          <w:sz w:val="32"/>
        </w:rPr>
        <w:t xml:space="preserve">  </w:t>
      </w:r>
      <w:bookmarkStart w:id="0" w:name="_GoBack"/>
      <w:bookmarkEnd w:id="0"/>
    </w:p>
    <w:p w14:paraId="7FCC49A0" w14:textId="77777777" w:rsidR="00B059C1" w:rsidRDefault="00B059C1" w:rsidP="00B059C1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 З А П О В Е Д</w:t>
      </w:r>
    </w:p>
    <w:p w14:paraId="5B318E89" w14:textId="265589AB" w:rsidR="00B059C1" w:rsidRDefault="00B059C1" w:rsidP="00B059C1">
      <w:pPr>
        <w:ind w:left="3600"/>
        <w:rPr>
          <w:b/>
          <w:lang w:val="bg-BG"/>
        </w:rPr>
      </w:pPr>
      <w:r>
        <w:rPr>
          <w:b/>
          <w:lang w:val="bg-BG"/>
        </w:rPr>
        <w:t xml:space="preserve">       № ПО-09-</w:t>
      </w:r>
      <w:r w:rsidR="00C66C44">
        <w:rPr>
          <w:b/>
          <w:lang w:val="bg-BG"/>
        </w:rPr>
        <w:t>5936</w:t>
      </w:r>
      <w:r>
        <w:rPr>
          <w:b/>
          <w:lang w:val="bg-BG"/>
        </w:rPr>
        <w:t>-3</w:t>
      </w:r>
    </w:p>
    <w:p w14:paraId="17361116" w14:textId="39DFE632" w:rsidR="00B059C1" w:rsidRDefault="00A26C0E" w:rsidP="00B059C1">
      <w:pPr>
        <w:ind w:left="2880" w:firstLine="720"/>
        <w:rPr>
          <w:b/>
          <w:lang w:val="bg-BG"/>
        </w:rPr>
      </w:pPr>
      <w:r>
        <w:rPr>
          <w:b/>
          <w:lang w:val="bg-BG"/>
        </w:rPr>
        <w:t xml:space="preserve">     </w:t>
      </w:r>
      <w:r w:rsidR="00B059C1">
        <w:rPr>
          <w:b/>
          <w:lang w:val="bg-BG"/>
        </w:rPr>
        <w:t>София,</w:t>
      </w:r>
      <w:r>
        <w:rPr>
          <w:b/>
          <w:lang w:val="bg-BG"/>
        </w:rPr>
        <w:t xml:space="preserve"> </w:t>
      </w:r>
      <w:r w:rsidR="00610E8C">
        <w:rPr>
          <w:b/>
          <w:lang w:val="bg-BG"/>
        </w:rPr>
        <w:t>07</w:t>
      </w:r>
      <w:r>
        <w:rPr>
          <w:b/>
          <w:lang w:val="bg-BG"/>
        </w:rPr>
        <w:t>.12.</w:t>
      </w:r>
      <w:r w:rsidR="00B059C1">
        <w:rPr>
          <w:b/>
          <w:lang w:val="bg-BG"/>
        </w:rPr>
        <w:t>202</w:t>
      </w:r>
      <w:r w:rsidR="00C66C44">
        <w:rPr>
          <w:b/>
          <w:lang w:val="bg-BG"/>
        </w:rPr>
        <w:t>3</w:t>
      </w:r>
      <w:r w:rsidR="00B059C1">
        <w:rPr>
          <w:b/>
          <w:lang w:val="bg-BG"/>
        </w:rPr>
        <w:t xml:space="preserve">г.  </w:t>
      </w:r>
    </w:p>
    <w:p w14:paraId="7FD08474" w14:textId="77777777" w:rsidR="00D063E4" w:rsidRDefault="00D063E4" w:rsidP="001860A7">
      <w:pPr>
        <w:jc w:val="both"/>
        <w:rPr>
          <w:lang w:val="bg-BG"/>
        </w:rPr>
      </w:pPr>
    </w:p>
    <w:p w14:paraId="1B5008D8" w14:textId="7292E7E0" w:rsidR="001860A7" w:rsidRPr="00B16FBD" w:rsidRDefault="001860A7" w:rsidP="00D063E4">
      <w:pPr>
        <w:ind w:firstLine="720"/>
        <w:jc w:val="both"/>
        <w:rPr>
          <w:lang w:val="bg-BG"/>
        </w:rPr>
      </w:pPr>
      <w:r w:rsidRPr="00B16FBD">
        <w:rPr>
          <w:lang w:val="bg-BG"/>
        </w:rPr>
        <w:t>На основание чл. 37ж, ал. 11 от Закона за собствеността и ползването на земеделските земи (ЗСПЗЗ),</w:t>
      </w:r>
    </w:p>
    <w:p w14:paraId="686FFB84" w14:textId="77777777" w:rsidR="001860A7" w:rsidRDefault="001860A7" w:rsidP="001860A7">
      <w:pPr>
        <w:jc w:val="center"/>
        <w:rPr>
          <w:b/>
          <w:lang w:val="bg-BG"/>
        </w:rPr>
      </w:pPr>
      <w:r w:rsidRPr="00B16FBD">
        <w:rPr>
          <w:b/>
          <w:lang w:val="bg-BG"/>
        </w:rPr>
        <w:t>Н А Р Е Ж Д А М:</w:t>
      </w:r>
    </w:p>
    <w:p w14:paraId="17D7D99C" w14:textId="77777777" w:rsidR="00BA5188" w:rsidRPr="00B16FBD" w:rsidRDefault="00BA5188" w:rsidP="001860A7">
      <w:pPr>
        <w:jc w:val="center"/>
        <w:rPr>
          <w:b/>
          <w:lang w:val="bg-BG"/>
        </w:rPr>
      </w:pPr>
    </w:p>
    <w:p w14:paraId="2B10E7DF" w14:textId="74D1B0C9" w:rsidR="001860A7" w:rsidRDefault="001860A7" w:rsidP="001860A7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r w:rsidRPr="000F6DCA">
        <w:rPr>
          <w:b/>
        </w:rPr>
        <w:t>I</w:t>
      </w:r>
      <w:r w:rsidRPr="000F6DCA">
        <w:rPr>
          <w:b/>
          <w:lang w:val="bg-BG"/>
        </w:rPr>
        <w:t>.</w:t>
      </w:r>
      <w:r>
        <w:rPr>
          <w:b/>
          <w:lang w:val="bg-BG"/>
        </w:rPr>
        <w:t xml:space="preserve"> </w:t>
      </w:r>
      <w:r w:rsidRPr="00B16FBD">
        <w:rPr>
          <w:lang w:val="bg-BG"/>
        </w:rPr>
        <w:t>Одобрявам споразумение за разпределение на масивите за ползване на пасища, мери и ливади</w:t>
      </w:r>
      <w:r>
        <w:rPr>
          <w:lang w:val="bg-BG"/>
        </w:rPr>
        <w:t xml:space="preserve"> в землището на с. </w:t>
      </w:r>
      <w:r w:rsidR="00C03845">
        <w:rPr>
          <w:lang w:val="bg-BG"/>
        </w:rPr>
        <w:t>Липница</w:t>
      </w:r>
      <w:r>
        <w:rPr>
          <w:lang w:val="bg-BG"/>
        </w:rPr>
        <w:t xml:space="preserve">, ЕКАТТЕ </w:t>
      </w:r>
      <w:r w:rsidR="00C03845">
        <w:rPr>
          <w:lang w:val="bg-BG"/>
        </w:rPr>
        <w:t>43788</w:t>
      </w:r>
      <w:r>
        <w:rPr>
          <w:lang w:val="bg-BG"/>
        </w:rPr>
        <w:t xml:space="preserve">, </w:t>
      </w:r>
      <w:r w:rsidRPr="00B16FBD">
        <w:rPr>
          <w:lang w:val="bg-BG"/>
        </w:rPr>
        <w:t>община</w:t>
      </w:r>
      <w:r>
        <w:rPr>
          <w:lang w:val="bg-BG"/>
        </w:rPr>
        <w:t xml:space="preserve"> </w:t>
      </w:r>
      <w:r w:rsidR="00D063E4">
        <w:rPr>
          <w:lang w:val="bg-BG"/>
        </w:rPr>
        <w:t>Ботевград,</w:t>
      </w:r>
      <w:r>
        <w:rPr>
          <w:lang w:val="bg-BG"/>
        </w:rPr>
        <w:t xml:space="preserve"> </w:t>
      </w:r>
      <w:r w:rsidRPr="00B16FBD">
        <w:rPr>
          <w:lang w:val="bg-BG"/>
        </w:rPr>
        <w:t>област</w:t>
      </w:r>
      <w:r>
        <w:rPr>
          <w:lang w:val="bg-BG"/>
        </w:rPr>
        <w:t xml:space="preserve"> София</w:t>
      </w:r>
      <w:r w:rsidRPr="00B16FBD">
        <w:rPr>
          <w:lang w:val="bg-BG"/>
        </w:rPr>
        <w:t>, сключено между ли</w:t>
      </w:r>
      <w:r>
        <w:rPr>
          <w:lang w:val="bg-BG"/>
        </w:rPr>
        <w:t>цата по чл. 37ж, ал.</w:t>
      </w:r>
      <w:r w:rsidR="00C66C44">
        <w:rPr>
          <w:lang w:val="bg-BG"/>
        </w:rPr>
        <w:t xml:space="preserve"> 1 от ЗСПЗЗ за календарната 2024</w:t>
      </w:r>
      <w:r>
        <w:rPr>
          <w:lang w:val="bg-BG"/>
        </w:rPr>
        <w:t xml:space="preserve"> година.</w:t>
      </w:r>
    </w:p>
    <w:p w14:paraId="429C2596" w14:textId="7799B635" w:rsidR="001860A7" w:rsidRDefault="001860A7" w:rsidP="001860A7">
      <w:pPr>
        <w:jc w:val="both"/>
        <w:rPr>
          <w:lang w:val="bg-BG"/>
        </w:rPr>
      </w:pPr>
      <w:r>
        <w:rPr>
          <w:lang w:val="bg-BG"/>
        </w:rPr>
        <w:tab/>
      </w:r>
      <w:r w:rsidRPr="000F6DCA">
        <w:rPr>
          <w:b/>
        </w:rPr>
        <w:t>II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8124DD">
        <w:rPr>
          <w:lang w:val="bg-BG"/>
        </w:rPr>
        <w:t>6</w:t>
      </w:r>
      <w:r>
        <w:rPr>
          <w:lang w:val="bg-BG"/>
        </w:rPr>
        <w:t xml:space="preserve"> от ЗСПЗЗ, разпределени между ползвателите, както следва:</w:t>
      </w:r>
    </w:p>
    <w:p w14:paraId="5EF00CFB" w14:textId="77777777" w:rsidR="00690025" w:rsidRDefault="00690025" w:rsidP="001860A7">
      <w:pPr>
        <w:jc w:val="both"/>
        <w:rPr>
          <w:lang w:val="bg-BG"/>
        </w:rPr>
      </w:pPr>
    </w:p>
    <w:tbl>
      <w:tblPr>
        <w:tblW w:w="949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850"/>
        <w:gridCol w:w="1923"/>
        <w:gridCol w:w="958"/>
        <w:gridCol w:w="1514"/>
      </w:tblGrid>
      <w:tr w:rsidR="00754ED2" w:rsidRPr="00754ED2" w14:paraId="183101D3" w14:textId="77777777" w:rsidTr="00754ED2">
        <w:trPr>
          <w:cantSplit/>
          <w:trHeight w:val="1095"/>
        </w:trPr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57DA4" w14:textId="77777777" w:rsidR="00754ED2" w:rsidRPr="00754ED2" w:rsidRDefault="00754ED2" w:rsidP="00754ED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754ED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Ползвател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1D3B8" w14:textId="77777777" w:rsidR="00754ED2" w:rsidRPr="00754ED2" w:rsidRDefault="00754ED2" w:rsidP="00754ED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754ED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Масив №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941D33" w14:textId="77777777" w:rsidR="00754ED2" w:rsidRPr="00754ED2" w:rsidRDefault="00754ED2" w:rsidP="00754ED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754ED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Имот по чл. 37ж, ал. 5 от ЗСПЗЗ</w:t>
            </w:r>
          </w:p>
        </w:tc>
      </w:tr>
      <w:tr w:rsidR="00754ED2" w:rsidRPr="00754ED2" w14:paraId="62FC68C6" w14:textId="77777777" w:rsidTr="00754ED2">
        <w:trPr>
          <w:trHeight w:val="975"/>
        </w:trPr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1FBC64" w14:textId="77777777" w:rsidR="00754ED2" w:rsidRPr="00754ED2" w:rsidRDefault="00754ED2" w:rsidP="00754ED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8B1FC4" w14:textId="77777777" w:rsidR="00754ED2" w:rsidRPr="00754ED2" w:rsidRDefault="00754ED2" w:rsidP="00754ED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EA16F" w14:textId="77777777" w:rsidR="00754ED2" w:rsidRPr="00754ED2" w:rsidRDefault="00754ED2" w:rsidP="00754ED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754ED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3E349" w14:textId="77777777" w:rsidR="00754ED2" w:rsidRPr="00754ED2" w:rsidRDefault="00754ED2" w:rsidP="00754ED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754ED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337B2" w14:textId="77777777" w:rsidR="00754ED2" w:rsidRPr="00754ED2" w:rsidRDefault="00754ED2" w:rsidP="00754ED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754ED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g-BG" w:eastAsia="bg-BG"/>
              </w:rPr>
              <w:t>Дължимо рентно плащане в лева</w:t>
            </w:r>
          </w:p>
        </w:tc>
      </w:tr>
      <w:tr w:rsidR="00754ED2" w:rsidRPr="00754ED2" w14:paraId="47869EA7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C6E37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CF83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C2836" w14:textId="749E92E1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265.29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F506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1.167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C160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15.17</w:t>
            </w:r>
          </w:p>
        </w:tc>
      </w:tr>
      <w:tr w:rsidR="00754ED2" w:rsidRPr="00754ED2" w14:paraId="6BE1F5CB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153C6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7840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01998" w14:textId="3E62EE41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265.11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2A00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0.560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2152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7.27</w:t>
            </w:r>
          </w:p>
        </w:tc>
      </w:tr>
      <w:tr w:rsidR="00754ED2" w:rsidRPr="00754ED2" w14:paraId="44D4B209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F6647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3A39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86E24" w14:textId="6BA6DE62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265.33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6261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0.267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FC6A7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3.47</w:t>
            </w:r>
          </w:p>
        </w:tc>
      </w:tr>
      <w:tr w:rsidR="00754ED2" w:rsidRPr="00754ED2" w14:paraId="7B21983E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ED40B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97C7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9C716" w14:textId="1FA4A35F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265.3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7849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0.104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74AE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1.35</w:t>
            </w:r>
          </w:p>
        </w:tc>
      </w:tr>
      <w:tr w:rsidR="00754ED2" w:rsidRPr="00754ED2" w14:paraId="7E666D01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A8D4A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B3902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6D580" w14:textId="77FBB8F4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258.65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945D2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2.867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87D9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37.27</w:t>
            </w:r>
          </w:p>
        </w:tc>
      </w:tr>
      <w:tr w:rsidR="00754ED2" w:rsidRPr="00754ED2" w14:paraId="7EFC0A3E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0C244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96AC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1C6A8" w14:textId="02A9036A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258.69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EF2A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1.025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EA48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13.32</w:t>
            </w:r>
          </w:p>
        </w:tc>
      </w:tr>
      <w:tr w:rsidR="00754ED2" w:rsidRPr="00754ED2" w14:paraId="1EC6ECF2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1D5F3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994A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7DE06" w14:textId="45504FFB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258.66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D57A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0.892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7B85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11.60</w:t>
            </w:r>
          </w:p>
        </w:tc>
      </w:tr>
      <w:tr w:rsidR="00754ED2" w:rsidRPr="00754ED2" w14:paraId="6CDC8F99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CBA95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EC89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1EFE5" w14:textId="5CFA6E28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CF00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0.699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0C2C2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9.09</w:t>
            </w:r>
          </w:p>
        </w:tc>
      </w:tr>
      <w:tr w:rsidR="00754ED2" w:rsidRPr="00754ED2" w14:paraId="15A6C872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DDBFD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D590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DD68F" w14:textId="63241178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258.71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D047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0.652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02A6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8.47</w:t>
            </w:r>
          </w:p>
        </w:tc>
      </w:tr>
      <w:tr w:rsidR="00754ED2" w:rsidRPr="00754ED2" w14:paraId="0BF6FB59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484E6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B357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F30E3" w14:textId="4960FAF4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255.25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3245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3.238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6206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42.09</w:t>
            </w:r>
          </w:p>
        </w:tc>
      </w:tr>
      <w:tr w:rsidR="00754ED2" w:rsidRPr="00754ED2" w14:paraId="6A8E6799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541A7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45F9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4C981" w14:textId="21C97D23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255.26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3079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2.980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63E3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38.74</w:t>
            </w:r>
          </w:p>
        </w:tc>
      </w:tr>
      <w:tr w:rsidR="00754ED2" w:rsidRPr="00754ED2" w14:paraId="30247C01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956AF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F6C4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B12E7" w14:textId="37D42716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255.21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0F9A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2.625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6CF1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34.13</w:t>
            </w:r>
          </w:p>
        </w:tc>
      </w:tr>
      <w:tr w:rsidR="00754ED2" w:rsidRPr="00754ED2" w14:paraId="0D8A99B4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5FE7F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0F03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CD3B7" w14:textId="5981D322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255.27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2DA8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2.570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5B4E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33.41</w:t>
            </w:r>
          </w:p>
        </w:tc>
      </w:tr>
      <w:tr w:rsidR="00754ED2" w:rsidRPr="00754ED2" w14:paraId="7D624FA0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74B4F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0E30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24867" w14:textId="57AEA479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06E8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2.474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E474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32.16</w:t>
            </w:r>
          </w:p>
        </w:tc>
      </w:tr>
      <w:tr w:rsidR="00754ED2" w:rsidRPr="00754ED2" w14:paraId="349311DD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5BA97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40A4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BDE79" w14:textId="19496716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255.43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2B24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2.104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E446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27.35</w:t>
            </w:r>
          </w:p>
        </w:tc>
      </w:tr>
      <w:tr w:rsidR="00754ED2" w:rsidRPr="00754ED2" w14:paraId="1E87CE2B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11B16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8DFA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7E5A7" w14:textId="7E7B009F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255.46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1FA0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1.436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2C26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18.66</w:t>
            </w:r>
          </w:p>
        </w:tc>
      </w:tr>
      <w:tr w:rsidR="00754ED2" w:rsidRPr="00754ED2" w14:paraId="28FA8077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D13AC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8955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5D4A4" w14:textId="1AFDCD94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255.19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B6D9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1.375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84E2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17.87</w:t>
            </w:r>
          </w:p>
        </w:tc>
      </w:tr>
      <w:tr w:rsidR="00754ED2" w:rsidRPr="00754ED2" w14:paraId="370D2A75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F1080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8CBFA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6089F" w14:textId="59B43708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255.31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5643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1.272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2BBD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16.54</w:t>
            </w:r>
          </w:p>
        </w:tc>
      </w:tr>
      <w:tr w:rsidR="00754ED2" w:rsidRPr="00754ED2" w14:paraId="4D7E9572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28DF1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C1C4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6E0A9" w14:textId="574DBC20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255.28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584B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1.130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05737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14.69</w:t>
            </w:r>
          </w:p>
        </w:tc>
      </w:tr>
      <w:tr w:rsidR="00754ED2" w:rsidRPr="00754ED2" w14:paraId="75D0E234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826A9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FD89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5FA39" w14:textId="537857A4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255.22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D018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F461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13.13</w:t>
            </w:r>
          </w:p>
        </w:tc>
      </w:tr>
      <w:tr w:rsidR="00754ED2" w:rsidRPr="00754ED2" w14:paraId="15C0A99D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2DCC6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C89B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D3ADA" w14:textId="74A80F60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255.108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7AE9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0.824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09D5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10.71</w:t>
            </w:r>
          </w:p>
        </w:tc>
      </w:tr>
      <w:tr w:rsidR="00754ED2" w:rsidRPr="00754ED2" w14:paraId="27197883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79686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645C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FDEDA" w14:textId="734A766A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518D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0.811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6495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10.55</w:t>
            </w:r>
          </w:p>
        </w:tc>
      </w:tr>
      <w:tr w:rsidR="00754ED2" w:rsidRPr="00754ED2" w14:paraId="289D4C37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0F982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0A16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BE612" w14:textId="112F2B85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255.24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62697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0.674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357D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8.76</w:t>
            </w:r>
          </w:p>
        </w:tc>
      </w:tr>
      <w:tr w:rsidR="00754ED2" w:rsidRPr="00754ED2" w14:paraId="3FD28479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1988C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6000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C368F" w14:textId="24538B3B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5C4E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0.669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F60D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8.70</w:t>
            </w:r>
          </w:p>
        </w:tc>
      </w:tr>
      <w:tr w:rsidR="00754ED2" w:rsidRPr="00754ED2" w14:paraId="694EA737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0FF89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7DBA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14D16" w14:textId="768105CC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255.96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7152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0.526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3D3B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6.83</w:t>
            </w:r>
          </w:p>
        </w:tc>
      </w:tr>
      <w:tr w:rsidR="00754ED2" w:rsidRPr="00754ED2" w14:paraId="2B3C7E5B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1D39B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FA6F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63544" w14:textId="6229875B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255.18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6473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0.523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62CA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6.80</w:t>
            </w:r>
          </w:p>
        </w:tc>
      </w:tr>
      <w:tr w:rsidR="00754ED2" w:rsidRPr="00754ED2" w14:paraId="2E747EB8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8218E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C1CC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8D01E" w14:textId="180B35E0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255.49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4CFD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0.515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7174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6.70</w:t>
            </w:r>
          </w:p>
        </w:tc>
      </w:tr>
      <w:tr w:rsidR="00754ED2" w:rsidRPr="00754ED2" w14:paraId="582516B7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E2BB7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FE14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21372" w14:textId="433373BD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255.23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0CE2A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0.299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1DB4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3.88</w:t>
            </w:r>
          </w:p>
        </w:tc>
      </w:tr>
      <w:tr w:rsidR="00754ED2" w:rsidRPr="00754ED2" w14:paraId="467D53EB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55CF9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C84E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3D14A" w14:textId="3D71B35D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255.16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0B41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0.213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89BC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2.76</w:t>
            </w:r>
          </w:p>
        </w:tc>
      </w:tr>
      <w:tr w:rsidR="00754ED2" w:rsidRPr="00754ED2" w14:paraId="5152B2DB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931EA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CCC2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0CE76" w14:textId="67E382E9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255.44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D339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0.137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241C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1.79</w:t>
            </w:r>
          </w:p>
        </w:tc>
      </w:tr>
      <w:tr w:rsidR="00754ED2" w:rsidRPr="00754ED2" w14:paraId="60975065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4588B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5B64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F475E" w14:textId="69B31AAB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255.57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1BF3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0.661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0465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8.60</w:t>
            </w:r>
          </w:p>
        </w:tc>
      </w:tr>
      <w:tr w:rsidR="00754ED2" w:rsidRPr="00754ED2" w14:paraId="42445D1F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415F9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BBEC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2E9E1" w14:textId="59741118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255.56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333C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0.587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7423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7.64</w:t>
            </w:r>
          </w:p>
        </w:tc>
      </w:tr>
      <w:tr w:rsidR="00754ED2" w:rsidRPr="00754ED2" w14:paraId="2BCA2AE0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554FD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A48D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A807B" w14:textId="67CEBBFB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255.59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FD70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0.264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A354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3.43</w:t>
            </w:r>
          </w:p>
        </w:tc>
      </w:tr>
      <w:tr w:rsidR="00754ED2" w:rsidRPr="00754ED2" w14:paraId="33D5157A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B9D8F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823A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DB4E8" w14:textId="103CF1AE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255.58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21B4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0.062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E057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0.80</w:t>
            </w:r>
          </w:p>
        </w:tc>
      </w:tr>
      <w:tr w:rsidR="00754ED2" w:rsidRPr="00754ED2" w14:paraId="749FBDDC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5C257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D2EF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08044" w14:textId="68EED561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255.107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5A12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2.301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4E12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29.91</w:t>
            </w:r>
          </w:p>
        </w:tc>
      </w:tr>
      <w:tr w:rsidR="00754ED2" w:rsidRPr="00754ED2" w14:paraId="3566C914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38F71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2B8E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BF0AD" w14:textId="13CD3E96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255.89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CDB4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1.506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47EF2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19.58</w:t>
            </w:r>
          </w:p>
        </w:tc>
      </w:tr>
      <w:tr w:rsidR="00754ED2" w:rsidRPr="00754ED2" w14:paraId="7258BEF9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CE2D3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69B5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1EE2F" w14:textId="44FC4F49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255.68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B66E7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1.156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7800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15.02</w:t>
            </w:r>
          </w:p>
        </w:tc>
      </w:tr>
      <w:tr w:rsidR="00754ED2" w:rsidRPr="00754ED2" w14:paraId="5F1D83A4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35CA7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658C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953B0" w14:textId="53920673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255.88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C6F0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0.867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BC26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11.27</w:t>
            </w:r>
          </w:p>
        </w:tc>
      </w:tr>
      <w:tr w:rsidR="00754ED2" w:rsidRPr="00754ED2" w14:paraId="7DD976A1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01A73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3688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D9FBF" w14:textId="1C9752C8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6054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0.586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64D8A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7.62</w:t>
            </w:r>
          </w:p>
        </w:tc>
      </w:tr>
      <w:tr w:rsidR="00754ED2" w:rsidRPr="00754ED2" w14:paraId="43085B3F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8F3FA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49077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70C7B" w14:textId="5A7A3F60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255.66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6B01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0.240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D266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3.12</w:t>
            </w:r>
          </w:p>
        </w:tc>
      </w:tr>
      <w:tr w:rsidR="00754ED2" w:rsidRPr="00754ED2" w14:paraId="48DE365C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16185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6F8CA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3568B" w14:textId="47342468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255.67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BE16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0.229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2C3C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2.98</w:t>
            </w:r>
          </w:p>
        </w:tc>
      </w:tr>
      <w:tr w:rsidR="00754ED2" w:rsidRPr="00754ED2" w14:paraId="068DE808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84BAE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C070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6C048" w14:textId="3AC449C9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258.84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B661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1.891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87BB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24.58</w:t>
            </w:r>
          </w:p>
        </w:tc>
      </w:tr>
      <w:tr w:rsidR="00754ED2" w:rsidRPr="00754ED2" w14:paraId="531BBE6C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B2D43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4193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81D75" w14:textId="6AF00174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258.83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F007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1.828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207A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23.76</w:t>
            </w:r>
          </w:p>
        </w:tc>
      </w:tr>
      <w:tr w:rsidR="00754ED2" w:rsidRPr="00754ED2" w14:paraId="363F4325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516A4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2708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330C0" w14:textId="2184F9D3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258.51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2037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1.321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B3A7A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17.17</w:t>
            </w:r>
          </w:p>
        </w:tc>
      </w:tr>
      <w:tr w:rsidR="00754ED2" w:rsidRPr="00754ED2" w14:paraId="76903BEF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FC0C7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3601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95AD9" w14:textId="4A1F8566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258.49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EF53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1.226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3577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15.94</w:t>
            </w:r>
          </w:p>
        </w:tc>
      </w:tr>
      <w:tr w:rsidR="00754ED2" w:rsidRPr="00754ED2" w14:paraId="480807DE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844D3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5160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A563F" w14:textId="4279C1B9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258.48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B6A9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1.192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58D3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15.50</w:t>
            </w:r>
          </w:p>
        </w:tc>
      </w:tr>
      <w:tr w:rsidR="00754ED2" w:rsidRPr="00754ED2" w14:paraId="0A544618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2BE04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08EA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D3F0F" w14:textId="28FDA25C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90A9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0.877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87BD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11.40</w:t>
            </w:r>
          </w:p>
        </w:tc>
      </w:tr>
      <w:tr w:rsidR="00754ED2" w:rsidRPr="00754ED2" w14:paraId="19CFBC3E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1CFC6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CBC9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BC8A5" w14:textId="535DE108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258.85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D290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0.684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C99AA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8.89</w:t>
            </w:r>
          </w:p>
        </w:tc>
      </w:tr>
      <w:tr w:rsidR="00754ED2" w:rsidRPr="00754ED2" w14:paraId="419DB3C0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553D0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D42B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5D68E" w14:textId="410A029F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258.52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4B82A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0.496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9EE0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6.44</w:t>
            </w:r>
          </w:p>
        </w:tc>
      </w:tr>
      <w:tr w:rsidR="00754ED2" w:rsidRPr="00754ED2" w14:paraId="671424D1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5968E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D9C3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E4FD5" w14:textId="186186AA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258.86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9692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0.329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4080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4.28</w:t>
            </w:r>
          </w:p>
        </w:tc>
      </w:tr>
      <w:tr w:rsidR="00754ED2" w:rsidRPr="00754ED2" w14:paraId="71063247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55BF1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4E34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ED8A8" w14:textId="3E68015B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258.43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A66A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3.006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18C7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39.07</w:t>
            </w:r>
          </w:p>
        </w:tc>
      </w:tr>
      <w:tr w:rsidR="00754ED2" w:rsidRPr="00754ED2" w14:paraId="6A629D57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3BC77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1DFA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DA28B" w14:textId="22C7BE85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258.15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1940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2.382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888B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30.97</w:t>
            </w:r>
          </w:p>
        </w:tc>
      </w:tr>
      <w:tr w:rsidR="00754ED2" w:rsidRPr="00754ED2" w14:paraId="0A2C1AFA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AF4E9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2747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B1A06" w14:textId="231B33BC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258.44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250B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2.348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0467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30.53</w:t>
            </w:r>
          </w:p>
        </w:tc>
      </w:tr>
      <w:tr w:rsidR="00754ED2" w:rsidRPr="00754ED2" w14:paraId="5077B6F5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3A7D5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A8D5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E13B6" w14:textId="3CE1C663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258.47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6E85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2.040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B0B9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26.53</w:t>
            </w:r>
          </w:p>
        </w:tc>
      </w:tr>
      <w:tr w:rsidR="00754ED2" w:rsidRPr="00754ED2" w14:paraId="6C46B931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2A375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579C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E6D17" w14:textId="2FCFDFD1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258.127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BC70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2.038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E14F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26.50</w:t>
            </w:r>
          </w:p>
        </w:tc>
      </w:tr>
      <w:tr w:rsidR="00754ED2" w:rsidRPr="00754ED2" w14:paraId="20E97FEB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B83DC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E80E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368F2" w14:textId="187DC7CA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258.46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DD5A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1.972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9EA97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25.64</w:t>
            </w:r>
          </w:p>
        </w:tc>
      </w:tr>
      <w:tr w:rsidR="00754ED2" w:rsidRPr="00754ED2" w14:paraId="64E71C45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D24C7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8A7E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F33CD" w14:textId="555B919A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2E6E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1.490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05AC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19.37</w:t>
            </w:r>
          </w:p>
        </w:tc>
      </w:tr>
      <w:tr w:rsidR="00754ED2" w:rsidRPr="00754ED2" w14:paraId="665111CC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461B4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4F9A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B4008" w14:textId="359CD9EF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258.45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4591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0.824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B57B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10.71</w:t>
            </w:r>
          </w:p>
        </w:tc>
      </w:tr>
      <w:tr w:rsidR="00754ED2" w:rsidRPr="00754ED2" w14:paraId="59D74D43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4A4C9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29F8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E6564" w14:textId="23E2A3DF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258.19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4906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0.245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3DE62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3.19</w:t>
            </w:r>
          </w:p>
        </w:tc>
      </w:tr>
      <w:tr w:rsidR="00754ED2" w:rsidRPr="00754ED2" w14:paraId="1CC07AAA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BE054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9B9F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F8B67" w14:textId="44F1855D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3A60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0.159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4B8C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2.07</w:t>
            </w:r>
          </w:p>
        </w:tc>
      </w:tr>
      <w:tr w:rsidR="00754ED2" w:rsidRPr="00754ED2" w14:paraId="078F2C67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E883A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CE2F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B61DC" w14:textId="60AFB443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6301A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0.028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046F7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0.36</w:t>
            </w:r>
          </w:p>
        </w:tc>
      </w:tr>
      <w:tr w:rsidR="00754ED2" w:rsidRPr="00754ED2" w14:paraId="6F59C93F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72783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399F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7711A" w14:textId="564B8FF6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249.55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AC56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4.210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36A1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54.73</w:t>
            </w:r>
          </w:p>
        </w:tc>
      </w:tr>
      <w:tr w:rsidR="00754ED2" w:rsidRPr="00754ED2" w14:paraId="1C4E14B8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A6E5F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90F5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EA532" w14:textId="34E7F4F1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249.13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43D5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2.637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11137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34.28</w:t>
            </w:r>
          </w:p>
        </w:tc>
      </w:tr>
      <w:tr w:rsidR="00754ED2" w:rsidRPr="00754ED2" w14:paraId="79BECDCB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D90FC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011F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D819A" w14:textId="38EE15F2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249.42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1C11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2.495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A836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32.43</w:t>
            </w:r>
          </w:p>
        </w:tc>
      </w:tr>
      <w:tr w:rsidR="00754ED2" w:rsidRPr="00754ED2" w14:paraId="65085F58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9CF60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54C3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90E74" w14:textId="1112105F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249.4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C4E6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2.034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7E21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26.44</w:t>
            </w:r>
          </w:p>
        </w:tc>
      </w:tr>
      <w:tr w:rsidR="00754ED2" w:rsidRPr="00754ED2" w14:paraId="0467854C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EA384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3ABB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E4347" w14:textId="3E2D7093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249.41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7A11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1.946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B758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25.30</w:t>
            </w:r>
          </w:p>
        </w:tc>
      </w:tr>
      <w:tr w:rsidR="00754ED2" w:rsidRPr="00754ED2" w14:paraId="71589966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16744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34717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AF759" w14:textId="3DF242A5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249.5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001C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1.820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1E19A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23.66</w:t>
            </w:r>
          </w:p>
        </w:tc>
      </w:tr>
      <w:tr w:rsidR="00754ED2" w:rsidRPr="00754ED2" w14:paraId="346BE0FB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1D0B1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0133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DAA4E" w14:textId="3EC63A48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249.14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B21D7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1.657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E151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21.54</w:t>
            </w:r>
          </w:p>
        </w:tc>
      </w:tr>
      <w:tr w:rsidR="00754ED2" w:rsidRPr="00754ED2" w14:paraId="2FD978F4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2DDEB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846F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6DC86" w14:textId="6DA324E3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249.11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6F16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1.594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6AA8A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20.72</w:t>
            </w:r>
          </w:p>
        </w:tc>
      </w:tr>
      <w:tr w:rsidR="00754ED2" w:rsidRPr="00754ED2" w14:paraId="3168221C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1F631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E8F9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67862" w14:textId="7C536AFF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249.15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4FED2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1.512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0B97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19.66</w:t>
            </w:r>
          </w:p>
        </w:tc>
      </w:tr>
      <w:tr w:rsidR="00754ED2" w:rsidRPr="00754ED2" w14:paraId="0C50398E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16D22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4667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C27D7" w14:textId="341EEC11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249.43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16BE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1.260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602A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16.38</w:t>
            </w:r>
          </w:p>
        </w:tc>
      </w:tr>
      <w:tr w:rsidR="00754ED2" w:rsidRPr="00754ED2" w14:paraId="0975312C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CA63E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2986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E69D5" w14:textId="29268135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249.8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F014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1.086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1902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14.12</w:t>
            </w:r>
          </w:p>
        </w:tc>
      </w:tr>
      <w:tr w:rsidR="00754ED2" w:rsidRPr="00754ED2" w14:paraId="0733CE07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C0D38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40BF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AD3EB" w14:textId="3F4B2B50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249.39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0E77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0.464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D8FD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6.03</w:t>
            </w:r>
          </w:p>
        </w:tc>
      </w:tr>
      <w:tr w:rsidR="00754ED2" w:rsidRPr="00754ED2" w14:paraId="3408787A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38888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9A6C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F937A" w14:textId="10D43B4F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249.1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9AD3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0.329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65D5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4.28</w:t>
            </w:r>
          </w:p>
        </w:tc>
      </w:tr>
      <w:tr w:rsidR="00754ED2" w:rsidRPr="00754ED2" w14:paraId="19A163F8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2A2EF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170A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BC1F5" w14:textId="2032E563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249.51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CC78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0.144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FFCC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1.87</w:t>
            </w:r>
          </w:p>
        </w:tc>
      </w:tr>
      <w:tr w:rsidR="00754ED2" w:rsidRPr="00754ED2" w14:paraId="2E423DED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4D65E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0B39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72AE2" w14:textId="28BFF31E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258.75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4F75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3.907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0C8C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50.79</w:t>
            </w:r>
          </w:p>
        </w:tc>
      </w:tr>
      <w:tr w:rsidR="00754ED2" w:rsidRPr="00754ED2" w14:paraId="0A7AA1D0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E6E36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6E18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72F64" w14:textId="7D428ED4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258.72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1FB6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2.518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5690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32.73</w:t>
            </w:r>
          </w:p>
        </w:tc>
      </w:tr>
      <w:tr w:rsidR="00754ED2" w:rsidRPr="00754ED2" w14:paraId="3FD0EAEE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E567F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906E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996D0" w14:textId="29FC9085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258.76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BA8C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1.484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737B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19.30</w:t>
            </w:r>
          </w:p>
        </w:tc>
      </w:tr>
      <w:tr w:rsidR="00754ED2" w:rsidRPr="00754ED2" w14:paraId="2E1BD371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18493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7EC9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D54D9" w14:textId="294BBDAE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258.128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CCE72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1.479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8951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19.23</w:t>
            </w:r>
          </w:p>
        </w:tc>
      </w:tr>
      <w:tr w:rsidR="00754ED2" w:rsidRPr="00754ED2" w14:paraId="49446563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B7236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96B7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D8D93" w14:textId="5F893673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258.73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D2137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1.071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FE22A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13.92</w:t>
            </w:r>
          </w:p>
        </w:tc>
      </w:tr>
      <w:tr w:rsidR="00754ED2" w:rsidRPr="00754ED2" w14:paraId="283D0052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251D1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9AA5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9EA7C" w14:textId="32809ADD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258.74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5672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0.709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2D6F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9.21</w:t>
            </w:r>
          </w:p>
        </w:tc>
      </w:tr>
      <w:tr w:rsidR="00754ED2" w:rsidRPr="00754ED2" w14:paraId="23249978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20DAD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36F0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83152" w14:textId="12FD49C5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265.43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8EA5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0.545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2AD0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7.08</w:t>
            </w:r>
          </w:p>
        </w:tc>
      </w:tr>
      <w:tr w:rsidR="00754ED2" w:rsidRPr="00754ED2" w14:paraId="34CF8AA9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065B6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ADE2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901EB" w14:textId="5ED398E8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265.32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B4AF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0.499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8DC1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6.48</w:t>
            </w:r>
          </w:p>
        </w:tc>
      </w:tr>
      <w:tr w:rsidR="00754ED2" w:rsidRPr="00754ED2" w14:paraId="0C10BF69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7535B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59B5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5CEF8" w14:textId="48DAC3A3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265.42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1E2E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B67F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4.03</w:t>
            </w:r>
          </w:p>
        </w:tc>
      </w:tr>
      <w:tr w:rsidR="00754ED2" w:rsidRPr="00754ED2" w14:paraId="2A1583AD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BCD99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B581A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F981D" w14:textId="4F07AF91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265.3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B72F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0.125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747A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1.63</w:t>
            </w:r>
          </w:p>
        </w:tc>
      </w:tr>
      <w:tr w:rsidR="00754ED2" w:rsidRPr="00754ED2" w14:paraId="5694E58C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956CC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3868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BFE1E" w14:textId="0F46839D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253.22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0BD62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1.315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E356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17.10</w:t>
            </w:r>
          </w:p>
        </w:tc>
      </w:tr>
      <w:tr w:rsidR="00754ED2" w:rsidRPr="00754ED2" w14:paraId="6E5ABA69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72060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1C7A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56E7E" w14:textId="33F876D4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253.21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CB84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0.737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67A32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9.58</w:t>
            </w:r>
          </w:p>
        </w:tc>
      </w:tr>
      <w:tr w:rsidR="00754ED2" w:rsidRPr="00754ED2" w14:paraId="1D81315B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E3DDD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81A8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EA5AE" w14:textId="43B5F28B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234.7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6C89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B4F6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12.95</w:t>
            </w:r>
          </w:p>
        </w:tc>
      </w:tr>
      <w:tr w:rsidR="00754ED2" w:rsidRPr="00754ED2" w14:paraId="0E13136F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F1FDE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636C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053CD" w14:textId="5AD18A4D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258.37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BA9BA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3.168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B1EA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41.19</w:t>
            </w:r>
          </w:p>
        </w:tc>
      </w:tr>
      <w:tr w:rsidR="00754ED2" w:rsidRPr="00754ED2" w14:paraId="35BD6012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D2FFE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6E34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95FD2" w14:textId="3662F34A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258.36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DFD5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1.137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DBF3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14.78</w:t>
            </w:r>
          </w:p>
        </w:tc>
      </w:tr>
      <w:tr w:rsidR="00754ED2" w:rsidRPr="00754ED2" w14:paraId="6248AFAF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B6A21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35ACA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ED950" w14:textId="68ADD5C3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258.35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3BB6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1.115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993D2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14.50</w:t>
            </w:r>
          </w:p>
        </w:tc>
      </w:tr>
      <w:tr w:rsidR="00754ED2" w:rsidRPr="00754ED2" w14:paraId="41465902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8C8F5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2269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E27B3" w14:textId="332D98AA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5B92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0.801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CA65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10.42</w:t>
            </w:r>
          </w:p>
        </w:tc>
      </w:tr>
      <w:tr w:rsidR="00754ED2" w:rsidRPr="00754ED2" w14:paraId="76E0CE14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16FCD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AEFA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8ADE3" w14:textId="1514BA5E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258.131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3BD9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0.239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D722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3.10</w:t>
            </w:r>
          </w:p>
        </w:tc>
      </w:tr>
      <w:tr w:rsidR="00754ED2" w:rsidRPr="00754ED2" w14:paraId="5C8F728B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ED0E6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0D64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A4481" w14:textId="2D2180ED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2DE5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0.209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92C9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2.71</w:t>
            </w:r>
          </w:p>
        </w:tc>
      </w:tr>
      <w:tr w:rsidR="00754ED2" w:rsidRPr="00754ED2" w14:paraId="4F6E0739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A1D5C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5044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0DD12" w14:textId="07C7013C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258.63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DE2D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1.209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524B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15.72</w:t>
            </w:r>
          </w:p>
        </w:tc>
      </w:tr>
      <w:tr w:rsidR="00754ED2" w:rsidRPr="00754ED2" w14:paraId="18F878DB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7FCE2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D4882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39E56" w14:textId="4C47C223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265.6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E0D8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6.067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8D38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78.87</w:t>
            </w:r>
          </w:p>
        </w:tc>
      </w:tr>
      <w:tr w:rsidR="00754ED2" w:rsidRPr="00754ED2" w14:paraId="238306DC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1189E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A1B92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09664" w14:textId="6D1D676D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265.7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658D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3.091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9FF4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40.18</w:t>
            </w:r>
          </w:p>
        </w:tc>
      </w:tr>
      <w:tr w:rsidR="00754ED2" w:rsidRPr="00754ED2" w14:paraId="59B8F322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AE502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07BA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5A917" w14:textId="1ED49FC4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265.26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499E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1.387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0A50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18.03</w:t>
            </w:r>
          </w:p>
        </w:tc>
      </w:tr>
      <w:tr w:rsidR="00754ED2" w:rsidRPr="00754ED2" w14:paraId="1873BF8F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452AB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4328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2442B" w14:textId="41FA8103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265.25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E268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0.943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7C02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12.25</w:t>
            </w:r>
          </w:p>
        </w:tc>
      </w:tr>
      <w:tr w:rsidR="00754ED2" w:rsidRPr="00754ED2" w14:paraId="4BA9AA4E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8A28C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0A74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E4780" w14:textId="76739275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265.14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9EB3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0.930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2790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12.09</w:t>
            </w:r>
          </w:p>
        </w:tc>
      </w:tr>
      <w:tr w:rsidR="00754ED2" w:rsidRPr="00754ED2" w14:paraId="397B6FA6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744FB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E387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7DFB3" w14:textId="6DEE6965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265.5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DCD0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0.703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ED70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9.14</w:t>
            </w:r>
          </w:p>
        </w:tc>
      </w:tr>
      <w:tr w:rsidR="00754ED2" w:rsidRPr="00754ED2" w14:paraId="3950DE66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6F9D0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A777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67823" w14:textId="6711BF3F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265.15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B910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0.580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6DFB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7.54</w:t>
            </w:r>
          </w:p>
        </w:tc>
      </w:tr>
      <w:tr w:rsidR="00754ED2" w:rsidRPr="00754ED2" w14:paraId="2023BF24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0B902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66647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EA901" w14:textId="4FCEDDE3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265.17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664E7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0.496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9CE1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6.44</w:t>
            </w:r>
          </w:p>
        </w:tc>
      </w:tr>
      <w:tr w:rsidR="00754ED2" w:rsidRPr="00754ED2" w14:paraId="2DF4B2F0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894CF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17CA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8CA85" w14:textId="01C94024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265.18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E29B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0.495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2D2F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6.44</w:t>
            </w:r>
          </w:p>
        </w:tc>
      </w:tr>
      <w:tr w:rsidR="00754ED2" w:rsidRPr="00754ED2" w14:paraId="326FA4F2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16D2B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5C52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8CA98" w14:textId="7E388BB9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265.16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1253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0.469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DED2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6.10</w:t>
            </w:r>
          </w:p>
        </w:tc>
      </w:tr>
      <w:tr w:rsidR="00754ED2" w:rsidRPr="00754ED2" w14:paraId="269B7514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79F1A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F4AF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C9BA4" w14:textId="5F7462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265.19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B878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0.444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AC1D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5.78</w:t>
            </w:r>
          </w:p>
        </w:tc>
      </w:tr>
      <w:tr w:rsidR="00754ED2" w:rsidRPr="00754ED2" w14:paraId="0F1E115C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7529D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91C6A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3DE01" w14:textId="5A7EE0C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265.21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8C1D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0.346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19AD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4.49</w:t>
            </w:r>
          </w:p>
        </w:tc>
      </w:tr>
      <w:tr w:rsidR="00754ED2" w:rsidRPr="00754ED2" w14:paraId="7D382644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CB571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95A5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A739E" w14:textId="199A7A2C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265.3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27C5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0.192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81C7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2.50</w:t>
            </w:r>
          </w:p>
        </w:tc>
      </w:tr>
      <w:tr w:rsidR="00754ED2" w:rsidRPr="00754ED2" w14:paraId="165569C4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0EB46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EBDE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879A0" w14:textId="24B55824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265.2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EAAD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0.176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CF16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2.29</w:t>
            </w:r>
          </w:p>
        </w:tc>
      </w:tr>
      <w:tr w:rsidR="00754ED2" w:rsidRPr="00754ED2" w14:paraId="5335B50A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72EE9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F8F0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E5548" w14:textId="5AAC3FFC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265.1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A9A47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0.159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D579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2.06</w:t>
            </w:r>
          </w:p>
        </w:tc>
      </w:tr>
      <w:tr w:rsidR="00754ED2" w:rsidRPr="00754ED2" w14:paraId="7A9001E0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F11C8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9F4A2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AAF90" w14:textId="4043FC3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255.38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DF072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E03A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18.81</w:t>
            </w:r>
          </w:p>
        </w:tc>
      </w:tr>
      <w:tr w:rsidR="00754ED2" w:rsidRPr="00754ED2" w14:paraId="526FFE8E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4DC26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E555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C41D8" w14:textId="65E72471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255.39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6E80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0.918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F392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11.94</w:t>
            </w:r>
          </w:p>
        </w:tc>
      </w:tr>
      <w:tr w:rsidR="00754ED2" w:rsidRPr="00754ED2" w14:paraId="28370CED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57DC1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62BBA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87DE0" w14:textId="27376ACF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1C53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0.752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82D8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9.78</w:t>
            </w:r>
          </w:p>
        </w:tc>
      </w:tr>
      <w:tr w:rsidR="00754ED2" w:rsidRPr="00754ED2" w14:paraId="2E0B1B73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7B01F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C6EC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38AA2" w14:textId="3185B481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255.41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A52BA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0.501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4764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6.52</w:t>
            </w:r>
          </w:p>
        </w:tc>
      </w:tr>
      <w:tr w:rsidR="00754ED2" w:rsidRPr="00754ED2" w14:paraId="1B4176AE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8DC72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E012A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F9CEB" w14:textId="6B5BED9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255.37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3DC7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0.264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D3C5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3.43</w:t>
            </w:r>
          </w:p>
        </w:tc>
      </w:tr>
      <w:tr w:rsidR="00754ED2" w:rsidRPr="00754ED2" w14:paraId="5EB4830F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2C25C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"ДЕВА ОЙЛ ГРУП" ЕООД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7126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997C3" w14:textId="7FE70CF4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255.98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00357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0.175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CCF9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2.27</w:t>
            </w:r>
          </w:p>
        </w:tc>
      </w:tr>
      <w:tr w:rsidR="00754ED2" w:rsidRPr="00754ED2" w14:paraId="3CF386BE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4C0EC" w14:textId="77777777" w:rsidR="00754ED2" w:rsidRPr="00754ED2" w:rsidRDefault="00754ED2" w:rsidP="00754E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9FBD9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F6CB5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A0A1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137.769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0C50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1791.00</w:t>
            </w:r>
          </w:p>
        </w:tc>
      </w:tr>
      <w:tr w:rsidR="00754ED2" w:rsidRPr="00754ED2" w14:paraId="1E21308F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501C2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16E6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55A14" w14:textId="112F684D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307.16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DAA5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1.902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D068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24.73</w:t>
            </w:r>
          </w:p>
        </w:tc>
      </w:tr>
      <w:tr w:rsidR="00754ED2" w:rsidRPr="00754ED2" w14:paraId="296AD459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08F8C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FF78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6DD44" w14:textId="38A69D34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307.17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3459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1.837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2253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23.88</w:t>
            </w:r>
          </w:p>
        </w:tc>
      </w:tr>
      <w:tr w:rsidR="00754ED2" w:rsidRPr="00754ED2" w14:paraId="13AA5CA0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12F9B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BF58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7C417" w14:textId="323BA0C1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307.8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A9B1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1.825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CC18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23.72</w:t>
            </w:r>
          </w:p>
        </w:tc>
      </w:tr>
      <w:tr w:rsidR="00754ED2" w:rsidRPr="00754ED2" w14:paraId="767CEEE0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01928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1BB6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EDD71" w14:textId="0F1B27CE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144.9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22A6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3.023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11F5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39.29</w:t>
            </w:r>
          </w:p>
        </w:tc>
      </w:tr>
      <w:tr w:rsidR="00754ED2" w:rsidRPr="00754ED2" w14:paraId="0EDE1DEC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4FB24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35FF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5FA1A" w14:textId="286A6E9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144.12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869B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3.043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CB37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39.56</w:t>
            </w:r>
          </w:p>
        </w:tc>
      </w:tr>
      <w:tr w:rsidR="00754ED2" w:rsidRPr="00754ED2" w14:paraId="02AD802E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EAEF6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B1777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01310" w14:textId="2EAE048E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144.13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816C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3.039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E41C2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39.51</w:t>
            </w:r>
          </w:p>
        </w:tc>
      </w:tr>
      <w:tr w:rsidR="00754ED2" w:rsidRPr="00754ED2" w14:paraId="1E0CDC90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B09E0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6B3D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D1072" w14:textId="443D9279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144.14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CD61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3.005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EAAD7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39.06</w:t>
            </w:r>
          </w:p>
        </w:tc>
      </w:tr>
      <w:tr w:rsidR="00754ED2" w:rsidRPr="00754ED2" w14:paraId="5DB9D2EF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64DDC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5F10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D4A93" w14:textId="6A444E18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144.11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2D4D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2.492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C74C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32.40</w:t>
            </w:r>
          </w:p>
        </w:tc>
      </w:tr>
      <w:tr w:rsidR="00754ED2" w:rsidRPr="00754ED2" w14:paraId="579D910F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DFB55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FC3E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BF89F" w14:textId="6DE2148E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304.39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DB4F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2.071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4535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26.92</w:t>
            </w:r>
          </w:p>
        </w:tc>
      </w:tr>
      <w:tr w:rsidR="00754ED2" w:rsidRPr="00754ED2" w14:paraId="08A8B329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2DA98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8D38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6F759" w14:textId="1868E2E6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157.3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BD20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8.352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3F41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108.57</w:t>
            </w:r>
          </w:p>
        </w:tc>
      </w:tr>
      <w:tr w:rsidR="00754ED2" w:rsidRPr="00754ED2" w14:paraId="62B131BF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DEF68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6358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F9610" w14:textId="736D7361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157.14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CDBD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2.598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AED6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33.77</w:t>
            </w:r>
          </w:p>
        </w:tc>
      </w:tr>
      <w:tr w:rsidR="00754ED2" w:rsidRPr="00754ED2" w14:paraId="7D664545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E5D3B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B690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97ED8" w14:textId="6BDDE123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157.2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418F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2.489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F575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32.36</w:t>
            </w:r>
          </w:p>
        </w:tc>
      </w:tr>
      <w:tr w:rsidR="00754ED2" w:rsidRPr="00754ED2" w14:paraId="6A9422E5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C6FC3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863E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C98FD" w14:textId="79DE7B80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157.6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5EB1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2.022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9A322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26.29</w:t>
            </w:r>
          </w:p>
        </w:tc>
      </w:tr>
      <w:tr w:rsidR="00754ED2" w:rsidRPr="00754ED2" w14:paraId="0568D10F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B9956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65287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90086" w14:textId="32E45129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157.7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5FBB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1.950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61F3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25.35</w:t>
            </w:r>
          </w:p>
        </w:tc>
      </w:tr>
      <w:tr w:rsidR="00754ED2" w:rsidRPr="00754ED2" w14:paraId="31D3DA5C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8EFE3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79D3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771AA" w14:textId="23749A18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157.12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07E6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1.587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EABD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20.63</w:t>
            </w:r>
          </w:p>
        </w:tc>
      </w:tr>
      <w:tr w:rsidR="00754ED2" w:rsidRPr="00754ED2" w14:paraId="75368D1A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CC12F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BDFA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09AC9" w14:textId="77EF237C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157.15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EC792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1.092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AE882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14.19</w:t>
            </w:r>
          </w:p>
        </w:tc>
      </w:tr>
      <w:tr w:rsidR="00754ED2" w:rsidRPr="00754ED2" w14:paraId="41F82587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02265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4519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AB99D" w14:textId="6D24F784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157.11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F98D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87ED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13.00</w:t>
            </w:r>
          </w:p>
        </w:tc>
      </w:tr>
      <w:tr w:rsidR="00754ED2" w:rsidRPr="00754ED2" w14:paraId="29FA6E86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470D3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9451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D4A0B" w14:textId="10E38389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157.1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E600A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0.978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7238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12.71</w:t>
            </w:r>
          </w:p>
        </w:tc>
      </w:tr>
      <w:tr w:rsidR="00754ED2" w:rsidRPr="00754ED2" w14:paraId="7904D7B5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ECFEB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B25F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B518A" w14:textId="6564359A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157.16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3DD7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0.537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32EB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6.98</w:t>
            </w:r>
          </w:p>
        </w:tc>
      </w:tr>
      <w:tr w:rsidR="00754ED2" w:rsidRPr="00754ED2" w14:paraId="11BCFE90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42CDF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A331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5D4AA" w14:textId="1FBE01B9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157.18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C4E4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0.356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4EA4A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4.63</w:t>
            </w:r>
          </w:p>
        </w:tc>
      </w:tr>
      <w:tr w:rsidR="00754ED2" w:rsidRPr="00754ED2" w14:paraId="6968A4B7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EA073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E0FD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30141" w14:textId="1DC20AEA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157.5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3D30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0.059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3D17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0.76</w:t>
            </w:r>
          </w:p>
        </w:tc>
      </w:tr>
      <w:tr w:rsidR="00754ED2" w:rsidRPr="00754ED2" w14:paraId="38B157C0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3E76E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256D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9E432" w14:textId="7F7A1720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305.18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4428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5.956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A2D1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77.43</w:t>
            </w:r>
          </w:p>
        </w:tc>
      </w:tr>
      <w:tr w:rsidR="00754ED2" w:rsidRPr="00754ED2" w14:paraId="03566AF1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02CA8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DEAF7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BFFF1" w14:textId="68793529" w:rsidR="00754ED2" w:rsidRPr="00754ED2" w:rsidRDefault="00F415A9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305.19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67DE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2.041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9712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26.53</w:t>
            </w:r>
          </w:p>
        </w:tc>
      </w:tr>
      <w:tr w:rsidR="00754ED2" w:rsidRPr="00754ED2" w14:paraId="25FB650C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15294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9C5F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D6D07" w14:textId="5797C88F" w:rsidR="00754ED2" w:rsidRPr="00754ED2" w:rsidRDefault="00F415A9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305.2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C718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1.689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BDC3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21.96</w:t>
            </w:r>
          </w:p>
        </w:tc>
      </w:tr>
      <w:tr w:rsidR="00754ED2" w:rsidRPr="00754ED2" w14:paraId="2FE18076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05301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D187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F810B" w14:textId="15FE0B89" w:rsidR="00754ED2" w:rsidRPr="00754ED2" w:rsidRDefault="00F415A9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305.13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63C3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4.651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1E7A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60.46</w:t>
            </w:r>
          </w:p>
        </w:tc>
      </w:tr>
      <w:tr w:rsidR="00754ED2" w:rsidRPr="00754ED2" w14:paraId="696B3CF4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9F393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23DE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D5ED2" w14:textId="39339A86" w:rsidR="00754ED2" w:rsidRPr="00754ED2" w:rsidRDefault="00F415A9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305.12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B75F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2.721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8FF6A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35.37</w:t>
            </w:r>
          </w:p>
        </w:tc>
      </w:tr>
      <w:tr w:rsidR="00754ED2" w:rsidRPr="00754ED2" w14:paraId="7BD0211D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E465D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E42F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AD345" w14:textId="47B6634C" w:rsidR="00754ED2" w:rsidRPr="00754ED2" w:rsidRDefault="00AE0810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305.38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7CEF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2.644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CA057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34.38</w:t>
            </w:r>
          </w:p>
        </w:tc>
      </w:tr>
      <w:tr w:rsidR="00754ED2" w:rsidRPr="00754ED2" w14:paraId="4B17A460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34ADF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C383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62CF1" w14:textId="2B1D7217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305.39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6D69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2.639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446A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34.31</w:t>
            </w:r>
          </w:p>
        </w:tc>
      </w:tr>
      <w:tr w:rsidR="00754ED2" w:rsidRPr="00754ED2" w14:paraId="15B7DDDC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9CEC4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E118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2C667" w14:textId="71006E3D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305.37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221E7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2.244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B758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29.17</w:t>
            </w:r>
          </w:p>
        </w:tc>
      </w:tr>
      <w:tr w:rsidR="00754ED2" w:rsidRPr="00754ED2" w14:paraId="22A47CC5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70E79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311B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BB0E9" w14:textId="4CB17232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305.7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EB83A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1.249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E844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16.24</w:t>
            </w:r>
          </w:p>
        </w:tc>
      </w:tr>
      <w:tr w:rsidR="00754ED2" w:rsidRPr="00754ED2" w14:paraId="6693C84C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34C2A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D9C6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52D1F" w14:textId="1E1918EB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305.8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0F01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1.062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705B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13.80</w:t>
            </w:r>
          </w:p>
        </w:tc>
      </w:tr>
      <w:tr w:rsidR="00754ED2" w:rsidRPr="00754ED2" w14:paraId="22BEB004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804FE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4680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6BF23" w14:textId="4C11BBFD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305.14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F745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0.803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FD4A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10.45</w:t>
            </w:r>
          </w:p>
        </w:tc>
      </w:tr>
      <w:tr w:rsidR="00754ED2" w:rsidRPr="00754ED2" w14:paraId="79B89C71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341A7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A5FF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128DA" w14:textId="39830DC2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305.4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9190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0.688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1CF3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8.95</w:t>
            </w:r>
          </w:p>
        </w:tc>
      </w:tr>
      <w:tr w:rsidR="00754ED2" w:rsidRPr="00754ED2" w14:paraId="1DDF0E9C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6A538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D2D1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7735D" w14:textId="213A17D7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305.1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1B6D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0.461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019E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6.00</w:t>
            </w:r>
          </w:p>
        </w:tc>
      </w:tr>
      <w:tr w:rsidR="00754ED2" w:rsidRPr="00754ED2" w14:paraId="552F32DD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04008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51FB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E7AC9" w14:textId="59D2623C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305.29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9398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3.075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1A977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39.98</w:t>
            </w:r>
          </w:p>
        </w:tc>
      </w:tr>
      <w:tr w:rsidR="00754ED2" w:rsidRPr="00754ED2" w14:paraId="2E31A34D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F3336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C59C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E4712" w14:textId="1AA24504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305.28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9547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2.562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9DAF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33.30</w:t>
            </w:r>
          </w:p>
        </w:tc>
      </w:tr>
      <w:tr w:rsidR="00754ED2" w:rsidRPr="00754ED2" w14:paraId="60B8CA97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29797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E54C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7E0E4" w14:textId="7A474D87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305.21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B48F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1.727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A35A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22.46</w:t>
            </w:r>
          </w:p>
        </w:tc>
      </w:tr>
      <w:tr w:rsidR="00754ED2" w:rsidRPr="00754ED2" w14:paraId="53A43AC5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0DFEB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B04C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307EF" w14:textId="7F9362B0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305.27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413C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846E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19.50</w:t>
            </w:r>
          </w:p>
        </w:tc>
      </w:tr>
      <w:tr w:rsidR="00754ED2" w:rsidRPr="00754ED2" w14:paraId="7CF90BA6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F7C45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F41B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859AD" w14:textId="51E06E57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305.26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5202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078D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19.50</w:t>
            </w:r>
          </w:p>
        </w:tc>
      </w:tr>
      <w:tr w:rsidR="00754ED2" w:rsidRPr="00754ED2" w14:paraId="50F074C5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0D204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5E74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56F92" w14:textId="17BEECB0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305.3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60E67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1.353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3618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17.59</w:t>
            </w:r>
          </w:p>
        </w:tc>
      </w:tr>
      <w:tr w:rsidR="00754ED2" w:rsidRPr="00754ED2" w14:paraId="7C229F82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C7A6A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10DF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1DEA8" w14:textId="36E9ACA5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144.22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7744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2.596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57A52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33.75</w:t>
            </w:r>
          </w:p>
        </w:tc>
      </w:tr>
      <w:tr w:rsidR="00754ED2" w:rsidRPr="00754ED2" w14:paraId="69B21C45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E4B04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0BDFA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524BE" w14:textId="6FED34A1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144.9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F6FDA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0.922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2EE7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11.99</w:t>
            </w:r>
          </w:p>
        </w:tc>
      </w:tr>
      <w:tr w:rsidR="00754ED2" w:rsidRPr="00754ED2" w14:paraId="11A1F55C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37E3F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F2867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DD873" w14:textId="6C6186D6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144.9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5963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1.492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1493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19.39</w:t>
            </w:r>
          </w:p>
        </w:tc>
      </w:tr>
      <w:tr w:rsidR="00754ED2" w:rsidRPr="00754ED2" w14:paraId="470F5F8B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E7702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83E2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42686" w14:textId="6CE621E3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144.26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68E7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1.488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33B8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19.35</w:t>
            </w:r>
          </w:p>
        </w:tc>
      </w:tr>
      <w:tr w:rsidR="00754ED2" w:rsidRPr="00754ED2" w14:paraId="24AB6E1C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125A6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E161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24074" w14:textId="7EBB067E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103.14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F82B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0.789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6D237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10.25</w:t>
            </w:r>
          </w:p>
        </w:tc>
      </w:tr>
      <w:tr w:rsidR="00754ED2" w:rsidRPr="00754ED2" w14:paraId="4BD591FE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BF1D3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91AB2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1FFD8" w14:textId="1E256969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103.2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0F1D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0.414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B707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5.38</w:t>
            </w:r>
          </w:p>
        </w:tc>
      </w:tr>
      <w:tr w:rsidR="00754ED2" w:rsidRPr="00754ED2" w14:paraId="02C6F426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E892D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15D42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3ABFB" w14:textId="5C3761F1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103.3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9918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0.185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0BD9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2.40</w:t>
            </w:r>
          </w:p>
        </w:tc>
      </w:tr>
      <w:tr w:rsidR="00754ED2" w:rsidRPr="00754ED2" w14:paraId="51AB8094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10D8E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1B97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4A92D" w14:textId="049E4BB7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AFDD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2.009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9CAF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26.11</w:t>
            </w:r>
          </w:p>
        </w:tc>
      </w:tr>
      <w:tr w:rsidR="00754ED2" w:rsidRPr="00754ED2" w14:paraId="0355199C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07F83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8A4F2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CC862" w14:textId="784A1292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16.67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023B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2.914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7856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37.88</w:t>
            </w:r>
          </w:p>
        </w:tc>
      </w:tr>
      <w:tr w:rsidR="00754ED2" w:rsidRPr="00754ED2" w14:paraId="4F3EF3D4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425D9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CEE2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9CD99" w14:textId="1A3DE7DA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16.68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1489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0.576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A92D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7.48</w:t>
            </w:r>
          </w:p>
        </w:tc>
      </w:tr>
      <w:tr w:rsidR="00754ED2" w:rsidRPr="00754ED2" w14:paraId="4C30E069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CE3AF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777F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2B5FE" w14:textId="1EE102CA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16.69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CBAF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0.474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EADD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6.17</w:t>
            </w:r>
          </w:p>
        </w:tc>
      </w:tr>
      <w:tr w:rsidR="00754ED2" w:rsidRPr="00754ED2" w14:paraId="00AD73D4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DEFEB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9C0B2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23A96" w14:textId="23474161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16.65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E891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11.496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E609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149.45</w:t>
            </w:r>
          </w:p>
        </w:tc>
      </w:tr>
      <w:tr w:rsidR="00754ED2" w:rsidRPr="00754ED2" w14:paraId="165AF318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14B1C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B226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3955B" w14:textId="189EC6D1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5B4A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13.350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12AF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173.56</w:t>
            </w:r>
          </w:p>
        </w:tc>
      </w:tr>
      <w:tr w:rsidR="00754ED2" w:rsidRPr="00754ED2" w14:paraId="14F3B18A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CA8A0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DD1D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855DC" w14:textId="2C39D464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243.55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2C592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1.338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2340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17.39</w:t>
            </w:r>
          </w:p>
        </w:tc>
      </w:tr>
      <w:tr w:rsidR="00754ED2" w:rsidRPr="00754ED2" w14:paraId="71F20863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EB44D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7DE8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0410D" w14:textId="0246392A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182.17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C540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8.376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1901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108.89</w:t>
            </w:r>
          </w:p>
        </w:tc>
      </w:tr>
      <w:tr w:rsidR="00754ED2" w:rsidRPr="00754ED2" w14:paraId="2CB2F263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8C129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74432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00734" w14:textId="72926DDD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182.16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15C5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0.471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F3DC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6.12</w:t>
            </w:r>
          </w:p>
        </w:tc>
      </w:tr>
      <w:tr w:rsidR="00754ED2" w:rsidRPr="00754ED2" w14:paraId="4020442D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98A37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8606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75C5C" w14:textId="7F30E2EE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182.19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F027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0.104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DC52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1.35</w:t>
            </w:r>
          </w:p>
        </w:tc>
      </w:tr>
      <w:tr w:rsidR="00754ED2" w:rsidRPr="00754ED2" w14:paraId="47ADEBF2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44D63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99D0A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A6CCF" w14:textId="0CBDC1EF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305.33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D3BC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0.858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B47C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11.16</w:t>
            </w:r>
          </w:p>
        </w:tc>
      </w:tr>
      <w:tr w:rsidR="00754ED2" w:rsidRPr="00754ED2" w14:paraId="3C026166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17B8D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 ИВАЙЛОВ ЦАНКОВ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DCBD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25F4E" w14:textId="29F09107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305.34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F2FD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0.720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C2D4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9.36</w:t>
            </w:r>
          </w:p>
        </w:tc>
      </w:tr>
      <w:tr w:rsidR="00754ED2" w:rsidRPr="00754ED2" w14:paraId="0AACBC20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F6703" w14:textId="77777777" w:rsidR="00754ED2" w:rsidRPr="00754ED2" w:rsidRDefault="00754ED2" w:rsidP="00754E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FB993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F344A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5C65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136.393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6A7B7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1773.11</w:t>
            </w:r>
          </w:p>
        </w:tc>
      </w:tr>
      <w:tr w:rsidR="00754ED2" w:rsidRPr="00754ED2" w14:paraId="16D64B97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9C449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 xml:space="preserve">ПЕТЪР НАЙДЕНОВ </w:t>
            </w:r>
            <w:proofErr w:type="spellStart"/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НАЙДЕНОВ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BE1E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5923D" w14:textId="402365F1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196.76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800A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E065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13.13</w:t>
            </w:r>
          </w:p>
        </w:tc>
      </w:tr>
      <w:tr w:rsidR="00754ED2" w:rsidRPr="00754ED2" w14:paraId="5407D43C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EAFBB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 xml:space="preserve">ПЕТЪР НАЙДЕНОВ </w:t>
            </w:r>
            <w:proofErr w:type="spellStart"/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НАЙДЕНОВ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8648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5C02D" w14:textId="25D8397B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196.74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A411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0.979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0A2F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12.73</w:t>
            </w:r>
          </w:p>
        </w:tc>
      </w:tr>
      <w:tr w:rsidR="00754ED2" w:rsidRPr="00754ED2" w14:paraId="412683CA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5F629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 xml:space="preserve">ПЕТЪР НАЙДЕНОВ </w:t>
            </w:r>
            <w:proofErr w:type="spellStart"/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НАЙДЕНОВ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1601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0C426" w14:textId="47950A19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196.7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1C59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0.780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5046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10.15</w:t>
            </w:r>
          </w:p>
        </w:tc>
      </w:tr>
      <w:tr w:rsidR="00754ED2" w:rsidRPr="00754ED2" w14:paraId="31180DA1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AA1D7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 xml:space="preserve">ПЕТЪР НАЙДЕНОВ </w:t>
            </w:r>
            <w:proofErr w:type="spellStart"/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НАЙДЕНОВ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F9D8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C3285" w14:textId="325F29CB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196.73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ADB4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0.504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C01A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6.55</w:t>
            </w:r>
          </w:p>
        </w:tc>
      </w:tr>
      <w:tr w:rsidR="00754ED2" w:rsidRPr="00754ED2" w14:paraId="3B5A03AD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FA88B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 xml:space="preserve">ПЕТЪР НАЙДЕНОВ </w:t>
            </w:r>
            <w:proofErr w:type="spellStart"/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НАЙДЕНОВ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181C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DCD93" w14:textId="125F58DA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196.71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4560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0.178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5D57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2.31</w:t>
            </w:r>
          </w:p>
        </w:tc>
      </w:tr>
      <w:tr w:rsidR="00754ED2" w:rsidRPr="00754ED2" w14:paraId="79C790BC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BE376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 xml:space="preserve">ПЕТЪР НАЙДЕНОВ </w:t>
            </w:r>
            <w:proofErr w:type="spellStart"/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НАЙДЕНОВ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1D0A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E65A5" w14:textId="31335B72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196.112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E2FA7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0.966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6E2C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12.56</w:t>
            </w:r>
          </w:p>
        </w:tc>
      </w:tr>
      <w:tr w:rsidR="00754ED2" w:rsidRPr="00754ED2" w14:paraId="22E40C0D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87A53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 xml:space="preserve">ПЕТЪР НАЙДЕНОВ </w:t>
            </w:r>
            <w:proofErr w:type="spellStart"/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НАЙДЕНОВ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9B012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48E5D" w14:textId="17062812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196.113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647F2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1.841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2F7A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23.93</w:t>
            </w:r>
          </w:p>
        </w:tc>
      </w:tr>
      <w:tr w:rsidR="00754ED2" w:rsidRPr="00754ED2" w14:paraId="08B31FE2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F19A7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 xml:space="preserve">ПЕТЪР НАЙДЕНОВ </w:t>
            </w:r>
            <w:proofErr w:type="spellStart"/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НАЙДЕНОВ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7E7B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165B1" w14:textId="6AC3E3BB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196.111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72E0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EF1E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12.87</w:t>
            </w:r>
          </w:p>
        </w:tc>
      </w:tr>
      <w:tr w:rsidR="00754ED2" w:rsidRPr="00754ED2" w14:paraId="154DD71B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AE955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 xml:space="preserve">ПЕТЪР НАЙДЕНОВ </w:t>
            </w:r>
            <w:proofErr w:type="spellStart"/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НАЙДЕНОВ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63F9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34CCB" w14:textId="457EF312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196.1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5CAA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2.503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C70B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32.53</w:t>
            </w:r>
          </w:p>
        </w:tc>
      </w:tr>
      <w:tr w:rsidR="00754ED2" w:rsidRPr="00754ED2" w14:paraId="743F859F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1F57B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 xml:space="preserve">ПЕТЪР НАЙДЕНОВ </w:t>
            </w:r>
            <w:proofErr w:type="spellStart"/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НАЙДЕНОВ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3654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FFB80" w14:textId="4004DBDC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196.99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040A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0.809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C463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10.51</w:t>
            </w:r>
          </w:p>
        </w:tc>
      </w:tr>
      <w:tr w:rsidR="00754ED2" w:rsidRPr="00754ED2" w14:paraId="177D4913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62171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 xml:space="preserve">ПЕТЪР НАЙДЕНОВ </w:t>
            </w:r>
            <w:proofErr w:type="spellStart"/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НАЙДЕНОВ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DCF7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D7CF3" w14:textId="1304B313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196.75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F32E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2.213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05302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28.76</w:t>
            </w:r>
          </w:p>
        </w:tc>
      </w:tr>
      <w:tr w:rsidR="00754ED2" w:rsidRPr="00754ED2" w14:paraId="458D6223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90D1C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 xml:space="preserve">ПЕТЪР НАЙДЕНОВ </w:t>
            </w:r>
            <w:proofErr w:type="spellStart"/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НАЙДЕНОВ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8AF4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93B45" w14:textId="4D71AB94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196.84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37EF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1.157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991D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15.04</w:t>
            </w:r>
          </w:p>
        </w:tc>
      </w:tr>
      <w:tr w:rsidR="00754ED2" w:rsidRPr="00754ED2" w14:paraId="03FDFE3C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AC1EA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 xml:space="preserve">ПЕТЪР НАЙДЕНОВ </w:t>
            </w:r>
            <w:proofErr w:type="spellStart"/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НАЙДЕНОВ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E08B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25FF3" w14:textId="7DDD698F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196.83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7E1F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0.649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3AD5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8.44</w:t>
            </w:r>
          </w:p>
        </w:tc>
      </w:tr>
      <w:tr w:rsidR="00754ED2" w:rsidRPr="00754ED2" w14:paraId="191C16FF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F018A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 xml:space="preserve">ПЕТЪР НАЙДЕНОВ </w:t>
            </w:r>
            <w:proofErr w:type="spellStart"/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НАЙДЕНОВ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AD862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C0BDC" w14:textId="04696E81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196.94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FABB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1.369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C9A6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17.80</w:t>
            </w:r>
          </w:p>
        </w:tc>
      </w:tr>
      <w:tr w:rsidR="00754ED2" w:rsidRPr="00754ED2" w14:paraId="3DC926EF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AE33D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 xml:space="preserve">ПЕТЪР НАЙДЕНОВ </w:t>
            </w:r>
            <w:proofErr w:type="spellStart"/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НАЙДЕНОВ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C9A9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451C1" w14:textId="16C8784E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196.95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10EF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0.317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8CA6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4.12</w:t>
            </w:r>
          </w:p>
        </w:tc>
      </w:tr>
      <w:tr w:rsidR="00754ED2" w:rsidRPr="00754ED2" w14:paraId="583513D3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7791C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 xml:space="preserve">ПЕТЪР НАЙДЕНОВ </w:t>
            </w:r>
            <w:proofErr w:type="spellStart"/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НАЙДЕНОВ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E22A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447B3" w14:textId="383A0C1E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196.85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F482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1.016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F43B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13.21</w:t>
            </w:r>
          </w:p>
        </w:tc>
      </w:tr>
      <w:tr w:rsidR="00754ED2" w:rsidRPr="00754ED2" w14:paraId="2EBEA9D3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671C7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 xml:space="preserve">ПЕТЪР НАЙДЕНОВ </w:t>
            </w:r>
            <w:proofErr w:type="spellStart"/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НАЙДЕНОВ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796E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47A20" w14:textId="0DFF8CCF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196.87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DFA89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0.824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13C9A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10.71</w:t>
            </w:r>
          </w:p>
        </w:tc>
      </w:tr>
      <w:tr w:rsidR="00754ED2" w:rsidRPr="00754ED2" w14:paraId="7C8F9C0C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5E13C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 xml:space="preserve">ПЕТЪР НАЙДЕНОВ </w:t>
            </w:r>
            <w:proofErr w:type="spellStart"/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НАЙДЕНОВ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EB5F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82957" w14:textId="581C2128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214.28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6A932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1.574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5E50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20.46</w:t>
            </w:r>
          </w:p>
        </w:tc>
      </w:tr>
      <w:tr w:rsidR="00754ED2" w:rsidRPr="00754ED2" w14:paraId="476380F7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27125" w14:textId="77777777" w:rsidR="00754ED2" w:rsidRPr="00754ED2" w:rsidRDefault="00754ED2" w:rsidP="00754E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B6AC9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C92C4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7125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19.678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762BB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255.81</w:t>
            </w:r>
          </w:p>
        </w:tc>
      </w:tr>
      <w:tr w:rsidR="00754ED2" w:rsidRPr="00754ED2" w14:paraId="2B20DB69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76630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80CD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15FEF" w14:textId="48A6781B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297.15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A26C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1.684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E305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21.90</w:t>
            </w:r>
          </w:p>
        </w:tc>
      </w:tr>
      <w:tr w:rsidR="00754ED2" w:rsidRPr="00754ED2" w14:paraId="704056EF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E1D45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5968A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D07FF" w14:textId="3938490F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214.33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88FA4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2.569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B3D6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33.39</w:t>
            </w:r>
          </w:p>
        </w:tc>
      </w:tr>
      <w:tr w:rsidR="00754ED2" w:rsidRPr="00754ED2" w14:paraId="0F15A70A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414F1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46727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5F18D" w14:textId="4D79B598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214.26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07268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2.464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1E4DC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32.03</w:t>
            </w:r>
          </w:p>
        </w:tc>
      </w:tr>
      <w:tr w:rsidR="00754ED2" w:rsidRPr="00754ED2" w14:paraId="5894D4CE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5D950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EB21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423DC" w14:textId="31F71FF7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214.19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0653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2.439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8EFD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31.71</w:t>
            </w:r>
          </w:p>
        </w:tc>
      </w:tr>
      <w:tr w:rsidR="00754ED2" w:rsidRPr="00754ED2" w14:paraId="2FD1B2D6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4BF4C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BA5F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BE3E0" w14:textId="52F2A040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214.32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20A1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1.735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964ED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22.55</w:t>
            </w:r>
          </w:p>
        </w:tc>
      </w:tr>
      <w:tr w:rsidR="00754ED2" w:rsidRPr="00754ED2" w14:paraId="2E896A8A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6944F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ТИХОМИР ТРИФОНОВ МИКОВ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4690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CF7B9" w14:textId="1DE34D79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214.27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83C1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1.270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51311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16.51</w:t>
            </w:r>
          </w:p>
        </w:tc>
      </w:tr>
      <w:tr w:rsidR="00754ED2" w:rsidRPr="00754ED2" w14:paraId="435F5E46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8F12B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ТИХОМИР ТРИФОНОВ МИКОВ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8F1EF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64C92" w14:textId="365558D6" w:rsidR="00754ED2" w:rsidRPr="00754ED2" w:rsidRDefault="006F17DF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43788.</w:t>
            </w:r>
            <w:r w:rsidR="00754ED2"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214.21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44280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0.601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7EA97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7.82</w:t>
            </w:r>
          </w:p>
        </w:tc>
      </w:tr>
      <w:tr w:rsidR="00754ED2" w:rsidRPr="00754ED2" w14:paraId="430816EB" w14:textId="77777777" w:rsidTr="00754ED2">
        <w:trPr>
          <w:cantSplit/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07ED8" w14:textId="77777777" w:rsidR="00754ED2" w:rsidRPr="00754ED2" w:rsidRDefault="00754ED2" w:rsidP="00754E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EEF05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488C1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F2A35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12.762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301C6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165.91</w:t>
            </w:r>
          </w:p>
        </w:tc>
      </w:tr>
      <w:tr w:rsidR="00754ED2" w:rsidRPr="00754ED2" w14:paraId="5501EBE4" w14:textId="77777777" w:rsidTr="00754ED2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4174E" w14:textId="77777777" w:rsidR="00754ED2" w:rsidRPr="00754ED2" w:rsidRDefault="00754ED2" w:rsidP="00754E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землището (дка)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ECE53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E0876" w14:textId="77777777" w:rsidR="00754ED2" w:rsidRPr="00754ED2" w:rsidRDefault="00754ED2" w:rsidP="00754ED2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78D8E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306.602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E4FA3" w14:textId="77777777" w:rsidR="00754ED2" w:rsidRPr="00754ED2" w:rsidRDefault="00754ED2" w:rsidP="00754E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54ED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3985.83</w:t>
            </w:r>
          </w:p>
        </w:tc>
      </w:tr>
    </w:tbl>
    <w:p w14:paraId="6504851F" w14:textId="77777777" w:rsidR="00C03845" w:rsidRDefault="00C03845" w:rsidP="001860A7">
      <w:pPr>
        <w:jc w:val="both"/>
        <w:rPr>
          <w:lang w:val="bg-BG"/>
        </w:rPr>
      </w:pPr>
    </w:p>
    <w:p w14:paraId="1597EB5E" w14:textId="77777777" w:rsidR="001860A7" w:rsidRPr="00D92A91" w:rsidRDefault="001860A7" w:rsidP="001860A7">
      <w:pPr>
        <w:ind w:firstLine="720"/>
        <w:jc w:val="both"/>
        <w:rPr>
          <w:lang w:val="bg-BG"/>
        </w:rPr>
      </w:pPr>
      <w:r w:rsidRPr="000F6DCA">
        <w:rPr>
          <w:b/>
          <w:lang w:val="bg-BG"/>
        </w:rPr>
        <w:t>III.</w:t>
      </w:r>
      <w:r w:rsidRPr="00D92A91">
        <w:rPr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822405">
        <w:rPr>
          <w:lang w:val="bg-BG"/>
        </w:rPr>
        <w:t>в Областна дирекция „Земеделие“ София област</w:t>
      </w:r>
      <w:r w:rsidRPr="0051173B">
        <w:rPr>
          <w:color w:val="FF0000"/>
          <w:lang w:val="bg-BG"/>
        </w:rPr>
        <w:t xml:space="preserve"> </w:t>
      </w:r>
      <w:r w:rsidRPr="00D92A91">
        <w:rPr>
          <w:lang w:val="bg-BG"/>
        </w:rPr>
        <w:t xml:space="preserve">сума в размер на средното годишно рентно плащане за землището в едномесечен срок от публикуване на настоящата заповед. </w:t>
      </w:r>
    </w:p>
    <w:p w14:paraId="002D3E82" w14:textId="77777777" w:rsidR="001860A7" w:rsidRPr="00BD6601" w:rsidRDefault="001860A7" w:rsidP="001860A7">
      <w:pPr>
        <w:jc w:val="both"/>
        <w:rPr>
          <w:lang w:val="bg-BG"/>
        </w:rPr>
      </w:pPr>
      <w:r w:rsidRPr="00437AD3">
        <w:rPr>
          <w:b/>
          <w:lang w:val="bg-BG"/>
        </w:rPr>
        <w:t xml:space="preserve">Банкова сметка за чужди средства на Областна дирекция „Земеделие” </w:t>
      </w:r>
      <w:r>
        <w:rPr>
          <w:b/>
          <w:lang w:val="bg-BG"/>
        </w:rPr>
        <w:t>–</w:t>
      </w:r>
      <w:r w:rsidRPr="00437AD3">
        <w:rPr>
          <w:b/>
          <w:lang w:val="bg-BG"/>
        </w:rPr>
        <w:t xml:space="preserve"> </w:t>
      </w:r>
      <w:r>
        <w:rPr>
          <w:b/>
          <w:lang w:val="bg-BG"/>
        </w:rPr>
        <w:t xml:space="preserve">София област: Банка </w:t>
      </w:r>
      <w:r w:rsidRPr="00437AD3">
        <w:rPr>
          <w:b/>
          <w:lang w:val="bg-BG"/>
        </w:rPr>
        <w:t>УниКредит Булбанк, BIC: UNCRBGSF, IBAN: BG67 UNCR 7000 3319 7337 51</w:t>
      </w:r>
      <w:r>
        <w:rPr>
          <w:lang w:val="bg-BG"/>
        </w:rPr>
        <w:t>.</w:t>
      </w:r>
    </w:p>
    <w:p w14:paraId="62C3AE08" w14:textId="77777777" w:rsidR="001860A7" w:rsidRDefault="001860A7" w:rsidP="001860A7">
      <w:pPr>
        <w:ind w:firstLine="720"/>
        <w:jc w:val="both"/>
        <w:rPr>
          <w:lang w:val="bg-BG"/>
        </w:rPr>
      </w:pPr>
      <w:r w:rsidRPr="007970E5">
        <w:rPr>
          <w:b/>
        </w:rPr>
        <w:t>IV</w:t>
      </w:r>
      <w:r w:rsidRPr="008124DD">
        <w:rPr>
          <w:b/>
          <w:lang w:val="bg-BG"/>
        </w:rPr>
        <w:t xml:space="preserve">. </w:t>
      </w:r>
      <w:r>
        <w:rPr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14:paraId="07F85A94" w14:textId="2F741730" w:rsidR="001860A7" w:rsidRDefault="001860A7" w:rsidP="001860A7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с. </w:t>
      </w:r>
      <w:r w:rsidR="00C03845">
        <w:rPr>
          <w:lang w:val="bg-BG"/>
        </w:rPr>
        <w:t>Липница</w:t>
      </w:r>
      <w:r>
        <w:rPr>
          <w:lang w:val="bg-BG"/>
        </w:rPr>
        <w:t xml:space="preserve"> и в сградата на Общинска служба по земеделие – гр. Ботевград и да се публикува на интернет страниците на съответната община и Областна дирекция „Земеделие” – София област.</w:t>
      </w:r>
    </w:p>
    <w:p w14:paraId="5DB79051" w14:textId="77777777" w:rsidR="001860A7" w:rsidRDefault="001860A7" w:rsidP="001860A7">
      <w:pPr>
        <w:ind w:firstLine="720"/>
        <w:jc w:val="both"/>
        <w:rPr>
          <w:lang w:val="bg-BG"/>
        </w:rPr>
      </w:pPr>
      <w:r>
        <w:rPr>
          <w:lang w:val="bg-BG"/>
        </w:rPr>
        <w:t>Контрол по изпълнението на заповедта възлагам на началника на Общинска служба по земеделие – гр. Ботевград.</w:t>
      </w:r>
    </w:p>
    <w:p w14:paraId="6628683D" w14:textId="77777777" w:rsidR="001860A7" w:rsidRPr="000F6DCA" w:rsidRDefault="001860A7" w:rsidP="001860A7">
      <w:pPr>
        <w:ind w:firstLine="720"/>
        <w:jc w:val="both"/>
        <w:rPr>
          <w:lang w:val="bg-BG"/>
        </w:rPr>
      </w:pPr>
      <w:r w:rsidRPr="00E1294D">
        <w:rPr>
          <w:lang w:val="bg-BG"/>
        </w:rPr>
        <w:t>Заповедта да се доведе до знанието на съответните длъжностни лица, за сведение и изпълнение.</w:t>
      </w:r>
    </w:p>
    <w:p w14:paraId="3733CCD2" w14:textId="77777777" w:rsidR="001860A7" w:rsidRDefault="001860A7" w:rsidP="001860A7">
      <w:pPr>
        <w:ind w:firstLine="720"/>
        <w:jc w:val="both"/>
        <w:rPr>
          <w:lang w:val="bg-BG"/>
        </w:rPr>
      </w:pPr>
      <w:r>
        <w:rPr>
          <w:lang w:val="bg-BG"/>
        </w:rPr>
        <w:t xml:space="preserve">Заповедта може да бъде обжалвана по реда на </w:t>
      </w:r>
      <w:proofErr w:type="spellStart"/>
      <w:r>
        <w:rPr>
          <w:lang w:val="bg-BG"/>
        </w:rPr>
        <w:t>Административнопроцесуалния</w:t>
      </w:r>
      <w:proofErr w:type="spellEnd"/>
      <w:r>
        <w:rPr>
          <w:lang w:val="bg-BG"/>
        </w:rPr>
        <w:t xml:space="preserve"> кодекс. Обжалването на заповедта не спира нейното изпълнение. </w:t>
      </w:r>
    </w:p>
    <w:p w14:paraId="594553E7" w14:textId="77777777" w:rsidR="001860A7" w:rsidRDefault="001860A7" w:rsidP="001860A7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Неразделна част от настоящата заповед са:</w:t>
      </w:r>
    </w:p>
    <w:p w14:paraId="53B0A6EC" w14:textId="77777777" w:rsidR="001860A7" w:rsidRDefault="001860A7" w:rsidP="001860A7">
      <w:pPr>
        <w:ind w:firstLine="720"/>
        <w:jc w:val="both"/>
        <w:rPr>
          <w:lang w:val="bg-BG"/>
        </w:rPr>
      </w:pPr>
      <w:r>
        <w:rPr>
          <w:lang w:val="bg-BG"/>
        </w:rPr>
        <w:t xml:space="preserve">1. Декларации на собствениците и/или ползвателите по чл. 37ж, ал. 8 от ЗСПЗЗ. </w:t>
      </w:r>
    </w:p>
    <w:p w14:paraId="3B009C0D" w14:textId="77777777" w:rsidR="001860A7" w:rsidRDefault="001860A7" w:rsidP="001860A7">
      <w:pPr>
        <w:ind w:firstLine="720"/>
        <w:jc w:val="both"/>
        <w:rPr>
          <w:lang w:val="bg-BG"/>
        </w:rPr>
      </w:pPr>
      <w:r>
        <w:rPr>
          <w:lang w:val="bg-BG"/>
        </w:rPr>
        <w:t xml:space="preserve">2. Споразумението по т. </w:t>
      </w:r>
      <w:r w:rsidRPr="00E26E87">
        <w:t>I</w:t>
      </w:r>
      <w:r w:rsidRPr="00E26E87">
        <w:rPr>
          <w:lang w:val="bg-BG"/>
        </w:rPr>
        <w:t>.</w:t>
      </w:r>
      <w:r>
        <w:rPr>
          <w:lang w:val="bg-BG"/>
        </w:rPr>
        <w:t xml:space="preserve"> </w:t>
      </w:r>
    </w:p>
    <w:p w14:paraId="73484DB6" w14:textId="77777777" w:rsidR="009D2E1D" w:rsidRPr="00FB7937" w:rsidRDefault="009D2E1D" w:rsidP="001860A7">
      <w:pPr>
        <w:ind w:firstLine="720"/>
        <w:jc w:val="both"/>
        <w:rPr>
          <w:lang w:val="bg-BG"/>
        </w:rPr>
      </w:pPr>
    </w:p>
    <w:p w14:paraId="216F8347" w14:textId="77777777" w:rsidR="001860A7" w:rsidRDefault="001860A7" w:rsidP="001860A7">
      <w:pPr>
        <w:ind w:firstLine="720"/>
        <w:jc w:val="both"/>
        <w:rPr>
          <w:b/>
          <w:lang w:val="bg-BG"/>
        </w:rPr>
      </w:pPr>
    </w:p>
    <w:p w14:paraId="513B365B" w14:textId="77777777" w:rsidR="00CD7553" w:rsidRPr="00CD7553" w:rsidRDefault="00CD7553" w:rsidP="00CD7553">
      <w:pPr>
        <w:rPr>
          <w:lang w:val="bg-BG"/>
        </w:rPr>
      </w:pPr>
    </w:p>
    <w:p w14:paraId="2D325CF7" w14:textId="77777777" w:rsidR="00CD7553" w:rsidRPr="00CD7553" w:rsidRDefault="00CD7553" w:rsidP="00CD7553">
      <w:pPr>
        <w:rPr>
          <w:lang w:val="bg-BG"/>
        </w:rPr>
      </w:pPr>
    </w:p>
    <w:p w14:paraId="30A9C18A" w14:textId="77777777" w:rsidR="00CD7553" w:rsidRPr="00CD7553" w:rsidRDefault="00CD7553" w:rsidP="00CD7553">
      <w:pPr>
        <w:rPr>
          <w:lang w:val="bg-BG"/>
        </w:rPr>
      </w:pPr>
    </w:p>
    <w:p w14:paraId="3C6A17FA" w14:textId="7B72AAD0" w:rsidR="00CD7553" w:rsidRDefault="00CD7553" w:rsidP="00CD7553">
      <w:pPr>
        <w:rPr>
          <w:lang w:val="bg-BG"/>
        </w:rPr>
      </w:pPr>
    </w:p>
    <w:p w14:paraId="75071404" w14:textId="430657EE" w:rsidR="00CD7553" w:rsidRPr="00552D27" w:rsidRDefault="00CD7553" w:rsidP="00CD7553">
      <w:pPr>
        <w:jc w:val="both"/>
        <w:rPr>
          <w:b/>
          <w:color w:val="000000"/>
          <w:lang w:val="bg-BG" w:eastAsia="bg-BG"/>
        </w:rPr>
      </w:pPr>
      <w:r w:rsidRPr="002D3133">
        <w:rPr>
          <w:b/>
          <w:color w:val="000000"/>
          <w:lang w:eastAsia="bg-BG"/>
        </w:rPr>
        <w:t>ПЕТКО ДИМОВ</w:t>
      </w:r>
      <w:r>
        <w:rPr>
          <w:b/>
          <w:color w:val="000000"/>
          <w:lang w:eastAsia="bg-BG"/>
        </w:rPr>
        <w:t>:</w:t>
      </w:r>
      <w:r w:rsidR="00552D27">
        <w:rPr>
          <w:b/>
          <w:color w:val="000000"/>
          <w:lang w:val="bg-BG" w:eastAsia="bg-BG"/>
        </w:rPr>
        <w:tab/>
        <w:t>/П/</w:t>
      </w:r>
    </w:p>
    <w:p w14:paraId="2B97D75D" w14:textId="77777777" w:rsidR="00CD7553" w:rsidRPr="002D3133" w:rsidRDefault="00CD7553" w:rsidP="00CD7553">
      <w:pPr>
        <w:jc w:val="both"/>
        <w:rPr>
          <w:i/>
          <w:color w:val="000000" w:themeColor="text1"/>
        </w:rPr>
      </w:pPr>
    </w:p>
    <w:p w14:paraId="7B2DD2A3" w14:textId="77777777" w:rsidR="00CD7553" w:rsidRPr="002D3133" w:rsidRDefault="00CD7553" w:rsidP="00CD7553">
      <w:pPr>
        <w:jc w:val="both"/>
        <w:rPr>
          <w:i/>
          <w:color w:val="000000" w:themeColor="text1"/>
        </w:rPr>
      </w:pPr>
      <w:proofErr w:type="spellStart"/>
      <w:r w:rsidRPr="002D3133">
        <w:rPr>
          <w:i/>
          <w:color w:val="000000" w:themeColor="text1"/>
        </w:rPr>
        <w:t>Директор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на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Областна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дирекция</w:t>
      </w:r>
      <w:proofErr w:type="spellEnd"/>
    </w:p>
    <w:p w14:paraId="27F6BED6" w14:textId="77777777" w:rsidR="00CD7553" w:rsidRPr="002D3133" w:rsidRDefault="00CD7553" w:rsidP="00CD7553">
      <w:pPr>
        <w:jc w:val="both"/>
        <w:rPr>
          <w:i/>
          <w:color w:val="000000" w:themeColor="text1"/>
        </w:rPr>
      </w:pPr>
      <w:r w:rsidRPr="002D3133">
        <w:rPr>
          <w:i/>
          <w:color w:val="000000" w:themeColor="text1"/>
        </w:rPr>
        <w:t>,</w:t>
      </w:r>
      <w:proofErr w:type="gramStart"/>
      <w:r w:rsidRPr="002D3133">
        <w:rPr>
          <w:i/>
          <w:color w:val="000000" w:themeColor="text1"/>
        </w:rPr>
        <w:t>,</w:t>
      </w:r>
      <w:proofErr w:type="spellStart"/>
      <w:r w:rsidRPr="002D3133">
        <w:rPr>
          <w:i/>
          <w:color w:val="000000" w:themeColor="text1"/>
        </w:rPr>
        <w:t>Земеделие</w:t>
      </w:r>
      <w:proofErr w:type="spellEnd"/>
      <w:proofErr w:type="gramEnd"/>
      <w:r w:rsidRPr="002D3133">
        <w:rPr>
          <w:i/>
          <w:color w:val="000000" w:themeColor="text1"/>
        </w:rPr>
        <w:t xml:space="preserve">” – </w:t>
      </w:r>
    </w:p>
    <w:p w14:paraId="4003E8E4" w14:textId="77777777" w:rsidR="00CD7553" w:rsidRPr="002D3133" w:rsidRDefault="00CD7553" w:rsidP="00CD7553">
      <w:pPr>
        <w:jc w:val="both"/>
        <w:rPr>
          <w:i/>
          <w:color w:val="000000" w:themeColor="text1"/>
        </w:rPr>
      </w:pPr>
      <w:proofErr w:type="spellStart"/>
      <w:r w:rsidRPr="002D3133">
        <w:rPr>
          <w:i/>
          <w:color w:val="000000" w:themeColor="text1"/>
        </w:rPr>
        <w:t>София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област</w:t>
      </w:r>
      <w:proofErr w:type="spellEnd"/>
    </w:p>
    <w:p w14:paraId="790FFA6D" w14:textId="77777777" w:rsidR="009D2E1D" w:rsidRPr="00CD7553" w:rsidRDefault="009D2E1D" w:rsidP="00CD7553">
      <w:pPr>
        <w:rPr>
          <w:lang w:val="bg-BG"/>
        </w:rPr>
      </w:pPr>
    </w:p>
    <w:sectPr w:rsidR="009D2E1D" w:rsidRPr="00CD7553" w:rsidSect="009D2E1D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709" w:right="1134" w:bottom="993" w:left="1276" w:header="680" w:footer="37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CFFD05" w14:textId="77777777" w:rsidR="00A3648A" w:rsidRDefault="00A3648A">
      <w:r>
        <w:separator/>
      </w:r>
    </w:p>
  </w:endnote>
  <w:endnote w:type="continuationSeparator" w:id="0">
    <w:p w14:paraId="134471C7" w14:textId="77777777" w:rsidR="00A3648A" w:rsidRDefault="00A36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987672" w14:textId="77777777" w:rsidR="00754ED2" w:rsidRDefault="00754ED2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04DAF8" w14:textId="77777777" w:rsidR="00754ED2" w:rsidRDefault="00754ED2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763E7" w14:textId="362C845A" w:rsidR="00754ED2" w:rsidRPr="00713EC9" w:rsidRDefault="00754ED2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BA5188">
      <w:rPr>
        <w:rStyle w:val="PageNumber"/>
        <w:noProof/>
        <w:sz w:val="18"/>
      </w:rPr>
      <w:t>6</w:t>
    </w:r>
    <w:r w:rsidRPr="00713EC9">
      <w:rPr>
        <w:rStyle w:val="PageNumber"/>
        <w:sz w:val="18"/>
      </w:rPr>
      <w:fldChar w:fldCharType="end"/>
    </w:r>
  </w:p>
  <w:p w14:paraId="317454A5" w14:textId="77777777" w:rsidR="00754ED2" w:rsidRPr="005343A9" w:rsidRDefault="00754ED2" w:rsidP="008931E5">
    <w:pPr>
      <w:jc w:val="center"/>
      <w:rPr>
        <w:rFonts w:ascii="Verdana" w:hAnsi="Verdana"/>
        <w:noProof/>
        <w:sz w:val="16"/>
        <w:szCs w:val="16"/>
        <w:lang w:val="ru-RU" w:eastAsia="bg-BG"/>
      </w:rPr>
    </w:pPr>
    <w:r w:rsidRPr="005343A9">
      <w:rPr>
        <w:rFonts w:ascii="Verdana" w:hAnsi="Verdana"/>
        <w:noProof/>
        <w:sz w:val="16"/>
        <w:szCs w:val="16"/>
        <w:lang w:val="ru-RU" w:eastAsia="bg-BG"/>
      </w:rPr>
      <w:t>гр. София 1000, бул. "Витоша" №4, ет.6; https://www.mzh.government.bg/ODZ-Sofiaoblast/bg/Home.aspx</w:t>
    </w:r>
  </w:p>
  <w:p w14:paraId="56E005B9" w14:textId="77777777" w:rsidR="00754ED2" w:rsidRPr="005343A9" w:rsidRDefault="00754ED2" w:rsidP="008931E5">
    <w:pPr>
      <w:jc w:val="center"/>
      <w:rPr>
        <w:rFonts w:ascii="Verdana" w:hAnsi="Verdana"/>
        <w:noProof/>
        <w:sz w:val="16"/>
        <w:szCs w:val="16"/>
        <w:lang w:val="ru-RU" w:eastAsia="bg-BG"/>
      </w:rPr>
    </w:pPr>
    <w:r w:rsidRPr="005343A9">
      <w:rPr>
        <w:rFonts w:ascii="Verdana" w:hAnsi="Verdana"/>
        <w:noProof/>
        <w:sz w:val="16"/>
        <w:szCs w:val="16"/>
        <w:lang w:val="ru-RU" w:eastAsia="bg-BG"/>
      </w:rPr>
      <w:t>тел:(+3592) 419 70 20, e-mail: odzg_sfoblast@mzh.government.bg</w:t>
    </w:r>
  </w:p>
  <w:p w14:paraId="4542867E" w14:textId="77777777" w:rsidR="00754ED2" w:rsidRPr="005343A9" w:rsidRDefault="00754ED2" w:rsidP="008931E5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A9A0F" w14:textId="77777777" w:rsidR="00754ED2" w:rsidRPr="005343A9" w:rsidRDefault="00754ED2" w:rsidP="00C364AB">
    <w:pPr>
      <w:jc w:val="center"/>
      <w:rPr>
        <w:rFonts w:ascii="Verdana" w:hAnsi="Verdana"/>
        <w:noProof/>
        <w:sz w:val="16"/>
        <w:szCs w:val="16"/>
        <w:lang w:val="ru-RU" w:eastAsia="bg-BG"/>
      </w:rPr>
    </w:pPr>
    <w:r w:rsidRPr="005343A9">
      <w:rPr>
        <w:rFonts w:ascii="Verdana" w:hAnsi="Verdana"/>
        <w:noProof/>
        <w:sz w:val="16"/>
        <w:szCs w:val="16"/>
        <w:lang w:val="ru-RU" w:eastAsia="bg-BG"/>
      </w:rPr>
      <w:t>гр. София 1000, бул. "Витоша" №4, ет.6; https://www.mzh.government.bg/ODZ-Sofiaoblast/bg/Home.aspx</w:t>
    </w:r>
  </w:p>
  <w:p w14:paraId="37450A51" w14:textId="77777777" w:rsidR="00754ED2" w:rsidRPr="005343A9" w:rsidRDefault="00754ED2" w:rsidP="00C364AB">
    <w:pPr>
      <w:jc w:val="center"/>
      <w:rPr>
        <w:rFonts w:ascii="Verdana" w:hAnsi="Verdana"/>
        <w:noProof/>
        <w:sz w:val="16"/>
        <w:szCs w:val="16"/>
        <w:lang w:val="ru-RU" w:eastAsia="bg-BG"/>
      </w:rPr>
    </w:pPr>
    <w:r w:rsidRPr="005343A9">
      <w:rPr>
        <w:rFonts w:ascii="Verdana" w:hAnsi="Verdana"/>
        <w:noProof/>
        <w:sz w:val="16"/>
        <w:szCs w:val="16"/>
        <w:lang w:val="ru-RU" w:eastAsia="bg-BG"/>
      </w:rPr>
      <w:t>тел:(+3592) 419 70 20,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C075C3" w14:textId="77777777" w:rsidR="00A3648A" w:rsidRDefault="00A3648A">
      <w:r>
        <w:separator/>
      </w:r>
    </w:p>
  </w:footnote>
  <w:footnote w:type="continuationSeparator" w:id="0">
    <w:p w14:paraId="5C501818" w14:textId="77777777" w:rsidR="00A3648A" w:rsidRDefault="00A364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2F5F3" w14:textId="650D7F73" w:rsidR="00754ED2" w:rsidRPr="005B69F7" w:rsidRDefault="00754ED2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0199BD3D" wp14:editId="487C5674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E23395" w14:textId="0498BA1D" w:rsidR="00754ED2" w:rsidRPr="005B69F7" w:rsidRDefault="00754ED2" w:rsidP="005343A9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240" behindDoc="0" locked="0" layoutInCell="1" allowOverlap="1" wp14:anchorId="01FD6FA2" wp14:editId="17A3998B">
              <wp:simplePos x="0" y="0"/>
              <wp:positionH relativeFrom="column">
                <wp:posOffset>666276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shapetype w14:anchorId="0716AF0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2.45pt;margin-top:.65pt;width:0;height:48.2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AIoTmP3AAAAAgBAAAPAAAA&#10;AAAAAAAAAAAAACQEAABkcnMvZG93bnJldi54bWxQSwUGAAAAAAQABADzAAAALQUAAAAA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7BE1BFD4" w14:textId="5E0A14A6" w:rsidR="00754ED2" w:rsidRPr="0023186B" w:rsidRDefault="00754ED2" w:rsidP="005343A9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14:paraId="1E892D04" w14:textId="1DEBEC1D" w:rsidR="00754ED2" w:rsidRPr="00983B22" w:rsidRDefault="00754ED2" w:rsidP="005343A9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>Областна дирекция „Земеделие” – София област</w:t>
    </w:r>
  </w:p>
  <w:p w14:paraId="0F90B5D1" w14:textId="77777777" w:rsidR="00754ED2" w:rsidRPr="00983B22" w:rsidRDefault="00754ED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13A9F"/>
    <w:rsid w:val="00020405"/>
    <w:rsid w:val="00031A1D"/>
    <w:rsid w:val="0009344D"/>
    <w:rsid w:val="00094932"/>
    <w:rsid w:val="000A519D"/>
    <w:rsid w:val="000C2C0E"/>
    <w:rsid w:val="000C5047"/>
    <w:rsid w:val="000E2804"/>
    <w:rsid w:val="000E46A8"/>
    <w:rsid w:val="000F1F9F"/>
    <w:rsid w:val="000F3798"/>
    <w:rsid w:val="000F691D"/>
    <w:rsid w:val="0011621C"/>
    <w:rsid w:val="00127F9D"/>
    <w:rsid w:val="0013647C"/>
    <w:rsid w:val="00137F32"/>
    <w:rsid w:val="00155469"/>
    <w:rsid w:val="00157D1E"/>
    <w:rsid w:val="00164A60"/>
    <w:rsid w:val="00167D62"/>
    <w:rsid w:val="001738C2"/>
    <w:rsid w:val="00173A32"/>
    <w:rsid w:val="001850C9"/>
    <w:rsid w:val="001860A7"/>
    <w:rsid w:val="001A06E4"/>
    <w:rsid w:val="001A1BA3"/>
    <w:rsid w:val="001A1C66"/>
    <w:rsid w:val="001A2134"/>
    <w:rsid w:val="001A28F0"/>
    <w:rsid w:val="001B4BA5"/>
    <w:rsid w:val="001E18E8"/>
    <w:rsid w:val="001F1012"/>
    <w:rsid w:val="001F5264"/>
    <w:rsid w:val="0020653E"/>
    <w:rsid w:val="00212573"/>
    <w:rsid w:val="00214290"/>
    <w:rsid w:val="00225E60"/>
    <w:rsid w:val="00226449"/>
    <w:rsid w:val="00227215"/>
    <w:rsid w:val="0023186B"/>
    <w:rsid w:val="00236727"/>
    <w:rsid w:val="0024276E"/>
    <w:rsid w:val="002522D6"/>
    <w:rsid w:val="002639F4"/>
    <w:rsid w:val="00266D04"/>
    <w:rsid w:val="002725F6"/>
    <w:rsid w:val="00291BDD"/>
    <w:rsid w:val="00296C8F"/>
    <w:rsid w:val="002A10AF"/>
    <w:rsid w:val="002A55CD"/>
    <w:rsid w:val="002C0EE7"/>
    <w:rsid w:val="002C5874"/>
    <w:rsid w:val="002D3AFE"/>
    <w:rsid w:val="002D3B8A"/>
    <w:rsid w:val="002E25EF"/>
    <w:rsid w:val="002E37B1"/>
    <w:rsid w:val="002F2872"/>
    <w:rsid w:val="003015D9"/>
    <w:rsid w:val="003140CD"/>
    <w:rsid w:val="00316D26"/>
    <w:rsid w:val="00322DEA"/>
    <w:rsid w:val="00325630"/>
    <w:rsid w:val="0033321F"/>
    <w:rsid w:val="00334F0E"/>
    <w:rsid w:val="003361C6"/>
    <w:rsid w:val="00343C03"/>
    <w:rsid w:val="00345A2F"/>
    <w:rsid w:val="0035293A"/>
    <w:rsid w:val="00352944"/>
    <w:rsid w:val="00355EDA"/>
    <w:rsid w:val="0035766D"/>
    <w:rsid w:val="003601F1"/>
    <w:rsid w:val="003813FC"/>
    <w:rsid w:val="00382A94"/>
    <w:rsid w:val="0038518E"/>
    <w:rsid w:val="003A6165"/>
    <w:rsid w:val="003A7442"/>
    <w:rsid w:val="003B6B61"/>
    <w:rsid w:val="003C2E20"/>
    <w:rsid w:val="003D27F5"/>
    <w:rsid w:val="003D29F1"/>
    <w:rsid w:val="003D48FB"/>
    <w:rsid w:val="003E0E80"/>
    <w:rsid w:val="003E309D"/>
    <w:rsid w:val="003E4807"/>
    <w:rsid w:val="003E7141"/>
    <w:rsid w:val="003F12AE"/>
    <w:rsid w:val="00401145"/>
    <w:rsid w:val="0040496B"/>
    <w:rsid w:val="004114B6"/>
    <w:rsid w:val="0042599A"/>
    <w:rsid w:val="00430352"/>
    <w:rsid w:val="0043766A"/>
    <w:rsid w:val="00443D11"/>
    <w:rsid w:val="00446795"/>
    <w:rsid w:val="00451B49"/>
    <w:rsid w:val="00453581"/>
    <w:rsid w:val="00454CDE"/>
    <w:rsid w:val="00463733"/>
    <w:rsid w:val="00463C1A"/>
    <w:rsid w:val="00464041"/>
    <w:rsid w:val="00464B42"/>
    <w:rsid w:val="00471AF4"/>
    <w:rsid w:val="00496975"/>
    <w:rsid w:val="004A35CC"/>
    <w:rsid w:val="004B10BF"/>
    <w:rsid w:val="004C3144"/>
    <w:rsid w:val="004C4B62"/>
    <w:rsid w:val="004D575E"/>
    <w:rsid w:val="004D6111"/>
    <w:rsid w:val="004E31E0"/>
    <w:rsid w:val="004E5FF6"/>
    <w:rsid w:val="004E6A06"/>
    <w:rsid w:val="004F50DC"/>
    <w:rsid w:val="004F5882"/>
    <w:rsid w:val="004F765C"/>
    <w:rsid w:val="0051429F"/>
    <w:rsid w:val="00522D1E"/>
    <w:rsid w:val="005246DE"/>
    <w:rsid w:val="00533524"/>
    <w:rsid w:val="005343A9"/>
    <w:rsid w:val="00535A0F"/>
    <w:rsid w:val="00535D58"/>
    <w:rsid w:val="00535F7E"/>
    <w:rsid w:val="005379D0"/>
    <w:rsid w:val="00544517"/>
    <w:rsid w:val="005455E5"/>
    <w:rsid w:val="00552D27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6DB7"/>
    <w:rsid w:val="005A0D6A"/>
    <w:rsid w:val="005A2287"/>
    <w:rsid w:val="005A316B"/>
    <w:rsid w:val="005A3B17"/>
    <w:rsid w:val="005A42A6"/>
    <w:rsid w:val="005A4AF1"/>
    <w:rsid w:val="005B2632"/>
    <w:rsid w:val="005B4D1B"/>
    <w:rsid w:val="005B69F7"/>
    <w:rsid w:val="005C45C6"/>
    <w:rsid w:val="005D2C61"/>
    <w:rsid w:val="005D42C6"/>
    <w:rsid w:val="005D46A8"/>
    <w:rsid w:val="005D4B3F"/>
    <w:rsid w:val="005D7788"/>
    <w:rsid w:val="005E5F37"/>
    <w:rsid w:val="005F18B8"/>
    <w:rsid w:val="005F2352"/>
    <w:rsid w:val="005F3A9D"/>
    <w:rsid w:val="00600678"/>
    <w:rsid w:val="00602A0B"/>
    <w:rsid w:val="00605188"/>
    <w:rsid w:val="00606C01"/>
    <w:rsid w:val="00610E8C"/>
    <w:rsid w:val="00617A58"/>
    <w:rsid w:val="00623368"/>
    <w:rsid w:val="00623B38"/>
    <w:rsid w:val="0063213C"/>
    <w:rsid w:val="006359F1"/>
    <w:rsid w:val="00641A91"/>
    <w:rsid w:val="006434A5"/>
    <w:rsid w:val="00645F78"/>
    <w:rsid w:val="00646F79"/>
    <w:rsid w:val="00654315"/>
    <w:rsid w:val="006551EB"/>
    <w:rsid w:val="00665133"/>
    <w:rsid w:val="006655C6"/>
    <w:rsid w:val="00671B3F"/>
    <w:rsid w:val="006727E9"/>
    <w:rsid w:val="006871DF"/>
    <w:rsid w:val="00687C4C"/>
    <w:rsid w:val="00690025"/>
    <w:rsid w:val="00694953"/>
    <w:rsid w:val="00696864"/>
    <w:rsid w:val="006A3970"/>
    <w:rsid w:val="006A760F"/>
    <w:rsid w:val="006B0B9A"/>
    <w:rsid w:val="006B282B"/>
    <w:rsid w:val="006B7386"/>
    <w:rsid w:val="006C1BE4"/>
    <w:rsid w:val="006C5E63"/>
    <w:rsid w:val="006E1608"/>
    <w:rsid w:val="006E2F1D"/>
    <w:rsid w:val="006F0945"/>
    <w:rsid w:val="006F17DF"/>
    <w:rsid w:val="006F5952"/>
    <w:rsid w:val="00703AAB"/>
    <w:rsid w:val="00713EC9"/>
    <w:rsid w:val="00715C9E"/>
    <w:rsid w:val="007201AF"/>
    <w:rsid w:val="00723309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54ED2"/>
    <w:rsid w:val="00762DA8"/>
    <w:rsid w:val="00781F58"/>
    <w:rsid w:val="00785809"/>
    <w:rsid w:val="00787497"/>
    <w:rsid w:val="007947AE"/>
    <w:rsid w:val="007964C9"/>
    <w:rsid w:val="007A06D3"/>
    <w:rsid w:val="007A6290"/>
    <w:rsid w:val="007B4B8A"/>
    <w:rsid w:val="007B6DE1"/>
    <w:rsid w:val="007D05C7"/>
    <w:rsid w:val="007D07CD"/>
    <w:rsid w:val="007D6450"/>
    <w:rsid w:val="007E1E8A"/>
    <w:rsid w:val="007F3883"/>
    <w:rsid w:val="007F4B46"/>
    <w:rsid w:val="00800337"/>
    <w:rsid w:val="0080526F"/>
    <w:rsid w:val="00810556"/>
    <w:rsid w:val="00812A88"/>
    <w:rsid w:val="00813E21"/>
    <w:rsid w:val="00822F7A"/>
    <w:rsid w:val="00823FF9"/>
    <w:rsid w:val="008318FA"/>
    <w:rsid w:val="008324AB"/>
    <w:rsid w:val="008328AA"/>
    <w:rsid w:val="00835BBA"/>
    <w:rsid w:val="0085348A"/>
    <w:rsid w:val="0086367E"/>
    <w:rsid w:val="00871654"/>
    <w:rsid w:val="00877785"/>
    <w:rsid w:val="00883AE2"/>
    <w:rsid w:val="00890060"/>
    <w:rsid w:val="008931E5"/>
    <w:rsid w:val="00893776"/>
    <w:rsid w:val="008A1BBB"/>
    <w:rsid w:val="008A25C1"/>
    <w:rsid w:val="008A57E9"/>
    <w:rsid w:val="008B0206"/>
    <w:rsid w:val="008B1300"/>
    <w:rsid w:val="008D2703"/>
    <w:rsid w:val="008E0E45"/>
    <w:rsid w:val="008F3A6E"/>
    <w:rsid w:val="008F4B2A"/>
    <w:rsid w:val="008F7A88"/>
    <w:rsid w:val="0091297E"/>
    <w:rsid w:val="00931B42"/>
    <w:rsid w:val="00936425"/>
    <w:rsid w:val="00937D51"/>
    <w:rsid w:val="0094255C"/>
    <w:rsid w:val="00945150"/>
    <w:rsid w:val="00946D85"/>
    <w:rsid w:val="009568F1"/>
    <w:rsid w:val="00956CD8"/>
    <w:rsid w:val="00967CC5"/>
    <w:rsid w:val="00974546"/>
    <w:rsid w:val="009803EE"/>
    <w:rsid w:val="00983B22"/>
    <w:rsid w:val="00985484"/>
    <w:rsid w:val="00992DF8"/>
    <w:rsid w:val="00996A5D"/>
    <w:rsid w:val="0099762A"/>
    <w:rsid w:val="009A2BA7"/>
    <w:rsid w:val="009A45E8"/>
    <w:rsid w:val="009A49E5"/>
    <w:rsid w:val="009B3FDB"/>
    <w:rsid w:val="009B57C3"/>
    <w:rsid w:val="009C64B2"/>
    <w:rsid w:val="009D0F2C"/>
    <w:rsid w:val="009D2E1D"/>
    <w:rsid w:val="009D555E"/>
    <w:rsid w:val="009E7D8E"/>
    <w:rsid w:val="009F2A96"/>
    <w:rsid w:val="00A144F4"/>
    <w:rsid w:val="00A15B2B"/>
    <w:rsid w:val="00A22FCE"/>
    <w:rsid w:val="00A23BFD"/>
    <w:rsid w:val="00A2419F"/>
    <w:rsid w:val="00A24402"/>
    <w:rsid w:val="00A26C0E"/>
    <w:rsid w:val="00A27CA5"/>
    <w:rsid w:val="00A3648A"/>
    <w:rsid w:val="00A36C2A"/>
    <w:rsid w:val="00A45C80"/>
    <w:rsid w:val="00A56EBD"/>
    <w:rsid w:val="00A60928"/>
    <w:rsid w:val="00A64873"/>
    <w:rsid w:val="00A67727"/>
    <w:rsid w:val="00A74EBA"/>
    <w:rsid w:val="00A76A7D"/>
    <w:rsid w:val="00A76B02"/>
    <w:rsid w:val="00A806FD"/>
    <w:rsid w:val="00A838A3"/>
    <w:rsid w:val="00A908FE"/>
    <w:rsid w:val="00A92CFD"/>
    <w:rsid w:val="00AA37E5"/>
    <w:rsid w:val="00AB53BB"/>
    <w:rsid w:val="00AB7BD0"/>
    <w:rsid w:val="00AD13E8"/>
    <w:rsid w:val="00AD2747"/>
    <w:rsid w:val="00AD3A76"/>
    <w:rsid w:val="00AD6705"/>
    <w:rsid w:val="00AD6B30"/>
    <w:rsid w:val="00AD7D68"/>
    <w:rsid w:val="00AE0810"/>
    <w:rsid w:val="00AE6009"/>
    <w:rsid w:val="00B02AEB"/>
    <w:rsid w:val="00B059C1"/>
    <w:rsid w:val="00B14BA2"/>
    <w:rsid w:val="00B21D8A"/>
    <w:rsid w:val="00B23EF6"/>
    <w:rsid w:val="00B33ACE"/>
    <w:rsid w:val="00B54180"/>
    <w:rsid w:val="00B65B7A"/>
    <w:rsid w:val="00B71426"/>
    <w:rsid w:val="00B76386"/>
    <w:rsid w:val="00B76B80"/>
    <w:rsid w:val="00B80440"/>
    <w:rsid w:val="00B92A9C"/>
    <w:rsid w:val="00B97B20"/>
    <w:rsid w:val="00BA3DAB"/>
    <w:rsid w:val="00BA5128"/>
    <w:rsid w:val="00BA5188"/>
    <w:rsid w:val="00BB37D0"/>
    <w:rsid w:val="00BC0B35"/>
    <w:rsid w:val="00BC45FC"/>
    <w:rsid w:val="00BC5E18"/>
    <w:rsid w:val="00BD1BCF"/>
    <w:rsid w:val="00BD5937"/>
    <w:rsid w:val="00BD6537"/>
    <w:rsid w:val="00BE215C"/>
    <w:rsid w:val="00BE4052"/>
    <w:rsid w:val="00C00904"/>
    <w:rsid w:val="00C02136"/>
    <w:rsid w:val="00C03845"/>
    <w:rsid w:val="00C06313"/>
    <w:rsid w:val="00C120B5"/>
    <w:rsid w:val="00C2374B"/>
    <w:rsid w:val="00C34BD9"/>
    <w:rsid w:val="00C34FAA"/>
    <w:rsid w:val="00C35665"/>
    <w:rsid w:val="00C364AB"/>
    <w:rsid w:val="00C37346"/>
    <w:rsid w:val="00C41B72"/>
    <w:rsid w:val="00C473A4"/>
    <w:rsid w:val="00C624E9"/>
    <w:rsid w:val="00C66C44"/>
    <w:rsid w:val="00C84C39"/>
    <w:rsid w:val="00C955B9"/>
    <w:rsid w:val="00CA17DF"/>
    <w:rsid w:val="00CA3258"/>
    <w:rsid w:val="00CA41E3"/>
    <w:rsid w:val="00CA7A14"/>
    <w:rsid w:val="00CC4D7C"/>
    <w:rsid w:val="00CC671B"/>
    <w:rsid w:val="00CD6A9A"/>
    <w:rsid w:val="00CD7553"/>
    <w:rsid w:val="00CE47C7"/>
    <w:rsid w:val="00CE5345"/>
    <w:rsid w:val="00CE78CA"/>
    <w:rsid w:val="00CF1702"/>
    <w:rsid w:val="00CF334D"/>
    <w:rsid w:val="00D00BD9"/>
    <w:rsid w:val="00D04E6A"/>
    <w:rsid w:val="00D063E4"/>
    <w:rsid w:val="00D10B5A"/>
    <w:rsid w:val="00D117C6"/>
    <w:rsid w:val="00D1214A"/>
    <w:rsid w:val="00D13F65"/>
    <w:rsid w:val="00D259F5"/>
    <w:rsid w:val="00D30D14"/>
    <w:rsid w:val="00D450FA"/>
    <w:rsid w:val="00D514F6"/>
    <w:rsid w:val="00D57A2F"/>
    <w:rsid w:val="00D61AE4"/>
    <w:rsid w:val="00D71A31"/>
    <w:rsid w:val="00D72D28"/>
    <w:rsid w:val="00D742E5"/>
    <w:rsid w:val="00D7472F"/>
    <w:rsid w:val="00D767F3"/>
    <w:rsid w:val="00D81D3E"/>
    <w:rsid w:val="00D86621"/>
    <w:rsid w:val="00D86C51"/>
    <w:rsid w:val="00D94649"/>
    <w:rsid w:val="00D94EC1"/>
    <w:rsid w:val="00DA5FC2"/>
    <w:rsid w:val="00DA6215"/>
    <w:rsid w:val="00DB0831"/>
    <w:rsid w:val="00DB47C4"/>
    <w:rsid w:val="00DC07CF"/>
    <w:rsid w:val="00DD56FF"/>
    <w:rsid w:val="00DF7F89"/>
    <w:rsid w:val="00E033AB"/>
    <w:rsid w:val="00E03AA7"/>
    <w:rsid w:val="00E14211"/>
    <w:rsid w:val="00E14AEE"/>
    <w:rsid w:val="00E237A5"/>
    <w:rsid w:val="00E276F4"/>
    <w:rsid w:val="00E52E11"/>
    <w:rsid w:val="00E5612F"/>
    <w:rsid w:val="00E5627C"/>
    <w:rsid w:val="00E61682"/>
    <w:rsid w:val="00E6220A"/>
    <w:rsid w:val="00E71875"/>
    <w:rsid w:val="00E71BA4"/>
    <w:rsid w:val="00E7445E"/>
    <w:rsid w:val="00E76BF6"/>
    <w:rsid w:val="00EA3B1F"/>
    <w:rsid w:val="00EA778C"/>
    <w:rsid w:val="00EB4DB7"/>
    <w:rsid w:val="00EB63E3"/>
    <w:rsid w:val="00EE1A25"/>
    <w:rsid w:val="00EE2FF9"/>
    <w:rsid w:val="00EF61F2"/>
    <w:rsid w:val="00F06BC9"/>
    <w:rsid w:val="00F23266"/>
    <w:rsid w:val="00F377D5"/>
    <w:rsid w:val="00F37E58"/>
    <w:rsid w:val="00F415A9"/>
    <w:rsid w:val="00F44F89"/>
    <w:rsid w:val="00F50BB4"/>
    <w:rsid w:val="00F62E21"/>
    <w:rsid w:val="00F63931"/>
    <w:rsid w:val="00F670A1"/>
    <w:rsid w:val="00F72CF1"/>
    <w:rsid w:val="00F7674E"/>
    <w:rsid w:val="00F77810"/>
    <w:rsid w:val="00F95DCD"/>
    <w:rsid w:val="00FA10EE"/>
    <w:rsid w:val="00FA4106"/>
    <w:rsid w:val="00FA5F3B"/>
    <w:rsid w:val="00FB2631"/>
    <w:rsid w:val="00FB3A94"/>
    <w:rsid w:val="00FB775A"/>
    <w:rsid w:val="00FC7984"/>
    <w:rsid w:val="00FD129D"/>
    <w:rsid w:val="00FE4761"/>
    <w:rsid w:val="00FF13DE"/>
    <w:rsid w:val="00FF295F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6E040A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msonormal0">
    <w:name w:val="msonormal"/>
    <w:basedOn w:val="Normal"/>
    <w:rsid w:val="00C03845"/>
    <w:pPr>
      <w:spacing w:before="100" w:beforeAutospacing="1" w:after="100" w:afterAutospacing="1"/>
    </w:pPr>
    <w:rPr>
      <w:lang w:val="bg-BG" w:eastAsia="bg-BG"/>
    </w:rPr>
  </w:style>
  <w:style w:type="paragraph" w:customStyle="1" w:styleId="font5">
    <w:name w:val="font5"/>
    <w:basedOn w:val="Normal"/>
    <w:rsid w:val="00C03845"/>
    <w:pPr>
      <w:spacing w:before="100" w:beforeAutospacing="1" w:after="100" w:afterAutospacing="1"/>
    </w:pPr>
    <w:rPr>
      <w:color w:val="000000"/>
      <w:lang w:val="bg-BG" w:eastAsia="bg-BG"/>
    </w:rPr>
  </w:style>
  <w:style w:type="paragraph" w:customStyle="1" w:styleId="font6">
    <w:name w:val="font6"/>
    <w:basedOn w:val="Normal"/>
    <w:rsid w:val="00C03845"/>
    <w:pPr>
      <w:spacing w:before="100" w:beforeAutospacing="1" w:after="100" w:afterAutospacing="1"/>
    </w:pPr>
    <w:rPr>
      <w:b/>
      <w:bCs/>
      <w:color w:val="000000"/>
      <w:sz w:val="18"/>
      <w:szCs w:val="18"/>
      <w:lang w:val="bg-BG" w:eastAsia="bg-BG"/>
    </w:rPr>
  </w:style>
  <w:style w:type="paragraph" w:customStyle="1" w:styleId="xl72">
    <w:name w:val="xl72"/>
    <w:basedOn w:val="Normal"/>
    <w:rsid w:val="00C03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C03845"/>
    <w:pPr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74">
    <w:name w:val="xl74"/>
    <w:basedOn w:val="Normal"/>
    <w:rsid w:val="00C03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75">
    <w:name w:val="xl75"/>
    <w:basedOn w:val="Normal"/>
    <w:rsid w:val="00C03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bg-BG" w:eastAsia="bg-BG"/>
    </w:rPr>
  </w:style>
  <w:style w:type="paragraph" w:customStyle="1" w:styleId="xl76">
    <w:name w:val="xl76"/>
    <w:basedOn w:val="Normal"/>
    <w:rsid w:val="00754ED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77">
    <w:name w:val="xl77"/>
    <w:basedOn w:val="Normal"/>
    <w:rsid w:val="00754ED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78">
    <w:name w:val="xl78"/>
    <w:basedOn w:val="Normal"/>
    <w:rsid w:val="00754ED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79">
    <w:name w:val="xl79"/>
    <w:basedOn w:val="Normal"/>
    <w:rsid w:val="00754ED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80">
    <w:name w:val="xl80"/>
    <w:basedOn w:val="Normal"/>
    <w:rsid w:val="00754ED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81">
    <w:name w:val="xl81"/>
    <w:basedOn w:val="Normal"/>
    <w:rsid w:val="00754ED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msonormal0">
    <w:name w:val="msonormal"/>
    <w:basedOn w:val="Normal"/>
    <w:rsid w:val="00C03845"/>
    <w:pPr>
      <w:spacing w:before="100" w:beforeAutospacing="1" w:after="100" w:afterAutospacing="1"/>
    </w:pPr>
    <w:rPr>
      <w:lang w:val="bg-BG" w:eastAsia="bg-BG"/>
    </w:rPr>
  </w:style>
  <w:style w:type="paragraph" w:customStyle="1" w:styleId="font5">
    <w:name w:val="font5"/>
    <w:basedOn w:val="Normal"/>
    <w:rsid w:val="00C03845"/>
    <w:pPr>
      <w:spacing w:before="100" w:beforeAutospacing="1" w:after="100" w:afterAutospacing="1"/>
    </w:pPr>
    <w:rPr>
      <w:color w:val="000000"/>
      <w:lang w:val="bg-BG" w:eastAsia="bg-BG"/>
    </w:rPr>
  </w:style>
  <w:style w:type="paragraph" w:customStyle="1" w:styleId="font6">
    <w:name w:val="font6"/>
    <w:basedOn w:val="Normal"/>
    <w:rsid w:val="00C03845"/>
    <w:pPr>
      <w:spacing w:before="100" w:beforeAutospacing="1" w:after="100" w:afterAutospacing="1"/>
    </w:pPr>
    <w:rPr>
      <w:b/>
      <w:bCs/>
      <w:color w:val="000000"/>
      <w:sz w:val="18"/>
      <w:szCs w:val="18"/>
      <w:lang w:val="bg-BG" w:eastAsia="bg-BG"/>
    </w:rPr>
  </w:style>
  <w:style w:type="paragraph" w:customStyle="1" w:styleId="xl72">
    <w:name w:val="xl72"/>
    <w:basedOn w:val="Normal"/>
    <w:rsid w:val="00C03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C03845"/>
    <w:pPr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74">
    <w:name w:val="xl74"/>
    <w:basedOn w:val="Normal"/>
    <w:rsid w:val="00C03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75">
    <w:name w:val="xl75"/>
    <w:basedOn w:val="Normal"/>
    <w:rsid w:val="00C03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bg-BG" w:eastAsia="bg-BG"/>
    </w:rPr>
  </w:style>
  <w:style w:type="paragraph" w:customStyle="1" w:styleId="xl76">
    <w:name w:val="xl76"/>
    <w:basedOn w:val="Normal"/>
    <w:rsid w:val="00754ED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77">
    <w:name w:val="xl77"/>
    <w:basedOn w:val="Normal"/>
    <w:rsid w:val="00754ED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78">
    <w:name w:val="xl78"/>
    <w:basedOn w:val="Normal"/>
    <w:rsid w:val="00754ED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79">
    <w:name w:val="xl79"/>
    <w:basedOn w:val="Normal"/>
    <w:rsid w:val="00754ED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80">
    <w:name w:val="xl80"/>
    <w:basedOn w:val="Normal"/>
    <w:rsid w:val="00754ED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81">
    <w:name w:val="xl81"/>
    <w:basedOn w:val="Normal"/>
    <w:rsid w:val="00754ED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1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18</TotalTime>
  <Pages>6</Pages>
  <Words>1889</Words>
  <Characters>10773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8</cp:revision>
  <cp:lastPrinted>2023-12-19T08:36:00Z</cp:lastPrinted>
  <dcterms:created xsi:type="dcterms:W3CDTF">2023-12-18T11:18:00Z</dcterms:created>
  <dcterms:modified xsi:type="dcterms:W3CDTF">2023-12-19T08:37:00Z</dcterms:modified>
</cp:coreProperties>
</file>