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92012" w:rsidRDefault="004C3144" w:rsidP="009918DC">
      <w:pPr>
        <w:pStyle w:val="Heading2"/>
        <w:spacing w:line="276" w:lineRule="auto"/>
        <w:jc w:val="left"/>
      </w:pPr>
    </w:p>
    <w:p w:rsidR="00EE5B8D" w:rsidRDefault="00EE5B8D" w:rsidP="00EE5B8D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З А П О В Е Д</w:t>
      </w:r>
    </w:p>
    <w:p w:rsidR="00EE5B8D" w:rsidRPr="00A128B6" w:rsidRDefault="00EE5B8D" w:rsidP="00EE5B8D">
      <w:pPr>
        <w:ind w:left="3600"/>
        <w:rPr>
          <w:b/>
        </w:rPr>
      </w:pPr>
      <w:r>
        <w:rPr>
          <w:b/>
          <w:lang w:val="bg-BG"/>
        </w:rPr>
        <w:t xml:space="preserve">       № ПО-09-</w:t>
      </w:r>
      <w:r w:rsidR="007815DA">
        <w:rPr>
          <w:b/>
          <w:lang w:val="bg-BG"/>
        </w:rPr>
        <w:t>593</w:t>
      </w:r>
      <w:r w:rsidR="004F795C">
        <w:rPr>
          <w:b/>
          <w:lang w:val="bg-BG"/>
        </w:rPr>
        <w:t>0</w:t>
      </w:r>
      <w:r w:rsidR="00A128B6">
        <w:rPr>
          <w:b/>
          <w:lang w:val="bg-BG"/>
        </w:rPr>
        <w:t>-</w:t>
      </w:r>
      <w:r w:rsidR="00A128B6">
        <w:rPr>
          <w:b/>
        </w:rPr>
        <w:t>12</w:t>
      </w:r>
    </w:p>
    <w:p w:rsidR="00EE5B8D" w:rsidRDefault="00EE5B8D" w:rsidP="00EE5B8D">
      <w:pPr>
        <w:ind w:left="2880" w:firstLine="720"/>
        <w:rPr>
          <w:b/>
          <w:lang w:val="bg-BG"/>
        </w:rPr>
      </w:pPr>
      <w:r>
        <w:rPr>
          <w:b/>
          <w:lang w:val="bg-BG"/>
        </w:rPr>
        <w:t xml:space="preserve">    София, </w:t>
      </w:r>
      <w:r w:rsidR="0015696C">
        <w:rPr>
          <w:b/>
          <w:lang w:val="bg-BG"/>
        </w:rPr>
        <w:t>07</w:t>
      </w:r>
      <w:r w:rsidR="007815DA">
        <w:rPr>
          <w:b/>
          <w:lang w:val="bg-BG"/>
        </w:rPr>
        <w:t>.</w:t>
      </w:r>
      <w:r w:rsidR="004F795C">
        <w:rPr>
          <w:b/>
          <w:lang w:val="bg-BG"/>
        </w:rPr>
        <w:t>12</w:t>
      </w:r>
      <w:r w:rsidR="007815DA">
        <w:rPr>
          <w:b/>
          <w:lang w:val="bg-BG"/>
        </w:rPr>
        <w:t>.</w:t>
      </w:r>
      <w:r>
        <w:rPr>
          <w:b/>
          <w:lang w:val="bg-BG"/>
        </w:rPr>
        <w:t>202</w:t>
      </w:r>
      <w:r w:rsidR="007815DA">
        <w:rPr>
          <w:b/>
          <w:lang w:val="bg-BG"/>
        </w:rPr>
        <w:t>3</w:t>
      </w:r>
      <w:r>
        <w:rPr>
          <w:b/>
          <w:lang w:val="bg-BG"/>
        </w:rPr>
        <w:t xml:space="preserve">г.  </w:t>
      </w:r>
    </w:p>
    <w:p w:rsidR="00EE5B8D" w:rsidRDefault="00EE5B8D" w:rsidP="00EE5B8D">
      <w:pPr>
        <w:jc w:val="both"/>
        <w:rPr>
          <w:lang w:val="bg-BG"/>
        </w:rPr>
      </w:pPr>
      <w:bookmarkStart w:id="0" w:name="_GoBack"/>
      <w:bookmarkEnd w:id="0"/>
    </w:p>
    <w:p w:rsidR="00EE5B8D" w:rsidRDefault="00EE5B8D" w:rsidP="00EE5B8D">
      <w:pPr>
        <w:jc w:val="both"/>
        <w:rPr>
          <w:lang w:val="bg-BG"/>
        </w:rPr>
      </w:pPr>
    </w:p>
    <w:p w:rsidR="00EE5B8D" w:rsidRDefault="00EE5B8D" w:rsidP="00EE5B8D">
      <w:pPr>
        <w:jc w:val="both"/>
        <w:rPr>
          <w:lang w:val="bg-BG"/>
        </w:rPr>
      </w:pPr>
    </w:p>
    <w:p w:rsidR="00C24FEC" w:rsidRPr="00B16FBD" w:rsidRDefault="00C24FEC" w:rsidP="00C24FEC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C24FEC" w:rsidRDefault="00C24FEC" w:rsidP="00C24FEC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C24FEC" w:rsidRPr="00B16FBD" w:rsidRDefault="00C24FEC" w:rsidP="00C24FEC">
      <w:pPr>
        <w:jc w:val="center"/>
        <w:rPr>
          <w:b/>
          <w:lang w:val="bg-BG"/>
        </w:rPr>
      </w:pPr>
    </w:p>
    <w:p w:rsidR="00C24FEC" w:rsidRDefault="00C24FEC" w:rsidP="00C24FEC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smartTag w:uri="urn:schemas-microsoft-com:office:smarttags" w:element="place">
        <w:r w:rsidRPr="000F6DCA">
          <w:rPr>
            <w:b/>
          </w:rPr>
          <w:t>I</w:t>
        </w:r>
        <w:r w:rsidRPr="000F6DCA">
          <w:rPr>
            <w:b/>
            <w:lang w:val="bg-BG"/>
          </w:rPr>
          <w:t>.</w:t>
        </w:r>
      </w:smartTag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53447A">
        <w:rPr>
          <w:lang w:val="bg-BG"/>
        </w:rPr>
        <w:t xml:space="preserve"> </w:t>
      </w:r>
      <w:r w:rsidR="004F795C">
        <w:rPr>
          <w:lang w:val="bg-BG"/>
        </w:rPr>
        <w:t>Врачеш</w:t>
      </w:r>
      <w:r>
        <w:rPr>
          <w:lang w:val="bg-BG"/>
        </w:rPr>
        <w:t>,</w:t>
      </w:r>
      <w:r w:rsidR="004F795C">
        <w:rPr>
          <w:lang w:val="bg-BG"/>
        </w:rPr>
        <w:t xml:space="preserve"> ЕКАТТЕ 12283</w:t>
      </w:r>
      <w:r w:rsidR="00EA1C02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Ботевград, Софийска </w:t>
      </w:r>
      <w:r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 xml:space="preserve">, сключено между лицата по чл. 37ж, ал. 1 от </w:t>
      </w:r>
      <w:r w:rsidRPr="00BD6537">
        <w:rPr>
          <w:lang w:val="bg-BG"/>
        </w:rPr>
        <w:t>ЗСПЗЗ</w:t>
      </w:r>
      <w:r>
        <w:rPr>
          <w:lang w:val="bg-BG"/>
        </w:rPr>
        <w:t xml:space="preserve"> за календарната 202</w:t>
      </w:r>
      <w:r w:rsidR="007815DA">
        <w:rPr>
          <w:lang w:val="bg-BG"/>
        </w:rPr>
        <w:t>4</w:t>
      </w:r>
      <w:r w:rsidRPr="00BD6537">
        <w:rPr>
          <w:lang w:val="bg-BG"/>
        </w:rPr>
        <w:t xml:space="preserve"> година.</w:t>
      </w:r>
    </w:p>
    <w:p w:rsidR="00C24FEC" w:rsidRDefault="00C24FEC" w:rsidP="00C24FEC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3047F3" w:rsidRDefault="003047F3" w:rsidP="00C24FEC">
      <w:pPr>
        <w:jc w:val="both"/>
        <w:rPr>
          <w:lang w:val="bg-BG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081"/>
        <w:gridCol w:w="2179"/>
        <w:gridCol w:w="1141"/>
        <w:gridCol w:w="1269"/>
      </w:tblGrid>
      <w:tr w:rsidR="003047F3" w:rsidRPr="003047F3" w:rsidTr="003047F3">
        <w:trPr>
          <w:cantSplit/>
          <w:trHeight w:val="1305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Ползвател</w:t>
            </w:r>
          </w:p>
        </w:tc>
        <w:tc>
          <w:tcPr>
            <w:tcW w:w="10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Масив №</w:t>
            </w:r>
          </w:p>
        </w:tc>
        <w:tc>
          <w:tcPr>
            <w:tcW w:w="45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Имот по чл. 37ж, ал. 5 от ЗСПЗЗ</w:t>
            </w:r>
          </w:p>
        </w:tc>
      </w:tr>
      <w:tr w:rsidR="003047F3" w:rsidRPr="003047F3" w:rsidTr="003047F3">
        <w:trPr>
          <w:trHeight w:val="1080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10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Площ дка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Дължимо рентно плащане в лева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220.147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31.18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319.491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32.09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319.481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319.488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22.77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233.71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192.16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227.4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17.37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6.38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205.77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23.81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205.74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47.63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43.55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205.97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205.76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205.81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25.73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ВАЛЕРИ ДИМИТРОВ ГЕОРГИЕВ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57.600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979.19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221.73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22.34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229.6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10.37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ВЕСЕЛИН МАРИНОВ ДЕКОВ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14.144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240.45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234.93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86.37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30.95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234.47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12.68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9.30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301.517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301.12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301.521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234.64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83.60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18.39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21.70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234.64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9.34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233.66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233.86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ГЕНАДИ МАРИНОВ ТОДОРОВ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85.236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1449.01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215.177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49.64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218.87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61.32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218.88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61.18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15.26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115.60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71.41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16.28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216.64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14.31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40.95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221.58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23.83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12283.12283.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2.767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215.181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215.191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5.54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24.59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216.33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215.72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69.08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205.171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27.42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218.74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218.75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13.39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7.127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121.17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86.72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32.86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112.85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63.56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39.18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21.56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229.8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405.1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233.64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233.76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8.77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405.1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37.31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ИВАНОВ СТИЛЯНОВ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229.8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169.447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2880.61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22.08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14.39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17.21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21.84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24.84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5.986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101.76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221.69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215.165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215.81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205.65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21.70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93.44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215.205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8.26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220.71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47.32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220.73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19.22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214.175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214.174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7.63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24.80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57.62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214.166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21.56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ГЕОРГИ ХРИСТОВ АЛЕКСАНДРОВ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77.708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1321.04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4.398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74.76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44.75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215.66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28.73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1.263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7.22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8.29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232.88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16.14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19.05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22.54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13.86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205.72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19.13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220.47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31.92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3.355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ГЕЧО ПЕТКОВ ЗАХАРИЕВ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69.183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1176.12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12.66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7.444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126.55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5.884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100.03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4.746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80.68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35.28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31.68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4.31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221.94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221.93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24.26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218.132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12.30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32.64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31.83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41.27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20.27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26.72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224.36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32.27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59.32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46.56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4.21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227.11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227.1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233.72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55.56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233.73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31.06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25.30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155.12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155.14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42.90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21.89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33.27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32.94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15.29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1.661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МАРИЯ СТЕФАНОВА ЗАХАРИЕВА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159.125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2705.13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13.28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37.42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20.19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232.85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205.69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36.65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48.40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232.75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23.84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29.13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28.13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20.86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МАРТИН ЦВЕТАНОВ КАТЕРИНКИНСКИ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6247E7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37.295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634.01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40.86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19.94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66.54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12.08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10.21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232.88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10.06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6.34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32.06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16.30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15.08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232.95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27.70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23.37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19.27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15.32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13.62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8.08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11.59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229.2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14.32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229.3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6.84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229.6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406.4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14.86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9.226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156.84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14.80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11.77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МИРОСЛАВА КОЦЕВА РАЛЧОВСКА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230.8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102.389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1740.61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215.199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28.89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222.24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215.171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215.173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20.35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215.172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10.22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52.64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23.78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27.83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221.73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221.76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215.149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25.73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15.79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215.101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214.177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23.34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206.23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206.24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54.83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37.31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33.42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НИКОЛАЙ ГЕНАДИЕВ НАНОВ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43.49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59.220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1006.74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218.5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220.82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22.09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7.68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4.81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0.169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30.89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8.04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5.62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5.09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0.188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14.09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46.82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43.37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29.76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27.19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13.60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232.27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33.40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228.32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20.62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319.495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191.98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319.496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41.10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228.16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ПЕНКО МИНОВ ГЪЛЪБОВ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233.81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65.655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1116.13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221.86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7.326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124.54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61.77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221.88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37.69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221.87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35.19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215.37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СТЕФАН МАРИНОВ СТАМЕНОВ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365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21.727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369.36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67.91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3.974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67.56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216.58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2.295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39.02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216.6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5.21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2.891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49.14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215.154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228.11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13.14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40.80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220.158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14.19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233.87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33.97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4.496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76.43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93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15.99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33.89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204.24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2.602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44.23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204.19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2.596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44.13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20.04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204.18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5.44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49.11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38.20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220.88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3.696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62.83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220.98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25.52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220.97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205.58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2.199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37.38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205.57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16.66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161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5.24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205.86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19.58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205.87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15.40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11.88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0.496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6.698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113.87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19.47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16.75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2.798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47.57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215.65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31.16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2.203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37.45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263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C24F06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274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203.118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449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1.886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220.152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34.01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220.142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25.48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220.133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1.055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17.93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215.221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455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205.133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51.02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24.61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16.82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15.25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221.161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0.078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1.33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11.29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479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221.155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0.285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4.85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204.5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1.157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19.67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495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223.21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405.3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33.16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558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206.27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8.50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235.48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3.216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54.68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569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235.56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33.27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24.33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23.80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570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235.38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0.878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14.92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231.22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3.076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52.29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1.698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28.87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588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2.394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40.71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592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1.451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24.66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605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152.8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48.17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2.497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42.45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0.999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16.98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10.20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606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231.44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0.303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5.15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607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1.922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32.67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608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2.841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48.30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1.722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29.28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612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235.36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1.514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25.74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613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0.710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12.07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1.232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20.94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СТОЯН ДИМИТРОВ ИКОВСКИ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614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5580D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12283.</w:t>
            </w:r>
            <w:r w:rsidR="003047F3"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235.23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0.589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10.02</w:t>
            </w:r>
          </w:p>
        </w:tc>
      </w:tr>
      <w:tr w:rsidR="003047F3" w:rsidRPr="003047F3" w:rsidTr="003047F3">
        <w:trPr>
          <w:cantSplit/>
          <w:trHeight w:val="2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ОБЩО за ползвателя (дка)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color w:val="000000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140.742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7F3" w:rsidRPr="003047F3" w:rsidRDefault="003047F3" w:rsidP="003047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304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bg-BG" w:eastAsia="bg-BG"/>
              </w:rPr>
              <w:t>2392.62</w:t>
            </w:r>
          </w:p>
        </w:tc>
      </w:tr>
    </w:tbl>
    <w:p w:rsidR="004F795C" w:rsidRDefault="004F795C" w:rsidP="00C24FEC">
      <w:pPr>
        <w:jc w:val="both"/>
        <w:rPr>
          <w:lang w:val="bg-BG"/>
        </w:rPr>
      </w:pPr>
    </w:p>
    <w:p w:rsidR="00AD46AE" w:rsidRPr="00D92A91" w:rsidRDefault="00AD46AE" w:rsidP="00AD46AE">
      <w:pPr>
        <w:ind w:firstLine="720"/>
        <w:jc w:val="both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822405">
        <w:rPr>
          <w:lang w:val="bg-BG"/>
        </w:rPr>
        <w:t>в Областна дирекция „Земеделие“ София област</w:t>
      </w:r>
      <w:r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AD46AE" w:rsidRPr="00BD6601" w:rsidRDefault="00AD46AE" w:rsidP="00AD46AE">
      <w:pPr>
        <w:jc w:val="both"/>
        <w:rPr>
          <w:lang w:val="bg-BG"/>
        </w:rPr>
      </w:pPr>
      <w:r w:rsidRPr="00437AD3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437AD3">
        <w:rPr>
          <w:b/>
          <w:lang w:val="bg-BG"/>
        </w:rPr>
        <w:t xml:space="preserve"> </w:t>
      </w:r>
      <w:r>
        <w:rPr>
          <w:b/>
          <w:lang w:val="bg-BG"/>
        </w:rPr>
        <w:t xml:space="preserve">София област: Банка </w:t>
      </w:r>
      <w:r w:rsidRPr="00437AD3">
        <w:rPr>
          <w:b/>
          <w:lang w:val="bg-BG"/>
        </w:rPr>
        <w:t>УниКредит Булбанк, BIC: UNCRBGSF, IBAN: BG67 UNCR 7000 3319 7337 51</w:t>
      </w:r>
      <w:r>
        <w:rPr>
          <w:lang w:val="bg-BG"/>
        </w:rPr>
        <w:t>.</w:t>
      </w:r>
    </w:p>
    <w:p w:rsidR="00C24FEC" w:rsidRDefault="00C24FEC" w:rsidP="00C24FEC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C24FEC" w:rsidRDefault="00C24FEC" w:rsidP="00C24FEC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 37ж, ал. 11 във връзка с чл. 37в, ал. 5 и 6 от ЗСПЗЗ, настоящата заповед да се</w:t>
      </w:r>
      <w:r w:rsidR="004F795C">
        <w:rPr>
          <w:lang w:val="bg-BG"/>
        </w:rPr>
        <w:t xml:space="preserve"> обяви в кметството на с.Врачеш</w:t>
      </w:r>
      <w:r>
        <w:rPr>
          <w:lang w:val="bg-BG"/>
        </w:rPr>
        <w:t xml:space="preserve"> и в сградата на Общинска служба по земеделие - Ботевград и да се публикува на интернет страниците на общината и Областна дирекция „Земеделие” – София област</w:t>
      </w:r>
    </w:p>
    <w:p w:rsidR="00C24FEC" w:rsidRPr="00535A0F" w:rsidRDefault="00C24FEC" w:rsidP="00C24FEC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– Ботевград. </w:t>
      </w:r>
    </w:p>
    <w:p w:rsidR="00C24FEC" w:rsidRPr="000F6DCA" w:rsidRDefault="00C24FEC" w:rsidP="00C24FEC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C24FEC" w:rsidRDefault="00C24FEC" w:rsidP="00C24FEC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C24FEC" w:rsidRDefault="00C24FEC" w:rsidP="00C24FEC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C24FEC" w:rsidRDefault="00C24FEC" w:rsidP="00C24FEC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C24FEC" w:rsidRDefault="00C24FEC" w:rsidP="00C24FEC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15696C" w:rsidRDefault="0015696C" w:rsidP="00C24FEC">
      <w:pPr>
        <w:ind w:firstLine="720"/>
        <w:jc w:val="both"/>
        <w:rPr>
          <w:lang w:val="bg-BG"/>
        </w:rPr>
      </w:pPr>
    </w:p>
    <w:p w:rsidR="001C3F34" w:rsidRDefault="001C3F34" w:rsidP="001C3F34">
      <w:pPr>
        <w:spacing w:line="276" w:lineRule="auto"/>
        <w:jc w:val="both"/>
        <w:rPr>
          <w:rFonts w:eastAsiaTheme="minorHAnsi"/>
          <w:b/>
          <w:color w:val="000000"/>
          <w:lang w:val="bg-BG" w:eastAsia="bg-BG"/>
        </w:rPr>
      </w:pPr>
    </w:p>
    <w:p w:rsidR="001C3F34" w:rsidRPr="0015696C" w:rsidRDefault="001C3F34" w:rsidP="001C3F34">
      <w:pPr>
        <w:spacing w:line="276" w:lineRule="auto"/>
        <w:jc w:val="both"/>
        <w:rPr>
          <w:rFonts w:eastAsiaTheme="minorHAnsi"/>
          <w:b/>
          <w:color w:val="000000"/>
          <w:lang w:val="bg-BG" w:eastAsia="bg-BG"/>
        </w:rPr>
      </w:pPr>
      <w:r w:rsidRPr="0015696C">
        <w:rPr>
          <w:rFonts w:eastAsiaTheme="minorHAnsi"/>
          <w:b/>
          <w:color w:val="000000"/>
          <w:lang w:val="bg-BG" w:eastAsia="bg-BG"/>
        </w:rPr>
        <w:t>ПЕТКО ДИМОВ:</w:t>
      </w:r>
      <w:r>
        <w:rPr>
          <w:rFonts w:eastAsiaTheme="minorHAnsi"/>
          <w:b/>
          <w:color w:val="000000"/>
          <w:lang w:val="bg-BG" w:eastAsia="bg-BG"/>
        </w:rPr>
        <w:tab/>
        <w:t>/П/</w:t>
      </w:r>
    </w:p>
    <w:p w:rsidR="001C3F34" w:rsidRPr="0015696C" w:rsidRDefault="001C3F34" w:rsidP="001C3F34">
      <w:pPr>
        <w:jc w:val="both"/>
        <w:rPr>
          <w:i/>
          <w:color w:val="000000" w:themeColor="text1"/>
          <w:lang w:val="bg-BG"/>
        </w:rPr>
      </w:pPr>
    </w:p>
    <w:p w:rsidR="001C3F34" w:rsidRPr="0015696C" w:rsidRDefault="001C3F34" w:rsidP="001C3F34">
      <w:pPr>
        <w:jc w:val="both"/>
        <w:rPr>
          <w:i/>
          <w:color w:val="000000" w:themeColor="text1"/>
          <w:lang w:val="bg-BG"/>
        </w:rPr>
      </w:pPr>
      <w:r w:rsidRPr="0015696C">
        <w:rPr>
          <w:i/>
          <w:color w:val="000000" w:themeColor="text1"/>
          <w:lang w:val="bg-BG"/>
        </w:rPr>
        <w:t>Директор на Областна дирекция</w:t>
      </w:r>
    </w:p>
    <w:p w:rsidR="001C3F34" w:rsidRPr="0015696C" w:rsidRDefault="001C3F34" w:rsidP="001C3F34">
      <w:pPr>
        <w:jc w:val="both"/>
        <w:rPr>
          <w:i/>
          <w:color w:val="000000" w:themeColor="text1"/>
          <w:lang w:val="bg-BG"/>
        </w:rPr>
      </w:pPr>
      <w:r w:rsidRPr="0015696C">
        <w:rPr>
          <w:i/>
          <w:color w:val="000000" w:themeColor="text1"/>
          <w:lang w:val="bg-BG"/>
        </w:rPr>
        <w:t xml:space="preserve">,,Земеделие” – </w:t>
      </w:r>
    </w:p>
    <w:p w:rsidR="001C3F34" w:rsidRPr="0015696C" w:rsidRDefault="001C3F34" w:rsidP="001C3F34">
      <w:pPr>
        <w:jc w:val="both"/>
        <w:rPr>
          <w:i/>
          <w:color w:val="000000" w:themeColor="text1"/>
          <w:lang w:val="bg-BG"/>
        </w:rPr>
      </w:pPr>
      <w:r w:rsidRPr="0015696C">
        <w:rPr>
          <w:i/>
          <w:color w:val="000000" w:themeColor="text1"/>
          <w:lang w:val="bg-BG"/>
        </w:rPr>
        <w:t>София област</w:t>
      </w:r>
    </w:p>
    <w:p w:rsidR="0015696C" w:rsidRDefault="0015696C" w:rsidP="00EE5B8D">
      <w:pPr>
        <w:rPr>
          <w:b/>
          <w:bCs/>
          <w:lang w:val="bg-BG"/>
        </w:rPr>
      </w:pPr>
    </w:p>
    <w:sectPr w:rsidR="0015696C" w:rsidSect="001569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26" w:right="1134" w:bottom="851" w:left="1276" w:header="426" w:footer="72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42" w:rsidRDefault="00AF5542">
      <w:r>
        <w:separator/>
      </w:r>
    </w:p>
  </w:endnote>
  <w:endnote w:type="continuationSeparator" w:id="0">
    <w:p w:rsidR="00AF5542" w:rsidRDefault="00AF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6F" w:rsidRDefault="00E116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6C" w:rsidRPr="00C17EE7" w:rsidRDefault="0015696C" w:rsidP="00C17EE7">
    <w:pPr>
      <w:jc w:val="center"/>
      <w:rPr>
        <w:rFonts w:ascii="Verdana" w:hAnsi="Verdana"/>
        <w:sz w:val="16"/>
        <w:szCs w:val="16"/>
        <w:lang w:val="ru-RU"/>
      </w:rPr>
    </w:pPr>
  </w:p>
  <w:p w:rsidR="0015696C" w:rsidRPr="00C17EE7" w:rsidRDefault="0015696C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15696C" w:rsidRPr="00C17EE7" w:rsidRDefault="0015696C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  <w:r>
      <w:rPr>
        <w:rFonts w:ascii="Verdana" w:hAnsi="Verdana"/>
        <w:sz w:val="16"/>
        <w:szCs w:val="16"/>
        <w:lang w:val="ru-RU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6C" w:rsidRPr="002639F4" w:rsidRDefault="0015696C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15696C" w:rsidRPr="002639F4" w:rsidRDefault="0015696C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42" w:rsidRDefault="00AF5542">
      <w:r>
        <w:separator/>
      </w:r>
    </w:p>
  </w:footnote>
  <w:footnote w:type="continuationSeparator" w:id="0">
    <w:p w:rsidR="00AF5542" w:rsidRDefault="00AF5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6F" w:rsidRDefault="00E116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6F" w:rsidRDefault="00E116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6C" w:rsidRPr="005B69F7" w:rsidRDefault="0015696C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7153C29" wp14:editId="34B1CFFB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96C" w:rsidRPr="005B69F7" w:rsidRDefault="0015696C" w:rsidP="0053447A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8496EB" wp14:editId="0D9E7AD5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5696C" w:rsidRDefault="0015696C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15696C" w:rsidRPr="00983B22" w:rsidRDefault="0015696C" w:rsidP="0053447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45006"/>
    <w:rsid w:val="00076965"/>
    <w:rsid w:val="00083EBD"/>
    <w:rsid w:val="0009602B"/>
    <w:rsid w:val="000C6E7A"/>
    <w:rsid w:val="000D01AC"/>
    <w:rsid w:val="00103E7E"/>
    <w:rsid w:val="00124DC8"/>
    <w:rsid w:val="0015696C"/>
    <w:rsid w:val="00157D1E"/>
    <w:rsid w:val="00191127"/>
    <w:rsid w:val="00197496"/>
    <w:rsid w:val="001A1C66"/>
    <w:rsid w:val="001A5C71"/>
    <w:rsid w:val="001A77DB"/>
    <w:rsid w:val="001B087F"/>
    <w:rsid w:val="001B4BA5"/>
    <w:rsid w:val="001C3F34"/>
    <w:rsid w:val="001F1E05"/>
    <w:rsid w:val="001F51F8"/>
    <w:rsid w:val="0020653E"/>
    <w:rsid w:val="00225E60"/>
    <w:rsid w:val="00232A08"/>
    <w:rsid w:val="002373B3"/>
    <w:rsid w:val="00257B44"/>
    <w:rsid w:val="00260EA0"/>
    <w:rsid w:val="002639F4"/>
    <w:rsid w:val="00266D04"/>
    <w:rsid w:val="00270627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47F3"/>
    <w:rsid w:val="00306C54"/>
    <w:rsid w:val="003140CD"/>
    <w:rsid w:val="00324476"/>
    <w:rsid w:val="003246A6"/>
    <w:rsid w:val="003274F6"/>
    <w:rsid w:val="0035580D"/>
    <w:rsid w:val="00393A0E"/>
    <w:rsid w:val="003A7442"/>
    <w:rsid w:val="003C2220"/>
    <w:rsid w:val="003C2E20"/>
    <w:rsid w:val="003C52BC"/>
    <w:rsid w:val="003F0DD2"/>
    <w:rsid w:val="003F5773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4F795C"/>
    <w:rsid w:val="00502073"/>
    <w:rsid w:val="00502C03"/>
    <w:rsid w:val="00533524"/>
    <w:rsid w:val="0053447A"/>
    <w:rsid w:val="0054222B"/>
    <w:rsid w:val="00564A90"/>
    <w:rsid w:val="0057056E"/>
    <w:rsid w:val="00573E6B"/>
    <w:rsid w:val="00575425"/>
    <w:rsid w:val="00576C0A"/>
    <w:rsid w:val="00586432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247E7"/>
    <w:rsid w:val="00632A92"/>
    <w:rsid w:val="00636A42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63BE6"/>
    <w:rsid w:val="00771EF1"/>
    <w:rsid w:val="00773368"/>
    <w:rsid w:val="007815DA"/>
    <w:rsid w:val="00782726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A6BF9"/>
    <w:rsid w:val="008B0206"/>
    <w:rsid w:val="008B1300"/>
    <w:rsid w:val="008B4BE7"/>
    <w:rsid w:val="008D78E3"/>
    <w:rsid w:val="008E1B68"/>
    <w:rsid w:val="009241BC"/>
    <w:rsid w:val="0092605E"/>
    <w:rsid w:val="00930C1F"/>
    <w:rsid w:val="00936425"/>
    <w:rsid w:val="00946D85"/>
    <w:rsid w:val="00961A93"/>
    <w:rsid w:val="00967448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28B6"/>
    <w:rsid w:val="00A21AAF"/>
    <w:rsid w:val="00A36C2A"/>
    <w:rsid w:val="00A41F5B"/>
    <w:rsid w:val="00A51E10"/>
    <w:rsid w:val="00A57D6C"/>
    <w:rsid w:val="00A7546F"/>
    <w:rsid w:val="00A76414"/>
    <w:rsid w:val="00A806FD"/>
    <w:rsid w:val="00A92148"/>
    <w:rsid w:val="00A95CD9"/>
    <w:rsid w:val="00AB360D"/>
    <w:rsid w:val="00AD13E8"/>
    <w:rsid w:val="00AD46AE"/>
    <w:rsid w:val="00AE3DD8"/>
    <w:rsid w:val="00AE6009"/>
    <w:rsid w:val="00AF5542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036A"/>
    <w:rsid w:val="00C120B5"/>
    <w:rsid w:val="00C17EE7"/>
    <w:rsid w:val="00C2469F"/>
    <w:rsid w:val="00C24F06"/>
    <w:rsid w:val="00C24FEC"/>
    <w:rsid w:val="00C32160"/>
    <w:rsid w:val="00C33091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166F"/>
    <w:rsid w:val="00E14AEE"/>
    <w:rsid w:val="00E158CD"/>
    <w:rsid w:val="00E22EB2"/>
    <w:rsid w:val="00E47067"/>
    <w:rsid w:val="00E50676"/>
    <w:rsid w:val="00E53CAB"/>
    <w:rsid w:val="00E55076"/>
    <w:rsid w:val="00E55421"/>
    <w:rsid w:val="00E559EA"/>
    <w:rsid w:val="00E6220A"/>
    <w:rsid w:val="00E84B8C"/>
    <w:rsid w:val="00E9380B"/>
    <w:rsid w:val="00EA1C02"/>
    <w:rsid w:val="00EA3B1F"/>
    <w:rsid w:val="00EB1100"/>
    <w:rsid w:val="00EC3B50"/>
    <w:rsid w:val="00EE5B8D"/>
    <w:rsid w:val="00F010A4"/>
    <w:rsid w:val="00F14706"/>
    <w:rsid w:val="00F36881"/>
    <w:rsid w:val="00F55479"/>
    <w:rsid w:val="00F5602F"/>
    <w:rsid w:val="00F6685F"/>
    <w:rsid w:val="00F72CF1"/>
    <w:rsid w:val="00F755FA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45006"/>
    <w:rPr>
      <w:color w:val="954F72"/>
      <w:u w:val="single"/>
    </w:rPr>
  </w:style>
  <w:style w:type="paragraph" w:customStyle="1" w:styleId="msonormal0">
    <w:name w:val="msonormal"/>
    <w:basedOn w:val="Normal"/>
    <w:rsid w:val="00045006"/>
    <w:pP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0450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5">
    <w:name w:val="xl65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04500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8">
    <w:name w:val="xl68"/>
    <w:basedOn w:val="Normal"/>
    <w:rsid w:val="000450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04500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04500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04500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0450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2706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1">
    <w:name w:val="xl81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3047F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82">
    <w:name w:val="xl82"/>
    <w:basedOn w:val="Normal"/>
    <w:rsid w:val="003047F3"/>
    <w:pPr>
      <w:spacing w:before="100" w:beforeAutospacing="1" w:after="100" w:afterAutospacing="1"/>
    </w:pPr>
    <w:rPr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45006"/>
    <w:rPr>
      <w:color w:val="954F72"/>
      <w:u w:val="single"/>
    </w:rPr>
  </w:style>
  <w:style w:type="paragraph" w:customStyle="1" w:styleId="msonormal0">
    <w:name w:val="msonormal"/>
    <w:basedOn w:val="Normal"/>
    <w:rsid w:val="00045006"/>
    <w:pP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0450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5">
    <w:name w:val="xl65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04500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8">
    <w:name w:val="xl68"/>
    <w:basedOn w:val="Normal"/>
    <w:rsid w:val="000450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04500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04500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04500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0450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04500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2706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6">
    <w:name w:val="xl76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9">
    <w:name w:val="xl79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1">
    <w:name w:val="xl81"/>
    <w:basedOn w:val="Normal"/>
    <w:rsid w:val="0027062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8">
    <w:name w:val="xl78"/>
    <w:basedOn w:val="Normal"/>
    <w:rsid w:val="003047F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82">
    <w:name w:val="xl82"/>
    <w:basedOn w:val="Normal"/>
    <w:rsid w:val="003047F3"/>
    <w:pPr>
      <w:spacing w:before="100" w:beforeAutospacing="1" w:after="100" w:afterAutospacing="1"/>
    </w:pPr>
    <w:rPr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3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CDDA3-63E8-4C15-877B-BBB641DC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</TotalTime>
  <Pages>14</Pages>
  <Words>6190</Words>
  <Characters>35288</Characters>
  <Application>Microsoft Office Word</Application>
  <DocSecurity>0</DocSecurity>
  <Lines>294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2023-12-19T09:05:00Z</cp:lastPrinted>
  <dcterms:created xsi:type="dcterms:W3CDTF">2023-12-18T11:22:00Z</dcterms:created>
  <dcterms:modified xsi:type="dcterms:W3CDTF">2024-01-02T09:40:00Z</dcterms:modified>
</cp:coreProperties>
</file>