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A47" w:rsidRDefault="00DB1A47" w:rsidP="00D756CB"/>
    <w:p w:rsidR="00DB1A47" w:rsidRDefault="00DB1A47" w:rsidP="00D756CB"/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DB1A47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DB1A47">
        <w:rPr>
          <w:rFonts w:ascii="Calibri" w:eastAsia="Calibri" w:hAnsi="Calibri"/>
          <w:b/>
          <w:szCs w:val="22"/>
          <w:lang w:val="bg-BG"/>
        </w:rPr>
        <w:t>№ ПО-09-2778-5 от 27.09.2024 г.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ПО-09-2778-4/20.9.2024 г. от комисията по чл. 37в, ал. 1 от ЗСПЗЗ, определена със Заповед № ПО-09-2778 от 25.7.2024 г. на директора на Областна дирекция "Земеделие" </w:t>
      </w:r>
      <w:r w:rsidR="00650617">
        <w:rPr>
          <w:rFonts w:ascii="Calibri" w:eastAsia="Calibri" w:hAnsi="Calibri"/>
          <w:sz w:val="20"/>
          <w:szCs w:val="22"/>
          <w:lang w:val="bg-BG"/>
        </w:rPr>
        <w:t>–</w:t>
      </w:r>
      <w:r w:rsidRPr="00DB1A47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650617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DB1A47">
        <w:rPr>
          <w:rFonts w:ascii="Calibri" w:eastAsia="Calibri" w:hAnsi="Calibri"/>
          <w:sz w:val="20"/>
          <w:szCs w:val="22"/>
          <w:lang w:val="bg-BG"/>
        </w:rPr>
        <w:t xml:space="preserve"> и споразумение с вх. № ПО-09-2778-2/29.8.2024 г. за землището на с. ТРУДОВЕЦ, ЕКАТТЕ 73256, община БОТЕВГРАД, област СОФИЯ.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DB1A47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1. Споразумение за разпределение на масивите за ползване на земеделски земи с вх. № ПО-09-2778-2/29.8.2024 г. г., сключено за стопанската</w:t>
      </w:r>
      <w:r w:rsidR="00650617">
        <w:rPr>
          <w:rFonts w:ascii="Calibri" w:eastAsia="Calibri" w:hAnsi="Calibri"/>
          <w:sz w:val="20"/>
          <w:szCs w:val="22"/>
          <w:lang w:val="bg-BG"/>
        </w:rPr>
        <w:t xml:space="preserve"> </w:t>
      </w:r>
      <w:r w:rsidRPr="00DB1A47">
        <w:rPr>
          <w:rFonts w:ascii="Calibri" w:eastAsia="Calibri" w:hAnsi="Calibri"/>
          <w:sz w:val="20"/>
          <w:szCs w:val="22"/>
          <w:lang w:val="bg-BG"/>
        </w:rPr>
        <w:t>2024/2025</w:t>
      </w:r>
      <w:r w:rsidR="00650617">
        <w:rPr>
          <w:rFonts w:ascii="Calibri" w:eastAsia="Calibri" w:hAnsi="Calibri"/>
          <w:sz w:val="20"/>
          <w:szCs w:val="22"/>
          <w:lang w:val="bg-BG"/>
        </w:rPr>
        <w:t xml:space="preserve"> </w:t>
      </w:r>
      <w:r w:rsidRPr="00DB1A47">
        <w:rPr>
          <w:rFonts w:ascii="Calibri" w:eastAsia="Calibri" w:hAnsi="Calibri"/>
          <w:sz w:val="20"/>
          <w:szCs w:val="22"/>
          <w:lang w:val="bg-BG"/>
        </w:rPr>
        <w:t>година за землището на с. ТРУДОВЕЦ, ЕКАТТЕ 73256, община БОТЕВГРАД, област СОФИЯ, представено с доклад вх. № ПО-09-2778-4/20.9.2024 г. на комисията по чл. 37в, ал. 1 от ЗСПЗЗ, определена със Заповед № ПО-09-2778 от 25.7.2024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Сключеното споразумение е подписано от всички собственици и/или ползватели 22 броя, допуснати до участие в процедурата и обхваща цялата площ от в размер на 1199.071</w:t>
      </w:r>
      <w:r w:rsidRPr="00DB1A47">
        <w:rPr>
          <w:rFonts w:eastAsia="Calibri"/>
          <w:lang w:val="bg-BG"/>
        </w:rPr>
        <w:t xml:space="preserve"> </w:t>
      </w:r>
      <w:r w:rsidRPr="00DB1A47">
        <w:rPr>
          <w:rFonts w:ascii="Calibri" w:eastAsia="Calibri" w:hAnsi="Calibri"/>
          <w:sz w:val="20"/>
          <w:szCs w:val="22"/>
          <w:lang w:val="bg-BG"/>
        </w:rPr>
        <w:t xml:space="preserve">дка, определена за създаване на масиви за ползване в землището. 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 xml:space="preserve">2. Масивите за ползване на обработваеми земи (НТП др. трайни насаждения) в землището на с. ТРУДОВЕЦ,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DB1A47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DB1A47">
        <w:rPr>
          <w:rFonts w:ascii="Calibri" w:eastAsia="Calibri" w:hAnsi="Calibri"/>
          <w:sz w:val="20"/>
          <w:szCs w:val="22"/>
          <w:lang w:val="bg-BG"/>
        </w:rPr>
        <w:t xml:space="preserve"> Банк, както следва: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37в, ал.7 от ЗСПЗЗ</w:t>
            </w:r>
          </w:p>
          <w:p w:rsidR="00DB1A47" w:rsidRPr="00DB1A47" w:rsidRDefault="00DB1A47" w:rsidP="00DB1A4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"АГРОЛЕНД 2020" ЕООД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10.372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62.23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"АДИ-МИ-2003" ООД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1.200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7.20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"САФФ БЮТИ" ЕООД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2.807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16.84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ВЛАДИМИР НИКОЛАЕВ НИКОЛОВ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24.526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147.16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ЗК "ТРУДОВЕЦ"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35.655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213.93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СТОЯН ВАЛЕРИЕВ ИВАНОВ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19.271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115.63</w:t>
            </w:r>
          </w:p>
        </w:tc>
      </w:tr>
      <w:tr w:rsidR="00DB1A47" w:rsidRPr="00DB1A47" w:rsidTr="00C83AA8">
        <w:trPr>
          <w:jc w:val="center"/>
        </w:trPr>
        <w:tc>
          <w:tcPr>
            <w:tcW w:w="520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lastRenderedPageBreak/>
              <w:t xml:space="preserve"> ТОНИ МАРИНОВ ТОДОРОВ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35.644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6.00</w:t>
            </w:r>
          </w:p>
        </w:tc>
        <w:tc>
          <w:tcPr>
            <w:tcW w:w="1280" w:type="dxa"/>
            <w:shd w:val="clear" w:color="auto" w:fill="auto"/>
          </w:tcPr>
          <w:p w:rsidR="00DB1A47" w:rsidRPr="00DB1A47" w:rsidRDefault="00DB1A47" w:rsidP="00DB1A4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B1A47">
              <w:rPr>
                <w:rFonts w:ascii="Calibri" w:eastAsia="Calibri" w:hAnsi="Calibri"/>
                <w:sz w:val="20"/>
                <w:szCs w:val="22"/>
                <w:lang w:val="bg-BG"/>
              </w:rPr>
              <w:t>213.86</w:t>
            </w:r>
          </w:p>
        </w:tc>
      </w:tr>
    </w:tbl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</w:t>
      </w:r>
      <w:r w:rsidR="00650617">
        <w:rPr>
          <w:rFonts w:ascii="Calibri" w:eastAsia="Calibri" w:hAnsi="Calibri"/>
          <w:sz w:val="20"/>
          <w:szCs w:val="22"/>
          <w:lang w:val="bg-BG"/>
        </w:rPr>
        <w:t>.</w:t>
      </w:r>
      <w:bookmarkStart w:id="0" w:name="_GoBack"/>
      <w:bookmarkEnd w:id="0"/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B1A47" w:rsidRPr="00DB1A47" w:rsidRDefault="00DB1A47" w:rsidP="00DB1A4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B1A47">
        <w:rPr>
          <w:rFonts w:ascii="Calibri" w:eastAsia="Calibri" w:hAnsi="Calibri"/>
          <w:sz w:val="20"/>
          <w:szCs w:val="22"/>
          <w:lang w:val="bg-BG"/>
        </w:rPr>
        <w:t>Директор на Областна дирекция "Земеделие" – СОФИЯ ОБЛАСТ</w:t>
      </w:r>
    </w:p>
    <w:p w:rsidR="00DB1A47" w:rsidRPr="00DB1A47" w:rsidRDefault="00DB1A47" w:rsidP="00DB1A47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75168D" w:rsidRDefault="0075168D" w:rsidP="00DB1A47">
      <w:pPr>
        <w:spacing w:line="259" w:lineRule="auto"/>
        <w:jc w:val="center"/>
      </w:pPr>
    </w:p>
    <w:p>
      <w:r>
        <w:br/>
        <w:t>Петко Николаев Димов (Директор)</w:t>
        <w:br/>
        <w:t>19.11.2024г. 11:04ч.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5168D" w:rsidSect="003C2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E7B" w:rsidRDefault="00EA3E7B">
      <w:r>
        <w:separator/>
      </w:r>
    </w:p>
  </w:endnote>
  <w:endnote w:type="continuationSeparator" w:id="0">
    <w:p w:rsidR="00EA3E7B" w:rsidRDefault="00EA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E7B" w:rsidRDefault="00EA3E7B">
      <w:r>
        <w:separator/>
      </w:r>
    </w:p>
  </w:footnote>
  <w:footnote w:type="continuationSeparator" w:id="0">
    <w:p w:rsidR="00EA3E7B" w:rsidRDefault="00EA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6B7B5E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325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6B7B5E">
      <w:rPr>
        <w:rFonts w:ascii="Helen Bg Condensed" w:hAnsi="Helen Bg Condensed"/>
        <w:spacing w:val="40"/>
        <w:sz w:val="30"/>
        <w:szCs w:val="30"/>
      </w:rPr>
      <w:t xml:space="preserve"> </w:t>
    </w:r>
    <w:r w:rsidR="007A1DE4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668FC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1765E"/>
    <w:rsid w:val="00225E60"/>
    <w:rsid w:val="002373B3"/>
    <w:rsid w:val="00247F7F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460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50617"/>
    <w:rsid w:val="00660327"/>
    <w:rsid w:val="00684194"/>
    <w:rsid w:val="006B0B9A"/>
    <w:rsid w:val="006B7B5E"/>
    <w:rsid w:val="006E1608"/>
    <w:rsid w:val="006E68FB"/>
    <w:rsid w:val="006F7315"/>
    <w:rsid w:val="00724E5F"/>
    <w:rsid w:val="0073129D"/>
    <w:rsid w:val="00732FE9"/>
    <w:rsid w:val="00735898"/>
    <w:rsid w:val="007366E2"/>
    <w:rsid w:val="00736EE6"/>
    <w:rsid w:val="007479D4"/>
    <w:rsid w:val="0075168D"/>
    <w:rsid w:val="00751C7B"/>
    <w:rsid w:val="007543A4"/>
    <w:rsid w:val="0075624F"/>
    <w:rsid w:val="00762DA8"/>
    <w:rsid w:val="00771EF1"/>
    <w:rsid w:val="00773368"/>
    <w:rsid w:val="00785809"/>
    <w:rsid w:val="007A0EDA"/>
    <w:rsid w:val="007A1DE4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46A49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57A9"/>
    <w:rsid w:val="00936425"/>
    <w:rsid w:val="00946D85"/>
    <w:rsid w:val="0095018C"/>
    <w:rsid w:val="00961A93"/>
    <w:rsid w:val="009652E3"/>
    <w:rsid w:val="00967448"/>
    <w:rsid w:val="009738CE"/>
    <w:rsid w:val="00974546"/>
    <w:rsid w:val="00983B22"/>
    <w:rsid w:val="009918DC"/>
    <w:rsid w:val="009931D4"/>
    <w:rsid w:val="00994536"/>
    <w:rsid w:val="009A2BA7"/>
    <w:rsid w:val="009A49E5"/>
    <w:rsid w:val="009A65EE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2EC2"/>
    <w:rsid w:val="00A92148"/>
    <w:rsid w:val="00AB360D"/>
    <w:rsid w:val="00AD13E8"/>
    <w:rsid w:val="00AE3DD8"/>
    <w:rsid w:val="00AE6009"/>
    <w:rsid w:val="00B06BD0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B1A47"/>
    <w:rsid w:val="00DE3104"/>
    <w:rsid w:val="00E14AEE"/>
    <w:rsid w:val="00E158CD"/>
    <w:rsid w:val="00E22EB2"/>
    <w:rsid w:val="00E37251"/>
    <w:rsid w:val="00E374CC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3E7B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8865805"/>
  <w15:docId w15:val="{E97AE744-F8A5-4C04-87DF-6C75D75E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header3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2024-11-15T08:38:00Z</dcterms:created>
  <dc:creator>user</dc:creator>
  <cp:lastModifiedBy>osz</cp:lastModifiedBy>
  <cp:lastPrinted>2023-07-19T09:25:00Z</cp:lastPrinted>
  <dcterms:modified xsi:type="dcterms:W3CDTF">2024-11-15T11:54:00Z</dcterms:modified>
  <cp:revision>3</cp:revision>
  <dc:title>ДО</dc:title>
</cp:coreProperties>
</file>