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881" w:rsidRDefault="00F36881" w:rsidP="00D756CB"/>
    <w:p w:rsidR="00247F7F" w:rsidRDefault="00247F7F" w:rsidP="00D756CB"/>
    <w:p w:rsidR="00247F7F" w:rsidRDefault="00247F7F" w:rsidP="00D756CB"/>
    <w:p w:rsidR="00CD271F" w:rsidRPr="00CD271F" w:rsidRDefault="00CD271F" w:rsidP="00CD271F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CD271F">
        <w:rPr>
          <w:rFonts w:ascii="Calibri" w:eastAsia="Calibri" w:hAnsi="Calibri"/>
          <w:b/>
          <w:szCs w:val="22"/>
          <w:lang w:val="bg-BG"/>
        </w:rPr>
        <w:t>З А П О В Е Д</w:t>
      </w:r>
    </w:p>
    <w:p w:rsidR="00CD271F" w:rsidRPr="00CD271F" w:rsidRDefault="00CD271F" w:rsidP="00CD271F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CD271F">
        <w:rPr>
          <w:rFonts w:ascii="Calibri" w:eastAsia="Calibri" w:hAnsi="Calibri"/>
          <w:b/>
          <w:szCs w:val="22"/>
          <w:lang w:val="bg-BG"/>
        </w:rPr>
        <w:t>№ ПО-09-2776-7 от 27.09.2024 г.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ПО-09-2776-6/2</w:t>
      </w:r>
      <w:r w:rsidR="005D3B35">
        <w:rPr>
          <w:rFonts w:ascii="Calibri" w:eastAsia="Calibri" w:hAnsi="Calibri"/>
          <w:sz w:val="20"/>
          <w:szCs w:val="22"/>
          <w:lang w:val="bg-BG"/>
        </w:rPr>
        <w:t>0</w:t>
      </w:r>
      <w:r w:rsidRPr="00CD271F">
        <w:rPr>
          <w:rFonts w:ascii="Calibri" w:eastAsia="Calibri" w:hAnsi="Calibri"/>
          <w:sz w:val="20"/>
          <w:szCs w:val="22"/>
          <w:lang w:val="bg-BG"/>
        </w:rPr>
        <w:t>.</w:t>
      </w:r>
      <w:r w:rsidR="005D3B35">
        <w:rPr>
          <w:rFonts w:ascii="Calibri" w:eastAsia="Calibri" w:hAnsi="Calibri"/>
          <w:sz w:val="20"/>
          <w:szCs w:val="22"/>
          <w:lang w:val="bg-BG"/>
        </w:rPr>
        <w:t>09</w:t>
      </w:r>
      <w:r w:rsidRPr="00CD271F">
        <w:rPr>
          <w:rFonts w:ascii="Calibri" w:eastAsia="Calibri" w:hAnsi="Calibri"/>
          <w:sz w:val="20"/>
          <w:szCs w:val="22"/>
          <w:lang w:val="bg-BG"/>
        </w:rPr>
        <w:t>.2024 г. от комисията по чл. 37в, ал. 1 от ЗСПЗЗ, определена със Заповед № ПО-09-2776 от 25.7.2024 г. на директора на Областна дирекция "Земеделие" – СОФИЯ ОБЛАСТ и споразумение с вх. № ПО-09-2776-2-1/29.8.2024 г. за землището на с. СКРАВЕНА, ЕКАТТЕ 66860, община БОТЕВГРАД, област СОФИЯ.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center"/>
        <w:rPr>
          <w:rFonts w:ascii="Calibri" w:eastAsia="Calibri" w:hAnsi="Calibri"/>
          <w:b/>
          <w:szCs w:val="22"/>
          <w:lang w:val="bg-BG"/>
        </w:rPr>
      </w:pPr>
      <w:r w:rsidRPr="00CD271F">
        <w:rPr>
          <w:rFonts w:ascii="Calibri" w:eastAsia="Calibri" w:hAnsi="Calibri"/>
          <w:b/>
          <w:szCs w:val="22"/>
          <w:lang w:val="bg-BG"/>
        </w:rPr>
        <w:t>О Д О Б Р Я В А М: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>1. Споразумение за разпределение на масивите за ползване на земеделски земи с вх. № ПО-09-2776-2-1/29.8.2024 г., сключено за стопанската2024/2025година за землището на с. СКРАВЕНА, ЕКАТТЕ 66860, община БОТЕВГРАД, област СОФИЯ, представено с доклад вх. № ПО-09-2776-6/29.8.2024 г. на комисията по чл. 37в, ал. 1 от ЗСПЗЗ, определена със Заповед № ПО-09-2776 от 25.7.2024 г. на директора на Областна дирекция "Земеделие" – СОФИЯ ОБЛАСТ, ведно с картата на масивите за ползване и на регистър към нея, изготвени на основание чл. 74, ал. 1 от ППЗСПЗЗ.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>Сключеното споразумение е подписано от всички собственици и/или ползватели 9 броя, допуснати до участие в процедурата и обхваща цялата площ от в размер на 779.732</w:t>
      </w:r>
      <w:r w:rsidRPr="00CD271F">
        <w:rPr>
          <w:rFonts w:eastAsia="Calibri"/>
          <w:lang w:val="bg-BG"/>
        </w:rPr>
        <w:t xml:space="preserve"> </w:t>
      </w:r>
      <w:r w:rsidRPr="00CD271F">
        <w:rPr>
          <w:rFonts w:ascii="Calibri" w:eastAsia="Calibri" w:hAnsi="Calibri"/>
          <w:sz w:val="20"/>
          <w:szCs w:val="22"/>
          <w:lang w:val="bg-BG"/>
        </w:rPr>
        <w:t xml:space="preserve">дка, определена за създаване на масиви за ползване в землището. 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 xml:space="preserve">2. Масивите за ползване на обработваеми земи (НТП трайни насаждения) в землището на с. СКРАВЕНА,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ОБЛАСТ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</w:t>
      </w:r>
      <w:proofErr w:type="spellStart"/>
      <w:r w:rsidRPr="00CD271F">
        <w:rPr>
          <w:rFonts w:ascii="Calibri" w:eastAsia="Calibri" w:hAnsi="Calibri"/>
          <w:sz w:val="20"/>
          <w:szCs w:val="22"/>
          <w:lang w:val="bg-BG"/>
        </w:rPr>
        <w:t>Асет</w:t>
      </w:r>
      <w:proofErr w:type="spellEnd"/>
      <w:r w:rsidRPr="00CD271F">
        <w:rPr>
          <w:rFonts w:ascii="Calibri" w:eastAsia="Calibri" w:hAnsi="Calibri"/>
          <w:sz w:val="20"/>
          <w:szCs w:val="22"/>
          <w:lang w:val="bg-BG"/>
        </w:rPr>
        <w:t xml:space="preserve"> Банк, както следва: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CD271F" w:rsidRPr="00CD271F" w:rsidTr="00C751F6">
        <w:trPr>
          <w:jc w:val="center"/>
        </w:trPr>
        <w:tc>
          <w:tcPr>
            <w:tcW w:w="520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Задължени лица по чл. 37в, ал.7 от ЗСПЗЗ</w:t>
            </w:r>
          </w:p>
          <w:p w:rsidR="00CD271F" w:rsidRPr="00CD271F" w:rsidRDefault="00CD271F" w:rsidP="00CD271F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center"/>
              <w:rPr>
                <w:rFonts w:ascii="Calibri" w:eastAsia="Calibri" w:hAnsi="Calibri"/>
                <w:b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b/>
                <w:sz w:val="20"/>
                <w:szCs w:val="22"/>
                <w:lang w:val="bg-BG"/>
              </w:rPr>
              <w:t>Сума за внасяне лв.</w:t>
            </w:r>
          </w:p>
        </w:tc>
      </w:tr>
      <w:tr w:rsidR="00CD271F" w:rsidRPr="00CD271F" w:rsidTr="00C751F6">
        <w:trPr>
          <w:jc w:val="center"/>
        </w:trPr>
        <w:tc>
          <w:tcPr>
            <w:tcW w:w="520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"РОМАНОВ АГРО" ЕООД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>18.228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>145.82</w:t>
            </w:r>
          </w:p>
        </w:tc>
      </w:tr>
      <w:tr w:rsidR="00CD271F" w:rsidRPr="00CD271F" w:rsidTr="00C751F6">
        <w:trPr>
          <w:jc w:val="center"/>
        </w:trPr>
        <w:tc>
          <w:tcPr>
            <w:tcW w:w="520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ЕТ "МАРИЯ РОМАНОВА"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>14.146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>113.17</w:t>
            </w:r>
          </w:p>
        </w:tc>
      </w:tr>
      <w:tr w:rsidR="00CD271F" w:rsidRPr="00CD271F" w:rsidTr="00C751F6">
        <w:trPr>
          <w:jc w:val="center"/>
        </w:trPr>
        <w:tc>
          <w:tcPr>
            <w:tcW w:w="520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 xml:space="preserve"> МАРУСЯ ГЕОРГИЕВА СТОЯНОВА-ИВАНОВА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>10.418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>8.00</w:t>
            </w:r>
          </w:p>
        </w:tc>
        <w:tc>
          <w:tcPr>
            <w:tcW w:w="1280" w:type="dxa"/>
            <w:shd w:val="clear" w:color="auto" w:fill="auto"/>
          </w:tcPr>
          <w:p w:rsidR="00CD271F" w:rsidRPr="00CD271F" w:rsidRDefault="00CD271F" w:rsidP="00CD271F">
            <w:pPr>
              <w:spacing w:after="120" w:line="259" w:lineRule="auto"/>
              <w:jc w:val="right"/>
              <w:rPr>
                <w:rFonts w:ascii="Calibri" w:eastAsia="Calibri" w:hAnsi="Calibri"/>
                <w:sz w:val="20"/>
                <w:szCs w:val="22"/>
                <w:lang w:val="bg-BG"/>
              </w:rPr>
            </w:pPr>
            <w:r w:rsidRPr="00CD271F">
              <w:rPr>
                <w:rFonts w:ascii="Calibri" w:eastAsia="Calibri" w:hAnsi="Calibri"/>
                <w:sz w:val="20"/>
                <w:szCs w:val="22"/>
                <w:lang w:val="bg-BG"/>
              </w:rPr>
              <w:t>83.34</w:t>
            </w:r>
          </w:p>
        </w:tc>
      </w:tr>
    </w:tbl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>За задължените лица, които не са заплатили сумите по чл. 37в, ал. 7 съгласно настоящата заповед, директорът на ОДЗ – СОФИЯ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 ОБЛАСТ</w:t>
      </w:r>
      <w:r w:rsidR="00633F2A">
        <w:rPr>
          <w:rFonts w:ascii="Calibri" w:eastAsia="Calibri" w:hAnsi="Calibri"/>
          <w:sz w:val="20"/>
          <w:szCs w:val="22"/>
          <w:lang w:val="bg-BG"/>
        </w:rPr>
        <w:t>.</w:t>
      </w:r>
      <w:bookmarkStart w:id="0" w:name="_GoBack"/>
      <w:bookmarkEnd w:id="0"/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>Съгласно чл. 37в, ал. 6 от ЗСПЗЗ, обжалването на заповедта не спира нейното изпълнение.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>Контрол по изпълнение на заповедта ще упражнявам лично.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ab/>
        <w:t>Настоящата заповед да се сведе до знанието на всички длъжностни лица за сведение и изпълнение.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>..........................................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 xml:space="preserve">      (подпис и печат)</w:t>
      </w: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Cs w:val="22"/>
          <w:lang w:val="bg-BG"/>
        </w:rPr>
      </w:pPr>
    </w:p>
    <w:p w:rsidR="00CD271F" w:rsidRPr="00CD271F" w:rsidRDefault="00CD271F" w:rsidP="00CD271F">
      <w:pPr>
        <w:spacing w:line="259" w:lineRule="auto"/>
        <w:jc w:val="both"/>
        <w:rPr>
          <w:rFonts w:ascii="Calibri" w:eastAsia="Calibri" w:hAnsi="Calibri"/>
          <w:sz w:val="20"/>
          <w:szCs w:val="22"/>
          <w:lang w:val="bg-BG"/>
        </w:rPr>
      </w:pPr>
      <w:r w:rsidRPr="00CD271F">
        <w:rPr>
          <w:rFonts w:ascii="Calibri" w:eastAsia="Calibri" w:hAnsi="Calibri"/>
          <w:sz w:val="20"/>
          <w:szCs w:val="22"/>
          <w:lang w:val="bg-BG"/>
        </w:rPr>
        <w:t>Директор на Областна дирекция "Земеделие" – СОФИЯ ОБЛАСТ</w:t>
      </w:r>
    </w:p>
    <w:p w:rsidR="00CD271F" w:rsidRPr="00CD271F" w:rsidRDefault="00CD271F" w:rsidP="00CD271F">
      <w:pPr>
        <w:spacing w:line="259" w:lineRule="auto"/>
        <w:rPr>
          <w:rFonts w:ascii="Calibri" w:eastAsia="Calibri" w:hAnsi="Calibri"/>
          <w:sz w:val="22"/>
          <w:szCs w:val="22"/>
          <w:lang w:val="bg-BG"/>
        </w:rPr>
      </w:pPr>
    </w:p>
    <w:p w:rsidR="0075168D" w:rsidRDefault="0075168D" w:rsidP="00CD271F">
      <w:pPr>
        <w:spacing w:line="259" w:lineRule="auto"/>
        <w:jc w:val="center"/>
      </w:pPr>
    </w:p>
    <w:p>
      <w:r>
        <w:br/>
        <w:t>Петко Николаев Димов (Директор)</w:t>
        <w:br/>
        <w:t>19.11.2024г. 11:01ч.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75168D" w:rsidSect="003C2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134" w:bottom="567" w:left="1276" w:header="124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D5B" w:rsidRDefault="007E6D5B">
      <w:r>
        <w:separator/>
      </w:r>
    </w:p>
  </w:endnote>
  <w:endnote w:type="continuationSeparator" w:id="0">
    <w:p w:rsidR="007E6D5B" w:rsidRDefault="007E6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гр. София 1000, бул. "Витоша" №4, ет.6  https://www.mzh.government.bg/ODZ-Sofiaoblast/bg/Home.aspx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  <w:r w:rsidRPr="00C17EE7">
      <w:rPr>
        <w:rFonts w:ascii="Verdana" w:hAnsi="Verdana"/>
        <w:sz w:val="16"/>
        <w:szCs w:val="16"/>
        <w:lang w:val="ru-RU"/>
      </w:rPr>
      <w:t>тел:(+3592) 419 70 20, e-mail: odzg_sfoblast@mzh.government.bg</w:t>
    </w:r>
  </w:p>
  <w:p w:rsidR="007543A4" w:rsidRPr="00C17EE7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2639F4" w:rsidRDefault="007543A4" w:rsidP="00C17EE7">
    <w:pPr>
      <w:jc w:val="center"/>
      <w:rPr>
        <w:rFonts w:ascii="Verdana" w:hAnsi="Verdana"/>
        <w:sz w:val="16"/>
        <w:szCs w:val="16"/>
        <w:lang w:val="ru-RU"/>
      </w:rPr>
    </w:pPr>
  </w:p>
  <w:p w:rsidR="007543A4" w:rsidRPr="00835BBA" w:rsidRDefault="007543A4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2639F4" w:rsidRDefault="007543A4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543A4" w:rsidRPr="002639F4" w:rsidRDefault="007543A4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D5B" w:rsidRDefault="007E6D5B">
      <w:r>
        <w:separator/>
      </w:r>
    </w:p>
  </w:footnote>
  <w:footnote w:type="continuationSeparator" w:id="0">
    <w:p w:rsidR="007E6D5B" w:rsidRDefault="007E6D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1DE4" w:rsidRDefault="007A1DE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3A4" w:rsidRPr="005B69F7" w:rsidRDefault="007543A4" w:rsidP="005B69F7">
    <w:pPr>
      <w:pStyle w:val="2"/>
      <w:rPr>
        <w:rStyle w:val="a9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543A4" w:rsidRPr="005B69F7" w:rsidRDefault="007543A4" w:rsidP="006B7B5E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8DD69C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NTyTGHwIAADsEAAAOAAAAZHJzL2Uyb0RvYy54bWysU02P2jAQvVfqf7B8Z5PQQCEirFYJ9LJt kXb7A4ztJFYd27INAVX97x07QEt7qarm4Phj5s3MezOrx1Mv0ZFbJ7QqcfaQYsQV1UyotsRfXreT BUbOE8WI1IqX+Mwdfly/fbMaTMGnutOScYsARLliMCXuvDdFkjja8Z64B224gsdG2554ONo2YZYM gN7LZJqm82TQlhmrKXcObuvxEa8jftNw6j83jeMeyRJDbj6uNq77sCbrFSlaS0wn6CUN8g9Z9EQo CHqDqokn6GDFH1C9oFY73fgHqvtEN42gPNYA1WTpb9W8dMTwWAuQ48yNJvf/YOmn484iwUo8xUiR HiR6OngdI6MsC/wMxhVgVqmdDRXSk3oxz5p+dUjpqiOq5dH69WzAOXokdy7h4AxE2Q8fNQMbAgEi WafG9gESaECnqMn5pgk/eUTHSwq382ya5VGuhBRXP2Od/8B1j8KmxM5bItrOV1opEF7bLEYhx2fn oQ5wvDqEoEpvhZRRf6nQUOLlbDqLDk5LwcJjMHO23VfSoiMJHRS/QAqA3ZlZfVAsgnWcsM1l74mQ 4x7spQp4UBekc9mNLfJtmS43i80in+TT+WaSp3U9edpW+WS+zd7P6nd1VdXZ95BalhedYIyrkN21 XbP879rhMjhjo90a9kZDco8eS4Rkr/+YdBQ2aDl2xV6z884GNoLG0KHR+DJNYQR+PUernzO//gEA AP//AwBQSwMEFAAGAAgAAAAhAGdAjE/cAAAACAEAAA8AAABkcnMvZG93bnJldi54bWxMj8FuwjAQ RO+V+g/WVuJSFTtUQEnjIITUQ48FpF5NvE3SxusodkjK13fhQm/7NKPZmWw9ukacsAu1Jw3JVIFA KrytqdRw2L89vYAI0ZA1jSfU8IsB1vn9XWZS6wf6wNMuloJDKKRGQxVjm0oZigqdCVPfIrH25Ttn ImNXStuZgcNdI2dKLaQzNfGHyrS4rbD42fVOA4Z+nqjNypWH9/Pw+Dk7fw/tXuvJw7h5BRFxjDcz XOpzdci509H3ZINomNUiYSsfzyAu+pWPGlbLJcg8k/8H5H8AAAD//wMAUEsBAi0AFAAGAAgAAAAh ALaDOJL+AAAA4QEAABMAAAAAAAAAAAAAAAAAAAAAAFtDb250ZW50X1R5cGVzXS54bWxQSwECLQAU AAYACAAAACEAOP0h/9YAAACUAQAACwAAAAAAAAAAAAAAAAAvAQAAX3JlbHMvLnJlbHNQSwECLQAU AAYACAAAACEATU8kxh8CAAA7BAAADgAAAAAAAAAAAAAAAAAuAgAAZHJzL2Uyb0RvYy54bWxQSwEC LQAUAAYACAAAACEAZ0CMT9wAAAAIAQAADwAAAAAAAAAAAAAAAAB5BAAAZHJzL2Rvd25yZXYueG1s UEsFBgAAAAAEAAQA8wAAAIIFAAAAAA== "/>
          </w:pict>
        </mc:Fallback>
      </mc:AlternateContent>
    </w:r>
    <w:r w:rsidR="006B7B5E">
      <w:rPr>
        <w:rFonts w:ascii="Helen Bg Condensed" w:hAnsi="Helen Bg Condensed"/>
        <w:spacing w:val="40"/>
        <w:sz w:val="30"/>
        <w:szCs w:val="30"/>
      </w:rPr>
      <w:t xml:space="preserve"> </w:t>
    </w:r>
    <w:r w:rsidR="007A1DE4">
      <w:rPr>
        <w:rFonts w:ascii="Helen Bg Condensed" w:hAnsi="Helen Bg Condensed"/>
        <w:spacing w:val="40"/>
        <w:sz w:val="30"/>
        <w:szCs w:val="30"/>
        <w:lang w:val="en-US"/>
      </w:rPr>
      <w:t xml:space="preserve">           </w: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543A4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543A4" w:rsidRPr="00983B22" w:rsidRDefault="007543A4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DEAC89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BLb/d/iQIAAGEFAAAOAAAAZHJzL2Uyb0RvYy54bWysVF1vmzAUfZ+0/2DxToEEEoJKqhbIXrqt Ujvt2cEmWDM2sp2QaNp/37VJ6NK9TFMTyfLH9eHce8717d2x4+hAlWZS5F50E3qIiloSJna59+1l 46ce0gYLgrkUNPdOVHt3648fboc+ozPZSk6oQgAidDb0udca02dBoOuWdljfyJ4KOGyk6rCBpdoF ROEB0DsezMJwEQxSkV7JmmoNu+V46K0dftPQ2nxtGk0N4rkH3IwblRu3dgzWtzjbKdy3rD7TwP/B osNMwEcnqBIbjPaK/QXVsVpJLRtzU8sukE3DaupygGyi8E02zy3uqcsFiqP7qUz6/WDrL4cnhRgB 7TwkcAcSPTJBUWQrM/Q6g4BCPCmbW30Uz/2jrH9oJGTRYrGjjuHLqYdr7kZwdcUudA/42+GzJBCD 90a6Mh0b1VlIKAA6OjVOkxr0aFANm8skXSUzEK2+nAU4u1zslTafqOyQneQeB84OGB8etQHqEHoJ sd8RcsM4d2JzgYbcA+TEXdCSM2IPbZhWu23BFTpgaxf3s3UAsKswJfeCOLCWYlKd5wYzPs4hnguL R50DR0awOhqYun1I0bnj5ypcVWmVxn48W1R+HJalf78pYn+xiZZJOS+Loox+WaJRnLWMECos14tT o/jfnHDumdFjk1enogTX6C5hIHvN9H6ThMt4nvrLZTL343kV+g/ppvDvi2ixWFYPxUP1hmnlstfv Q3YqpWUl94aq55YMiDAr/zxZzcC/hEFnz5ajbgjzHTxJtVEeUtJ8Z6Z1brU+sxhXWqeh/Z+1ntDH Qlw0tKtJhXNur6UCzS/6uiawvh87aCvJ6UlZG9l+gD52l85vjn0o/ly7qNeXcf0bAAD//wMAUEsD BBQABgAIAAAAIQDwwhD44AAAAA4BAAAPAAAAZHJzL2Rvd25yZXYueG1sTI/NTsNADITvSLzDykhc qnbThvATsqkQkBsXSiuubmKSiKw3zW7bwNPjHhDcbM9o/E22HG2nDjT41rGB+SwCRVy6quXawPqt mN6C8gG5ws4xGfgiD8v8/CzDtHJHfqXDKtRKQtinaKAJoU+19mVDFv3M9cSifbjBYpB1qHU14FHC bacXUXStLbYsHxrs6bGh8nO1twZ8saFd8T0pJ9F7XDta7J5entGYy4vx4R5UoDH8meGEL+iQC9PW 7bnyqjMwjZMbsYqQxFcJqJNlntzJtP296TzT/2vkPwAAAP//AwBQSwECLQAUAAYACAAAACEAtoM4 kv4AAADhAQAAEwAAAAAAAAAAAAAAAAAAAAAAW0NvbnRlbnRfVHlwZXNdLnhtbFBLAQItABQABgAI AAAAIQA4/SH/1gAAAJQBAAALAAAAAAAAAAAAAAAAAC8BAABfcmVscy8ucmVsc1BLAQItABQABgAI AAAAIQBLb/d/iQIAAGEFAAAOAAAAAAAAAAAAAAAAAC4CAABkcnMvZTJvRG9jLnhtbFBLAQItABQA BgAIAAAAIQDwwhD44AAAAA4BAAAPAAAAAAAAAAAAAAAAAOMEAABkcnMvZG93bnJldi54bWxQSwUG AAAAAAQABADzAAAA8AUAAAAA 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543A4" w:rsidRPr="00983B22" w:rsidRDefault="007543A4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3537C"/>
    <w:rsid w:val="00157D1E"/>
    <w:rsid w:val="00191127"/>
    <w:rsid w:val="00197496"/>
    <w:rsid w:val="001A1C66"/>
    <w:rsid w:val="001A77DB"/>
    <w:rsid w:val="001B087F"/>
    <w:rsid w:val="001B4BA5"/>
    <w:rsid w:val="001F1E05"/>
    <w:rsid w:val="0020653E"/>
    <w:rsid w:val="0021765E"/>
    <w:rsid w:val="00225E60"/>
    <w:rsid w:val="002373B3"/>
    <w:rsid w:val="00247F7F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74F6"/>
    <w:rsid w:val="003A7442"/>
    <w:rsid w:val="003C2220"/>
    <w:rsid w:val="003C2E20"/>
    <w:rsid w:val="003C52BC"/>
    <w:rsid w:val="003F0DD2"/>
    <w:rsid w:val="004005EA"/>
    <w:rsid w:val="00446795"/>
    <w:rsid w:val="00461ACA"/>
    <w:rsid w:val="004646E3"/>
    <w:rsid w:val="00474608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3B35"/>
    <w:rsid w:val="005D42C6"/>
    <w:rsid w:val="005D7788"/>
    <w:rsid w:val="005E0DE1"/>
    <w:rsid w:val="005F18B8"/>
    <w:rsid w:val="005F315B"/>
    <w:rsid w:val="00602A0B"/>
    <w:rsid w:val="00633F2A"/>
    <w:rsid w:val="00636A42"/>
    <w:rsid w:val="00660327"/>
    <w:rsid w:val="00684194"/>
    <w:rsid w:val="006B0B9A"/>
    <w:rsid w:val="006B7B5E"/>
    <w:rsid w:val="006E1608"/>
    <w:rsid w:val="006E68FB"/>
    <w:rsid w:val="006F7315"/>
    <w:rsid w:val="00724E5F"/>
    <w:rsid w:val="0073129D"/>
    <w:rsid w:val="00732FE9"/>
    <w:rsid w:val="00735898"/>
    <w:rsid w:val="007366E2"/>
    <w:rsid w:val="00736EE6"/>
    <w:rsid w:val="007479D4"/>
    <w:rsid w:val="0075168D"/>
    <w:rsid w:val="00751C7B"/>
    <w:rsid w:val="007543A4"/>
    <w:rsid w:val="0075624F"/>
    <w:rsid w:val="00762DA8"/>
    <w:rsid w:val="00771EF1"/>
    <w:rsid w:val="00773368"/>
    <w:rsid w:val="00785809"/>
    <w:rsid w:val="007A0EDA"/>
    <w:rsid w:val="007A1DE4"/>
    <w:rsid w:val="007A6290"/>
    <w:rsid w:val="007A78E3"/>
    <w:rsid w:val="007B4B8A"/>
    <w:rsid w:val="007D7C8D"/>
    <w:rsid w:val="007E07FE"/>
    <w:rsid w:val="007E61AA"/>
    <w:rsid w:val="007E6D5B"/>
    <w:rsid w:val="00803481"/>
    <w:rsid w:val="00807DAE"/>
    <w:rsid w:val="00823FF9"/>
    <w:rsid w:val="00835BBA"/>
    <w:rsid w:val="00836AB7"/>
    <w:rsid w:val="00837B40"/>
    <w:rsid w:val="00846A49"/>
    <w:rsid w:val="0085348A"/>
    <w:rsid w:val="00871471"/>
    <w:rsid w:val="008861EB"/>
    <w:rsid w:val="00887851"/>
    <w:rsid w:val="00892012"/>
    <w:rsid w:val="0089608D"/>
    <w:rsid w:val="008B0206"/>
    <w:rsid w:val="008B1300"/>
    <w:rsid w:val="008B4BE7"/>
    <w:rsid w:val="008E1B68"/>
    <w:rsid w:val="0092605E"/>
    <w:rsid w:val="00930C1F"/>
    <w:rsid w:val="009357A9"/>
    <w:rsid w:val="00936425"/>
    <w:rsid w:val="00946D85"/>
    <w:rsid w:val="0095018C"/>
    <w:rsid w:val="00961A93"/>
    <w:rsid w:val="009652E3"/>
    <w:rsid w:val="00967448"/>
    <w:rsid w:val="009738CE"/>
    <w:rsid w:val="00974546"/>
    <w:rsid w:val="00983B22"/>
    <w:rsid w:val="009918DC"/>
    <w:rsid w:val="009931D4"/>
    <w:rsid w:val="00994536"/>
    <w:rsid w:val="009A2BA7"/>
    <w:rsid w:val="009A49E5"/>
    <w:rsid w:val="009A65EE"/>
    <w:rsid w:val="009A678B"/>
    <w:rsid w:val="009C596C"/>
    <w:rsid w:val="009E7D8E"/>
    <w:rsid w:val="009F63A2"/>
    <w:rsid w:val="00A145F1"/>
    <w:rsid w:val="00A21AAF"/>
    <w:rsid w:val="00A36C2A"/>
    <w:rsid w:val="00A41749"/>
    <w:rsid w:val="00A51E10"/>
    <w:rsid w:val="00A57D6C"/>
    <w:rsid w:val="00A7546F"/>
    <w:rsid w:val="00A76414"/>
    <w:rsid w:val="00A806FD"/>
    <w:rsid w:val="00A82EC2"/>
    <w:rsid w:val="00A92148"/>
    <w:rsid w:val="00AB360D"/>
    <w:rsid w:val="00AD13E8"/>
    <w:rsid w:val="00AE3DD8"/>
    <w:rsid w:val="00AE6009"/>
    <w:rsid w:val="00B06BD0"/>
    <w:rsid w:val="00B1548F"/>
    <w:rsid w:val="00B6013A"/>
    <w:rsid w:val="00B65068"/>
    <w:rsid w:val="00B74825"/>
    <w:rsid w:val="00B82226"/>
    <w:rsid w:val="00B8572A"/>
    <w:rsid w:val="00BA4D91"/>
    <w:rsid w:val="00BC0051"/>
    <w:rsid w:val="00BD1BCF"/>
    <w:rsid w:val="00BE5224"/>
    <w:rsid w:val="00BF3F0A"/>
    <w:rsid w:val="00BF79A4"/>
    <w:rsid w:val="00BF7F7A"/>
    <w:rsid w:val="00C00904"/>
    <w:rsid w:val="00C02136"/>
    <w:rsid w:val="00C120B5"/>
    <w:rsid w:val="00C17EE7"/>
    <w:rsid w:val="00C23375"/>
    <w:rsid w:val="00C2469F"/>
    <w:rsid w:val="00C32160"/>
    <w:rsid w:val="00C43BD8"/>
    <w:rsid w:val="00C473A4"/>
    <w:rsid w:val="00C511C0"/>
    <w:rsid w:val="00C51883"/>
    <w:rsid w:val="00C91C1B"/>
    <w:rsid w:val="00CA3258"/>
    <w:rsid w:val="00CA7536"/>
    <w:rsid w:val="00CA7A14"/>
    <w:rsid w:val="00CC1CBD"/>
    <w:rsid w:val="00CD271F"/>
    <w:rsid w:val="00CE2F96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6CB"/>
    <w:rsid w:val="00D75719"/>
    <w:rsid w:val="00D81D3E"/>
    <w:rsid w:val="00D9774A"/>
    <w:rsid w:val="00DA357D"/>
    <w:rsid w:val="00DE3104"/>
    <w:rsid w:val="00E14AEE"/>
    <w:rsid w:val="00E158CD"/>
    <w:rsid w:val="00E22EB2"/>
    <w:rsid w:val="00E37251"/>
    <w:rsid w:val="00E374CC"/>
    <w:rsid w:val="00E43314"/>
    <w:rsid w:val="00E47067"/>
    <w:rsid w:val="00E50676"/>
    <w:rsid w:val="00E53CAB"/>
    <w:rsid w:val="00E55076"/>
    <w:rsid w:val="00E55421"/>
    <w:rsid w:val="00E559EA"/>
    <w:rsid w:val="00E6220A"/>
    <w:rsid w:val="00E84B8C"/>
    <w:rsid w:val="00E86200"/>
    <w:rsid w:val="00E9380B"/>
    <w:rsid w:val="00EA3B1F"/>
    <w:rsid w:val="00EA7411"/>
    <w:rsid w:val="00EB1100"/>
    <w:rsid w:val="00F010A4"/>
    <w:rsid w:val="00F023E3"/>
    <w:rsid w:val="00F14706"/>
    <w:rsid w:val="00F36881"/>
    <w:rsid w:val="00F55479"/>
    <w:rsid w:val="00F5602F"/>
    <w:rsid w:val="00F72CF1"/>
    <w:rsid w:val="00F85A0D"/>
    <w:rsid w:val="00F92FB0"/>
    <w:rsid w:val="00F95DCD"/>
    <w:rsid w:val="00FA4106"/>
    <w:rsid w:val="00FB2519"/>
    <w:rsid w:val="00FB2631"/>
    <w:rsid w:val="00FB3860"/>
    <w:rsid w:val="00FB3A94"/>
    <w:rsid w:val="00FC201E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DEEDE42"/>
  <w15:docId w15:val="{7DE415A9-6A58-42B6-8EC1-7845D2522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semiHidden/>
  </w:style>
  <w:style w:type="paragraph" w:styleId="a3">
    <w:name w:val="header"/>
    <w:basedOn w:val="a"/>
    <w:link w:val="a4"/>
    <w:uiPriority w:val="99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pPr>
      <w:tabs>
        <w:tab w:val="center" w:pos="4320"/>
        <w:tab w:val="right" w:pos="8640"/>
      </w:tabs>
    </w:pPr>
  </w:style>
  <w:style w:type="paragraph" w:styleId="a7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8">
    <w:name w:val="Hyperlink"/>
    <w:basedOn w:val="a0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a4">
    <w:name w:val="Горен колонтитул Знак"/>
    <w:link w:val="a3"/>
    <w:uiPriority w:val="99"/>
    <w:rsid w:val="00C2469F"/>
    <w:rPr>
      <w:sz w:val="24"/>
      <w:szCs w:val="24"/>
      <w:lang w:val="en-US" w:eastAsia="en-US"/>
    </w:rPr>
  </w:style>
  <w:style w:type="character" w:customStyle="1" w:styleId="a6">
    <w:name w:val="Долен колонтитул Знак"/>
    <w:link w:val="a5"/>
    <w:uiPriority w:val="99"/>
    <w:rsid w:val="00C2469F"/>
    <w:rPr>
      <w:sz w:val="24"/>
      <w:szCs w:val="24"/>
      <w:lang w:val="en-US" w:eastAsia="en-US"/>
    </w:rPr>
  </w:style>
  <w:style w:type="numbering" w:customStyle="1" w:styleId="10">
    <w:name w:val="Без списък1"/>
    <w:next w:val="ListNo0"/>
    <w:uiPriority w:val="99"/>
    <w:semiHidden/>
    <w:unhideWhenUsed/>
    <w:rsid w:val="00A14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arget="numbering.xml" Type="http://schemas.openxmlformats.org/officeDocument/2006/relationships/numbering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_rels/header3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_rels/settings.xml.rels><?xml version="1.0" encoding="UTF-8" standalone="yes"?><Relationships xmlns="http://schemas.openxmlformats.org/package/2006/relationships"><Relationship Id="rId1" Target="file:///C:/Users/user/Desktop/ODZ_new.dot" TargetMode="External" Type="http://schemas.openxmlformats.org/officeDocument/2006/relationships/attachedTemplat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2024-11-15T08:35:00Z</dcterms:created>
  <dc:creator>user</dc:creator>
  <cp:lastModifiedBy>osz</cp:lastModifiedBy>
  <cp:lastPrinted>2023-07-19T09:25:00Z</cp:lastPrinted>
  <dcterms:modified xsi:type="dcterms:W3CDTF">2024-11-15T11:52:00Z</dcterms:modified>
  <cp:revision>4</cp:revision>
  <dc:title>ДО</dc:title>
</cp:coreProperties>
</file>