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81" w:rsidRPr="00E54EDF" w:rsidRDefault="00F36881" w:rsidP="00D756CB">
      <w:pPr>
        <w:rPr>
          <w:lang w:val="bg-BG"/>
        </w:rPr>
      </w:pPr>
    </w:p>
    <w:p w:rsidR="00F61DA5" w:rsidRPr="009D2A44" w:rsidRDefault="00F61DA5" w:rsidP="00F61DA5">
      <w:pPr>
        <w:jc w:val="center"/>
        <w:rPr>
          <w:b/>
        </w:rPr>
      </w:pPr>
      <w:r w:rsidRPr="009D2A44">
        <w:rPr>
          <w:b/>
        </w:rPr>
        <w:t>З А П О В Е Д</w:t>
      </w:r>
    </w:p>
    <w:p w:rsidR="00F61DA5" w:rsidRPr="009D2A44" w:rsidRDefault="00F61DA5" w:rsidP="00F61DA5">
      <w:pPr>
        <w:jc w:val="both"/>
      </w:pPr>
    </w:p>
    <w:p w:rsidR="00F61DA5" w:rsidRPr="00F61DA5" w:rsidRDefault="00F61DA5" w:rsidP="00F61DA5">
      <w:pPr>
        <w:jc w:val="center"/>
        <w:rPr>
          <w:b/>
          <w:lang w:val="bg-BG"/>
        </w:rPr>
      </w:pPr>
      <w:r>
        <w:rPr>
          <w:b/>
        </w:rPr>
        <w:t xml:space="preserve">№ </w:t>
      </w:r>
      <w:r>
        <w:rPr>
          <w:b/>
          <w:lang w:val="bg-BG"/>
        </w:rPr>
        <w:t>ПО-09-2776-3</w:t>
      </w:r>
      <w:r w:rsidR="00712C3C">
        <w:rPr>
          <w:b/>
          <w:lang w:val="bg-BG"/>
        </w:rPr>
        <w:t>/</w:t>
      </w:r>
      <w:r>
        <w:rPr>
          <w:b/>
          <w:lang w:val="bg-BG"/>
        </w:rPr>
        <w:t xml:space="preserve"> 27.09.2024 г.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основание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4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Закона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собствеността</w:t>
      </w:r>
      <w:proofErr w:type="spellEnd"/>
      <w:r w:rsidRPr="009D2A44">
        <w:rPr>
          <w:sz w:val="20"/>
        </w:rPr>
        <w:t xml:space="preserve"> и </w:t>
      </w:r>
      <w:proofErr w:type="spellStart"/>
      <w:r w:rsidRPr="009D2A44">
        <w:rPr>
          <w:sz w:val="20"/>
        </w:rPr>
        <w:t>ползването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земеделски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земи</w:t>
      </w:r>
      <w:proofErr w:type="spellEnd"/>
      <w:r w:rsidRPr="009D2A44">
        <w:rPr>
          <w:sz w:val="20"/>
        </w:rPr>
        <w:t xml:space="preserve"> (ЗСПЗЗ) и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75а,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1, т. 1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Правилника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прилагане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Закона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собствеността</w:t>
      </w:r>
      <w:proofErr w:type="spellEnd"/>
      <w:r w:rsidRPr="009D2A44">
        <w:rPr>
          <w:sz w:val="20"/>
        </w:rPr>
        <w:t xml:space="preserve"> и </w:t>
      </w:r>
      <w:proofErr w:type="spellStart"/>
      <w:r w:rsidRPr="009D2A44">
        <w:rPr>
          <w:sz w:val="20"/>
        </w:rPr>
        <w:t>ползването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земеделските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земи</w:t>
      </w:r>
      <w:proofErr w:type="spellEnd"/>
      <w:r w:rsidRPr="009D2A44">
        <w:rPr>
          <w:sz w:val="20"/>
        </w:rPr>
        <w:t xml:space="preserve"> (ППЗСПЗЗ), </w:t>
      </w:r>
      <w:proofErr w:type="spellStart"/>
      <w:r w:rsidRPr="009D2A44">
        <w:rPr>
          <w:sz w:val="20"/>
        </w:rPr>
        <w:t>доклад</w:t>
      </w:r>
      <w:proofErr w:type="spellEnd"/>
      <w:r w:rsidRPr="009D2A44">
        <w:rPr>
          <w:sz w:val="20"/>
        </w:rPr>
        <w:t xml:space="preserve"> с </w:t>
      </w:r>
      <w:proofErr w:type="spellStart"/>
      <w:r w:rsidRPr="009D2A44">
        <w:rPr>
          <w:sz w:val="20"/>
        </w:rPr>
        <w:t>вх</w:t>
      </w:r>
      <w:proofErr w:type="spellEnd"/>
      <w:r w:rsidRPr="009D2A44">
        <w:rPr>
          <w:sz w:val="20"/>
        </w:rPr>
        <w:t xml:space="preserve">. № </w:t>
      </w:r>
      <w:r>
        <w:rPr>
          <w:sz w:val="20"/>
          <w:lang w:val="bg-BG"/>
        </w:rPr>
        <w:t>ПО-09-2776-2</w:t>
      </w:r>
      <w:r w:rsidRPr="009D2A44">
        <w:rPr>
          <w:sz w:val="20"/>
        </w:rPr>
        <w:t>/</w:t>
      </w:r>
      <w:r>
        <w:rPr>
          <w:sz w:val="20"/>
          <w:lang w:val="bg-BG"/>
        </w:rPr>
        <w:t>20.09.2024</w:t>
      </w:r>
      <w:r w:rsidRPr="009D2A44">
        <w:rPr>
          <w:sz w:val="20"/>
        </w:rPr>
        <w:t xml:space="preserve"> г.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комисията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1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ЗСПЗЗ, </w:t>
      </w:r>
      <w:proofErr w:type="spellStart"/>
      <w:r w:rsidRPr="009D2A44">
        <w:rPr>
          <w:sz w:val="20"/>
        </w:rPr>
        <w:t>определена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със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</w:t>
      </w:r>
      <w:proofErr w:type="spellEnd"/>
      <w:r w:rsidRPr="009D2A44">
        <w:rPr>
          <w:sz w:val="20"/>
        </w:rPr>
        <w:t xml:space="preserve"> № ПО-09-2776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25.7.2024 г.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директора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Областна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дирекция</w:t>
      </w:r>
      <w:proofErr w:type="spellEnd"/>
      <w:r w:rsidRPr="009D2A44">
        <w:rPr>
          <w:sz w:val="20"/>
        </w:rPr>
        <w:t xml:space="preserve"> "</w:t>
      </w:r>
      <w:proofErr w:type="spellStart"/>
      <w:r w:rsidRPr="009D2A44">
        <w:rPr>
          <w:sz w:val="20"/>
        </w:rPr>
        <w:t>Земеделие</w:t>
      </w:r>
      <w:proofErr w:type="spellEnd"/>
      <w:r w:rsidRPr="009D2A44">
        <w:rPr>
          <w:sz w:val="20"/>
        </w:rPr>
        <w:t xml:space="preserve">" </w:t>
      </w:r>
      <w:r w:rsidR="00E54EDF">
        <w:rPr>
          <w:sz w:val="20"/>
        </w:rPr>
        <w:t>–</w:t>
      </w:r>
      <w:r w:rsidRPr="009D2A44">
        <w:rPr>
          <w:sz w:val="20"/>
        </w:rPr>
        <w:t xml:space="preserve"> СОФИЯ</w:t>
      </w:r>
      <w:r w:rsidR="00E54EDF">
        <w:rPr>
          <w:sz w:val="20"/>
          <w:lang w:val="bg-BG"/>
        </w:rPr>
        <w:t xml:space="preserve"> ОБЛАСТ</w:t>
      </w:r>
      <w:r w:rsidRPr="009D2A44">
        <w:rPr>
          <w:sz w:val="20"/>
        </w:rPr>
        <w:t xml:space="preserve"> и </w:t>
      </w:r>
      <w:proofErr w:type="spellStart"/>
      <w:r w:rsidRPr="009D2A44">
        <w:rPr>
          <w:sz w:val="20"/>
        </w:rPr>
        <w:t>споразумение</w:t>
      </w:r>
      <w:proofErr w:type="spellEnd"/>
      <w:r w:rsidRPr="009D2A44">
        <w:rPr>
          <w:sz w:val="20"/>
        </w:rPr>
        <w:t xml:space="preserve"> с </w:t>
      </w:r>
      <w:proofErr w:type="spellStart"/>
      <w:r w:rsidRPr="009D2A44">
        <w:rPr>
          <w:sz w:val="20"/>
        </w:rPr>
        <w:t>вх</w:t>
      </w:r>
      <w:proofErr w:type="spellEnd"/>
      <w:r w:rsidRPr="009D2A44">
        <w:rPr>
          <w:sz w:val="20"/>
        </w:rPr>
        <w:t xml:space="preserve">. № ПО-09-2776-1/29.8.2024 г.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землището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с. СКРАВЕНА, ЕКАТТЕ 66860, </w:t>
      </w:r>
      <w:proofErr w:type="spellStart"/>
      <w:r w:rsidRPr="009D2A44">
        <w:rPr>
          <w:sz w:val="20"/>
        </w:rPr>
        <w:t>община</w:t>
      </w:r>
      <w:proofErr w:type="spellEnd"/>
      <w:r w:rsidRPr="009D2A44">
        <w:rPr>
          <w:sz w:val="20"/>
        </w:rPr>
        <w:t xml:space="preserve"> БОТЕВГРАД, </w:t>
      </w:r>
      <w:proofErr w:type="spellStart"/>
      <w:r w:rsidRPr="009D2A44">
        <w:rPr>
          <w:sz w:val="20"/>
        </w:rPr>
        <w:t>област</w:t>
      </w:r>
      <w:proofErr w:type="spellEnd"/>
      <w:r w:rsidRPr="009D2A44">
        <w:rPr>
          <w:sz w:val="20"/>
        </w:rPr>
        <w:t xml:space="preserve"> СОФИЯ.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center"/>
        <w:rPr>
          <w:b/>
        </w:rPr>
      </w:pPr>
      <w:r w:rsidRPr="009D2A44">
        <w:rPr>
          <w:b/>
        </w:rPr>
        <w:t>О Д О Б Р Я В А М: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  <w:t xml:space="preserve">1. </w:t>
      </w:r>
      <w:proofErr w:type="spellStart"/>
      <w:r w:rsidRPr="009D2A44">
        <w:rPr>
          <w:sz w:val="20"/>
        </w:rPr>
        <w:t>Споразумение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разпределение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масивите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ползване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земеделски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земи</w:t>
      </w:r>
      <w:proofErr w:type="spellEnd"/>
      <w:r w:rsidRPr="009D2A44">
        <w:rPr>
          <w:sz w:val="20"/>
        </w:rPr>
        <w:t xml:space="preserve"> с </w:t>
      </w:r>
      <w:proofErr w:type="spellStart"/>
      <w:r w:rsidRPr="009D2A44">
        <w:rPr>
          <w:sz w:val="20"/>
        </w:rPr>
        <w:t>вх</w:t>
      </w:r>
      <w:proofErr w:type="spellEnd"/>
      <w:r w:rsidRPr="009D2A44">
        <w:rPr>
          <w:sz w:val="20"/>
        </w:rPr>
        <w:t>. № ПО-0</w:t>
      </w:r>
      <w:r w:rsidR="00525325">
        <w:rPr>
          <w:sz w:val="20"/>
        </w:rPr>
        <w:t xml:space="preserve">9-2776-1/29.8.2024 </w:t>
      </w:r>
      <w:r w:rsidRPr="009D2A44">
        <w:rPr>
          <w:sz w:val="20"/>
        </w:rPr>
        <w:t xml:space="preserve">г., </w:t>
      </w:r>
      <w:proofErr w:type="spellStart"/>
      <w:r w:rsidRPr="009D2A44">
        <w:rPr>
          <w:sz w:val="20"/>
        </w:rPr>
        <w:t>сключено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стопанската</w:t>
      </w:r>
      <w:proofErr w:type="spellEnd"/>
      <w:r w:rsidR="00712C3C">
        <w:rPr>
          <w:sz w:val="20"/>
          <w:lang w:val="bg-BG"/>
        </w:rPr>
        <w:t xml:space="preserve"> </w:t>
      </w:r>
      <w:r w:rsidRPr="009D2A44">
        <w:rPr>
          <w:sz w:val="20"/>
        </w:rPr>
        <w:t xml:space="preserve">2024/2025година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землището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с. СКРАВЕНА, ЕКАТТЕ 66860, </w:t>
      </w:r>
      <w:proofErr w:type="spellStart"/>
      <w:r w:rsidRPr="009D2A44">
        <w:rPr>
          <w:sz w:val="20"/>
        </w:rPr>
        <w:t>община</w:t>
      </w:r>
      <w:proofErr w:type="spellEnd"/>
      <w:r w:rsidRPr="009D2A44">
        <w:rPr>
          <w:sz w:val="20"/>
        </w:rPr>
        <w:t xml:space="preserve"> БОТЕВГРАД, </w:t>
      </w:r>
      <w:proofErr w:type="spellStart"/>
      <w:r w:rsidRPr="009D2A44">
        <w:rPr>
          <w:sz w:val="20"/>
        </w:rPr>
        <w:t>област</w:t>
      </w:r>
      <w:proofErr w:type="spellEnd"/>
      <w:r w:rsidRPr="009D2A44">
        <w:rPr>
          <w:sz w:val="20"/>
        </w:rPr>
        <w:t xml:space="preserve"> СОФИЯ, </w:t>
      </w:r>
      <w:proofErr w:type="spellStart"/>
      <w:r w:rsidRPr="009D2A44">
        <w:rPr>
          <w:sz w:val="20"/>
        </w:rPr>
        <w:t>представено</w:t>
      </w:r>
      <w:proofErr w:type="spellEnd"/>
      <w:r w:rsidRPr="009D2A44">
        <w:rPr>
          <w:sz w:val="20"/>
        </w:rPr>
        <w:t xml:space="preserve"> с </w:t>
      </w:r>
      <w:proofErr w:type="spellStart"/>
      <w:r w:rsidRPr="009D2A44">
        <w:rPr>
          <w:sz w:val="20"/>
        </w:rPr>
        <w:t>доклад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вх</w:t>
      </w:r>
      <w:proofErr w:type="spellEnd"/>
      <w:r w:rsidRPr="009D2A44">
        <w:rPr>
          <w:sz w:val="20"/>
        </w:rPr>
        <w:t xml:space="preserve">. № </w:t>
      </w:r>
      <w:r>
        <w:rPr>
          <w:sz w:val="20"/>
          <w:lang w:val="bg-BG"/>
        </w:rPr>
        <w:t>ПО-09-2776-2</w:t>
      </w:r>
      <w:r w:rsidRPr="009D2A44">
        <w:rPr>
          <w:sz w:val="20"/>
        </w:rPr>
        <w:t>/</w:t>
      </w:r>
      <w:r>
        <w:rPr>
          <w:sz w:val="20"/>
          <w:lang w:val="bg-BG"/>
        </w:rPr>
        <w:t>20.09.2024</w:t>
      </w:r>
      <w:r w:rsidRPr="009D2A44">
        <w:rPr>
          <w:sz w:val="20"/>
        </w:rPr>
        <w:t xml:space="preserve"> г.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комисията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1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ЗСПЗЗ, </w:t>
      </w:r>
      <w:proofErr w:type="spellStart"/>
      <w:r w:rsidRPr="009D2A44">
        <w:rPr>
          <w:sz w:val="20"/>
        </w:rPr>
        <w:t>определена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със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</w:t>
      </w:r>
      <w:proofErr w:type="spellEnd"/>
      <w:r w:rsidRPr="009D2A44">
        <w:rPr>
          <w:sz w:val="20"/>
        </w:rPr>
        <w:t xml:space="preserve"> № ПО-09-2776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25.7.2024 г.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директора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Областна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дирекция</w:t>
      </w:r>
      <w:proofErr w:type="spellEnd"/>
      <w:r w:rsidRPr="009D2A44">
        <w:rPr>
          <w:sz w:val="20"/>
        </w:rPr>
        <w:t xml:space="preserve"> "</w:t>
      </w:r>
      <w:proofErr w:type="spellStart"/>
      <w:r w:rsidRPr="009D2A44">
        <w:rPr>
          <w:sz w:val="20"/>
        </w:rPr>
        <w:t>Земеделие</w:t>
      </w:r>
      <w:proofErr w:type="spellEnd"/>
      <w:r w:rsidRPr="009D2A44">
        <w:rPr>
          <w:sz w:val="20"/>
        </w:rPr>
        <w:t>" – СОФИЯ</w:t>
      </w:r>
      <w:r w:rsidR="00E54EDF">
        <w:rPr>
          <w:sz w:val="20"/>
          <w:lang w:val="bg-BG"/>
        </w:rPr>
        <w:t xml:space="preserve"> ОБЛАСТ</w:t>
      </w:r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ведно</w:t>
      </w:r>
      <w:proofErr w:type="spellEnd"/>
      <w:r w:rsidRPr="009D2A44">
        <w:rPr>
          <w:sz w:val="20"/>
        </w:rPr>
        <w:t xml:space="preserve"> с </w:t>
      </w:r>
      <w:proofErr w:type="spellStart"/>
      <w:r w:rsidRPr="009D2A44">
        <w:rPr>
          <w:sz w:val="20"/>
        </w:rPr>
        <w:t>картата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масивите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ползване</w:t>
      </w:r>
      <w:proofErr w:type="spellEnd"/>
      <w:r w:rsidRPr="009D2A44">
        <w:rPr>
          <w:sz w:val="20"/>
        </w:rPr>
        <w:t xml:space="preserve"> и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регистър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към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нея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изготвени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основание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74,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1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ППЗСПЗЗ.</w:t>
      </w: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</w:r>
      <w:proofErr w:type="spellStart"/>
      <w:r w:rsidRPr="009D2A44">
        <w:rPr>
          <w:sz w:val="20"/>
        </w:rPr>
        <w:t>Сключеното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споразумение</w:t>
      </w:r>
      <w:proofErr w:type="spellEnd"/>
      <w:r w:rsidRPr="009D2A44">
        <w:rPr>
          <w:sz w:val="20"/>
        </w:rPr>
        <w:t xml:space="preserve"> е </w:t>
      </w:r>
      <w:proofErr w:type="spellStart"/>
      <w:r w:rsidRPr="009D2A44">
        <w:rPr>
          <w:sz w:val="20"/>
        </w:rPr>
        <w:t>подписано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всички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собственици</w:t>
      </w:r>
      <w:proofErr w:type="spellEnd"/>
      <w:r w:rsidRPr="009D2A44">
        <w:rPr>
          <w:sz w:val="20"/>
        </w:rPr>
        <w:t xml:space="preserve"> и/</w:t>
      </w:r>
      <w:proofErr w:type="spellStart"/>
      <w:r w:rsidRPr="009D2A44">
        <w:rPr>
          <w:sz w:val="20"/>
        </w:rPr>
        <w:t>или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ползватели</w:t>
      </w:r>
      <w:proofErr w:type="spellEnd"/>
      <w:r w:rsidRPr="009D2A44">
        <w:rPr>
          <w:sz w:val="20"/>
        </w:rPr>
        <w:t xml:space="preserve"> </w:t>
      </w:r>
      <w:r w:rsidR="00712C3C">
        <w:rPr>
          <w:sz w:val="20"/>
          <w:lang w:val="bg-BG"/>
        </w:rPr>
        <w:t>16</w:t>
      </w:r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броя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допуснати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участие</w:t>
      </w:r>
      <w:proofErr w:type="spellEnd"/>
      <w:r w:rsidRPr="009D2A44">
        <w:rPr>
          <w:sz w:val="20"/>
        </w:rPr>
        <w:t xml:space="preserve"> в </w:t>
      </w:r>
      <w:proofErr w:type="spellStart"/>
      <w:r w:rsidRPr="009D2A44">
        <w:rPr>
          <w:sz w:val="20"/>
        </w:rPr>
        <w:t>процедурата</w:t>
      </w:r>
      <w:proofErr w:type="spellEnd"/>
      <w:r w:rsidRPr="009D2A44">
        <w:rPr>
          <w:sz w:val="20"/>
        </w:rPr>
        <w:t xml:space="preserve"> и </w:t>
      </w:r>
      <w:proofErr w:type="spellStart"/>
      <w:r w:rsidRPr="009D2A44">
        <w:rPr>
          <w:sz w:val="20"/>
        </w:rPr>
        <w:t>обхваща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цялата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площ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в </w:t>
      </w:r>
      <w:proofErr w:type="spellStart"/>
      <w:r w:rsidRPr="009D2A44">
        <w:rPr>
          <w:sz w:val="20"/>
        </w:rPr>
        <w:t>размер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r w:rsidR="00712C3C" w:rsidRPr="00EE5ADC">
        <w:rPr>
          <w:sz w:val="20"/>
        </w:rPr>
        <w:t xml:space="preserve">8334.069 </w:t>
      </w:r>
      <w:bookmarkStart w:id="0" w:name="_GoBack"/>
      <w:bookmarkEnd w:id="0"/>
      <w:r w:rsidRPr="009D2A44">
        <w:rPr>
          <w:sz w:val="20"/>
        </w:rPr>
        <w:t xml:space="preserve">дка, </w:t>
      </w:r>
      <w:proofErr w:type="spellStart"/>
      <w:r w:rsidRPr="009D2A44">
        <w:rPr>
          <w:sz w:val="20"/>
        </w:rPr>
        <w:t>определена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създаване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масиви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ползване</w:t>
      </w:r>
      <w:proofErr w:type="spellEnd"/>
      <w:r w:rsidRPr="009D2A44">
        <w:rPr>
          <w:sz w:val="20"/>
        </w:rPr>
        <w:t xml:space="preserve"> в </w:t>
      </w:r>
      <w:proofErr w:type="spellStart"/>
      <w:r w:rsidRPr="009D2A44">
        <w:rPr>
          <w:sz w:val="20"/>
        </w:rPr>
        <w:t>землището</w:t>
      </w:r>
      <w:proofErr w:type="spellEnd"/>
      <w:r w:rsidRPr="009D2A44">
        <w:rPr>
          <w:sz w:val="20"/>
        </w:rPr>
        <w:t xml:space="preserve">. 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  <w:t xml:space="preserve">2. </w:t>
      </w:r>
      <w:proofErr w:type="spellStart"/>
      <w:r w:rsidRPr="009D2A44">
        <w:rPr>
          <w:sz w:val="20"/>
        </w:rPr>
        <w:t>Масивите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ползване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обработваеми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земи</w:t>
      </w:r>
      <w:proofErr w:type="spellEnd"/>
      <w:r w:rsidRPr="009D2A44">
        <w:rPr>
          <w:sz w:val="20"/>
        </w:rPr>
        <w:t xml:space="preserve"> (НТП </w:t>
      </w:r>
      <w:proofErr w:type="spellStart"/>
      <w:r w:rsidRPr="009D2A44">
        <w:rPr>
          <w:sz w:val="20"/>
        </w:rPr>
        <w:t>орна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земя</w:t>
      </w:r>
      <w:proofErr w:type="spellEnd"/>
      <w:r w:rsidRPr="009D2A44">
        <w:rPr>
          <w:sz w:val="20"/>
        </w:rPr>
        <w:t xml:space="preserve">) в </w:t>
      </w:r>
      <w:proofErr w:type="spellStart"/>
      <w:r w:rsidRPr="009D2A44">
        <w:rPr>
          <w:sz w:val="20"/>
        </w:rPr>
        <w:t>землището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с. СКРАВЕНА, </w:t>
      </w:r>
      <w:proofErr w:type="spellStart"/>
      <w:r w:rsidRPr="009D2A44">
        <w:rPr>
          <w:sz w:val="20"/>
        </w:rPr>
        <w:t>разпределени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между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ползвателите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съобразно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представеното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споразумение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включително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разпределените</w:t>
      </w:r>
      <w:proofErr w:type="spellEnd"/>
      <w:r w:rsidRPr="009D2A44">
        <w:rPr>
          <w:sz w:val="20"/>
        </w:rPr>
        <w:t xml:space="preserve"> в </w:t>
      </w:r>
      <w:proofErr w:type="spellStart"/>
      <w:r w:rsidRPr="009D2A44">
        <w:rPr>
          <w:sz w:val="20"/>
        </w:rPr>
        <w:t>границите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масивите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имоти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3, т. 2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ЗСПЗЗ. 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</w:r>
      <w:proofErr w:type="spellStart"/>
      <w:r w:rsidRPr="009D2A44">
        <w:rPr>
          <w:sz w:val="20"/>
        </w:rPr>
        <w:t>Задължените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лица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които</w:t>
      </w:r>
      <w:proofErr w:type="spellEnd"/>
      <w:r w:rsidRPr="009D2A44">
        <w:rPr>
          <w:sz w:val="20"/>
        </w:rPr>
        <w:t xml:space="preserve"> с </w:t>
      </w:r>
      <w:proofErr w:type="spellStart"/>
      <w:r w:rsidRPr="009D2A44">
        <w:rPr>
          <w:sz w:val="20"/>
        </w:rPr>
        <w:t>настоящата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определени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суми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внасяне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основание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7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ЗСПЗЗ </w:t>
      </w:r>
      <w:proofErr w:type="spellStart"/>
      <w:r w:rsidRPr="009D2A44">
        <w:rPr>
          <w:sz w:val="20"/>
        </w:rPr>
        <w:t>следва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внесат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бюджетна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банкова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сметка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Областна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дирекция</w:t>
      </w:r>
      <w:proofErr w:type="spellEnd"/>
      <w:r w:rsidRPr="009D2A44">
        <w:rPr>
          <w:sz w:val="20"/>
        </w:rPr>
        <w:t xml:space="preserve"> "</w:t>
      </w:r>
      <w:proofErr w:type="spellStart"/>
      <w:r w:rsidRPr="009D2A44">
        <w:rPr>
          <w:sz w:val="20"/>
        </w:rPr>
        <w:t>Земеделие</w:t>
      </w:r>
      <w:proofErr w:type="spellEnd"/>
      <w:r w:rsidRPr="009D2A44">
        <w:rPr>
          <w:sz w:val="20"/>
        </w:rPr>
        <w:t>" – СОФИЯ</w:t>
      </w:r>
      <w:r w:rsidR="00E54EDF">
        <w:rPr>
          <w:sz w:val="20"/>
          <w:lang w:val="bg-BG"/>
        </w:rPr>
        <w:t xml:space="preserve"> ОБЛАСТ</w:t>
      </w:r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стопанската</w:t>
      </w:r>
      <w:proofErr w:type="spellEnd"/>
      <w:r w:rsidRPr="009D2A44">
        <w:rPr>
          <w:sz w:val="20"/>
        </w:rPr>
        <w:t xml:space="preserve"> 2024/2025 </w:t>
      </w:r>
      <w:proofErr w:type="spellStart"/>
      <w:r w:rsidRPr="009D2A44">
        <w:rPr>
          <w:sz w:val="20"/>
        </w:rPr>
        <w:t>година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сума</w:t>
      </w:r>
      <w:proofErr w:type="spellEnd"/>
      <w:r w:rsidRPr="009D2A44">
        <w:rPr>
          <w:sz w:val="20"/>
        </w:rPr>
        <w:t xml:space="preserve"> в </w:t>
      </w:r>
      <w:proofErr w:type="spellStart"/>
      <w:r w:rsidRPr="009D2A44">
        <w:rPr>
          <w:sz w:val="20"/>
        </w:rPr>
        <w:t>размер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средното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годишно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рентно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плащане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землището</w:t>
      </w:r>
      <w:proofErr w:type="spellEnd"/>
      <w:r w:rsidRPr="009D2A44">
        <w:rPr>
          <w:sz w:val="20"/>
        </w:rPr>
        <w:t xml:space="preserve"> в </w:t>
      </w:r>
      <w:proofErr w:type="spellStart"/>
      <w:r w:rsidRPr="009D2A44">
        <w:rPr>
          <w:sz w:val="20"/>
        </w:rPr>
        <w:t>срок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три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месеца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публикуване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4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ЗСПЗЗ. </w:t>
      </w:r>
      <w:proofErr w:type="spellStart"/>
      <w:r w:rsidRPr="009D2A44">
        <w:rPr>
          <w:sz w:val="20"/>
        </w:rPr>
        <w:t>Банкова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сметка</w:t>
      </w:r>
      <w:proofErr w:type="spellEnd"/>
      <w:r w:rsidRPr="009D2A44">
        <w:rPr>
          <w:sz w:val="20"/>
        </w:rPr>
        <w:t xml:space="preserve">: IBAN BG57IABG80983301456701, </w:t>
      </w:r>
      <w:proofErr w:type="spellStart"/>
      <w:r w:rsidRPr="009D2A44">
        <w:rPr>
          <w:sz w:val="20"/>
        </w:rPr>
        <w:t>Банка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Интернешънъл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Асет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Банк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както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следва</w:t>
      </w:r>
      <w:proofErr w:type="spellEnd"/>
      <w:r w:rsidRPr="009D2A44">
        <w:rPr>
          <w:sz w:val="20"/>
        </w:rPr>
        <w:t>:</w:t>
      </w:r>
    </w:p>
    <w:p w:rsidR="00F61DA5" w:rsidRPr="009D2A44" w:rsidRDefault="00F61DA5" w:rsidP="00F61DA5">
      <w:pPr>
        <w:jc w:val="both"/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Default="00F61DA5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37в, ал.7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F61DA5" w:rsidRPr="009D2A44" w:rsidRDefault="00F61DA5" w:rsidP="0049058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год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рентно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плащане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"АГРОБИЗНЕС-88" ЕООД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15.717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204.32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"БАТКУН" ДЗЗД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52.720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685.36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"МОЛТЕН ХРИСТОВ И С-ИЕ" СД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80.860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1 051.18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"РОМАНОВ АГРО" ЕООД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264.364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3 436.73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ДАНАИЛ ЦВЕТАНОВ НАКОВ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8.216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106.81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"МАРИЯ РОМАНОВА"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40.674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528.76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"СТЕФАН ПЕЛОВ"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10.756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139.83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"ТИХОМИР ИВАНОВ"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0.507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6.59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МАРУСЯ ГЕОРГИЕВА СТОЯНОВА-ИВАНОВА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1.814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23.58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ПАВЕЛ ВАСИЛЕВ </w:t>
            </w:r>
            <w:proofErr w:type="spellStart"/>
            <w:r>
              <w:rPr>
                <w:sz w:val="20"/>
              </w:rPr>
              <w:t>ВАСИЛЕВ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1.766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22.96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ТРИФОН ТИХОМИРОВ ТРИФОНОВ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0.416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5.41</w:t>
            </w:r>
          </w:p>
        </w:tc>
      </w:tr>
      <w:tr w:rsidR="00F61DA5" w:rsidRPr="009D2A44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ХАРАЛАМПИ ЦВЕТАНОВ ПИСКОВ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27.146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61DA5" w:rsidRPr="009D2A44" w:rsidRDefault="00F61DA5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352.90</w:t>
            </w:r>
          </w:p>
        </w:tc>
      </w:tr>
    </w:tbl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задължените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лица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които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заплатили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сумите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7 </w:t>
      </w:r>
      <w:proofErr w:type="spellStart"/>
      <w:r w:rsidRPr="009D2A44">
        <w:rPr>
          <w:sz w:val="20"/>
        </w:rPr>
        <w:t>съгласно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настоящата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директорът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ОДЗ – СОФИЯ</w:t>
      </w:r>
      <w:r w:rsidR="00E54EDF">
        <w:rPr>
          <w:sz w:val="20"/>
          <w:lang w:val="bg-BG"/>
        </w:rPr>
        <w:t xml:space="preserve"> ОБЛАСТ</w:t>
      </w:r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следва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издаде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заплащане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трикратния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размер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средното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годишно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рентно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плащане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землището</w:t>
      </w:r>
      <w:proofErr w:type="spellEnd"/>
      <w:r w:rsidRPr="009D2A44">
        <w:rPr>
          <w:sz w:val="20"/>
        </w:rPr>
        <w:t xml:space="preserve">. В 7-дневен </w:t>
      </w:r>
      <w:proofErr w:type="spellStart"/>
      <w:r w:rsidRPr="009D2A44">
        <w:rPr>
          <w:sz w:val="20"/>
        </w:rPr>
        <w:t>срок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получаване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задължените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лица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трябва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преведат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сумите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посочената</w:t>
      </w:r>
      <w:proofErr w:type="spellEnd"/>
      <w:r w:rsidRPr="009D2A44">
        <w:rPr>
          <w:sz w:val="20"/>
        </w:rPr>
        <w:t xml:space="preserve"> в </w:t>
      </w:r>
      <w:proofErr w:type="spellStart"/>
      <w:r w:rsidRPr="009D2A44">
        <w:rPr>
          <w:sz w:val="20"/>
        </w:rPr>
        <w:t>заповедта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сметка</w:t>
      </w:r>
      <w:proofErr w:type="spellEnd"/>
      <w:r w:rsidRPr="009D2A44">
        <w:rPr>
          <w:sz w:val="20"/>
        </w:rPr>
        <w:t>.</w:t>
      </w:r>
    </w:p>
    <w:p w:rsidR="00F61DA5" w:rsidRPr="009D2A44" w:rsidRDefault="00F61DA5" w:rsidP="00F61DA5">
      <w:pPr>
        <w:jc w:val="both"/>
      </w:pPr>
    </w:p>
    <w:p w:rsidR="00F61DA5" w:rsidRPr="00E54EDF" w:rsidRDefault="00F61DA5" w:rsidP="00F61DA5">
      <w:pPr>
        <w:jc w:val="both"/>
        <w:rPr>
          <w:sz w:val="20"/>
          <w:lang w:val="bg-BG"/>
        </w:rPr>
      </w:pPr>
      <w:r w:rsidRPr="009D2A44">
        <w:rPr>
          <w:sz w:val="20"/>
        </w:rPr>
        <w:tab/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основание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5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ЗСПЗЗ, </w:t>
      </w:r>
      <w:proofErr w:type="spellStart"/>
      <w:r w:rsidRPr="009D2A44">
        <w:rPr>
          <w:sz w:val="20"/>
        </w:rPr>
        <w:t>във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връзка</w:t>
      </w:r>
      <w:proofErr w:type="spellEnd"/>
      <w:r w:rsidRPr="009D2A44">
        <w:rPr>
          <w:sz w:val="20"/>
        </w:rPr>
        <w:t xml:space="preserve"> с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75а,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2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ППЗСПЗЗ </w:t>
      </w:r>
      <w:proofErr w:type="spellStart"/>
      <w:r w:rsidRPr="009D2A44">
        <w:rPr>
          <w:sz w:val="20"/>
        </w:rPr>
        <w:t>настоящата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картата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масивите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ползване</w:t>
      </w:r>
      <w:proofErr w:type="spellEnd"/>
      <w:r w:rsidRPr="009D2A44">
        <w:rPr>
          <w:sz w:val="20"/>
        </w:rPr>
        <w:t xml:space="preserve">, </w:t>
      </w:r>
      <w:proofErr w:type="spellStart"/>
      <w:r w:rsidRPr="009D2A44">
        <w:rPr>
          <w:sz w:val="20"/>
        </w:rPr>
        <w:t>ведно</w:t>
      </w:r>
      <w:proofErr w:type="spellEnd"/>
      <w:r w:rsidRPr="009D2A44">
        <w:rPr>
          <w:sz w:val="20"/>
        </w:rPr>
        <w:t xml:space="preserve"> с </w:t>
      </w:r>
      <w:proofErr w:type="spellStart"/>
      <w:r w:rsidRPr="009D2A44">
        <w:rPr>
          <w:sz w:val="20"/>
        </w:rPr>
        <w:t>окончателния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регистър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74,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1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ППЗСПЗЗ, </w:t>
      </w:r>
      <w:proofErr w:type="spellStart"/>
      <w:r w:rsidRPr="009D2A44">
        <w:rPr>
          <w:sz w:val="20"/>
        </w:rPr>
        <w:t>следва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обявят</w:t>
      </w:r>
      <w:proofErr w:type="spellEnd"/>
      <w:r w:rsidRPr="009D2A44">
        <w:rPr>
          <w:sz w:val="20"/>
        </w:rPr>
        <w:t xml:space="preserve"> в </w:t>
      </w:r>
      <w:proofErr w:type="spellStart"/>
      <w:r w:rsidRPr="009D2A44">
        <w:rPr>
          <w:sz w:val="20"/>
        </w:rPr>
        <w:t>кметството</w:t>
      </w:r>
      <w:proofErr w:type="spellEnd"/>
      <w:r w:rsidRPr="009D2A44">
        <w:rPr>
          <w:sz w:val="20"/>
        </w:rPr>
        <w:t xml:space="preserve"> и в </w:t>
      </w:r>
      <w:proofErr w:type="spellStart"/>
      <w:r w:rsidRPr="009D2A44">
        <w:rPr>
          <w:sz w:val="20"/>
        </w:rPr>
        <w:t>сградата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общинската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служба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земеделие</w:t>
      </w:r>
      <w:proofErr w:type="spellEnd"/>
      <w:r w:rsidRPr="009D2A44">
        <w:rPr>
          <w:sz w:val="20"/>
        </w:rPr>
        <w:t xml:space="preserve"> и </w:t>
      </w:r>
      <w:proofErr w:type="spellStart"/>
      <w:r w:rsidRPr="009D2A44">
        <w:rPr>
          <w:sz w:val="20"/>
        </w:rPr>
        <w:t>да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публикуват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интернет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страницата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общината</w:t>
      </w:r>
      <w:proofErr w:type="spellEnd"/>
      <w:r w:rsidRPr="009D2A44">
        <w:rPr>
          <w:sz w:val="20"/>
        </w:rPr>
        <w:t xml:space="preserve"> и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Областна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дирекция</w:t>
      </w:r>
      <w:proofErr w:type="spellEnd"/>
      <w:r w:rsidRPr="009D2A44">
        <w:rPr>
          <w:sz w:val="20"/>
        </w:rPr>
        <w:t xml:space="preserve"> "</w:t>
      </w:r>
      <w:proofErr w:type="spellStart"/>
      <w:r w:rsidRPr="009D2A44">
        <w:rPr>
          <w:sz w:val="20"/>
        </w:rPr>
        <w:t>Земеделие</w:t>
      </w:r>
      <w:proofErr w:type="spellEnd"/>
      <w:r w:rsidRPr="009D2A44">
        <w:rPr>
          <w:sz w:val="20"/>
        </w:rPr>
        <w:t>" – СОФИЯ</w:t>
      </w:r>
      <w:r w:rsidR="00E54EDF">
        <w:rPr>
          <w:sz w:val="20"/>
          <w:lang w:val="bg-BG"/>
        </w:rPr>
        <w:t xml:space="preserve"> ОБЛАСТ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</w:r>
      <w:proofErr w:type="spellStart"/>
      <w:r w:rsidRPr="009D2A44">
        <w:rPr>
          <w:sz w:val="20"/>
        </w:rPr>
        <w:t>Настоящата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може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бъде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обжалвана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пред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районния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съд</w:t>
      </w:r>
      <w:proofErr w:type="spellEnd"/>
      <w:r w:rsidRPr="009D2A44">
        <w:rPr>
          <w:sz w:val="20"/>
        </w:rPr>
        <w:t xml:space="preserve"> в 14-дневен </w:t>
      </w:r>
      <w:proofErr w:type="spellStart"/>
      <w:r w:rsidRPr="009D2A44">
        <w:rPr>
          <w:sz w:val="20"/>
        </w:rPr>
        <w:t>срок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обявяването</w:t>
      </w:r>
      <w:proofErr w:type="spellEnd"/>
      <w:r w:rsidRPr="009D2A44">
        <w:rPr>
          <w:sz w:val="20"/>
        </w:rPr>
        <w:t xml:space="preserve"> й, </w:t>
      </w:r>
      <w:proofErr w:type="spellStart"/>
      <w:r w:rsidRPr="009D2A44">
        <w:rPr>
          <w:sz w:val="20"/>
        </w:rPr>
        <w:t>съгласно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5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ЗСПЗЗ.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</w:r>
      <w:proofErr w:type="spellStart"/>
      <w:r w:rsidRPr="009D2A44">
        <w:rPr>
          <w:sz w:val="20"/>
        </w:rPr>
        <w:t>Съгласно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чл</w:t>
      </w:r>
      <w:proofErr w:type="spellEnd"/>
      <w:r w:rsidRPr="009D2A44">
        <w:rPr>
          <w:sz w:val="20"/>
        </w:rPr>
        <w:t xml:space="preserve">. 37в, </w:t>
      </w:r>
      <w:proofErr w:type="spellStart"/>
      <w:r w:rsidRPr="009D2A44">
        <w:rPr>
          <w:sz w:val="20"/>
        </w:rPr>
        <w:t>ал</w:t>
      </w:r>
      <w:proofErr w:type="spellEnd"/>
      <w:r w:rsidRPr="009D2A44">
        <w:rPr>
          <w:sz w:val="20"/>
        </w:rPr>
        <w:t xml:space="preserve">. 6 </w:t>
      </w:r>
      <w:proofErr w:type="spellStart"/>
      <w:r w:rsidRPr="009D2A44">
        <w:rPr>
          <w:sz w:val="20"/>
        </w:rPr>
        <w:t>от</w:t>
      </w:r>
      <w:proofErr w:type="spellEnd"/>
      <w:r w:rsidRPr="009D2A44">
        <w:rPr>
          <w:sz w:val="20"/>
        </w:rPr>
        <w:t xml:space="preserve"> ЗСПЗЗ, </w:t>
      </w:r>
      <w:proofErr w:type="spellStart"/>
      <w:r w:rsidRPr="009D2A44">
        <w:rPr>
          <w:sz w:val="20"/>
        </w:rPr>
        <w:t>обжалването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спира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нейното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изпълнение</w:t>
      </w:r>
      <w:proofErr w:type="spellEnd"/>
      <w:r w:rsidRPr="009D2A44">
        <w:rPr>
          <w:sz w:val="20"/>
        </w:rPr>
        <w:t>.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</w:r>
      <w:proofErr w:type="spellStart"/>
      <w:r w:rsidRPr="009D2A44">
        <w:rPr>
          <w:sz w:val="20"/>
        </w:rPr>
        <w:t>Контрол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по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изпълнение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ще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упражнявам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лично</w:t>
      </w:r>
      <w:proofErr w:type="spellEnd"/>
      <w:r w:rsidRPr="009D2A44">
        <w:rPr>
          <w:sz w:val="20"/>
        </w:rPr>
        <w:t>.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ab/>
      </w:r>
      <w:proofErr w:type="spellStart"/>
      <w:r w:rsidRPr="009D2A44">
        <w:rPr>
          <w:sz w:val="20"/>
        </w:rPr>
        <w:t>Настоящата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заповед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сведе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знанието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всички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длъжностни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лица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за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сведение</w:t>
      </w:r>
      <w:proofErr w:type="spellEnd"/>
      <w:r w:rsidRPr="009D2A44">
        <w:rPr>
          <w:sz w:val="20"/>
        </w:rPr>
        <w:t xml:space="preserve"> и </w:t>
      </w:r>
      <w:proofErr w:type="spellStart"/>
      <w:r w:rsidRPr="009D2A44">
        <w:rPr>
          <w:sz w:val="20"/>
        </w:rPr>
        <w:t>изпълнение</w:t>
      </w:r>
      <w:proofErr w:type="spellEnd"/>
      <w:r w:rsidRPr="009D2A44">
        <w:rPr>
          <w:sz w:val="20"/>
        </w:rPr>
        <w:t>.</w:t>
      </w: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</w:pP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>..........................................</w:t>
      </w:r>
    </w:p>
    <w:p w:rsidR="00F61DA5" w:rsidRPr="009D2A44" w:rsidRDefault="00F61DA5" w:rsidP="00F61DA5">
      <w:pPr>
        <w:jc w:val="both"/>
        <w:rPr>
          <w:sz w:val="20"/>
        </w:rPr>
      </w:pPr>
      <w:r w:rsidRPr="009D2A44">
        <w:rPr>
          <w:sz w:val="20"/>
        </w:rPr>
        <w:t xml:space="preserve">      (</w:t>
      </w:r>
      <w:proofErr w:type="spellStart"/>
      <w:r w:rsidRPr="009D2A44">
        <w:rPr>
          <w:sz w:val="20"/>
        </w:rPr>
        <w:t>подпис</w:t>
      </w:r>
      <w:proofErr w:type="spellEnd"/>
      <w:r w:rsidRPr="009D2A44">
        <w:rPr>
          <w:sz w:val="20"/>
        </w:rPr>
        <w:t xml:space="preserve"> и </w:t>
      </w:r>
      <w:proofErr w:type="spellStart"/>
      <w:r w:rsidRPr="009D2A44">
        <w:rPr>
          <w:sz w:val="20"/>
        </w:rPr>
        <w:t>печат</w:t>
      </w:r>
      <w:proofErr w:type="spellEnd"/>
      <w:r w:rsidRPr="009D2A44">
        <w:rPr>
          <w:sz w:val="20"/>
        </w:rPr>
        <w:t>)</w:t>
      </w:r>
    </w:p>
    <w:p w:rsidR="00F61DA5" w:rsidRPr="009D2A44" w:rsidRDefault="00F61DA5" w:rsidP="00F61DA5">
      <w:pPr>
        <w:jc w:val="both"/>
      </w:pPr>
    </w:p>
    <w:p w:rsidR="00F61DA5" w:rsidRPr="00E54EDF" w:rsidRDefault="00F61DA5" w:rsidP="00F61DA5">
      <w:pPr>
        <w:jc w:val="both"/>
        <w:rPr>
          <w:sz w:val="20"/>
          <w:lang w:val="bg-BG"/>
        </w:rPr>
      </w:pPr>
      <w:proofErr w:type="spellStart"/>
      <w:r w:rsidRPr="009D2A44">
        <w:rPr>
          <w:sz w:val="20"/>
        </w:rPr>
        <w:t>Директор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Областна</w:t>
      </w:r>
      <w:proofErr w:type="spellEnd"/>
      <w:r w:rsidRPr="009D2A44">
        <w:rPr>
          <w:sz w:val="20"/>
        </w:rPr>
        <w:t xml:space="preserve"> </w:t>
      </w:r>
      <w:proofErr w:type="spellStart"/>
      <w:r w:rsidRPr="009D2A44">
        <w:rPr>
          <w:sz w:val="20"/>
        </w:rPr>
        <w:t>дирекция</w:t>
      </w:r>
      <w:proofErr w:type="spellEnd"/>
      <w:r w:rsidRPr="009D2A44">
        <w:rPr>
          <w:sz w:val="20"/>
        </w:rPr>
        <w:t xml:space="preserve"> "</w:t>
      </w:r>
      <w:proofErr w:type="spellStart"/>
      <w:r w:rsidRPr="009D2A44">
        <w:rPr>
          <w:sz w:val="20"/>
        </w:rPr>
        <w:t>Земеделие</w:t>
      </w:r>
      <w:proofErr w:type="spellEnd"/>
      <w:r w:rsidRPr="009D2A44">
        <w:rPr>
          <w:sz w:val="20"/>
        </w:rPr>
        <w:t xml:space="preserve">" </w:t>
      </w:r>
      <w:r w:rsidR="00E54EDF">
        <w:rPr>
          <w:sz w:val="20"/>
        </w:rPr>
        <w:t>–</w:t>
      </w:r>
      <w:r w:rsidRPr="009D2A44">
        <w:rPr>
          <w:sz w:val="20"/>
        </w:rPr>
        <w:t xml:space="preserve"> СОФИЯ</w:t>
      </w:r>
      <w:r w:rsidR="00E54EDF">
        <w:rPr>
          <w:sz w:val="20"/>
          <w:lang w:val="bg-BG"/>
        </w:rPr>
        <w:t xml:space="preserve"> ОБЛАСТ</w:t>
      </w:r>
    </w:p>
    <w:p w:rsidR="00F61DA5" w:rsidRDefault="00F61DA5" w:rsidP="00F61DA5"/>
    <w:p w:rsidR="00F61DA5" w:rsidRPr="00D756CB" w:rsidRDefault="00F61DA5" w:rsidP="00D756CB"/>
    <w:p>
      <w:r>
        <w:br/>
        <w:t>Петко Николаев Димов (Директор)</w:t>
        <w:br/>
        <w:t>20.11.2024г. 14:48ч.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61DA5" w:rsidRPr="00D756CB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EA7" w:rsidRDefault="00274EA7">
      <w:r>
        <w:separator/>
      </w:r>
    </w:p>
  </w:endnote>
  <w:endnote w:type="continuationSeparator" w:id="0">
    <w:p w:rsidR="00274EA7" w:rsidRDefault="0027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EA7" w:rsidRDefault="00274EA7">
      <w:r>
        <w:separator/>
      </w:r>
    </w:p>
  </w:footnote>
  <w:footnote w:type="continuationSeparator" w:id="0">
    <w:p w:rsidR="00274EA7" w:rsidRDefault="00274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712C3C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00A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D78C3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74EA7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25325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1608"/>
    <w:rsid w:val="006E68FB"/>
    <w:rsid w:val="006F7315"/>
    <w:rsid w:val="00712C3C"/>
    <w:rsid w:val="00724E5F"/>
    <w:rsid w:val="0073129D"/>
    <w:rsid w:val="00735898"/>
    <w:rsid w:val="007366E2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6425"/>
    <w:rsid w:val="00946D85"/>
    <w:rsid w:val="0095018C"/>
    <w:rsid w:val="00961A93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92148"/>
    <w:rsid w:val="00AB360D"/>
    <w:rsid w:val="00AD13E8"/>
    <w:rsid w:val="00AE3DD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4BEC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6CB"/>
    <w:rsid w:val="00D75719"/>
    <w:rsid w:val="00D81D3E"/>
    <w:rsid w:val="00D9774A"/>
    <w:rsid w:val="00DA357D"/>
    <w:rsid w:val="00DE3104"/>
    <w:rsid w:val="00E14AEE"/>
    <w:rsid w:val="00E158CD"/>
    <w:rsid w:val="00E22EB2"/>
    <w:rsid w:val="00E43314"/>
    <w:rsid w:val="00E47067"/>
    <w:rsid w:val="00E50676"/>
    <w:rsid w:val="00E53CAB"/>
    <w:rsid w:val="00E54EDF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4706"/>
    <w:rsid w:val="00F36881"/>
    <w:rsid w:val="00F55479"/>
    <w:rsid w:val="00F5602F"/>
    <w:rsid w:val="00F61DA5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40FFFE1"/>
  <w15:docId w15:val="{A1232935-754A-44C0-BC00-03737A72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header1.xml" Type="http://schemas.openxmlformats.org/officeDocument/2006/relationships/head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6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2024-11-11T09:34:00Z</dcterms:created>
  <dc:creator>user</dc:creator>
  <cp:lastModifiedBy>osz</cp:lastModifiedBy>
  <cp:lastPrinted>2023-07-19T09:25:00Z</cp:lastPrinted>
  <dcterms:modified xsi:type="dcterms:W3CDTF">2024-11-12T12:23:00Z</dcterms:modified>
  <cp:revision>5</cp:revision>
  <dc:title>ДО</dc:title>
</cp:coreProperties>
</file>