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881" w:rsidRDefault="00F36881" w:rsidP="00D756CB"/>
    <w:p w:rsidR="00247F7F" w:rsidRDefault="00247F7F" w:rsidP="00D756CB"/>
    <w:p w:rsidR="00247F7F" w:rsidRDefault="00247F7F" w:rsidP="00D756CB"/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24AB7" w:rsidRPr="00F24AB7" w:rsidRDefault="00F24AB7" w:rsidP="00F24AB7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F24AB7">
        <w:rPr>
          <w:rFonts w:ascii="Calibri" w:eastAsia="Calibri" w:hAnsi="Calibri"/>
          <w:b/>
          <w:szCs w:val="22"/>
          <w:lang w:val="bg-BG"/>
        </w:rPr>
        <w:t>З А П О В Е Д</w:t>
      </w: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24AB7" w:rsidRPr="00F24AB7" w:rsidRDefault="00F24AB7" w:rsidP="00F24AB7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F24AB7">
        <w:rPr>
          <w:rFonts w:ascii="Calibri" w:eastAsia="Calibri" w:hAnsi="Calibri"/>
          <w:b/>
          <w:szCs w:val="22"/>
          <w:lang w:val="bg-BG"/>
        </w:rPr>
        <w:t>№ ПО-09-2772-5 от 27.09.2024 г.</w:t>
      </w: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24AB7">
        <w:rPr>
          <w:rFonts w:ascii="Calibri" w:eastAsia="Calibri" w:hAnsi="Calibri"/>
          <w:sz w:val="20"/>
          <w:szCs w:val="22"/>
          <w:lang w:val="bg-BG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ПО-09-2772-4 от 20.09.2024 г. от комисията по чл. 37в, ал. 1 от ЗСПЗЗ, определена със Заповед № ПО-09-2772 от 25.7.2024 г. на директора на Областна дирекция "Земеделие" – СОФИЯ ОБЛАСТ и споразумение с вх. № ПО-09-2772-2/29.8.2024 г. за землището на с. ЛИТАКОВО, ЕКАТТЕ 43904, община БОТЕВГРАД, област СОФИЯ.</w:t>
      </w: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24AB7" w:rsidRPr="00F24AB7" w:rsidRDefault="00F24AB7" w:rsidP="00F24AB7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F24AB7">
        <w:rPr>
          <w:rFonts w:ascii="Calibri" w:eastAsia="Calibri" w:hAnsi="Calibri"/>
          <w:b/>
          <w:szCs w:val="22"/>
          <w:lang w:val="bg-BG"/>
        </w:rPr>
        <w:t>О Д О Б Р Я В А М:</w:t>
      </w: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24AB7">
        <w:rPr>
          <w:rFonts w:ascii="Calibri" w:eastAsia="Calibri" w:hAnsi="Calibri"/>
          <w:sz w:val="20"/>
          <w:szCs w:val="22"/>
          <w:lang w:val="bg-BG"/>
        </w:rPr>
        <w:tab/>
        <w:t>1. Споразумение за разпределение на масивите за ползване на земеделски земи с вх. № ПО-09-2772-2/29.8.2024 г., сключено за стопанската 2024/2025 година за землището на с. ЛИТАКОВО, ЕКАТТЕ 43904, община БОТЕВГРАД, област СОФИЯ, представено с доклад вх. № ПО-09-2772-4 от 20.09.2024 г. на комисията по чл. 37в, ал. 1 от ЗСПЗЗ, определена със Заповед № ПО-09-2772 от 25.7.2024 г. на директора на Областна дирекция "Земеделие" – СОФИЯ ОБЛАСТ, ведно с картата на масивите за ползване и на регистър към нея, изготвени на основание чл. 74, ал. 1 от ППЗСПЗЗ.</w:t>
      </w: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24AB7">
        <w:rPr>
          <w:rFonts w:ascii="Calibri" w:eastAsia="Calibri" w:hAnsi="Calibri"/>
          <w:sz w:val="20"/>
          <w:szCs w:val="22"/>
          <w:lang w:val="bg-BG"/>
        </w:rPr>
        <w:tab/>
        <w:t xml:space="preserve">Сключеното споразумение е подписано от всички собственици и/или ползватели 9 броя, допуснати до участие в процедурата и обхваща цялата площ от в размер на 37.986 дка, определена за създаване на масиви за ползване в землището. </w:t>
      </w: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24AB7">
        <w:rPr>
          <w:rFonts w:ascii="Calibri" w:eastAsia="Calibri" w:hAnsi="Calibri"/>
          <w:sz w:val="20"/>
          <w:szCs w:val="22"/>
          <w:lang w:val="bg-BG"/>
        </w:rPr>
        <w:tab/>
        <w:t xml:space="preserve">2. Масивите за ползване на обработваеми земи (НТП трайни насаждения) в землището на с. ЛИТАКОВО,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24AB7">
        <w:rPr>
          <w:rFonts w:ascii="Calibri" w:eastAsia="Calibri" w:hAnsi="Calibri"/>
          <w:sz w:val="20"/>
          <w:szCs w:val="22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ОБЛАСТ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</w:t>
      </w:r>
      <w:proofErr w:type="spellStart"/>
      <w:r w:rsidRPr="00F24AB7">
        <w:rPr>
          <w:rFonts w:ascii="Calibri" w:eastAsia="Calibri" w:hAnsi="Calibri"/>
          <w:sz w:val="20"/>
          <w:szCs w:val="22"/>
          <w:lang w:val="bg-BG"/>
        </w:rPr>
        <w:t>Асет</w:t>
      </w:r>
      <w:proofErr w:type="spellEnd"/>
      <w:r w:rsidRPr="00F24AB7">
        <w:rPr>
          <w:rFonts w:ascii="Calibri" w:eastAsia="Calibri" w:hAnsi="Calibri"/>
          <w:sz w:val="20"/>
          <w:szCs w:val="22"/>
          <w:lang w:val="bg-BG"/>
        </w:rPr>
        <w:t xml:space="preserve"> Банк, както следва:</w:t>
      </w: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F24AB7" w:rsidRPr="00F24AB7" w:rsidTr="000D1967">
        <w:trPr>
          <w:jc w:val="center"/>
        </w:trPr>
        <w:tc>
          <w:tcPr>
            <w:tcW w:w="5200" w:type="dxa"/>
            <w:shd w:val="clear" w:color="auto" w:fill="auto"/>
          </w:tcPr>
          <w:p w:rsidR="00F24AB7" w:rsidRPr="00F24AB7" w:rsidRDefault="00F24AB7" w:rsidP="00F24AB7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F24AB7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Задължени лица по чл. 37в, ал.7 от ЗСПЗЗ</w:t>
            </w:r>
          </w:p>
          <w:p w:rsidR="00F24AB7" w:rsidRPr="00F24AB7" w:rsidRDefault="00F24AB7" w:rsidP="00F24AB7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F24AB7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24AB7" w:rsidRPr="00F24AB7" w:rsidRDefault="00F24AB7" w:rsidP="00F24AB7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F24AB7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24AB7" w:rsidRPr="00F24AB7" w:rsidRDefault="00F24AB7" w:rsidP="00F24AB7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F24AB7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F24AB7" w:rsidRPr="00F24AB7" w:rsidRDefault="00F24AB7" w:rsidP="00F24AB7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F24AB7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Сума за внасяне лв.</w:t>
            </w:r>
          </w:p>
        </w:tc>
      </w:tr>
      <w:tr w:rsidR="00F24AB7" w:rsidRPr="00F24AB7" w:rsidTr="000D1967">
        <w:trPr>
          <w:jc w:val="center"/>
        </w:trPr>
        <w:tc>
          <w:tcPr>
            <w:tcW w:w="5200" w:type="dxa"/>
            <w:shd w:val="clear" w:color="auto" w:fill="auto"/>
          </w:tcPr>
          <w:p w:rsidR="00F24AB7" w:rsidRPr="00F24AB7" w:rsidRDefault="00F24AB7" w:rsidP="00F24AB7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F24AB7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"БЪЛГЕРИЪН ХЕМП" ЕООД</w:t>
            </w:r>
          </w:p>
        </w:tc>
        <w:tc>
          <w:tcPr>
            <w:tcW w:w="1280" w:type="dxa"/>
            <w:shd w:val="clear" w:color="auto" w:fill="auto"/>
          </w:tcPr>
          <w:p w:rsidR="00F24AB7" w:rsidRPr="00F24AB7" w:rsidRDefault="00F24AB7" w:rsidP="00F24AB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F24AB7">
              <w:rPr>
                <w:rFonts w:ascii="Calibri" w:eastAsia="Calibri" w:hAnsi="Calibri"/>
                <w:sz w:val="20"/>
                <w:szCs w:val="22"/>
                <w:lang w:val="bg-BG"/>
              </w:rPr>
              <w:t>4.463</w:t>
            </w:r>
          </w:p>
        </w:tc>
        <w:tc>
          <w:tcPr>
            <w:tcW w:w="1280" w:type="dxa"/>
            <w:shd w:val="clear" w:color="auto" w:fill="auto"/>
          </w:tcPr>
          <w:p w:rsidR="00F24AB7" w:rsidRPr="00F24AB7" w:rsidRDefault="00F24AB7" w:rsidP="00F24AB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F24AB7">
              <w:rPr>
                <w:rFonts w:ascii="Calibri" w:eastAsia="Calibri" w:hAnsi="Calibri"/>
                <w:sz w:val="20"/>
                <w:szCs w:val="22"/>
                <w:lang w:val="bg-BG"/>
              </w:rPr>
              <w:t>13.00</w:t>
            </w:r>
          </w:p>
        </w:tc>
        <w:tc>
          <w:tcPr>
            <w:tcW w:w="1280" w:type="dxa"/>
            <w:shd w:val="clear" w:color="auto" w:fill="auto"/>
          </w:tcPr>
          <w:p w:rsidR="00F24AB7" w:rsidRPr="00F24AB7" w:rsidRDefault="00F24AB7" w:rsidP="00F24AB7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F24AB7">
              <w:rPr>
                <w:rFonts w:ascii="Calibri" w:eastAsia="Calibri" w:hAnsi="Calibri"/>
                <w:sz w:val="20"/>
                <w:szCs w:val="22"/>
                <w:lang w:val="bg-BG"/>
              </w:rPr>
              <w:t>58.02</w:t>
            </w:r>
          </w:p>
        </w:tc>
      </w:tr>
    </w:tbl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24AB7">
        <w:rPr>
          <w:rFonts w:ascii="Calibri" w:eastAsia="Calibri" w:hAnsi="Calibri"/>
          <w:sz w:val="20"/>
          <w:szCs w:val="22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 ОБЛАСТ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24AB7">
        <w:rPr>
          <w:rFonts w:ascii="Calibri" w:eastAsia="Calibri" w:hAnsi="Calibri"/>
          <w:sz w:val="20"/>
          <w:szCs w:val="22"/>
          <w:lang w:val="bg-BG"/>
        </w:rPr>
        <w:lastRenderedPageBreak/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 ОБЛАСТ</w:t>
      </w:r>
      <w:r w:rsidR="00B25315">
        <w:rPr>
          <w:rFonts w:ascii="Calibri" w:eastAsia="Calibri" w:hAnsi="Calibri"/>
          <w:sz w:val="20"/>
          <w:szCs w:val="22"/>
          <w:lang w:val="bg-BG"/>
        </w:rPr>
        <w:t>.</w:t>
      </w:r>
      <w:bookmarkStart w:id="0" w:name="_GoBack"/>
      <w:bookmarkEnd w:id="0"/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24AB7">
        <w:rPr>
          <w:rFonts w:ascii="Calibri" w:eastAsia="Calibri" w:hAnsi="Calibri"/>
          <w:sz w:val="20"/>
          <w:szCs w:val="22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24AB7">
        <w:rPr>
          <w:rFonts w:ascii="Calibri" w:eastAsia="Calibri" w:hAnsi="Calibri"/>
          <w:sz w:val="20"/>
          <w:szCs w:val="22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24AB7">
        <w:rPr>
          <w:rFonts w:ascii="Calibri" w:eastAsia="Calibri" w:hAnsi="Calibri"/>
          <w:sz w:val="20"/>
          <w:szCs w:val="22"/>
          <w:lang w:val="bg-BG"/>
        </w:rPr>
        <w:tab/>
        <w:t>Контрол по изпълнение на заповедта ще упражнявам лично.</w:t>
      </w: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24AB7">
        <w:rPr>
          <w:rFonts w:ascii="Calibri" w:eastAsia="Calibri" w:hAnsi="Calibri"/>
          <w:sz w:val="20"/>
          <w:szCs w:val="22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24AB7">
        <w:rPr>
          <w:rFonts w:ascii="Calibri" w:eastAsia="Calibri" w:hAnsi="Calibri"/>
          <w:sz w:val="20"/>
          <w:szCs w:val="22"/>
          <w:lang w:val="bg-BG"/>
        </w:rPr>
        <w:t>..........................................</w:t>
      </w: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24AB7">
        <w:rPr>
          <w:rFonts w:ascii="Calibri" w:eastAsia="Calibri" w:hAnsi="Calibri"/>
          <w:sz w:val="20"/>
          <w:szCs w:val="22"/>
          <w:lang w:val="bg-BG"/>
        </w:rPr>
        <w:t xml:space="preserve">      (подпис и печат)</w:t>
      </w: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24AB7" w:rsidRPr="00F24AB7" w:rsidRDefault="00F24AB7" w:rsidP="00F24AB7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24AB7">
        <w:rPr>
          <w:rFonts w:ascii="Calibri" w:eastAsia="Calibri" w:hAnsi="Calibri"/>
          <w:sz w:val="20"/>
          <w:szCs w:val="22"/>
          <w:lang w:val="bg-BG"/>
        </w:rPr>
        <w:t>Директор на Областна дирекция "Земеделие" – СОФИЯ ОБЛАСТ</w:t>
      </w:r>
    </w:p>
    <w:p w:rsidR="00F24AB7" w:rsidRPr="00F24AB7" w:rsidRDefault="00F24AB7" w:rsidP="00F24AB7">
      <w:pPr>
        <w:spacing w:line="259" w:lineRule="auto"/>
        <w:rPr>
          <w:rFonts w:ascii="Calibri" w:eastAsia="Calibri" w:hAnsi="Calibri"/>
          <w:sz w:val="22"/>
          <w:szCs w:val="22"/>
          <w:lang w:val="bg-BG"/>
        </w:rPr>
      </w:pPr>
    </w:p>
    <w:p w:rsidR="0075168D" w:rsidRDefault="0075168D" w:rsidP="00F24AB7">
      <w:pPr>
        <w:spacing w:line="259" w:lineRule="auto"/>
        <w:jc w:val="center"/>
      </w:pPr>
    </w:p>
    <w:p>
      <w:r>
        <w:br/>
        <w:t>Петко Николаев Димов (Директор)</w:t>
        <w:br/>
        <w:t>19.11.2024г. 11:07ч.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75168D" w:rsidSect="003C2E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394" w:rsidRDefault="00AA7394">
      <w:r>
        <w:separator/>
      </w:r>
    </w:p>
  </w:endnote>
  <w:endnote w:type="continuationSeparator" w:id="0">
    <w:p w:rsidR="00AA7394" w:rsidRDefault="00AA7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DE4" w:rsidRDefault="007A1D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"Витоша" №4, ет.6  https://www.mzh.government.bg/ODZ-Sofiaoblast/bg/Home.aspx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e-mail: odzg_sfoblast@mzh.government.bg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2639F4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835BBA" w:rsidRDefault="007543A4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2639F4" w:rsidRDefault="007543A4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543A4" w:rsidRPr="002639F4" w:rsidRDefault="007543A4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394" w:rsidRDefault="00AA7394">
      <w:r>
        <w:separator/>
      </w:r>
    </w:p>
  </w:footnote>
  <w:footnote w:type="continuationSeparator" w:id="0">
    <w:p w:rsidR="00AA7394" w:rsidRDefault="00AA7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DE4" w:rsidRDefault="007A1DE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DE4" w:rsidRDefault="007A1DE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5B69F7" w:rsidRDefault="007543A4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43A4" w:rsidRPr="005B69F7" w:rsidRDefault="007543A4" w:rsidP="006B7B5E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7CC5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    </w:pict>
        </mc:Fallback>
      </mc:AlternateContent>
    </w:r>
    <w:r w:rsidR="006B7B5E">
      <w:rPr>
        <w:rFonts w:ascii="Helen Bg Condensed" w:hAnsi="Helen Bg Condensed"/>
        <w:spacing w:val="40"/>
        <w:sz w:val="30"/>
        <w:szCs w:val="30"/>
      </w:rPr>
      <w:t xml:space="preserve"> </w:t>
    </w:r>
    <w:r w:rsidR="007A1DE4">
      <w:rPr>
        <w:rFonts w:ascii="Helen Bg Condensed" w:hAnsi="Helen Bg Condensed"/>
        <w:spacing w:val="40"/>
        <w:sz w:val="30"/>
        <w:szCs w:val="30"/>
        <w:lang w:val="en-US"/>
      </w:rPr>
      <w:t xml:space="preserve">          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543A4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543A4" w:rsidRPr="00983B22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B523CC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b/d/iQIAAGEFAAAOAAAAZHJzL2Uyb0RvYy54bWysVF1vmzAUfZ+0/2DxToEEEoJKqhbIXrqt Ujvt2cEmWDM2sp2QaNp/37VJ6NK9TFMTyfLH9eHce8717d2x4+hAlWZS5F50E3qIiloSJna59+1l 46ce0gYLgrkUNPdOVHt3648fboc+ozPZSk6oQgAidDb0udca02dBoOuWdljfyJ4KOGyk6rCBpdoF ROEB0DsezMJwEQxSkV7JmmoNu+V46K0dftPQ2nxtGk0N4rkH3IwblRu3dgzWtzjbKdy3rD7TwP/B osNMwEcnqBIbjPaK/QXVsVpJLRtzU8sukE3DaupygGyi8E02zy3uqcsFiqP7qUz6/WDrL4cnhRgB 7TwkcAcSPTJBUWQrM/Q6g4BCPCmbW30Uz/2jrH9oJGTRYrGjjuHLqYdr7kZwdcUudA/42+GzJBCD 90a6Mh0b1VlIKAA6OjVOkxr0aFANm8skXSUzEK2+nAU4u1zslTafqOyQneQeB84OGB8etQHqEHoJ sd8RcsM4d2JzgYbcA+TEXdCSM2IPbZhWu23BFTpgaxf3s3UAsKswJfeCOLCWYlKd5wYzPs4hnguL R50DR0awOhqYun1I0bnj5ypcVWmVxn48W1R+HJalf78pYn+xiZZJOS+Loox+WaJRnLWMECos14tT o/jfnHDumdFjk1enogTX6C5hIHvN9H6ThMt4nvrLZTL343kV+g/ppvDvi2ixWFYPxUP1hmnlstfv Q3YqpWUl94aq55YMiDAr/zxZzcC/hEFnz5ajbgjzHTxJtVEeUtJ8Z6Z1brU+sxhXWqeh/Z+1ntDH Qlw0tKtJhXNur6UCzS/6uiawvh87aCvJ6UlZG9l+gD52l85vjn0o/ly7qNeXcf0bAAD//wMAUEsD BBQABgAIAAAAIQDwwhD44AAAAA4BAAAPAAAAZHJzL2Rvd25yZXYueG1sTI/NTsNADITvSLzDykhc qnbThvATsqkQkBsXSiuubmKSiKw3zW7bwNPjHhDcbM9o/E22HG2nDjT41rGB+SwCRVy6quXawPqt mN6C8gG5ws4xGfgiD8v8/CzDtHJHfqXDKtRKQtinaKAJoU+19mVDFv3M9cSifbjBYpB1qHU14FHC bacXUXStLbYsHxrs6bGh8nO1twZ8saFd8T0pJ9F7XDta7J5entGYy4vx4R5UoDH8meGEL+iQC9PW 7bnyqjMwjZMbsYqQxFcJqJNlntzJtP296TzT/2vkPwAAAP//AwBQSwECLQAUAAYACAAAACEAtoM4 kv4AAADhAQAAEwAAAAAAAAAAAAAAAAAAAAAAW0NvbnRlbnRfVHlwZXNdLnhtbFBLAQItABQABgAI AAAAIQA4/SH/1gAAAJQBAAALAAAAAAAAAAAAAAAAAC8BAABfcmVscy8ucmVsc1BLAQItABQABgAI AAAAIQBLb/d/iQIAAGEFAAAOAAAAAAAAAAAAAAAAAC4CAABkcnMvZTJvRG9jLnhtbFBLAQItABQA BgAIAAAAIQDwwhD44AAAAA4BAAAPAAAAAAAAAAAAAAAAAOMEAABkcnMvZG93bnJldi54bWxQSwUG AAAAAAQABADzAAAA8AUAAAAA 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543A4" w:rsidRPr="00983B22" w:rsidRDefault="007543A4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3537C"/>
    <w:rsid w:val="00157D1E"/>
    <w:rsid w:val="00191127"/>
    <w:rsid w:val="00197496"/>
    <w:rsid w:val="001A1C66"/>
    <w:rsid w:val="001A77DB"/>
    <w:rsid w:val="001B087F"/>
    <w:rsid w:val="001B4BA5"/>
    <w:rsid w:val="001F1E05"/>
    <w:rsid w:val="0020653E"/>
    <w:rsid w:val="0021765E"/>
    <w:rsid w:val="00225E60"/>
    <w:rsid w:val="002373B3"/>
    <w:rsid w:val="00247F7F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74608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5F315B"/>
    <w:rsid w:val="00602A0B"/>
    <w:rsid w:val="00636A42"/>
    <w:rsid w:val="00660327"/>
    <w:rsid w:val="00684194"/>
    <w:rsid w:val="006B0B9A"/>
    <w:rsid w:val="006B7B5E"/>
    <w:rsid w:val="006E1608"/>
    <w:rsid w:val="006E68FB"/>
    <w:rsid w:val="006F7315"/>
    <w:rsid w:val="00724E5F"/>
    <w:rsid w:val="0073129D"/>
    <w:rsid w:val="00732FE9"/>
    <w:rsid w:val="00735898"/>
    <w:rsid w:val="007366E2"/>
    <w:rsid w:val="00736EE6"/>
    <w:rsid w:val="007479D4"/>
    <w:rsid w:val="0075168D"/>
    <w:rsid w:val="00751C7B"/>
    <w:rsid w:val="007543A4"/>
    <w:rsid w:val="0075624F"/>
    <w:rsid w:val="00762DA8"/>
    <w:rsid w:val="00771EF1"/>
    <w:rsid w:val="00773368"/>
    <w:rsid w:val="00785809"/>
    <w:rsid w:val="007A0EDA"/>
    <w:rsid w:val="007A1DE4"/>
    <w:rsid w:val="007A6290"/>
    <w:rsid w:val="007A78E3"/>
    <w:rsid w:val="007B4B8A"/>
    <w:rsid w:val="007D7C8D"/>
    <w:rsid w:val="007E07FE"/>
    <w:rsid w:val="007E61AA"/>
    <w:rsid w:val="00803481"/>
    <w:rsid w:val="00807DAE"/>
    <w:rsid w:val="00823FF9"/>
    <w:rsid w:val="00835BBA"/>
    <w:rsid w:val="00836AB7"/>
    <w:rsid w:val="00837B40"/>
    <w:rsid w:val="00846A49"/>
    <w:rsid w:val="0085348A"/>
    <w:rsid w:val="00871471"/>
    <w:rsid w:val="008861EB"/>
    <w:rsid w:val="00887851"/>
    <w:rsid w:val="00892012"/>
    <w:rsid w:val="0089608D"/>
    <w:rsid w:val="008B0206"/>
    <w:rsid w:val="008B1300"/>
    <w:rsid w:val="008B4BE7"/>
    <w:rsid w:val="008E1B68"/>
    <w:rsid w:val="0092605E"/>
    <w:rsid w:val="00930C1F"/>
    <w:rsid w:val="009357A9"/>
    <w:rsid w:val="00936425"/>
    <w:rsid w:val="00946D85"/>
    <w:rsid w:val="0095018C"/>
    <w:rsid w:val="00961A93"/>
    <w:rsid w:val="009652E3"/>
    <w:rsid w:val="00967448"/>
    <w:rsid w:val="009738CE"/>
    <w:rsid w:val="00974546"/>
    <w:rsid w:val="00983B22"/>
    <w:rsid w:val="009918DC"/>
    <w:rsid w:val="009931D4"/>
    <w:rsid w:val="00994536"/>
    <w:rsid w:val="009A2BA7"/>
    <w:rsid w:val="009A49E5"/>
    <w:rsid w:val="009A65EE"/>
    <w:rsid w:val="009A678B"/>
    <w:rsid w:val="009C596C"/>
    <w:rsid w:val="009E7D8E"/>
    <w:rsid w:val="009F63A2"/>
    <w:rsid w:val="00A145F1"/>
    <w:rsid w:val="00A21AAF"/>
    <w:rsid w:val="00A36C2A"/>
    <w:rsid w:val="00A41749"/>
    <w:rsid w:val="00A51E10"/>
    <w:rsid w:val="00A57D6C"/>
    <w:rsid w:val="00A7546F"/>
    <w:rsid w:val="00A76414"/>
    <w:rsid w:val="00A806FD"/>
    <w:rsid w:val="00A82EC2"/>
    <w:rsid w:val="00A92148"/>
    <w:rsid w:val="00AA7394"/>
    <w:rsid w:val="00AB360D"/>
    <w:rsid w:val="00AD13E8"/>
    <w:rsid w:val="00AE3DD8"/>
    <w:rsid w:val="00AE6009"/>
    <w:rsid w:val="00B06BD0"/>
    <w:rsid w:val="00B1548F"/>
    <w:rsid w:val="00B25315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3F0A"/>
    <w:rsid w:val="00BF79A4"/>
    <w:rsid w:val="00BF7F7A"/>
    <w:rsid w:val="00C00904"/>
    <w:rsid w:val="00C02136"/>
    <w:rsid w:val="00C120B5"/>
    <w:rsid w:val="00C17EE7"/>
    <w:rsid w:val="00C23375"/>
    <w:rsid w:val="00C2469F"/>
    <w:rsid w:val="00C32160"/>
    <w:rsid w:val="00C43BD8"/>
    <w:rsid w:val="00C473A4"/>
    <w:rsid w:val="00C511C0"/>
    <w:rsid w:val="00C51883"/>
    <w:rsid w:val="00C91C1B"/>
    <w:rsid w:val="00CA3258"/>
    <w:rsid w:val="00CA7536"/>
    <w:rsid w:val="00CA7A14"/>
    <w:rsid w:val="00CC1CBD"/>
    <w:rsid w:val="00CE2F96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6CB"/>
    <w:rsid w:val="00D75719"/>
    <w:rsid w:val="00D81D3E"/>
    <w:rsid w:val="00D9774A"/>
    <w:rsid w:val="00DA357D"/>
    <w:rsid w:val="00DE3104"/>
    <w:rsid w:val="00E14AEE"/>
    <w:rsid w:val="00E158CD"/>
    <w:rsid w:val="00E22EB2"/>
    <w:rsid w:val="00E37251"/>
    <w:rsid w:val="00E374CC"/>
    <w:rsid w:val="00E43314"/>
    <w:rsid w:val="00E47067"/>
    <w:rsid w:val="00E50676"/>
    <w:rsid w:val="00E53CAB"/>
    <w:rsid w:val="00E55076"/>
    <w:rsid w:val="00E55421"/>
    <w:rsid w:val="00E559EA"/>
    <w:rsid w:val="00E6220A"/>
    <w:rsid w:val="00E84B8C"/>
    <w:rsid w:val="00E86200"/>
    <w:rsid w:val="00E9380B"/>
    <w:rsid w:val="00EA3B1F"/>
    <w:rsid w:val="00EA7411"/>
    <w:rsid w:val="00EB1100"/>
    <w:rsid w:val="00F010A4"/>
    <w:rsid w:val="00F023E3"/>
    <w:rsid w:val="00F14706"/>
    <w:rsid w:val="00F24AB7"/>
    <w:rsid w:val="00F36881"/>
    <w:rsid w:val="00F55479"/>
    <w:rsid w:val="00F5602F"/>
    <w:rsid w:val="00F72CF1"/>
    <w:rsid w:val="00F85A0D"/>
    <w:rsid w:val="00F92FB0"/>
    <w:rsid w:val="00F95DCD"/>
    <w:rsid w:val="00FA4106"/>
    <w:rsid w:val="00FB2519"/>
    <w:rsid w:val="00FB2631"/>
    <w:rsid w:val="00FB3860"/>
    <w:rsid w:val="00FB3A94"/>
    <w:rsid w:val="00FC201E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A4E7A00"/>
  <w15:docId w15:val="{4F79D15D-20B4-4520-A769-18E30DCA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link w:val="a3"/>
    <w:uiPriority w:val="99"/>
    <w:rsid w:val="00C2469F"/>
    <w:rPr>
      <w:sz w:val="24"/>
      <w:szCs w:val="24"/>
      <w:lang w:val="en-US" w:eastAsia="en-US"/>
    </w:rPr>
  </w:style>
  <w:style w:type="character" w:customStyle="1" w:styleId="a6">
    <w:name w:val="Долен колонтитул Знак"/>
    <w:link w:val="a5"/>
    <w:uiPriority w:val="99"/>
    <w:rsid w:val="00C2469F"/>
    <w:rPr>
      <w:sz w:val="24"/>
      <w:szCs w:val="24"/>
      <w:lang w:val="en-US" w:eastAsia="en-US"/>
    </w:rPr>
  </w:style>
  <w:style w:type="numbering" w:customStyle="1" w:styleId="10">
    <w:name w:val="Без списък1"/>
    <w:next w:val="ListNo0"/>
    <w:uiPriority w:val="99"/>
    <w:semiHidden/>
    <w:unhideWhenUsed/>
    <w:rsid w:val="00A1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_rels/header3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Users/user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2024-11-15T08:31:00Z</dcterms:created>
  <dc:creator>user</dc:creator>
  <cp:lastModifiedBy>osz</cp:lastModifiedBy>
  <cp:lastPrinted>2023-07-19T09:25:00Z</cp:lastPrinted>
  <dcterms:modified xsi:type="dcterms:W3CDTF">2024-11-15T11:46:00Z</dcterms:modified>
  <cp:revision>3</cp:revision>
  <dc:title>ДО</dc:title>
</cp:coreProperties>
</file>