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286571">
        <w:rPr>
          <w:lang w:val="bg-BG"/>
        </w:rPr>
        <w:t>58</w:t>
      </w:r>
      <w:r w:rsidR="00653190">
        <w:t>6</w:t>
      </w:r>
      <w:r w:rsidR="006551B7">
        <w:t>1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6551B7">
        <w:rPr>
          <w:lang w:val="bg-BG"/>
        </w:rPr>
        <w:t>Росоман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6551B7">
        <w:rPr>
          <w:lang w:val="bg-BG"/>
        </w:rPr>
        <w:t>63121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1.732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4.14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3.65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2.51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2.46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1.537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7.69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11.132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55.66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10.79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1.687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1.155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5.77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3.77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3.71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3.52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0.620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2.95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4.706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23.53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5.392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26.96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4.982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24.91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1.624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8.12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6.86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3.93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3.58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0.664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3.32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6.62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1.066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5.33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4.68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2.72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1.72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24.50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6.91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24.48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5.58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60.24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102.30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1.944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9.72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2.924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14.62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31.379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56.334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281.67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3.876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2.056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1.022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0.615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6.65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7.687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1.832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9.16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2.77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2.948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2.058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1.927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9.63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1.828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1.812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9.06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50.3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4.15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35.57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35.58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35.59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3.98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35.35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1.636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12.60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2.233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11.16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8.99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1.632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8.16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0.967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4.83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0.941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4.39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0.652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3.26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3.792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3.094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59.5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3.028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15.14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2.767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2.079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6.19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0.803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4.02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2.010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3.57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0.530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2.65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32.112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2.317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1.077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5.39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58.85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sz w:val="16"/>
                <w:szCs w:val="16"/>
              </w:rPr>
              <w:t>0.73</w:t>
            </w:r>
          </w:p>
        </w:tc>
      </w:tr>
      <w:tr w:rsidR="004D124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122.530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32.866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E928A3" w:rsidRDefault="004D1240" w:rsidP="004D12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28A3">
              <w:rPr>
                <w:rFonts w:ascii="Arial" w:hAnsi="Arial" w:cs="Arial"/>
                <w:b/>
                <w:bCs/>
                <w:sz w:val="16"/>
                <w:szCs w:val="16"/>
              </w:rPr>
              <w:t>164.33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E70C24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153.909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E70C2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89.200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E70C24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446,00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</w:t>
      </w:r>
      <w:r w:rsidRPr="00D92A91">
        <w:rPr>
          <w:lang w:val="bg-BG"/>
        </w:rPr>
        <w:lastRenderedPageBreak/>
        <w:t xml:space="preserve">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6551B7">
        <w:rPr>
          <w:lang w:val="bg-BG"/>
        </w:rPr>
        <w:t>Росоман</w:t>
      </w:r>
      <w:r w:rsidR="00EF3C2B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5D6CD6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B81631" w:rsidRDefault="00B81631" w:rsidP="00EF3C2B">
      <w:pPr>
        <w:jc w:val="both"/>
        <w:rPr>
          <w:u w:val="single"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1A2134" w:rsidRPr="00535A0F" w:rsidRDefault="001A2134" w:rsidP="001A2134">
      <w:pPr>
        <w:rPr>
          <w:i/>
          <w:iCs/>
          <w:sz w:val="20"/>
          <w:lang w:val="bg-BG"/>
        </w:rPr>
      </w:pPr>
    </w:p>
    <w:sectPr w:rsidR="001A2134" w:rsidRPr="00535A0F" w:rsidSect="004801C8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8F" w:rsidRDefault="0066348F">
      <w:r>
        <w:separator/>
      </w:r>
    </w:p>
  </w:endnote>
  <w:endnote w:type="continuationSeparator" w:id="0">
    <w:p w:rsidR="0066348F" w:rsidRDefault="00663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Default="0028331A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D124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1240" w:rsidRDefault="004D1240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4D1240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5D6CD6">
      <w:rPr>
        <w:rStyle w:val="ab"/>
        <w:noProof/>
        <w:sz w:val="18"/>
      </w:rPr>
      <w:t>4</w:t>
    </w:r>
    <w:r w:rsidRPr="00713EC9">
      <w:rPr>
        <w:rStyle w:val="ab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8F" w:rsidRDefault="0066348F">
      <w:r>
        <w:separator/>
      </w:r>
    </w:p>
  </w:footnote>
  <w:footnote w:type="continuationSeparator" w:id="0">
    <w:p w:rsidR="0066348F" w:rsidRDefault="00663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5B69F7" w:rsidRDefault="004D1240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28331A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28331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4D1240" w:rsidRPr="00983B22" w:rsidRDefault="004D1240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169</TotalTime>
  <Pages>4</Pages>
  <Words>1503</Words>
  <Characters>8572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31</cp:revision>
  <cp:lastPrinted>2020-12-21T09:40:00Z</cp:lastPrinted>
  <dcterms:created xsi:type="dcterms:W3CDTF">2021-12-08T13:47:00Z</dcterms:created>
  <dcterms:modified xsi:type="dcterms:W3CDTF">2023-12-20T12:16:00Z</dcterms:modified>
</cp:coreProperties>
</file>