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490FEC" w:rsidRDefault="00490FEC" w:rsidP="00490FEC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490FEC" w:rsidRPr="00DA2741" w:rsidRDefault="00490FEC" w:rsidP="00490FEC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ПО-09-3436-4</w:t>
      </w:r>
    </w:p>
    <w:p w:rsidR="00490FEC" w:rsidRPr="00F863ED" w:rsidRDefault="00490FEC" w:rsidP="00490FEC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932510">
        <w:rPr>
          <w:b/>
          <w:lang w:val="bg-BG"/>
        </w:rPr>
        <w:t>30.01.2024 г.</w:t>
      </w:r>
    </w:p>
    <w:p w:rsidR="00490FEC" w:rsidRDefault="00490FEC" w:rsidP="00490FEC">
      <w:pPr>
        <w:jc w:val="both"/>
        <w:rPr>
          <w:lang w:val="bg-BG"/>
        </w:rPr>
      </w:pPr>
    </w:p>
    <w:p w:rsidR="00490FEC" w:rsidRPr="00351D17" w:rsidRDefault="00490FEC" w:rsidP="00490FEC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>
        <w:rPr>
          <w:sz w:val="26"/>
          <w:szCs w:val="26"/>
          <w:lang w:val="ru-RU"/>
        </w:rPr>
        <w:t>ПО-09-</w:t>
      </w:r>
      <w:r w:rsidRPr="00F70565">
        <w:rPr>
          <w:lang w:val="bg-BG"/>
        </w:rPr>
        <w:t>3436</w:t>
      </w:r>
      <w:r>
        <w:rPr>
          <w:sz w:val="26"/>
          <w:szCs w:val="26"/>
          <w:lang w:val="bg-BG"/>
        </w:rPr>
        <w:t>/</w:t>
      </w:r>
      <w:r>
        <w:t>21.07.2023</w:t>
      </w:r>
      <w:r>
        <w:rPr>
          <w:lang w:val="bg-BG"/>
        </w:rPr>
        <w:t xml:space="preserve"> 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490FEC" w:rsidRDefault="00490FEC" w:rsidP="00490FEC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490FEC" w:rsidRDefault="00490FEC" w:rsidP="00490FEC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490FEC" w:rsidRPr="00292FAF" w:rsidRDefault="00490FEC" w:rsidP="00490FEC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F70565">
        <w:rPr>
          <w:b/>
          <w:lang w:val="bg-BG"/>
        </w:rPr>
        <w:t>ПО-09-3436-3/27.09.2023</w:t>
      </w:r>
      <w:r>
        <w:rPr>
          <w:lang w:val="bg-BG"/>
        </w:rPr>
        <w:t xml:space="preserve"> </w:t>
      </w:r>
      <w:r w:rsidRPr="00AA2D04">
        <w:rPr>
          <w:b/>
          <w:lang w:val="bg-BG"/>
        </w:rPr>
        <w:t>г.</w:t>
      </w:r>
      <w:r>
        <w:rPr>
          <w:b/>
          <w:lang w:val="bg-BG"/>
        </w:rPr>
        <w:t>,</w:t>
      </w:r>
      <w:r w:rsidRPr="006755EC">
        <w:t xml:space="preserve"> 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Пожарево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57100</w:t>
      </w:r>
      <w:r w:rsidRPr="006755EC">
        <w:rPr>
          <w:lang w:val="bg-BG"/>
        </w:rPr>
        <w:t>, община 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490FEC" w:rsidRPr="006755EC" w:rsidRDefault="00490FEC" w:rsidP="00490FEC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</w:t>
      </w:r>
      <w:r w:rsidR="00625778">
        <w:rPr>
          <w:lang w:val="bg-BG"/>
        </w:rPr>
        <w:t>:</w:t>
      </w:r>
      <w:r>
        <w:rPr>
          <w:lang w:val="bg-BG"/>
        </w:rPr>
        <w:t xml:space="preserve"> 130212939</w:t>
      </w:r>
      <w:r w:rsidR="00932510">
        <w:rPr>
          <w:lang w:val="bg-BG"/>
        </w:rPr>
        <w:t xml:space="preserve"> </w:t>
      </w:r>
      <w:r w:rsidRPr="006755EC">
        <w:rPr>
          <w:lang w:val="bg-BG"/>
        </w:rPr>
        <w:t xml:space="preserve">- </w:t>
      </w:r>
      <w:r w:rsidRPr="002B12B7">
        <w:rPr>
          <w:b/>
          <w:lang w:val="bg-BG"/>
        </w:rPr>
        <w:t>ОТПАДА</w:t>
      </w:r>
      <w:r w:rsidR="00932510">
        <w:rPr>
          <w:lang w:val="bg-BG"/>
        </w:rPr>
        <w:t>,</w:t>
      </w:r>
    </w:p>
    <w:p w:rsidR="00490FEC" w:rsidRPr="00641256" w:rsidRDefault="00490FEC" w:rsidP="00490FEC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490FEC" w:rsidRPr="00CE6C09" w:rsidRDefault="00490FEC" w:rsidP="00490FEC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</w:t>
      </w:r>
      <w:r w:rsidR="00625778">
        <w:rPr>
          <w:lang w:val="bg-BG"/>
        </w:rPr>
        <w:t>:</w:t>
      </w:r>
      <w:r>
        <w:rPr>
          <w:lang w:val="bg-BG"/>
        </w:rPr>
        <w:t xml:space="preserve"> 207390850.</w:t>
      </w:r>
    </w:p>
    <w:p w:rsidR="00490FEC" w:rsidRPr="00437F43" w:rsidRDefault="00490FEC" w:rsidP="00490FEC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F70565">
        <w:rPr>
          <w:b/>
          <w:lang w:val="bg-BG"/>
        </w:rPr>
        <w:t>ПО-09-3436-3/27.09.2023</w:t>
      </w:r>
      <w:r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Пожарево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57100</w:t>
      </w:r>
      <w:r w:rsidRPr="006755EC">
        <w:rPr>
          <w:lang w:val="bg-BG"/>
        </w:rPr>
        <w:t>, община Божурище</w:t>
      </w:r>
      <w:r w:rsidRPr="00292FAF">
        <w:rPr>
          <w:lang w:val="bg-BG" w:eastAsia="bg-BG"/>
        </w:rPr>
        <w:t>, област Софийска.</w:t>
      </w:r>
    </w:p>
    <w:p w:rsidR="00490FEC" w:rsidRDefault="00490FEC" w:rsidP="00490FE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490FEC" w:rsidRDefault="00490FEC" w:rsidP="00490FEC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490FEC" w:rsidRPr="00CE6C09" w:rsidRDefault="00490FEC" w:rsidP="0062577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 xml:space="preserve">№ </w:t>
      </w:r>
      <w:r w:rsidRPr="00F70565">
        <w:rPr>
          <w:b/>
          <w:lang w:val="bg-BG"/>
        </w:rPr>
        <w:t>ПО-09-3436-3/27.09.2023</w:t>
      </w:r>
      <w:r>
        <w:rPr>
          <w:b/>
          <w:lang w:val="bg-BG"/>
        </w:rPr>
        <w:t xml:space="preserve">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490FEC" w:rsidRPr="009918DC" w:rsidRDefault="00490FEC" w:rsidP="00490FEC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490FEC" w:rsidRDefault="00490FEC" w:rsidP="00490FEC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490FEC" w:rsidRPr="00625778" w:rsidRDefault="00490FEC" w:rsidP="00490FEC">
      <w:pPr>
        <w:ind w:left="142" w:right="142" w:firstLine="709"/>
        <w:jc w:val="both"/>
        <w:rPr>
          <w:sz w:val="16"/>
          <w:lang w:val="bg-BG"/>
        </w:rPr>
      </w:pPr>
    </w:p>
    <w:p w:rsidR="00490FEC" w:rsidRPr="00885D4E" w:rsidRDefault="00490FEC" w:rsidP="00490FEC">
      <w:pPr>
        <w:spacing w:line="276" w:lineRule="auto"/>
        <w:ind w:right="141"/>
        <w:rPr>
          <w:b/>
          <w:sz w:val="18"/>
          <w:lang w:val="bg-BG"/>
        </w:rPr>
      </w:pPr>
    </w:p>
    <w:p w:rsidR="006E735F" w:rsidRDefault="006E735F" w:rsidP="00490FEC">
      <w:pPr>
        <w:spacing w:line="276" w:lineRule="auto"/>
        <w:ind w:left="142" w:right="141"/>
        <w:rPr>
          <w:b/>
          <w:lang w:val="bg-BG"/>
        </w:rPr>
      </w:pPr>
    </w:p>
    <w:p w:rsidR="00490FEC" w:rsidRPr="000A2C69" w:rsidRDefault="00490FEC" w:rsidP="00490FEC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6E735F">
        <w:rPr>
          <w:b/>
          <w:lang w:val="bg-BG"/>
        </w:rPr>
        <w:t>:</w:t>
      </w:r>
      <w:r w:rsidR="006E735F">
        <w:rPr>
          <w:b/>
          <w:lang w:val="bg-BG"/>
        </w:rPr>
        <w:tab/>
      </w:r>
      <w:r w:rsidR="006E735F">
        <w:rPr>
          <w:b/>
          <w:lang w:val="bg-BG"/>
        </w:rPr>
        <w:tab/>
        <w:t>/П/</w:t>
      </w:r>
      <w:r>
        <w:rPr>
          <w:b/>
          <w:lang w:val="bg-BG"/>
        </w:rPr>
        <w:t xml:space="preserve"> 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490FEC" w:rsidRPr="001238A4" w:rsidRDefault="00490FEC" w:rsidP="00490FEC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490FEC" w:rsidRPr="001238A4" w:rsidRDefault="00490FEC" w:rsidP="00490FEC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490FEC" w:rsidRDefault="00490FEC" w:rsidP="00490FEC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490FEC" w:rsidRPr="00885D4E" w:rsidRDefault="00490FEC" w:rsidP="00490FEC">
      <w:pPr>
        <w:rPr>
          <w:sz w:val="14"/>
          <w:lang w:val="bg-BG"/>
        </w:rPr>
      </w:pPr>
    </w:p>
    <w:p w:rsidR="004E3B0B" w:rsidRPr="008A1273" w:rsidRDefault="004E3B0B" w:rsidP="00490FEC">
      <w:pPr>
        <w:ind w:firstLine="142"/>
        <w:rPr>
          <w:lang w:val="bg-BG"/>
        </w:rPr>
      </w:pPr>
    </w:p>
    <w:sectPr w:rsidR="004E3B0B" w:rsidRPr="008A1273" w:rsidSect="008A1273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53C" w:rsidRDefault="00A4653C">
      <w:r>
        <w:separator/>
      </w:r>
    </w:p>
  </w:endnote>
  <w:endnote w:type="continuationSeparator" w:id="0">
    <w:p w:rsidR="00A4653C" w:rsidRDefault="00A46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FA4EDA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FA4EDA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490FEC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53C" w:rsidRDefault="00A4653C">
      <w:r>
        <w:separator/>
      </w:r>
    </w:p>
  </w:footnote>
  <w:footnote w:type="continuationSeparator" w:id="0">
    <w:p w:rsidR="00A4653C" w:rsidRDefault="00A46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FA4EDA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FA4EDA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8A1273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5C43"/>
    <w:rsid w:val="00186591"/>
    <w:rsid w:val="00187AC5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874"/>
    <w:rsid w:val="002D3B8A"/>
    <w:rsid w:val="002E1B8A"/>
    <w:rsid w:val="002E25EF"/>
    <w:rsid w:val="0031076A"/>
    <w:rsid w:val="00313F62"/>
    <w:rsid w:val="003140CD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5773"/>
    <w:rsid w:val="004361B4"/>
    <w:rsid w:val="00441564"/>
    <w:rsid w:val="00443FD3"/>
    <w:rsid w:val="00446795"/>
    <w:rsid w:val="00454CDE"/>
    <w:rsid w:val="004554F9"/>
    <w:rsid w:val="00463733"/>
    <w:rsid w:val="00471AF4"/>
    <w:rsid w:val="004724FC"/>
    <w:rsid w:val="00490FEC"/>
    <w:rsid w:val="00496975"/>
    <w:rsid w:val="004B10BF"/>
    <w:rsid w:val="004B272D"/>
    <w:rsid w:val="004B3832"/>
    <w:rsid w:val="004B44FC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360C"/>
    <w:rsid w:val="004F5742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42F13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25778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3FB8"/>
    <w:rsid w:val="006C6BD9"/>
    <w:rsid w:val="006D59E4"/>
    <w:rsid w:val="006E11AA"/>
    <w:rsid w:val="006E1608"/>
    <w:rsid w:val="006E2F1D"/>
    <w:rsid w:val="006E6DBC"/>
    <w:rsid w:val="006E735F"/>
    <w:rsid w:val="00711DA3"/>
    <w:rsid w:val="00714D5A"/>
    <w:rsid w:val="007170D2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D3D1E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273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10"/>
    <w:rsid w:val="00932541"/>
    <w:rsid w:val="0093397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42A8"/>
    <w:rsid w:val="00A36C2A"/>
    <w:rsid w:val="00A4653C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8596C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21B0"/>
    <w:rsid w:val="00D95C7B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DF18D5"/>
    <w:rsid w:val="00E00C74"/>
    <w:rsid w:val="00E011A0"/>
    <w:rsid w:val="00E0358E"/>
    <w:rsid w:val="00E14211"/>
    <w:rsid w:val="00E14AEE"/>
    <w:rsid w:val="00E25F8D"/>
    <w:rsid w:val="00E276F4"/>
    <w:rsid w:val="00E44D2B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6EC8"/>
    <w:rsid w:val="00F71072"/>
    <w:rsid w:val="00F72CF1"/>
    <w:rsid w:val="00F7493D"/>
    <w:rsid w:val="00F765C5"/>
    <w:rsid w:val="00F863ED"/>
    <w:rsid w:val="00F94BFE"/>
    <w:rsid w:val="00F955B1"/>
    <w:rsid w:val="00F95DCD"/>
    <w:rsid w:val="00FA04E8"/>
    <w:rsid w:val="00FA05E8"/>
    <w:rsid w:val="00FA4106"/>
    <w:rsid w:val="00FA4EDA"/>
    <w:rsid w:val="00FA6FBA"/>
    <w:rsid w:val="00FB2631"/>
    <w:rsid w:val="00FB3A94"/>
    <w:rsid w:val="00FB5163"/>
    <w:rsid w:val="00FC15C2"/>
    <w:rsid w:val="00FC2F1C"/>
    <w:rsid w:val="00FC412A"/>
    <w:rsid w:val="00FE7096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490F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3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10</cp:revision>
  <cp:lastPrinted>2018-02-19T15:29:00Z</cp:lastPrinted>
  <dcterms:created xsi:type="dcterms:W3CDTF">2024-01-26T09:59:00Z</dcterms:created>
  <dcterms:modified xsi:type="dcterms:W3CDTF">2024-01-30T12:07:00Z</dcterms:modified>
</cp:coreProperties>
</file>