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AD2" w:rsidRDefault="005D4AD2" w:rsidP="00EE3F50">
      <w:pPr>
        <w:ind w:firstLine="737"/>
        <w:jc w:val="center"/>
        <w:rPr>
          <w:b/>
          <w:sz w:val="28"/>
          <w:szCs w:val="28"/>
          <w:lang w:val="bg-BG"/>
        </w:rPr>
      </w:pPr>
    </w:p>
    <w:p w:rsidR="00EE3F50" w:rsidRPr="00EE3F50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EE3F50">
        <w:rPr>
          <w:b/>
          <w:sz w:val="28"/>
          <w:szCs w:val="28"/>
          <w:lang w:val="bg-BG"/>
        </w:rPr>
        <w:t>З А П О В Е Д</w:t>
      </w:r>
    </w:p>
    <w:p w:rsidR="00EE3F50" w:rsidRPr="00EE3F50" w:rsidRDefault="00EE3F50" w:rsidP="00EE3F50">
      <w:pPr>
        <w:ind w:firstLine="737"/>
        <w:jc w:val="center"/>
        <w:rPr>
          <w:b/>
          <w:sz w:val="26"/>
          <w:szCs w:val="26"/>
          <w:lang w:val="bg-BG"/>
        </w:rPr>
      </w:pPr>
      <w:r w:rsidRPr="00EE3F50">
        <w:rPr>
          <w:b/>
          <w:sz w:val="26"/>
          <w:szCs w:val="26"/>
          <w:lang w:val="bg-BG"/>
        </w:rPr>
        <w:t>№ ПО-09-</w:t>
      </w:r>
      <w:bookmarkStart w:id="0" w:name="_GoBack"/>
      <w:bookmarkEnd w:id="0"/>
      <w:r w:rsidR="00441C0E" w:rsidRPr="00441C0E">
        <w:rPr>
          <w:b/>
          <w:sz w:val="26"/>
          <w:szCs w:val="26"/>
          <w:lang w:val="bg-BG"/>
        </w:rPr>
        <w:t>6173</w:t>
      </w:r>
      <w:r w:rsidRPr="00EE3F50">
        <w:rPr>
          <w:b/>
          <w:sz w:val="26"/>
          <w:szCs w:val="26"/>
          <w:lang w:val="bg-BG"/>
        </w:rPr>
        <w:t xml:space="preserve">                  </w:t>
      </w:r>
    </w:p>
    <w:p w:rsidR="00482123" w:rsidRPr="00482123" w:rsidRDefault="00482123" w:rsidP="00482123">
      <w:pPr>
        <w:ind w:firstLine="737"/>
        <w:jc w:val="center"/>
        <w:rPr>
          <w:b/>
          <w:sz w:val="26"/>
          <w:szCs w:val="26"/>
          <w:lang w:val="bg-BG"/>
        </w:rPr>
      </w:pPr>
      <w:r w:rsidRPr="00482123">
        <w:rPr>
          <w:b/>
          <w:sz w:val="26"/>
          <w:szCs w:val="26"/>
          <w:lang w:val="bg-BG"/>
        </w:rPr>
        <w:t>София, 04.11.2022г.</w:t>
      </w:r>
    </w:p>
    <w:p w:rsidR="00EE3F50" w:rsidRPr="00EE3F50" w:rsidRDefault="00EE3F50" w:rsidP="00EE3F50">
      <w:pPr>
        <w:ind w:firstLine="737"/>
        <w:jc w:val="center"/>
        <w:rPr>
          <w:sz w:val="26"/>
          <w:szCs w:val="26"/>
          <w:lang w:val="bg-BG"/>
        </w:rPr>
      </w:pPr>
    </w:p>
    <w:p w:rsidR="00EE3F50" w:rsidRPr="00EE3F50" w:rsidRDefault="00EE3F50" w:rsidP="00EE3F50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>На основание чл.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>3, ал.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 xml:space="preserve">4 от </w:t>
      </w:r>
      <w:proofErr w:type="spellStart"/>
      <w:r w:rsidRPr="00EE3F50">
        <w:rPr>
          <w:lang w:val="bg-BG"/>
        </w:rPr>
        <w:t>Устройствения</w:t>
      </w:r>
      <w:proofErr w:type="spellEnd"/>
      <w:r w:rsidRPr="00EE3F50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>. ДВ. бр.</w:t>
      </w:r>
      <w:r w:rsidR="00863E02">
        <w:t xml:space="preserve"> </w:t>
      </w:r>
      <w:r w:rsidRPr="00EE3F50">
        <w:rPr>
          <w:lang w:val="bg-BG"/>
        </w:rPr>
        <w:t xml:space="preserve">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 w:rsidRPr="00EE3F50">
        <w:rPr>
          <w:lang w:val="bg-BG"/>
        </w:rPr>
        <w:t xml:space="preserve">бр. </w:t>
      </w:r>
      <w:bookmarkStart w:id="1" w:name="OLE_LINK4"/>
      <w:bookmarkStart w:id="2" w:name="OLE_LINK5"/>
      <w:bookmarkStart w:id="3" w:name="OLE_LINK6"/>
      <w:r w:rsidRPr="00EE3F50">
        <w:rPr>
          <w:lang w:val="bg-BG"/>
        </w:rPr>
        <w:t xml:space="preserve">41 от 03 </w:t>
      </w:r>
      <w:bookmarkEnd w:id="1"/>
      <w:bookmarkEnd w:id="2"/>
      <w:bookmarkEnd w:id="3"/>
      <w:r w:rsidRPr="00EE3F50">
        <w:rPr>
          <w:lang w:val="bg-BG"/>
        </w:rPr>
        <w:t>юни 2022 г., чл.</w:t>
      </w:r>
      <w:r w:rsidR="00B64E7B">
        <w:t xml:space="preserve"> </w:t>
      </w:r>
      <w:r w:rsidRPr="00EE3F50">
        <w:rPr>
          <w:lang w:val="bg-BG"/>
        </w:rPr>
        <w:t>37ж, ал.</w:t>
      </w:r>
      <w:r w:rsidR="00B64E7B">
        <w:t xml:space="preserve"> </w:t>
      </w:r>
      <w:r w:rsidRPr="00EE3F50">
        <w:rPr>
          <w:lang w:val="bg-BG"/>
        </w:rPr>
        <w:t>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2023г.,</w:t>
      </w:r>
    </w:p>
    <w:p w:rsidR="00EE3F50" w:rsidRPr="00EE3F50" w:rsidRDefault="00EE3F50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EE3F50">
        <w:rPr>
          <w:b/>
          <w:lang w:val="bg-BG"/>
        </w:rPr>
        <w:t>О П Р Е Д Е Л Я М :</w:t>
      </w:r>
    </w:p>
    <w:p w:rsidR="005D4AD2" w:rsidRPr="00EE3F50" w:rsidRDefault="005D4AD2" w:rsidP="00EE3F50">
      <w:pPr>
        <w:ind w:firstLine="737"/>
        <w:jc w:val="center"/>
        <w:rPr>
          <w:b/>
          <w:lang w:val="bg-BG"/>
        </w:rPr>
      </w:pP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 xml:space="preserve">Комисия за землището на </w:t>
      </w:r>
      <w:r w:rsidR="004B3BB0">
        <w:rPr>
          <w:b/>
          <w:lang w:val="bg-BG"/>
        </w:rPr>
        <w:t xml:space="preserve">с. </w:t>
      </w:r>
      <w:r w:rsidR="00396953">
        <w:rPr>
          <w:b/>
          <w:lang w:val="bg-BG"/>
        </w:rPr>
        <w:t>Радуловци</w:t>
      </w:r>
      <w:r w:rsidR="006672E0">
        <w:rPr>
          <w:b/>
          <w:lang w:val="bg-BG"/>
        </w:rPr>
        <w:t>,</w:t>
      </w:r>
      <w:r w:rsidRPr="00EE3F50">
        <w:rPr>
          <w:b/>
          <w:lang w:val="bg-BG"/>
        </w:rPr>
        <w:t xml:space="preserve"> общ. </w:t>
      </w:r>
      <w:r w:rsidR="004B3BB0" w:rsidRPr="004B3BB0">
        <w:rPr>
          <w:b/>
          <w:lang w:val="bg-BG"/>
        </w:rPr>
        <w:t>Сливница</w:t>
      </w:r>
      <w:r w:rsidRPr="00EE3F50">
        <w:rPr>
          <w:b/>
          <w:lang w:val="bg-BG"/>
        </w:rPr>
        <w:t>, София област в състав:</w:t>
      </w:r>
    </w:p>
    <w:p w:rsidR="0068667C" w:rsidRDefault="00BA5495" w:rsidP="00EE3F50">
      <w:pPr>
        <w:jc w:val="both"/>
        <w:rPr>
          <w:b/>
          <w:lang w:val="bg-BG"/>
        </w:rPr>
      </w:pPr>
      <w:r w:rsidRPr="00BA5495">
        <w:rPr>
          <w:b/>
          <w:lang w:val="bg-BG"/>
        </w:rPr>
        <w:t xml:space="preserve">ПРЕДСЕДАТЕЛ: </w:t>
      </w:r>
      <w:r w:rsidR="00F47C65" w:rsidRPr="00F47C65">
        <w:rPr>
          <w:b/>
          <w:lang w:val="bg-BG"/>
        </w:rPr>
        <w:t>Боряна Борисова – началник на ОСЗ гр. Сливница</w:t>
      </w:r>
    </w:p>
    <w:p w:rsid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ЧЛЕНОВЕ :</w:t>
      </w:r>
    </w:p>
    <w:p w:rsidR="00EE3F50" w:rsidRPr="00EE3F50" w:rsidRDefault="00EE3F50" w:rsidP="00EE3F50">
      <w:pPr>
        <w:pStyle w:val="ListParagraph"/>
        <w:numPr>
          <w:ilvl w:val="0"/>
          <w:numId w:val="7"/>
        </w:numPr>
        <w:jc w:val="both"/>
        <w:rPr>
          <w:color w:val="000000"/>
          <w:lang w:val="bg-BG"/>
        </w:rPr>
      </w:pPr>
      <w:r w:rsidRPr="00EE3F50">
        <w:rPr>
          <w:color w:val="000000"/>
          <w:lang w:val="bg-BG"/>
        </w:rPr>
        <w:t>Александър Мерджанов – главен експерт в ОД „Земеделие“-</w:t>
      </w:r>
      <w:r w:rsidR="00CB70B0">
        <w:rPr>
          <w:color w:val="000000"/>
          <w:lang w:val="bg-BG"/>
        </w:rPr>
        <w:t xml:space="preserve"> </w:t>
      </w:r>
      <w:r w:rsidRPr="00EE3F50">
        <w:rPr>
          <w:color w:val="000000"/>
          <w:lang w:val="bg-BG"/>
        </w:rPr>
        <w:t xml:space="preserve">София област </w:t>
      </w:r>
    </w:p>
    <w:p w:rsidR="00F47C65" w:rsidRPr="00F47C65" w:rsidRDefault="00F47C65" w:rsidP="00F47C65">
      <w:pPr>
        <w:pStyle w:val="ListParagraph"/>
        <w:numPr>
          <w:ilvl w:val="0"/>
          <w:numId w:val="7"/>
        </w:numPr>
        <w:rPr>
          <w:lang w:val="bg-BG"/>
        </w:rPr>
      </w:pPr>
      <w:r w:rsidRPr="00F47C65">
        <w:rPr>
          <w:lang w:val="bg-BG"/>
        </w:rPr>
        <w:t>Светлана Тинчева – младши експерт на ОСЗ гр. Сливница</w:t>
      </w:r>
    </w:p>
    <w:p w:rsidR="00333F82" w:rsidRPr="00333F82" w:rsidRDefault="00333F82" w:rsidP="00333F82">
      <w:pPr>
        <w:pStyle w:val="ListParagraph"/>
        <w:numPr>
          <w:ilvl w:val="0"/>
          <w:numId w:val="7"/>
        </w:numPr>
        <w:rPr>
          <w:lang w:val="bg-BG"/>
        </w:rPr>
      </w:pPr>
      <w:r w:rsidRPr="00333F82">
        <w:rPr>
          <w:lang w:val="bg-BG"/>
        </w:rPr>
        <w:t xml:space="preserve">Валери Стоименов – кметски наместник </w:t>
      </w:r>
    </w:p>
    <w:p w:rsidR="00EE3F50" w:rsidRPr="00324D2A" w:rsidRDefault="00EE3F50" w:rsidP="00C40D8C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324D2A">
        <w:rPr>
          <w:lang w:val="bg-BG"/>
        </w:rPr>
        <w:t>Представител на Агенция по кадастър – СГКК – Софийска област</w:t>
      </w:r>
      <w:r w:rsidRPr="00324D2A">
        <w:rPr>
          <w:bCs/>
          <w:lang w:val="bg-BG"/>
        </w:rPr>
        <w:t xml:space="preserve"> 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със следните задачи :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E3F50">
        <w:rPr>
          <w:b/>
          <w:lang w:val="bg-BG"/>
        </w:rPr>
        <w:t xml:space="preserve"> за създаване на масиви за ползване на пасища, мери и ливади за календарната 2023г.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 xml:space="preserve">Комисията извършва проверка дали лицата по чл.37ж, ал. 1 от ЗСПЗЗ отговарят на условията по </w:t>
      </w:r>
      <w:hyperlink r:id="rId8" w:history="1">
        <w:r w:rsidRPr="00EE3F50">
          <w:rPr>
            <w:bCs/>
            <w:color w:val="000000"/>
            <w:u w:val="single"/>
            <w:lang w:val="bg-BG"/>
          </w:rPr>
          <w:t>чл. 37и, ал. 4</w:t>
        </w:r>
      </w:hyperlink>
      <w:r w:rsidRPr="00EE3F50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E3F50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EE3F50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>За резултатите от работата си комисията съставя протокол.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Комисията изготвя доклад до директора на Областна дирекция </w:t>
      </w:r>
      <w:r w:rsidR="00D25ECB">
        <w:rPr>
          <w:lang w:val="bg-BG"/>
        </w:rPr>
        <w:t>„</w:t>
      </w:r>
      <w:r w:rsidRPr="00EE3F50">
        <w:rPr>
          <w:lang w:val="bg-BG"/>
        </w:rPr>
        <w:t>Земедели</w:t>
      </w:r>
      <w:r w:rsidR="00D25ECB">
        <w:rPr>
          <w:lang w:val="bg-BG"/>
        </w:rPr>
        <w:t xml:space="preserve">е“ </w:t>
      </w:r>
      <w:r w:rsidRPr="00EE3F50">
        <w:rPr>
          <w:lang w:val="bg-BG"/>
        </w:rPr>
        <w:t>–</w:t>
      </w:r>
      <w:r w:rsidR="00D25ECB">
        <w:rPr>
          <w:lang w:val="bg-BG"/>
        </w:rPr>
        <w:t xml:space="preserve"> </w:t>
      </w:r>
      <w:r w:rsidRPr="00EE3F50">
        <w:rPr>
          <w:lang w:val="bg-BG"/>
        </w:rPr>
        <w:t xml:space="preserve">София област със съдържанието </w:t>
      </w:r>
      <w:r w:rsidRPr="00EE3F50">
        <w:rPr>
          <w:color w:val="000000"/>
          <w:lang w:val="bg-BG"/>
        </w:rPr>
        <w:t xml:space="preserve">по </w:t>
      </w:r>
      <w:r w:rsidRPr="00EE3F50">
        <w:rPr>
          <w:color w:val="000000"/>
          <w:u w:val="single"/>
          <w:lang w:val="bg-BG"/>
        </w:rPr>
        <w:t xml:space="preserve">чл.37ж, ал.10 от ЗСПЗЗ. </w:t>
      </w:r>
    </w:p>
    <w:p w:rsidR="007C1A40" w:rsidRDefault="007C1A40" w:rsidP="007C1A40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>Контрол по изпълнението на заповедта ще осъществява Главен директор ГД</w:t>
      </w:r>
      <w:r w:rsidR="00D45651">
        <w:rPr>
          <w:bCs/>
          <w:lang w:val="bg-BG"/>
        </w:rPr>
        <w:t xml:space="preserve"> „</w:t>
      </w:r>
      <w:r>
        <w:rPr>
          <w:bCs/>
          <w:lang w:val="bg-BG"/>
        </w:rPr>
        <w:t>АР“.</w:t>
      </w:r>
    </w:p>
    <w:p w:rsidR="007C1A40" w:rsidRDefault="007C1A40" w:rsidP="007C1A40">
      <w:pPr>
        <w:ind w:firstLine="567"/>
        <w:jc w:val="both"/>
        <w:rPr>
          <w:lang w:val="bg-BG"/>
        </w:rPr>
      </w:pPr>
      <w:r>
        <w:rPr>
          <w:lang w:val="bg-BG"/>
        </w:rPr>
        <w:t>Заповедта да се сведе до знанието на посочените лица за сведение и изпълнение.</w:t>
      </w:r>
    </w:p>
    <w:p w:rsidR="00DC5723" w:rsidRDefault="00DC5723" w:rsidP="007C1A40">
      <w:pPr>
        <w:ind w:firstLine="567"/>
        <w:jc w:val="both"/>
        <w:rPr>
          <w:lang w:val="bg-BG"/>
        </w:rPr>
      </w:pPr>
    </w:p>
    <w:p w:rsidR="005D4AD2" w:rsidRDefault="005D4AD2" w:rsidP="007C1A40">
      <w:pPr>
        <w:ind w:firstLine="567"/>
        <w:jc w:val="both"/>
        <w:rPr>
          <w:lang w:val="bg-BG"/>
        </w:rPr>
      </w:pPr>
    </w:p>
    <w:p w:rsidR="005D4AD2" w:rsidRDefault="005D4AD2" w:rsidP="007C1A40">
      <w:pPr>
        <w:ind w:firstLine="567"/>
        <w:jc w:val="both"/>
        <w:rPr>
          <w:lang w:val="bg-BG"/>
        </w:rPr>
      </w:pPr>
    </w:p>
    <w:p w:rsidR="007C1A40" w:rsidRDefault="007C1A40" w:rsidP="007C1A40">
      <w:pPr>
        <w:ind w:firstLine="567"/>
        <w:jc w:val="both"/>
        <w:rPr>
          <w:lang w:val="bg-BG"/>
        </w:rPr>
      </w:pPr>
    </w:p>
    <w:p w:rsidR="00482123" w:rsidRPr="00482123" w:rsidRDefault="00482123" w:rsidP="00482123">
      <w:pPr>
        <w:rPr>
          <w:b/>
          <w:lang w:val="bg-BG"/>
        </w:rPr>
      </w:pPr>
      <w:r w:rsidRPr="00482123">
        <w:rPr>
          <w:b/>
          <w:lang w:val="bg-BG"/>
        </w:rPr>
        <w:t>АНТОНИЯ СТОИМЕНОВА              /П/</w:t>
      </w:r>
      <w:r w:rsidRPr="00482123">
        <w:rPr>
          <w:b/>
          <w:lang w:val="bg-BG"/>
        </w:rPr>
        <w:tab/>
      </w:r>
      <w:r w:rsidRPr="00482123">
        <w:rPr>
          <w:b/>
          <w:lang w:val="bg-BG"/>
        </w:rPr>
        <w:tab/>
      </w:r>
      <w:r w:rsidRPr="00482123">
        <w:rPr>
          <w:b/>
          <w:lang w:val="bg-BG"/>
        </w:rPr>
        <w:tab/>
      </w:r>
      <w:r w:rsidRPr="00482123">
        <w:rPr>
          <w:b/>
          <w:lang w:val="bg-BG"/>
        </w:rPr>
        <w:tab/>
      </w:r>
    </w:p>
    <w:p w:rsidR="007C1A40" w:rsidRPr="005D4AD2" w:rsidRDefault="007C1A40" w:rsidP="007C1A40">
      <w:pPr>
        <w:rPr>
          <w:sz w:val="20"/>
          <w:szCs w:val="20"/>
          <w:lang w:val="bg-BG"/>
        </w:rPr>
      </w:pPr>
      <w:r w:rsidRPr="005D4AD2">
        <w:rPr>
          <w:i/>
          <w:lang w:val="bg-BG"/>
        </w:rPr>
        <w:t xml:space="preserve">Директор на </w:t>
      </w:r>
      <w:r w:rsidRPr="005D4AD2">
        <w:rPr>
          <w:i/>
          <w:lang w:val="bg-BG"/>
        </w:rPr>
        <w:tab/>
      </w:r>
      <w:r w:rsidRPr="005D4AD2">
        <w:rPr>
          <w:i/>
          <w:lang w:val="bg-BG"/>
        </w:rPr>
        <w:tab/>
      </w:r>
      <w:r w:rsidRPr="005D4AD2">
        <w:rPr>
          <w:i/>
          <w:lang w:val="bg-BG"/>
        </w:rPr>
        <w:tab/>
      </w:r>
      <w:r w:rsidRPr="005D4AD2">
        <w:rPr>
          <w:i/>
          <w:lang w:val="bg-BG"/>
        </w:rPr>
        <w:tab/>
      </w:r>
      <w:r w:rsidRPr="005D4AD2">
        <w:rPr>
          <w:i/>
          <w:lang w:val="bg-BG"/>
        </w:rPr>
        <w:tab/>
      </w:r>
      <w:r w:rsidRPr="005D4AD2">
        <w:rPr>
          <w:i/>
          <w:lang w:val="bg-BG"/>
        </w:rPr>
        <w:tab/>
      </w:r>
      <w:r w:rsidRPr="005D4AD2">
        <w:rPr>
          <w:i/>
          <w:lang w:val="bg-BG"/>
        </w:rPr>
        <w:tab/>
      </w:r>
    </w:p>
    <w:p w:rsidR="007C1A40" w:rsidRPr="005D4AD2" w:rsidRDefault="007C1A40" w:rsidP="007C1A40">
      <w:pPr>
        <w:rPr>
          <w:i/>
          <w:lang w:val="bg-BG"/>
        </w:rPr>
      </w:pPr>
      <w:r w:rsidRPr="005D4AD2">
        <w:rPr>
          <w:i/>
          <w:lang w:val="bg-BG"/>
        </w:rPr>
        <w:t xml:space="preserve">Областна дирекция „Земеделие” </w:t>
      </w:r>
      <w:r w:rsidRPr="005D4AD2">
        <w:rPr>
          <w:i/>
          <w:lang w:val="bg-BG"/>
        </w:rPr>
        <w:tab/>
      </w:r>
      <w:r w:rsidRPr="005D4AD2">
        <w:rPr>
          <w:i/>
          <w:lang w:val="bg-BG"/>
        </w:rPr>
        <w:tab/>
      </w:r>
      <w:r w:rsidRPr="005D4AD2">
        <w:rPr>
          <w:i/>
          <w:lang w:val="bg-BG"/>
        </w:rPr>
        <w:tab/>
      </w:r>
      <w:r w:rsidRPr="005D4AD2">
        <w:rPr>
          <w:i/>
          <w:lang w:val="bg-BG"/>
        </w:rPr>
        <w:tab/>
      </w:r>
    </w:p>
    <w:p w:rsidR="00EE3F50" w:rsidRDefault="007C1A40" w:rsidP="005D4AD2">
      <w:pPr>
        <w:rPr>
          <w:lang w:val="bg-BG"/>
        </w:rPr>
      </w:pPr>
      <w:r w:rsidRPr="005D4AD2">
        <w:rPr>
          <w:i/>
          <w:lang w:val="bg-BG"/>
        </w:rPr>
        <w:t>София област</w:t>
      </w:r>
      <w:r w:rsidRPr="005D4AD2">
        <w:rPr>
          <w:i/>
          <w:lang w:val="bg-BG"/>
        </w:rPr>
        <w:tab/>
      </w:r>
    </w:p>
    <w:p w:rsidR="00EE3F50" w:rsidRDefault="00EE3F50" w:rsidP="00F36881">
      <w:pPr>
        <w:rPr>
          <w:lang w:val="bg-BG"/>
        </w:rPr>
      </w:pPr>
    </w:p>
    <w:sectPr w:rsidR="00EE3F50" w:rsidSect="00C07CF9">
      <w:footerReference w:type="default" r:id="rId9"/>
      <w:headerReference w:type="first" r:id="rId10"/>
      <w:footerReference w:type="first" r:id="rId11"/>
      <w:pgSz w:w="11907" w:h="16840" w:code="9"/>
      <w:pgMar w:top="709" w:right="1134" w:bottom="567" w:left="1276" w:header="677" w:footer="29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5D1" w:rsidRDefault="00B255D1">
      <w:r>
        <w:separator/>
      </w:r>
    </w:p>
  </w:endnote>
  <w:endnote w:type="continuationSeparator" w:id="0">
    <w:p w:rsidR="00B255D1" w:rsidRDefault="00B25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E20" w:rsidRDefault="003C2E20" w:rsidP="003C2E20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5D1" w:rsidRDefault="00B255D1">
      <w:r>
        <w:separator/>
      </w:r>
    </w:p>
  </w:footnote>
  <w:footnote w:type="continuationSeparator" w:id="0">
    <w:p w:rsidR="00B255D1" w:rsidRDefault="00B255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4686DF4C" wp14:editId="3F3150C8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1" name="Picture 1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1F4F141" wp14:editId="0CD83A56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3DA"/>
    <w:rsid w:val="00004F45"/>
    <w:rsid w:val="00013A9F"/>
    <w:rsid w:val="00015AC0"/>
    <w:rsid w:val="00040DCE"/>
    <w:rsid w:val="00044670"/>
    <w:rsid w:val="00045325"/>
    <w:rsid w:val="000602B1"/>
    <w:rsid w:val="00076965"/>
    <w:rsid w:val="000824B8"/>
    <w:rsid w:val="00083EBD"/>
    <w:rsid w:val="0009335E"/>
    <w:rsid w:val="000C75DF"/>
    <w:rsid w:val="000D01AC"/>
    <w:rsid w:val="000D4D20"/>
    <w:rsid w:val="00101D32"/>
    <w:rsid w:val="00102761"/>
    <w:rsid w:val="001049B0"/>
    <w:rsid w:val="00124DC8"/>
    <w:rsid w:val="00125BC0"/>
    <w:rsid w:val="00126941"/>
    <w:rsid w:val="001377FF"/>
    <w:rsid w:val="00157D1E"/>
    <w:rsid w:val="00174D2E"/>
    <w:rsid w:val="00191127"/>
    <w:rsid w:val="00192742"/>
    <w:rsid w:val="00197496"/>
    <w:rsid w:val="001A1C66"/>
    <w:rsid w:val="001A416B"/>
    <w:rsid w:val="001A77DB"/>
    <w:rsid w:val="001B4BA5"/>
    <w:rsid w:val="001C5FE2"/>
    <w:rsid w:val="001E17D9"/>
    <w:rsid w:val="00205D93"/>
    <w:rsid w:val="0020653E"/>
    <w:rsid w:val="00212E68"/>
    <w:rsid w:val="00217458"/>
    <w:rsid w:val="00225E60"/>
    <w:rsid w:val="00226EB0"/>
    <w:rsid w:val="002373B3"/>
    <w:rsid w:val="00241D4D"/>
    <w:rsid w:val="0024534E"/>
    <w:rsid w:val="002510B0"/>
    <w:rsid w:val="00257B44"/>
    <w:rsid w:val="002639F4"/>
    <w:rsid w:val="00266D04"/>
    <w:rsid w:val="00267F46"/>
    <w:rsid w:val="00270EEC"/>
    <w:rsid w:val="002774DD"/>
    <w:rsid w:val="00282AA0"/>
    <w:rsid w:val="002908C3"/>
    <w:rsid w:val="002C300F"/>
    <w:rsid w:val="002D3B8A"/>
    <w:rsid w:val="002D5314"/>
    <w:rsid w:val="002E25EF"/>
    <w:rsid w:val="002E3A73"/>
    <w:rsid w:val="002E6947"/>
    <w:rsid w:val="002E7158"/>
    <w:rsid w:val="002F0BDF"/>
    <w:rsid w:val="002F209C"/>
    <w:rsid w:val="003010E7"/>
    <w:rsid w:val="0030272E"/>
    <w:rsid w:val="003140CD"/>
    <w:rsid w:val="00324476"/>
    <w:rsid w:val="003246A6"/>
    <w:rsid w:val="00324D2A"/>
    <w:rsid w:val="003274F6"/>
    <w:rsid w:val="00333F82"/>
    <w:rsid w:val="003404DA"/>
    <w:rsid w:val="00354192"/>
    <w:rsid w:val="00365301"/>
    <w:rsid w:val="0039450C"/>
    <w:rsid w:val="00396953"/>
    <w:rsid w:val="00396B2E"/>
    <w:rsid w:val="003A7442"/>
    <w:rsid w:val="003B3858"/>
    <w:rsid w:val="003B3BB8"/>
    <w:rsid w:val="003C2220"/>
    <w:rsid w:val="003C2E20"/>
    <w:rsid w:val="003C52BC"/>
    <w:rsid w:val="003C6389"/>
    <w:rsid w:val="003D36C7"/>
    <w:rsid w:val="003D7A25"/>
    <w:rsid w:val="003E15E4"/>
    <w:rsid w:val="003E3FE8"/>
    <w:rsid w:val="00423524"/>
    <w:rsid w:val="00441C0E"/>
    <w:rsid w:val="00443347"/>
    <w:rsid w:val="0044341F"/>
    <w:rsid w:val="00446795"/>
    <w:rsid w:val="00461840"/>
    <w:rsid w:val="00461ACA"/>
    <w:rsid w:val="004646E3"/>
    <w:rsid w:val="0047276E"/>
    <w:rsid w:val="00473223"/>
    <w:rsid w:val="00481BF6"/>
    <w:rsid w:val="00482123"/>
    <w:rsid w:val="00483AC1"/>
    <w:rsid w:val="004854F4"/>
    <w:rsid w:val="004936CC"/>
    <w:rsid w:val="00495E89"/>
    <w:rsid w:val="00496975"/>
    <w:rsid w:val="004A35F8"/>
    <w:rsid w:val="004A4C0C"/>
    <w:rsid w:val="004B10BF"/>
    <w:rsid w:val="004B365D"/>
    <w:rsid w:val="004B3BB0"/>
    <w:rsid w:val="004B5602"/>
    <w:rsid w:val="004C3144"/>
    <w:rsid w:val="004C4985"/>
    <w:rsid w:val="004D02C8"/>
    <w:rsid w:val="004D107D"/>
    <w:rsid w:val="004D335E"/>
    <w:rsid w:val="004F471E"/>
    <w:rsid w:val="004F765C"/>
    <w:rsid w:val="00502C03"/>
    <w:rsid w:val="005067B7"/>
    <w:rsid w:val="005174C3"/>
    <w:rsid w:val="00526175"/>
    <w:rsid w:val="00533524"/>
    <w:rsid w:val="005403B6"/>
    <w:rsid w:val="0054222B"/>
    <w:rsid w:val="00564A90"/>
    <w:rsid w:val="0057056E"/>
    <w:rsid w:val="00570D9B"/>
    <w:rsid w:val="00573952"/>
    <w:rsid w:val="00574C1C"/>
    <w:rsid w:val="00575425"/>
    <w:rsid w:val="00576C0A"/>
    <w:rsid w:val="00583A63"/>
    <w:rsid w:val="00583DFB"/>
    <w:rsid w:val="00596DB7"/>
    <w:rsid w:val="005A0D6A"/>
    <w:rsid w:val="005A3B17"/>
    <w:rsid w:val="005B69F7"/>
    <w:rsid w:val="005C7574"/>
    <w:rsid w:val="005D42C6"/>
    <w:rsid w:val="005D4AD2"/>
    <w:rsid w:val="005D6ADF"/>
    <w:rsid w:val="005D7788"/>
    <w:rsid w:val="005E0DE1"/>
    <w:rsid w:val="005E6D0A"/>
    <w:rsid w:val="005F18B8"/>
    <w:rsid w:val="00602A0B"/>
    <w:rsid w:val="00602AED"/>
    <w:rsid w:val="00604B56"/>
    <w:rsid w:val="00605A9D"/>
    <w:rsid w:val="00620D2A"/>
    <w:rsid w:val="006237B9"/>
    <w:rsid w:val="006332EA"/>
    <w:rsid w:val="00643AD9"/>
    <w:rsid w:val="0064661F"/>
    <w:rsid w:val="00651085"/>
    <w:rsid w:val="00651EC6"/>
    <w:rsid w:val="006551B4"/>
    <w:rsid w:val="0066220E"/>
    <w:rsid w:val="006672E0"/>
    <w:rsid w:val="00670CDC"/>
    <w:rsid w:val="00675962"/>
    <w:rsid w:val="00681B7E"/>
    <w:rsid w:val="00684620"/>
    <w:rsid w:val="0068667C"/>
    <w:rsid w:val="00686D8C"/>
    <w:rsid w:val="006A40EA"/>
    <w:rsid w:val="006B0B9A"/>
    <w:rsid w:val="006B72D8"/>
    <w:rsid w:val="006E0E3C"/>
    <w:rsid w:val="006E1608"/>
    <w:rsid w:val="006E2E6B"/>
    <w:rsid w:val="006E68FB"/>
    <w:rsid w:val="006E6C95"/>
    <w:rsid w:val="006F2404"/>
    <w:rsid w:val="006F7315"/>
    <w:rsid w:val="00706CCC"/>
    <w:rsid w:val="00717570"/>
    <w:rsid w:val="00717633"/>
    <w:rsid w:val="00724E5F"/>
    <w:rsid w:val="00732ECE"/>
    <w:rsid w:val="00733539"/>
    <w:rsid w:val="00735898"/>
    <w:rsid w:val="00736EE6"/>
    <w:rsid w:val="007479D4"/>
    <w:rsid w:val="00751B43"/>
    <w:rsid w:val="00751C7B"/>
    <w:rsid w:val="0075624F"/>
    <w:rsid w:val="0075728B"/>
    <w:rsid w:val="00762123"/>
    <w:rsid w:val="00762DA8"/>
    <w:rsid w:val="00771EF1"/>
    <w:rsid w:val="00773368"/>
    <w:rsid w:val="00785809"/>
    <w:rsid w:val="007862A3"/>
    <w:rsid w:val="007A0EDA"/>
    <w:rsid w:val="007A4EB9"/>
    <w:rsid w:val="007A6290"/>
    <w:rsid w:val="007A78E3"/>
    <w:rsid w:val="007B22EF"/>
    <w:rsid w:val="007B4B8A"/>
    <w:rsid w:val="007C1A40"/>
    <w:rsid w:val="007E07FE"/>
    <w:rsid w:val="007E2850"/>
    <w:rsid w:val="007E62C9"/>
    <w:rsid w:val="00803237"/>
    <w:rsid w:val="00803481"/>
    <w:rsid w:val="00807DAE"/>
    <w:rsid w:val="0081563B"/>
    <w:rsid w:val="0082373A"/>
    <w:rsid w:val="00823FF9"/>
    <w:rsid w:val="0083352D"/>
    <w:rsid w:val="00835BBA"/>
    <w:rsid w:val="00836881"/>
    <w:rsid w:val="00837B40"/>
    <w:rsid w:val="0085348A"/>
    <w:rsid w:val="008610C1"/>
    <w:rsid w:val="00863E02"/>
    <w:rsid w:val="00871328"/>
    <w:rsid w:val="00871471"/>
    <w:rsid w:val="00872913"/>
    <w:rsid w:val="008861EB"/>
    <w:rsid w:val="00886D15"/>
    <w:rsid w:val="00887851"/>
    <w:rsid w:val="0089608D"/>
    <w:rsid w:val="008A3662"/>
    <w:rsid w:val="008B0206"/>
    <w:rsid w:val="008B1300"/>
    <w:rsid w:val="008D16A6"/>
    <w:rsid w:val="00925A9E"/>
    <w:rsid w:val="00936425"/>
    <w:rsid w:val="0093682F"/>
    <w:rsid w:val="009469CE"/>
    <w:rsid w:val="00946D85"/>
    <w:rsid w:val="009573A6"/>
    <w:rsid w:val="00961A93"/>
    <w:rsid w:val="00971F99"/>
    <w:rsid w:val="00974546"/>
    <w:rsid w:val="00983B22"/>
    <w:rsid w:val="00984A34"/>
    <w:rsid w:val="00991111"/>
    <w:rsid w:val="009A2BA7"/>
    <w:rsid w:val="009A490E"/>
    <w:rsid w:val="009A49E5"/>
    <w:rsid w:val="009C1356"/>
    <w:rsid w:val="009C596C"/>
    <w:rsid w:val="009D0731"/>
    <w:rsid w:val="009E18A7"/>
    <w:rsid w:val="009E4841"/>
    <w:rsid w:val="009E7D8E"/>
    <w:rsid w:val="009F63A2"/>
    <w:rsid w:val="009F7401"/>
    <w:rsid w:val="00A27191"/>
    <w:rsid w:val="00A304A5"/>
    <w:rsid w:val="00A30C0F"/>
    <w:rsid w:val="00A36C2A"/>
    <w:rsid w:val="00A425B1"/>
    <w:rsid w:val="00A53EA4"/>
    <w:rsid w:val="00A57D6C"/>
    <w:rsid w:val="00A7546F"/>
    <w:rsid w:val="00A806FD"/>
    <w:rsid w:val="00A92148"/>
    <w:rsid w:val="00A9551A"/>
    <w:rsid w:val="00A96176"/>
    <w:rsid w:val="00AA04AD"/>
    <w:rsid w:val="00AA6018"/>
    <w:rsid w:val="00AC0AD5"/>
    <w:rsid w:val="00AD0833"/>
    <w:rsid w:val="00AD13E8"/>
    <w:rsid w:val="00AE50A0"/>
    <w:rsid w:val="00AE6009"/>
    <w:rsid w:val="00B1409C"/>
    <w:rsid w:val="00B1548F"/>
    <w:rsid w:val="00B15F22"/>
    <w:rsid w:val="00B255D1"/>
    <w:rsid w:val="00B25B0B"/>
    <w:rsid w:val="00B6013A"/>
    <w:rsid w:val="00B64E7B"/>
    <w:rsid w:val="00B65068"/>
    <w:rsid w:val="00B82226"/>
    <w:rsid w:val="00B8572A"/>
    <w:rsid w:val="00B859A3"/>
    <w:rsid w:val="00BA4B03"/>
    <w:rsid w:val="00BA4D91"/>
    <w:rsid w:val="00BA5495"/>
    <w:rsid w:val="00BC4509"/>
    <w:rsid w:val="00BC4B58"/>
    <w:rsid w:val="00BC7CAD"/>
    <w:rsid w:val="00BD0295"/>
    <w:rsid w:val="00BD1BCF"/>
    <w:rsid w:val="00BD3653"/>
    <w:rsid w:val="00BD4CA3"/>
    <w:rsid w:val="00BF029F"/>
    <w:rsid w:val="00C00904"/>
    <w:rsid w:val="00C02136"/>
    <w:rsid w:val="00C05471"/>
    <w:rsid w:val="00C07CF9"/>
    <w:rsid w:val="00C10884"/>
    <w:rsid w:val="00C120AA"/>
    <w:rsid w:val="00C120B5"/>
    <w:rsid w:val="00C17411"/>
    <w:rsid w:val="00C21EF8"/>
    <w:rsid w:val="00C22FB8"/>
    <w:rsid w:val="00C37706"/>
    <w:rsid w:val="00C40D8C"/>
    <w:rsid w:val="00C43BD8"/>
    <w:rsid w:val="00C473A4"/>
    <w:rsid w:val="00C61285"/>
    <w:rsid w:val="00C8555A"/>
    <w:rsid w:val="00CA3258"/>
    <w:rsid w:val="00CA7A14"/>
    <w:rsid w:val="00CB591C"/>
    <w:rsid w:val="00CB70B0"/>
    <w:rsid w:val="00CE1B34"/>
    <w:rsid w:val="00CE47C7"/>
    <w:rsid w:val="00CE7A3C"/>
    <w:rsid w:val="00CF1702"/>
    <w:rsid w:val="00CF7F0D"/>
    <w:rsid w:val="00D04898"/>
    <w:rsid w:val="00D0559D"/>
    <w:rsid w:val="00D10B5A"/>
    <w:rsid w:val="00D117C6"/>
    <w:rsid w:val="00D11C16"/>
    <w:rsid w:val="00D259F5"/>
    <w:rsid w:val="00D25C92"/>
    <w:rsid w:val="00D25ECB"/>
    <w:rsid w:val="00D4266F"/>
    <w:rsid w:val="00D44313"/>
    <w:rsid w:val="00D450FA"/>
    <w:rsid w:val="00D45651"/>
    <w:rsid w:val="00D562EC"/>
    <w:rsid w:val="00D61AE4"/>
    <w:rsid w:val="00D66ACF"/>
    <w:rsid w:val="00D66F7F"/>
    <w:rsid w:val="00D7472F"/>
    <w:rsid w:val="00D81B6C"/>
    <w:rsid w:val="00D81D3E"/>
    <w:rsid w:val="00D9774A"/>
    <w:rsid w:val="00DB0F62"/>
    <w:rsid w:val="00DC5723"/>
    <w:rsid w:val="00DF27CD"/>
    <w:rsid w:val="00DF3F6F"/>
    <w:rsid w:val="00DF5805"/>
    <w:rsid w:val="00E14AEE"/>
    <w:rsid w:val="00E158CD"/>
    <w:rsid w:val="00E22EB2"/>
    <w:rsid w:val="00E237E6"/>
    <w:rsid w:val="00E30B2A"/>
    <w:rsid w:val="00E443E6"/>
    <w:rsid w:val="00E47067"/>
    <w:rsid w:val="00E50676"/>
    <w:rsid w:val="00E559EA"/>
    <w:rsid w:val="00E616A8"/>
    <w:rsid w:val="00E6220A"/>
    <w:rsid w:val="00E63FD4"/>
    <w:rsid w:val="00E735F5"/>
    <w:rsid w:val="00EA195B"/>
    <w:rsid w:val="00EA3B1F"/>
    <w:rsid w:val="00EB1100"/>
    <w:rsid w:val="00EC3B6A"/>
    <w:rsid w:val="00ED4917"/>
    <w:rsid w:val="00EE3F50"/>
    <w:rsid w:val="00EE4AC4"/>
    <w:rsid w:val="00F010A4"/>
    <w:rsid w:val="00F10A49"/>
    <w:rsid w:val="00F14706"/>
    <w:rsid w:val="00F1761F"/>
    <w:rsid w:val="00F21C9B"/>
    <w:rsid w:val="00F31E48"/>
    <w:rsid w:val="00F34FB4"/>
    <w:rsid w:val="00F36881"/>
    <w:rsid w:val="00F36BBC"/>
    <w:rsid w:val="00F4321F"/>
    <w:rsid w:val="00F43F9A"/>
    <w:rsid w:val="00F47C65"/>
    <w:rsid w:val="00F5051E"/>
    <w:rsid w:val="00F5602F"/>
    <w:rsid w:val="00F66A11"/>
    <w:rsid w:val="00F72CF1"/>
    <w:rsid w:val="00F8308D"/>
    <w:rsid w:val="00F90317"/>
    <w:rsid w:val="00F95DCD"/>
    <w:rsid w:val="00FA18D9"/>
    <w:rsid w:val="00FA4106"/>
    <w:rsid w:val="00FB2631"/>
    <w:rsid w:val="00FB3860"/>
    <w:rsid w:val="00FB3A94"/>
    <w:rsid w:val="00FC31EA"/>
    <w:rsid w:val="00FD2960"/>
    <w:rsid w:val="00FE7F4B"/>
    <w:rsid w:val="00FF52DE"/>
    <w:rsid w:val="00FF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uiPriority w:val="99"/>
    <w:semiHidden/>
    <w:unhideWhenUsed/>
  </w:style>
  <w:style w:type="numbering" w:customStyle="1" w:styleId="ListNoffffb">
    <w:name w:val="List No"/>
    <w:uiPriority w:val="99"/>
    <w:semiHidden/>
    <w:unhideWhenUsed/>
  </w:style>
  <w:style w:type="numbering" w:customStyle="1" w:styleId="ListNoffffc">
    <w:name w:val="List No"/>
    <w:uiPriority w:val="99"/>
    <w:semiHidden/>
    <w:unhideWhenUsed/>
  </w:style>
  <w:style w:type="numbering" w:customStyle="1" w:styleId="ListNoffffd">
    <w:name w:val="List No"/>
    <w:uiPriority w:val="99"/>
    <w:semiHidden/>
    <w:unhideWhenUsed/>
  </w:style>
  <w:style w:type="numbering" w:customStyle="1" w:styleId="ListNoffffe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D4A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4AD2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uiPriority w:val="99"/>
    <w:semiHidden/>
    <w:unhideWhenUsed/>
  </w:style>
  <w:style w:type="numbering" w:customStyle="1" w:styleId="ListNoffffb">
    <w:name w:val="List No"/>
    <w:uiPriority w:val="99"/>
    <w:semiHidden/>
    <w:unhideWhenUsed/>
  </w:style>
  <w:style w:type="numbering" w:customStyle="1" w:styleId="ListNoffffc">
    <w:name w:val="List No"/>
    <w:uiPriority w:val="99"/>
    <w:semiHidden/>
    <w:unhideWhenUsed/>
  </w:style>
  <w:style w:type="numbering" w:customStyle="1" w:styleId="ListNoffffd">
    <w:name w:val="List No"/>
    <w:uiPriority w:val="99"/>
    <w:semiHidden/>
    <w:unhideWhenUsed/>
  </w:style>
  <w:style w:type="numbering" w:customStyle="1" w:styleId="ListNoffffe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D4A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4AD2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2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7</cp:revision>
  <cp:lastPrinted>2022-11-02T09:04:00Z</cp:lastPrinted>
  <dcterms:created xsi:type="dcterms:W3CDTF">2022-11-02T08:16:00Z</dcterms:created>
  <dcterms:modified xsi:type="dcterms:W3CDTF">2022-11-04T13:53:00Z</dcterms:modified>
</cp:coreProperties>
</file>