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A8" w:rsidRDefault="005521A8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F50E67" w:rsidRPr="00F50E67">
        <w:rPr>
          <w:b/>
          <w:sz w:val="26"/>
          <w:szCs w:val="26"/>
          <w:lang w:val="bg-BG"/>
        </w:rPr>
        <w:t>6181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AB6DB9" w:rsidRPr="00AB6DB9" w:rsidRDefault="00AB6DB9" w:rsidP="00AB6DB9">
      <w:pPr>
        <w:ind w:firstLine="737"/>
        <w:jc w:val="center"/>
        <w:rPr>
          <w:b/>
          <w:sz w:val="26"/>
          <w:szCs w:val="26"/>
          <w:lang w:val="bg-BG"/>
        </w:rPr>
      </w:pPr>
      <w:r w:rsidRPr="00AB6DB9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5521A8" w:rsidRPr="00EE3F50" w:rsidRDefault="005521A8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4B3BB0">
        <w:rPr>
          <w:b/>
          <w:lang w:val="bg-BG"/>
        </w:rPr>
        <w:t xml:space="preserve">с. </w:t>
      </w:r>
      <w:r w:rsidR="00583A63" w:rsidRPr="00583A63">
        <w:rPr>
          <w:b/>
          <w:lang w:val="bg-BG"/>
        </w:rPr>
        <w:t>Бърложница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4B3BB0" w:rsidRPr="004B3BB0">
        <w:rPr>
          <w:b/>
          <w:lang w:val="bg-BG"/>
        </w:rPr>
        <w:t>Сливница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F47C65" w:rsidRPr="00F47C65">
        <w:rPr>
          <w:b/>
          <w:lang w:val="bg-BG"/>
        </w:rPr>
        <w:t>Боряна Борисова – началник на ОСЗ гр. Сливница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B70B0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F47C65" w:rsidRPr="00F47C65" w:rsidRDefault="00F47C65" w:rsidP="00F47C65">
      <w:pPr>
        <w:pStyle w:val="ListParagraph"/>
        <w:numPr>
          <w:ilvl w:val="0"/>
          <w:numId w:val="7"/>
        </w:numPr>
        <w:rPr>
          <w:lang w:val="bg-BG"/>
        </w:rPr>
      </w:pPr>
      <w:r w:rsidRPr="00F47C65">
        <w:rPr>
          <w:lang w:val="bg-BG"/>
        </w:rPr>
        <w:t>Светлана Тинчева – младши експерт на ОСЗ гр. Сливница</w:t>
      </w:r>
    </w:p>
    <w:p w:rsidR="00F4321F" w:rsidRPr="00F4321F" w:rsidRDefault="00F4321F" w:rsidP="00F4321F">
      <w:pPr>
        <w:pStyle w:val="ListParagraph"/>
        <w:numPr>
          <w:ilvl w:val="0"/>
          <w:numId w:val="7"/>
        </w:numPr>
        <w:rPr>
          <w:lang w:val="bg-BG"/>
        </w:rPr>
      </w:pPr>
      <w:r w:rsidRPr="00F4321F">
        <w:rPr>
          <w:lang w:val="bg-BG"/>
        </w:rPr>
        <w:t xml:space="preserve">Мария Найденова – кметски наместник 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</w:t>
      </w:r>
      <w:r w:rsidR="00D25ECB">
        <w:rPr>
          <w:lang w:val="bg-BG"/>
        </w:rPr>
        <w:t>„</w:t>
      </w:r>
      <w:r w:rsidRPr="00EE3F50">
        <w:rPr>
          <w:lang w:val="bg-BG"/>
        </w:rPr>
        <w:t>Земедели</w:t>
      </w:r>
      <w:r w:rsidR="00D25ECB">
        <w:rPr>
          <w:lang w:val="bg-BG"/>
        </w:rPr>
        <w:t xml:space="preserve">е“ </w:t>
      </w:r>
      <w:r w:rsidRPr="00EE3F50">
        <w:rPr>
          <w:lang w:val="bg-BG"/>
        </w:rPr>
        <w:t>–</w:t>
      </w:r>
      <w:r w:rsidR="00D25ECB">
        <w:rPr>
          <w:lang w:val="bg-BG"/>
        </w:rPr>
        <w:t xml:space="preserve"> </w:t>
      </w:r>
      <w:r w:rsidRPr="00EE3F50">
        <w:rPr>
          <w:lang w:val="bg-BG"/>
        </w:rPr>
        <w:t xml:space="preserve">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5521A8" w:rsidRDefault="005521A8" w:rsidP="007C1A40">
      <w:pPr>
        <w:ind w:firstLine="567"/>
        <w:jc w:val="both"/>
        <w:rPr>
          <w:lang w:val="bg-BG"/>
        </w:rPr>
      </w:pPr>
    </w:p>
    <w:p w:rsidR="00AB6DB9" w:rsidRPr="00AB6DB9" w:rsidRDefault="00AB6DB9" w:rsidP="00AB6DB9">
      <w:pPr>
        <w:rPr>
          <w:b/>
          <w:lang w:val="bg-BG"/>
        </w:rPr>
      </w:pPr>
      <w:r w:rsidRPr="00AB6DB9">
        <w:rPr>
          <w:b/>
          <w:lang w:val="bg-BG"/>
        </w:rPr>
        <w:t>АНТОНИЯ СТОИМЕНОВА              /П/</w:t>
      </w:r>
      <w:r w:rsidRPr="00AB6DB9">
        <w:rPr>
          <w:b/>
          <w:lang w:val="bg-BG"/>
        </w:rPr>
        <w:tab/>
      </w:r>
      <w:r w:rsidRPr="00AB6DB9">
        <w:rPr>
          <w:b/>
          <w:lang w:val="bg-BG"/>
        </w:rPr>
        <w:tab/>
      </w:r>
      <w:r w:rsidRPr="00AB6DB9">
        <w:rPr>
          <w:b/>
          <w:lang w:val="bg-BG"/>
        </w:rPr>
        <w:tab/>
      </w:r>
      <w:r w:rsidRPr="00AB6DB9">
        <w:rPr>
          <w:b/>
          <w:lang w:val="bg-BG"/>
        </w:rPr>
        <w:tab/>
      </w:r>
    </w:p>
    <w:p w:rsidR="007C1A40" w:rsidRPr="00AB6DB9" w:rsidRDefault="007C1A40" w:rsidP="007C1A40">
      <w:pPr>
        <w:rPr>
          <w:sz w:val="20"/>
          <w:szCs w:val="20"/>
          <w:lang w:val="bg-BG"/>
        </w:rPr>
      </w:pPr>
      <w:r w:rsidRPr="00AB6DB9">
        <w:rPr>
          <w:i/>
          <w:lang w:val="bg-BG"/>
        </w:rPr>
        <w:t xml:space="preserve">Директор на </w:t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</w:p>
    <w:p w:rsidR="007C1A40" w:rsidRPr="00AB6DB9" w:rsidRDefault="007C1A40" w:rsidP="007C1A40">
      <w:pPr>
        <w:rPr>
          <w:i/>
          <w:lang w:val="bg-BG"/>
        </w:rPr>
      </w:pPr>
      <w:r w:rsidRPr="00AB6DB9">
        <w:rPr>
          <w:i/>
          <w:lang w:val="bg-BG"/>
        </w:rPr>
        <w:t xml:space="preserve">Областна дирекция „Земеделие” </w:t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</w:p>
    <w:p w:rsidR="007C1A40" w:rsidRPr="00AB6DB9" w:rsidRDefault="007C1A40" w:rsidP="007C1A40">
      <w:pPr>
        <w:rPr>
          <w:i/>
          <w:lang w:val="bg-BG"/>
        </w:rPr>
      </w:pPr>
      <w:r w:rsidRPr="00AB6DB9">
        <w:rPr>
          <w:i/>
          <w:lang w:val="bg-BG"/>
        </w:rPr>
        <w:t>София област</w:t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  <w:r w:rsidRPr="00AB6DB9">
        <w:rPr>
          <w:i/>
          <w:lang w:val="bg-BG"/>
        </w:rPr>
        <w:tab/>
      </w:r>
    </w:p>
    <w:sectPr w:rsidR="007C1A40" w:rsidRPr="00AB6DB9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996" w:rsidRDefault="00F50996">
      <w:r>
        <w:separator/>
      </w:r>
    </w:p>
  </w:endnote>
  <w:endnote w:type="continuationSeparator" w:id="0">
    <w:p w:rsidR="00F50996" w:rsidRDefault="00F5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996" w:rsidRDefault="00F50996">
      <w:r>
        <w:separator/>
      </w:r>
    </w:p>
  </w:footnote>
  <w:footnote w:type="continuationSeparator" w:id="0">
    <w:p w:rsidR="00F50996" w:rsidRDefault="00F5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7E9B90C3" wp14:editId="310D782F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CC879EA" wp14:editId="61F9F3DA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3DA"/>
    <w:rsid w:val="00004F45"/>
    <w:rsid w:val="00013A9F"/>
    <w:rsid w:val="00015AC0"/>
    <w:rsid w:val="00040DCE"/>
    <w:rsid w:val="00044670"/>
    <w:rsid w:val="00045325"/>
    <w:rsid w:val="000602B1"/>
    <w:rsid w:val="00076965"/>
    <w:rsid w:val="000824B8"/>
    <w:rsid w:val="00083EBD"/>
    <w:rsid w:val="0009335E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7496"/>
    <w:rsid w:val="001A1C66"/>
    <w:rsid w:val="001A416B"/>
    <w:rsid w:val="001A77DB"/>
    <w:rsid w:val="001B4BA5"/>
    <w:rsid w:val="001C5FE2"/>
    <w:rsid w:val="00205D93"/>
    <w:rsid w:val="0020653E"/>
    <w:rsid w:val="00217458"/>
    <w:rsid w:val="00225E60"/>
    <w:rsid w:val="00226EB0"/>
    <w:rsid w:val="002373B3"/>
    <w:rsid w:val="00241D4D"/>
    <w:rsid w:val="00257B44"/>
    <w:rsid w:val="002639F4"/>
    <w:rsid w:val="00266D04"/>
    <w:rsid w:val="00267F46"/>
    <w:rsid w:val="00270EEC"/>
    <w:rsid w:val="002774DD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E15E4"/>
    <w:rsid w:val="003E3FE8"/>
    <w:rsid w:val="00423524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54F4"/>
    <w:rsid w:val="004936CC"/>
    <w:rsid w:val="00495E89"/>
    <w:rsid w:val="00496975"/>
    <w:rsid w:val="004A35F8"/>
    <w:rsid w:val="004A4C0C"/>
    <w:rsid w:val="004B10BF"/>
    <w:rsid w:val="004B365D"/>
    <w:rsid w:val="004B3BB0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33524"/>
    <w:rsid w:val="005403B6"/>
    <w:rsid w:val="0054222B"/>
    <w:rsid w:val="005521A8"/>
    <w:rsid w:val="00564A90"/>
    <w:rsid w:val="0057056E"/>
    <w:rsid w:val="00570D9B"/>
    <w:rsid w:val="00573952"/>
    <w:rsid w:val="00574C1C"/>
    <w:rsid w:val="00575425"/>
    <w:rsid w:val="00576C0A"/>
    <w:rsid w:val="00583A63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43AD9"/>
    <w:rsid w:val="0064661F"/>
    <w:rsid w:val="00651085"/>
    <w:rsid w:val="00651EC6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2404"/>
    <w:rsid w:val="006F7315"/>
    <w:rsid w:val="00706CCC"/>
    <w:rsid w:val="00717570"/>
    <w:rsid w:val="00717633"/>
    <w:rsid w:val="00724E5F"/>
    <w:rsid w:val="00732ECE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8D16A6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25B1"/>
    <w:rsid w:val="00A53EA4"/>
    <w:rsid w:val="00A57D6C"/>
    <w:rsid w:val="00A7546F"/>
    <w:rsid w:val="00A806FD"/>
    <w:rsid w:val="00A92148"/>
    <w:rsid w:val="00A9551A"/>
    <w:rsid w:val="00AA04AD"/>
    <w:rsid w:val="00AA6018"/>
    <w:rsid w:val="00AB6DB9"/>
    <w:rsid w:val="00AC0AD5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E2B59"/>
    <w:rsid w:val="00BF029F"/>
    <w:rsid w:val="00C00904"/>
    <w:rsid w:val="00C02136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555A"/>
    <w:rsid w:val="00CA3258"/>
    <w:rsid w:val="00CA7A14"/>
    <w:rsid w:val="00CB591C"/>
    <w:rsid w:val="00CB70B0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25ECB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EE4AC4"/>
    <w:rsid w:val="00EE565C"/>
    <w:rsid w:val="00F010A4"/>
    <w:rsid w:val="00F10A49"/>
    <w:rsid w:val="00F14706"/>
    <w:rsid w:val="00F1761F"/>
    <w:rsid w:val="00F21C9B"/>
    <w:rsid w:val="00F31E48"/>
    <w:rsid w:val="00F34FB4"/>
    <w:rsid w:val="00F36881"/>
    <w:rsid w:val="00F36BBC"/>
    <w:rsid w:val="00F4321F"/>
    <w:rsid w:val="00F43F9A"/>
    <w:rsid w:val="00F47C65"/>
    <w:rsid w:val="00F5051E"/>
    <w:rsid w:val="00F50996"/>
    <w:rsid w:val="00F50E67"/>
    <w:rsid w:val="00F5602F"/>
    <w:rsid w:val="00F667C1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2022-11-02T08:45:00Z</cp:lastPrinted>
  <dcterms:created xsi:type="dcterms:W3CDTF">2022-11-02T08:06:00Z</dcterms:created>
  <dcterms:modified xsi:type="dcterms:W3CDTF">2022-11-04T14:20:00Z</dcterms:modified>
</cp:coreProperties>
</file>