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C4" w:rsidRDefault="00C264C4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463C27" w:rsidRPr="00463C27">
        <w:rPr>
          <w:b/>
        </w:rPr>
        <w:t>6198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37062B" w:rsidRPr="0037062B" w:rsidRDefault="0037062B" w:rsidP="0037062B">
      <w:pPr>
        <w:ind w:firstLine="737"/>
        <w:jc w:val="center"/>
        <w:rPr>
          <w:b/>
          <w:sz w:val="26"/>
          <w:szCs w:val="26"/>
          <w:lang w:val="bg-BG"/>
        </w:rPr>
      </w:pPr>
      <w:r w:rsidRPr="0037062B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>с. Братушково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 xml:space="preserve">Хари Асенов – кметски наместник 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37062B" w:rsidRPr="0037062B" w:rsidRDefault="0037062B" w:rsidP="0037062B">
      <w:pPr>
        <w:rPr>
          <w:b/>
          <w:lang w:val="bg-BG"/>
        </w:rPr>
      </w:pPr>
      <w:r w:rsidRPr="0037062B">
        <w:rPr>
          <w:b/>
          <w:lang w:val="bg-BG"/>
        </w:rPr>
        <w:t>АНТОНИЯ СТОИМЕНОВА              /П/</w:t>
      </w:r>
      <w:r w:rsidRPr="0037062B">
        <w:rPr>
          <w:b/>
          <w:lang w:val="bg-BG"/>
        </w:rPr>
        <w:tab/>
      </w:r>
      <w:r w:rsidRPr="0037062B">
        <w:rPr>
          <w:b/>
          <w:lang w:val="bg-BG"/>
        </w:rPr>
        <w:tab/>
      </w:r>
      <w:r w:rsidRPr="0037062B">
        <w:rPr>
          <w:b/>
          <w:lang w:val="bg-BG"/>
        </w:rPr>
        <w:tab/>
      </w:r>
      <w:r w:rsidRPr="0037062B">
        <w:rPr>
          <w:b/>
          <w:lang w:val="bg-BG"/>
        </w:rPr>
        <w:tab/>
      </w:r>
    </w:p>
    <w:p w:rsidR="007C1A40" w:rsidRPr="00C264C4" w:rsidRDefault="007C1A40" w:rsidP="007C1A40">
      <w:pPr>
        <w:rPr>
          <w:sz w:val="20"/>
          <w:szCs w:val="20"/>
          <w:lang w:val="bg-BG"/>
        </w:rPr>
      </w:pPr>
      <w:r w:rsidRPr="00C264C4">
        <w:rPr>
          <w:i/>
          <w:lang w:val="bg-BG"/>
        </w:rPr>
        <w:t xml:space="preserve">Директор на </w:t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</w:p>
    <w:p w:rsidR="007C1A40" w:rsidRPr="00C264C4" w:rsidRDefault="007C1A40" w:rsidP="007C1A40">
      <w:pPr>
        <w:rPr>
          <w:i/>
          <w:lang w:val="bg-BG"/>
        </w:rPr>
      </w:pPr>
      <w:r w:rsidRPr="00C264C4">
        <w:rPr>
          <w:i/>
          <w:lang w:val="bg-BG"/>
        </w:rPr>
        <w:t xml:space="preserve">Областна дирекция „Земеделие” </w:t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</w:p>
    <w:p w:rsidR="007C1A40" w:rsidRPr="00C264C4" w:rsidRDefault="007C1A40" w:rsidP="007C1A40">
      <w:pPr>
        <w:rPr>
          <w:i/>
          <w:lang w:val="bg-BG"/>
        </w:rPr>
      </w:pPr>
      <w:r w:rsidRPr="00C264C4">
        <w:rPr>
          <w:i/>
          <w:lang w:val="bg-BG"/>
        </w:rPr>
        <w:t>София област</w:t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  <w:r w:rsidRPr="00C264C4">
        <w:rPr>
          <w:i/>
          <w:lang w:val="bg-BG"/>
        </w:rPr>
        <w:tab/>
      </w:r>
    </w:p>
    <w:p w:rsidR="007C1A40" w:rsidRDefault="007C1A40" w:rsidP="007C1A40">
      <w:pPr>
        <w:rPr>
          <w:lang w:val="bg-BG"/>
        </w:rPr>
      </w:pPr>
    </w:p>
    <w:p w:rsidR="00F36881" w:rsidRDefault="00F36881" w:rsidP="00F36881">
      <w:pPr>
        <w:rPr>
          <w:lang w:val="bg-BG"/>
        </w:rPr>
      </w:pPr>
    </w:p>
    <w:p w:rsidR="00EE3F50" w:rsidRDefault="00EE3F50" w:rsidP="00F36881">
      <w:pPr>
        <w:rPr>
          <w:lang w:val="bg-BG"/>
        </w:rPr>
      </w:pPr>
    </w:p>
    <w:p w:rsidR="00EE3F50" w:rsidRDefault="00EE3F50" w:rsidP="00F36881">
      <w:pPr>
        <w:rPr>
          <w:lang w:val="bg-BG"/>
        </w:rPr>
      </w:pP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02" w:rsidRDefault="003C4802">
      <w:r>
        <w:separator/>
      </w:r>
    </w:p>
  </w:endnote>
  <w:endnote w:type="continuationSeparator" w:id="0">
    <w:p w:rsidR="003C4802" w:rsidRDefault="003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02" w:rsidRDefault="003C4802">
      <w:r>
        <w:separator/>
      </w:r>
    </w:p>
  </w:footnote>
  <w:footnote w:type="continuationSeparator" w:id="0">
    <w:p w:rsidR="003C4802" w:rsidRDefault="003C4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74D2E"/>
    <w:rsid w:val="00191127"/>
    <w:rsid w:val="00197496"/>
    <w:rsid w:val="001A1C66"/>
    <w:rsid w:val="001A416B"/>
    <w:rsid w:val="001A77DB"/>
    <w:rsid w:val="001B4BA5"/>
    <w:rsid w:val="001C5FE2"/>
    <w:rsid w:val="00205D93"/>
    <w:rsid w:val="0020653E"/>
    <w:rsid w:val="00217458"/>
    <w:rsid w:val="00225E60"/>
    <w:rsid w:val="00226EB0"/>
    <w:rsid w:val="002373B3"/>
    <w:rsid w:val="00241D4D"/>
    <w:rsid w:val="00257B44"/>
    <w:rsid w:val="002639F4"/>
    <w:rsid w:val="00266D04"/>
    <w:rsid w:val="00267F46"/>
    <w:rsid w:val="00270EEC"/>
    <w:rsid w:val="002774DD"/>
    <w:rsid w:val="00282AA0"/>
    <w:rsid w:val="002908C3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7062B"/>
    <w:rsid w:val="0039450C"/>
    <w:rsid w:val="00396B2E"/>
    <w:rsid w:val="003A7442"/>
    <w:rsid w:val="003B3858"/>
    <w:rsid w:val="003C2220"/>
    <w:rsid w:val="003C2E20"/>
    <w:rsid w:val="003C4802"/>
    <w:rsid w:val="003C52BC"/>
    <w:rsid w:val="003C6389"/>
    <w:rsid w:val="003D36C7"/>
    <w:rsid w:val="003E15E4"/>
    <w:rsid w:val="003E3FE8"/>
    <w:rsid w:val="00423524"/>
    <w:rsid w:val="00443347"/>
    <w:rsid w:val="0044341F"/>
    <w:rsid w:val="00446795"/>
    <w:rsid w:val="00461840"/>
    <w:rsid w:val="00461ACA"/>
    <w:rsid w:val="00463C27"/>
    <w:rsid w:val="004646E3"/>
    <w:rsid w:val="0047276E"/>
    <w:rsid w:val="00473223"/>
    <w:rsid w:val="00481BF6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4E5F"/>
    <w:rsid w:val="00732ECE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27191"/>
    <w:rsid w:val="00A304A5"/>
    <w:rsid w:val="00A30C0F"/>
    <w:rsid w:val="00A36C2A"/>
    <w:rsid w:val="00A422F0"/>
    <w:rsid w:val="00A425B1"/>
    <w:rsid w:val="00A53EA4"/>
    <w:rsid w:val="00A57D6C"/>
    <w:rsid w:val="00A7546F"/>
    <w:rsid w:val="00A806FD"/>
    <w:rsid w:val="00A92148"/>
    <w:rsid w:val="00A9551A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264C4"/>
    <w:rsid w:val="00C37706"/>
    <w:rsid w:val="00C40D8C"/>
    <w:rsid w:val="00C43BD8"/>
    <w:rsid w:val="00C473A4"/>
    <w:rsid w:val="00C60A4C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F010A4"/>
    <w:rsid w:val="00F03F98"/>
    <w:rsid w:val="00F10A49"/>
    <w:rsid w:val="00F14706"/>
    <w:rsid w:val="00F1761F"/>
    <w:rsid w:val="00F21C9B"/>
    <w:rsid w:val="00F31E48"/>
    <w:rsid w:val="00F34FB4"/>
    <w:rsid w:val="00F36881"/>
    <w:rsid w:val="00F36BBC"/>
    <w:rsid w:val="00F43F9A"/>
    <w:rsid w:val="00F47C65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26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4C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264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4C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2022-11-02T08:43:00Z</cp:lastPrinted>
  <dcterms:created xsi:type="dcterms:W3CDTF">2022-11-02T08:02:00Z</dcterms:created>
  <dcterms:modified xsi:type="dcterms:W3CDTF">2022-11-04T14:36:00Z</dcterms:modified>
</cp:coreProperties>
</file>