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EC9" w:rsidRPr="005938D4" w:rsidRDefault="00713EC9" w:rsidP="00877E54">
      <w:pPr>
        <w:pStyle w:val="Heading"/>
      </w:pPr>
      <w:r w:rsidRPr="005938D4">
        <w:t xml:space="preserve">            </w:t>
      </w:r>
    </w:p>
    <w:p w:rsidR="002173DB" w:rsidRDefault="00713EC9" w:rsidP="002173DB">
      <w:pPr>
        <w:ind w:firstLine="737"/>
        <w:jc w:val="center"/>
        <w:rPr>
          <w:b/>
          <w:sz w:val="28"/>
          <w:szCs w:val="28"/>
          <w:lang w:val="bg-BG"/>
        </w:rPr>
      </w:pPr>
      <w:r w:rsidRPr="005938D4">
        <w:rPr>
          <w:b/>
          <w:sz w:val="32"/>
          <w:lang w:val="bg-BG"/>
        </w:rPr>
        <w:t xml:space="preserve">  </w:t>
      </w:r>
      <w:r w:rsidR="002173DB">
        <w:rPr>
          <w:b/>
          <w:sz w:val="28"/>
          <w:szCs w:val="28"/>
          <w:lang w:val="bg-BG"/>
        </w:rPr>
        <w:t>З А П О В Е</w:t>
      </w:r>
      <w:r w:rsidR="002173DB">
        <w:rPr>
          <w:b/>
          <w:sz w:val="28"/>
          <w:szCs w:val="28"/>
          <w:lang w:val="ru-RU"/>
        </w:rPr>
        <w:t xml:space="preserve"> </w:t>
      </w:r>
      <w:r w:rsidR="002173DB">
        <w:rPr>
          <w:b/>
          <w:sz w:val="28"/>
          <w:szCs w:val="28"/>
          <w:lang w:val="bg-BG"/>
        </w:rPr>
        <w:t>Д</w:t>
      </w:r>
    </w:p>
    <w:p w:rsidR="002173DB" w:rsidRPr="00A85832" w:rsidRDefault="002173DB" w:rsidP="002173DB">
      <w:pPr>
        <w:ind w:firstLine="737"/>
        <w:jc w:val="center"/>
        <w:rPr>
          <w:rStyle w:val="cursorpointer"/>
          <w:b/>
        </w:rPr>
      </w:pPr>
      <w:r>
        <w:rPr>
          <w:b/>
          <w:sz w:val="26"/>
          <w:szCs w:val="26"/>
          <w:lang w:val="bg-BG"/>
        </w:rPr>
        <w:t xml:space="preserve">№ </w:t>
      </w:r>
      <w:r>
        <w:rPr>
          <w:rStyle w:val="cursorpointer"/>
          <w:b/>
          <w:lang w:val="ru-RU"/>
        </w:rPr>
        <w:t>ПО-09-3253-3</w:t>
      </w:r>
    </w:p>
    <w:p w:rsidR="002173DB" w:rsidRDefault="002173DB" w:rsidP="002173DB">
      <w:pPr>
        <w:ind w:firstLine="737"/>
        <w:jc w:val="center"/>
        <w:rPr>
          <w:lang w:val="bg-BG"/>
        </w:rPr>
      </w:pPr>
      <w:r>
        <w:rPr>
          <w:b/>
          <w:sz w:val="26"/>
          <w:szCs w:val="26"/>
          <w:lang w:val="bg-BG"/>
        </w:rPr>
        <w:t>София, 26</w:t>
      </w:r>
      <w:r>
        <w:rPr>
          <w:rStyle w:val="cursorpointer"/>
          <w:b/>
          <w:lang w:val="ru-RU"/>
        </w:rPr>
        <w:t>.0</w:t>
      </w:r>
      <w:r>
        <w:rPr>
          <w:rStyle w:val="cursorpointer"/>
          <w:b/>
          <w:lang w:val="bg-BG"/>
        </w:rPr>
        <w:t>9</w:t>
      </w:r>
      <w:r>
        <w:rPr>
          <w:rStyle w:val="cursorpointer"/>
          <w:b/>
          <w:lang w:val="ru-RU"/>
        </w:rPr>
        <w:t>.</w:t>
      </w:r>
      <w:r>
        <w:rPr>
          <w:b/>
          <w:sz w:val="26"/>
          <w:szCs w:val="26"/>
          <w:lang w:val="bg-BG"/>
        </w:rPr>
        <w:t>2022г.</w:t>
      </w:r>
    </w:p>
    <w:p w:rsidR="00454CDE" w:rsidRDefault="0023186B" w:rsidP="002173DB">
      <w:pPr>
        <w:ind w:left="2160" w:firstLine="720"/>
        <w:rPr>
          <w:lang w:val="bg-BG"/>
        </w:rPr>
      </w:pPr>
      <w:r w:rsidRPr="005938D4">
        <w:rPr>
          <w:lang w:val="bg-BG"/>
        </w:rPr>
        <w:t>.</w:t>
      </w:r>
      <w:r w:rsidR="006727E9" w:rsidRPr="005938D4">
        <w:rPr>
          <w:lang w:val="bg-BG"/>
        </w:rPr>
        <w:t xml:space="preserve">  </w:t>
      </w:r>
    </w:p>
    <w:p w:rsidR="0088459B" w:rsidRPr="005938D4" w:rsidRDefault="0088459B" w:rsidP="00BE4052">
      <w:pPr>
        <w:ind w:left="2880" w:firstLine="720"/>
        <w:rPr>
          <w:lang w:val="bg-BG"/>
        </w:rPr>
      </w:pPr>
    </w:p>
    <w:p w:rsidR="008361AB" w:rsidRDefault="00576362" w:rsidP="006A587F">
      <w:pPr>
        <w:ind w:firstLine="708"/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 xml:space="preserve">те, </w:t>
      </w:r>
      <w:proofErr w:type="spellStart"/>
      <w:r w:rsidR="007A06D3" w:rsidRPr="005938D4">
        <w:rPr>
          <w:lang w:val="bg-BG"/>
        </w:rPr>
        <w:t>обн</w:t>
      </w:r>
      <w:proofErr w:type="spellEnd"/>
      <w:r w:rsidR="007A06D3" w:rsidRPr="005938D4">
        <w:rPr>
          <w:lang w:val="bg-BG"/>
        </w:rPr>
        <w:t>.</w:t>
      </w:r>
      <w:r w:rsidR="001E2B2F">
        <w:rPr>
          <w:lang w:val="bg-BG"/>
        </w:rPr>
        <w:t xml:space="preserve"> </w:t>
      </w:r>
      <w:r w:rsidR="007A06D3" w:rsidRPr="005938D4">
        <w:rPr>
          <w:lang w:val="bg-BG"/>
        </w:rPr>
        <w:t>ДВ. бр.7/26.01.2010г.,</w:t>
      </w:r>
      <w:r w:rsidR="007A06D3" w:rsidRPr="005938D4">
        <w:rPr>
          <w:lang w:val="ru-RU"/>
        </w:rPr>
        <w:t xml:space="preserve"> </w:t>
      </w:r>
      <w:proofErr w:type="spellStart"/>
      <w:r w:rsidR="00EB44A1" w:rsidRPr="005938D4">
        <w:rPr>
          <w:lang w:val="bg-BG"/>
        </w:rPr>
        <w:t>посл</w:t>
      </w:r>
      <w:proofErr w:type="spellEnd"/>
      <w:r w:rsidR="00EB44A1" w:rsidRPr="005938D4">
        <w:rPr>
          <w:lang w:val="bg-BG"/>
        </w:rPr>
        <w:t xml:space="preserve">. изм. ДВ. бр. </w:t>
      </w:r>
      <w:r w:rsidR="00345A3B" w:rsidRPr="00345A3B">
        <w:rPr>
          <w:lang w:val="ru-RU"/>
        </w:rPr>
        <w:t>4</w:t>
      </w:r>
      <w:r w:rsidR="004714F6">
        <w:rPr>
          <w:lang w:val="ru-RU"/>
        </w:rPr>
        <w:t>1</w:t>
      </w:r>
      <w:r w:rsidR="00EB44A1" w:rsidRPr="005938D4">
        <w:rPr>
          <w:lang w:val="bg-BG"/>
        </w:rPr>
        <w:t xml:space="preserve"> от </w:t>
      </w:r>
      <w:r w:rsidR="00345A3B" w:rsidRPr="00345A3B">
        <w:rPr>
          <w:lang w:val="ru-RU"/>
        </w:rPr>
        <w:t>0</w:t>
      </w:r>
      <w:r w:rsidR="004714F6">
        <w:rPr>
          <w:lang w:val="ru-RU"/>
        </w:rPr>
        <w:t>3</w:t>
      </w:r>
      <w:r w:rsidR="00EB44A1" w:rsidRPr="005938D4">
        <w:rPr>
          <w:lang w:val="bg-BG"/>
        </w:rPr>
        <w:t xml:space="preserve"> </w:t>
      </w:r>
      <w:r w:rsidR="004714F6">
        <w:rPr>
          <w:lang w:val="bg-BG"/>
        </w:rPr>
        <w:t>юни</w:t>
      </w:r>
      <w:r w:rsidR="00EB44A1" w:rsidRPr="005938D4">
        <w:rPr>
          <w:lang w:val="bg-BG"/>
        </w:rPr>
        <w:t xml:space="preserve"> 20</w:t>
      </w:r>
      <w:r w:rsidR="00345A3B">
        <w:rPr>
          <w:lang w:val="bg-BG"/>
        </w:rPr>
        <w:t>2</w:t>
      </w:r>
      <w:r w:rsidR="004714F6">
        <w:rPr>
          <w:lang w:val="bg-BG"/>
        </w:rPr>
        <w:t>2</w:t>
      </w:r>
      <w:r w:rsidR="00EB44A1" w:rsidRPr="005938D4">
        <w:rPr>
          <w:lang w:val="bg-BG"/>
        </w:rPr>
        <w:t>г.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93029E">
        <w:rPr>
          <w:lang w:val="bg-BG"/>
        </w:rPr>
        <w:t>№ ПО-09-</w:t>
      </w:r>
      <w:r w:rsidR="004714F6">
        <w:rPr>
          <w:lang w:val="bg-BG"/>
        </w:rPr>
        <w:t>3253</w:t>
      </w:r>
      <w:r w:rsidR="0088459B">
        <w:rPr>
          <w:lang w:val="bg-BG"/>
        </w:rPr>
        <w:t xml:space="preserve"> от </w:t>
      </w:r>
      <w:r w:rsidR="004714F6">
        <w:rPr>
          <w:lang w:val="bg-BG"/>
        </w:rPr>
        <w:t xml:space="preserve">28.07.2022 </w:t>
      </w:r>
      <w:r w:rsidR="006A587F">
        <w:rPr>
          <w:lang w:val="bg-BG"/>
        </w:rPr>
        <w:t>г.</w:t>
      </w:r>
    </w:p>
    <w:p w:rsidR="006A587F" w:rsidRPr="006A587F" w:rsidRDefault="006A587F" w:rsidP="006A587F">
      <w:pPr>
        <w:ind w:firstLine="708"/>
        <w:jc w:val="both"/>
        <w:rPr>
          <w:lang w:val="bg-BG"/>
        </w:rPr>
      </w:pP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E52E11" w:rsidRDefault="00E52E11" w:rsidP="00E02ED9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r w:rsidR="00684C7E">
        <w:rPr>
          <w:b/>
          <w:lang w:val="bg-BG"/>
        </w:rPr>
        <w:t xml:space="preserve">с. </w:t>
      </w:r>
      <w:r w:rsidR="004714F6">
        <w:rPr>
          <w:b/>
          <w:lang w:val="bg-BG"/>
        </w:rPr>
        <w:t>БЪРЛОЖНИЦА</w:t>
      </w:r>
      <w:r w:rsidR="00684C7E">
        <w:rPr>
          <w:b/>
          <w:lang w:val="bg-BG"/>
        </w:rPr>
        <w:t>,</w:t>
      </w:r>
      <w:r w:rsidRPr="005938D4">
        <w:rPr>
          <w:b/>
          <w:lang w:val="bg-BG"/>
        </w:rPr>
        <w:t xml:space="preserve"> общ. </w:t>
      </w:r>
      <w:r w:rsidR="00684C7E">
        <w:rPr>
          <w:b/>
          <w:lang w:val="bg-BG"/>
        </w:rPr>
        <w:t>Сливница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 xml:space="preserve">ЕКАТТЕ </w:t>
      </w:r>
      <w:r w:rsidR="00642E32">
        <w:rPr>
          <w:lang w:val="bg-BG"/>
        </w:rPr>
        <w:t>07541</w:t>
      </w:r>
      <w:r w:rsidR="00A974AA" w:rsidRPr="005938D4">
        <w:rPr>
          <w:lang w:val="bg-BG"/>
        </w:rPr>
        <w:t>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4714F6">
        <w:rPr>
          <w:b/>
          <w:lang w:val="bg-BG"/>
        </w:rPr>
        <w:t>2</w:t>
      </w:r>
      <w:r w:rsidR="006A587F">
        <w:rPr>
          <w:b/>
          <w:lang w:val="bg-BG"/>
        </w:rPr>
        <w:t xml:space="preserve"> – 202</w:t>
      </w:r>
      <w:r w:rsidR="004714F6">
        <w:rPr>
          <w:b/>
          <w:lang w:val="bg-BG"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p w:rsidR="001D4DA6" w:rsidRDefault="001D4DA6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9976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1"/>
        <w:gridCol w:w="690"/>
        <w:gridCol w:w="941"/>
        <w:gridCol w:w="1442"/>
        <w:gridCol w:w="785"/>
        <w:gridCol w:w="1098"/>
        <w:gridCol w:w="1569"/>
      </w:tblGrid>
      <w:tr w:rsidR="0066557E" w:rsidRPr="00774E9A" w:rsidTr="009A1E1D">
        <w:trPr>
          <w:cantSplit/>
          <w:trHeight w:val="301"/>
        </w:trPr>
        <w:tc>
          <w:tcPr>
            <w:tcW w:w="34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6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23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34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1.549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19.25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1.382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0.632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5.268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52.27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3.948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52.22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5.268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5.009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1.682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52.25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1.550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0.439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0.269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52.43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0.131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3.177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2.822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52.47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2.817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52.42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2.338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1.981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52.46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1.879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1.824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lastRenderedPageBreak/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52.44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52.48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1.370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52.31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1.227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0.895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0.661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52.12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0.583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32.07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52.49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0.194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67.7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7.714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424.28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67.6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5.761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67.5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67.1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67.4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67.3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2.423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67.2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67.9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1.950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67.9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0.651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35.80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67.10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67.8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1.160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6.601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5.669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5.379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4.787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4.298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3.431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23.25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2.549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"АГРО САМЕЛА"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130.612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8.948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492.16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1.338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0.714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0.518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0.324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25.1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9.315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5.801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2.478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44.09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5.374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3.309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ОБЩО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41.563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0.802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44.09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6.145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23.36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5.333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23.43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4.841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23.37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3.856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23.39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23.38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35.599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10.598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8.318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5.910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10.597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9.186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5.206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4.850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8.597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8.299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22.31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5.237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22.25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22.27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22.30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ВАСИЛ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147.755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9.075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4.823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4.175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52.45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3.451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2.582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52.14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2.095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lastRenderedPageBreak/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52.31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2.069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52.47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52.51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1.074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52.46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1.022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52.52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0.313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52.12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0.197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10.83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8.361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10.46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7.898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5.798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5.699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5.487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11.22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5.439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5.088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10.44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10.31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10.31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0.039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10.39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10.36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2.547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10.34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2.478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10.37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10.38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1.722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1.682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1.681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1.609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1.476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10.33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1.393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1.296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10.27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1.168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10.30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10.42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0.374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8.34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8.244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8.30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5.355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5.203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252.95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lastRenderedPageBreak/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4.294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8.33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3.503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8.37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3.287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2.904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8.36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1.879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1.609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8.31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1.069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58.79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ВЕЛИЗАР ГЕРМАНОВ ПАВЛОВ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54.95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201.692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6.903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379.65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ВИОЛЕТА ИВАНОВА БОЯНОВА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2.410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ВИОЛЕТА ИВАНОВА БОЯНОВА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2.275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ВИОЛЕТА ИВАНОВА БОЯНОВА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52.43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1.765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ВИОЛЕТА ИВАНОВА БОЯНОВА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1.551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8.001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61.78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4.993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9.598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5.699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5.598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3.30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5.394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5.033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4.600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4.576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4.525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2.30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2.31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3.055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2.719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2.586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2.568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2.535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2.278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lastRenderedPageBreak/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2.130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2.19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1.620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89.12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1.585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1.563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2.24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77.00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1.372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1.286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1.269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2.34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1.217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2.33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0.988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0.737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0.386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61.78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15.597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61.11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4.010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61.25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3.737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205.54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61.118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3.695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61.24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2.275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61.37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61.23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61.16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1.606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61.53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0.436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61.33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6.208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61.34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61.36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4.211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61.35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2.912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61.28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1.872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61.29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1.672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lastRenderedPageBreak/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3.841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3.370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2.865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0.971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52.37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2.849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52.41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2.347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52.30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3.623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52.42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2.833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4.25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9.499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8.882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4.53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7.399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4.27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7.299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4.22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5.048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4.901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4.537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4.530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4.525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4.015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3.933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3.629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3.195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2.913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2.525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4.54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2.332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4.54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1.167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64.19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2.143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1.911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1.533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1.529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1.280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15.338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12.690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0.846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46.55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4.51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1.370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1.166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ГЕРМАН ПАВЛОВ ВАСИЛЕВ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1.124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405.841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8.771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482.40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10.48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12.235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10.47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11.567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lastRenderedPageBreak/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11.020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7.213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5.832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4.552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4.402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4.374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10.27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2.803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2.396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10.22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1.840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1.803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1.695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11.22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1.459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1.357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1.317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1.009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0.952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10.25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0.865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0.602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0.509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7.444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6.38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4.094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7.36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3.883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6.22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2.784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6.37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2.749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2.371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7.25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1.565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6.25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1.480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1.445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lastRenderedPageBreak/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6.36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3.760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2.055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ИВАН СТОЯНОВ НАЙДЕНОВ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1.189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178.793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ЙОРДАНКА ГЕОРГИЕВА СВИЛЕНОВА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53.61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5.146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ЙОРДАНКА ГЕОРГИЕВА СВИЛЕНОВА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53.62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3.289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ЙОРДАНКА ГЕОРГИЕВА СВИЛЕНОВА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53.63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1.948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ЙОРДАНКА ГЕОРГИЕВА СВИЛЕНОВА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11.904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ЙОРДАНКА ГЕОРГИЕВА СВИЛЕНОВА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9.126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ЙОРДАНКА ГЕОРГИЕВА СВИЛЕНОВА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7.996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ЙОРДАНКА ГЕОРГИЕВА СВИЛЕНОВА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7.179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ЙОРДАНКА ГЕОРГИЕВА СВИЛЕНОВА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7.073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ЙОРДАНКА ГЕОРГИЕВА СВИЛЕНОВА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6.858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ЙОРДАНКА ГЕОРГИЕВА СВИЛЕНОВА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6.692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368.09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ЙОРДАНКА ГЕОРГИЕВА СВИЛЕНОВА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2.292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62.811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6.692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368.09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24.104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18.689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16.796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14.842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14.487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13.22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13.892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13.597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12.886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11.399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11.398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11.097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10.898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10.798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10.791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14.27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10.706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10.663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14.25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10.618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10.398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10.277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10.099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9.997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9.604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9.498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9.200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9.185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0.613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33.71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9.082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8.747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8.498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lastRenderedPageBreak/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8.398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8.298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7.699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16.22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7.248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7.248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7.200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7.199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7.199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7.198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7.198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7.198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7.099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6.801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6.544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6.401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6.400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6.372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6.329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6.118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6.105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6.100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6.099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6.072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6.067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17.27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5.991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5.898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5.770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5.745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5.265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5.209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4.749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4.550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4.471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16.25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4.365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15.33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4.365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15.34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lastRenderedPageBreak/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4.023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4.015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3.902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3.836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3.732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3.730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3.701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3.700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15.25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17.23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16.49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3.415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3.020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2.980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2.785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2.390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18.14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2.361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129.86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2.079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1.955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1.861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1.852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1.819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100.04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17.22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1.790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1.166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2.334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128.37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lastRenderedPageBreak/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0.762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41.91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63.11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63.10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2.222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9.297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8.399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6.055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5.690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4.844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3.681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6.14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2.507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1.869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6.27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6.25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1.620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6.22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0.310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0.241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11.301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5.767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5.358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4.520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4.510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3.660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2.581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24.15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23.012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3.078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24.22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2.985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24.17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2.649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145.68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13.105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6.239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3.773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1.264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69.55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9.42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10.598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4.262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lastRenderedPageBreak/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9.39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3.191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9.38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2.801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9.41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9.40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11.584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9.22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10.348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9.27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6.183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4.600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4.057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9.43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2.139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9.25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8.22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9.397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2.534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1.489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0.315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1082.379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12.102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665.62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8.091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7.197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6.300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6.199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4.089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22.36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3.850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3.849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22.34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3.291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8.943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7.300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lastRenderedPageBreak/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6.698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6.697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6.680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5.852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5.639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5.595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20.37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5.415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20.30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4.645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20.25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4.195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3.621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3.372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3.284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20.33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2.841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20.22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2.479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20.31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20.34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21.9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2.145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20.36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1.849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27.14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1.468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27.7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1.436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21.13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1.305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27.1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1.132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0.961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27.2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27.4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27.13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27.5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27.10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0.540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27.12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0.539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27.11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0.535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lastRenderedPageBreak/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20.27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0.414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0.349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9.53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13.697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11.229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8.098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8.069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7.666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6.099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5.418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5.397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4.598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3.926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2.394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2.186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1.874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1.362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0.669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0.540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0.166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9.14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5.798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9.46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9.33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2.342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9.33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8.64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9.34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1.550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383.624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0.330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18.16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lastRenderedPageBreak/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13.397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12.597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11.559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10.030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8.997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8.856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8.198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4.861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0.743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18.561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16.093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7.099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11.186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6.697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7.22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4.352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6.34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6.33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2.374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1.989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6.31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1.229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6.36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1.180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9.31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8.083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7.532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3.604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9.30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6.699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lastRenderedPageBreak/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1.733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8.27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8.25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0.231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12.71</w:t>
            </w: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8.833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6.968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5.537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5.47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5.946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5.46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5.946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5.781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5.465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5.353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5.203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4.487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4.384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3.700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5.22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5.45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5.44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2.290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5.34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1.433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5.31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1.423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5.33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0.767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0.694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23.41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7.755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6.188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6.098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5.598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23.42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5.299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23.31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4.028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lastRenderedPageBreak/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3.050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23.33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23.34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23.27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1.682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1.674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1.181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0.613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7.764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19.31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6.982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19.34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6.968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6.829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19.33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6.178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5.184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63.5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4.736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4.259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3.446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3.104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68.7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2.974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63.16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19.27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2.635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63.3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2.483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2.435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63.2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1.825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63.17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68.6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68.5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30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19.28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0.020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1.08</w:t>
            </w:r>
          </w:p>
        </w:tc>
      </w:tr>
      <w:tr w:rsidR="0066557E" w:rsidRPr="00774E9A" w:rsidTr="009A1E1D">
        <w:trPr>
          <w:cantSplit/>
          <w:trHeight w:val="699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533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0.858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651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19.30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0.850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627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603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СНЕЖАНА ПЪРВАНОВА ВАСИЛЕВА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19.1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sz w:val="18"/>
                <w:szCs w:val="18"/>
              </w:rPr>
              <w:t>0.828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557E" w:rsidRPr="00774E9A" w:rsidTr="009A1E1D">
        <w:trPr>
          <w:cantSplit/>
          <w:trHeight w:val="593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ОБЩО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549.755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0.251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557E" w:rsidRPr="00774E9A" w:rsidRDefault="0066557E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4E9A">
              <w:rPr>
                <w:rFonts w:ascii="Arial" w:hAnsi="Arial" w:cs="Arial"/>
                <w:b/>
                <w:bCs/>
                <w:sz w:val="18"/>
                <w:szCs w:val="18"/>
              </w:rPr>
              <w:t>13.78</w:t>
            </w:r>
          </w:p>
        </w:tc>
      </w:tr>
      <w:tr w:rsidR="001205CB" w:rsidRPr="00774E9A" w:rsidTr="009A1E1D">
        <w:trPr>
          <w:cantSplit/>
          <w:trHeight w:val="414"/>
        </w:trPr>
        <w:tc>
          <w:tcPr>
            <w:tcW w:w="3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05CB" w:rsidRPr="001205CB" w:rsidRDefault="001205CB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 (ДКА)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05CB" w:rsidRPr="00774E9A" w:rsidRDefault="001205CB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05CB" w:rsidRPr="00774E9A" w:rsidRDefault="001205CB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05CB" w:rsidRPr="00290514" w:rsidRDefault="00290514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3228,425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05CB" w:rsidRPr="00774E9A" w:rsidRDefault="001205CB" w:rsidP="0069170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05CB" w:rsidRPr="001205CB" w:rsidRDefault="001205CB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44,799</w:t>
            </w:r>
          </w:p>
        </w:tc>
        <w:tc>
          <w:tcPr>
            <w:tcW w:w="1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05CB" w:rsidRPr="001205CB" w:rsidRDefault="001205CB" w:rsidP="0069170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2463,95</w:t>
            </w:r>
          </w:p>
        </w:tc>
      </w:tr>
    </w:tbl>
    <w:p w:rsidR="00C1360B" w:rsidRDefault="00C1360B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p w:rsidR="003A7F05" w:rsidRDefault="00F06BC9" w:rsidP="003A7F05">
      <w:pPr>
        <w:ind w:firstLine="567"/>
        <w:jc w:val="both"/>
        <w:textAlignment w:val="center"/>
        <w:rPr>
          <w:sz w:val="22"/>
          <w:szCs w:val="22"/>
          <w:lang w:val="bg-BG"/>
        </w:rPr>
      </w:pPr>
      <w:r w:rsidRPr="00AD4166">
        <w:rPr>
          <w:sz w:val="22"/>
          <w:szCs w:val="22"/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</w:t>
      </w:r>
      <w:r w:rsidR="003A7F05">
        <w:rPr>
          <w:sz w:val="22"/>
          <w:szCs w:val="22"/>
          <w:lang w:val="bg-BG"/>
        </w:rPr>
        <w:t>.</w:t>
      </w:r>
    </w:p>
    <w:p w:rsidR="003A7F05" w:rsidRDefault="00F06BC9" w:rsidP="003A7F05">
      <w:pPr>
        <w:ind w:firstLine="567"/>
        <w:jc w:val="both"/>
        <w:textAlignment w:val="center"/>
        <w:rPr>
          <w:sz w:val="22"/>
          <w:szCs w:val="22"/>
          <w:lang w:val="bg-BG"/>
        </w:rPr>
      </w:pPr>
      <w:r w:rsidRPr="00AD4166">
        <w:rPr>
          <w:sz w:val="22"/>
          <w:szCs w:val="22"/>
          <w:lang w:val="bg-BG"/>
        </w:rPr>
        <w:t xml:space="preserve">Заповедта може да бъде обжалвана в 14-дневен срок по реда на </w:t>
      </w:r>
      <w:r w:rsidR="00713EC9" w:rsidRPr="00AD4166">
        <w:rPr>
          <w:sz w:val="22"/>
          <w:szCs w:val="22"/>
          <w:lang w:val="bg-BG"/>
        </w:rPr>
        <w:t xml:space="preserve">      </w:t>
      </w:r>
      <w:proofErr w:type="spellStart"/>
      <w:r w:rsidRPr="00AD4166">
        <w:rPr>
          <w:sz w:val="22"/>
          <w:szCs w:val="22"/>
          <w:lang w:val="bg-BG"/>
        </w:rPr>
        <w:t>Административнопроцесуалния</w:t>
      </w:r>
      <w:proofErr w:type="spellEnd"/>
      <w:r w:rsidRPr="00AD4166">
        <w:rPr>
          <w:sz w:val="22"/>
          <w:szCs w:val="22"/>
          <w:lang w:val="bg-BG"/>
        </w:rPr>
        <w:t xml:space="preserve"> кодекс.</w:t>
      </w:r>
    </w:p>
    <w:p w:rsidR="003A7F05" w:rsidRDefault="00F06BC9" w:rsidP="003A7F05">
      <w:pPr>
        <w:ind w:firstLine="567"/>
        <w:jc w:val="both"/>
        <w:textAlignment w:val="center"/>
        <w:rPr>
          <w:sz w:val="22"/>
          <w:szCs w:val="22"/>
          <w:lang w:val="bg-BG"/>
        </w:rPr>
      </w:pPr>
      <w:r w:rsidRPr="00AD4166">
        <w:rPr>
          <w:sz w:val="22"/>
          <w:szCs w:val="22"/>
          <w:lang w:val="bg-BG"/>
        </w:rPr>
        <w:t>Обжалването на заповедта не спира изпълнението й.</w:t>
      </w:r>
    </w:p>
    <w:p w:rsidR="003A7F05" w:rsidRDefault="009B3FDB" w:rsidP="003A7F05">
      <w:pPr>
        <w:ind w:firstLine="567"/>
        <w:jc w:val="both"/>
        <w:textAlignment w:val="center"/>
        <w:rPr>
          <w:sz w:val="22"/>
          <w:szCs w:val="22"/>
          <w:lang w:val="bg-BG"/>
        </w:rPr>
      </w:pPr>
      <w:r w:rsidRPr="00AD4166">
        <w:rPr>
          <w:sz w:val="22"/>
          <w:szCs w:val="22"/>
          <w:lang w:val="bg-BG"/>
        </w:rPr>
        <w:t xml:space="preserve">Ползвателите на земеделски земи са длъжни да внесат по сметка </w:t>
      </w:r>
      <w:r w:rsidR="003A7F05">
        <w:rPr>
          <w:sz w:val="22"/>
          <w:szCs w:val="22"/>
          <w:lang w:val="bg-BG"/>
        </w:rPr>
        <w:t xml:space="preserve">за чужди средства </w:t>
      </w:r>
      <w:r w:rsidRPr="00AD4166">
        <w:rPr>
          <w:sz w:val="22"/>
          <w:szCs w:val="22"/>
          <w:lang w:val="bg-BG"/>
        </w:rPr>
        <w:t xml:space="preserve">в </w:t>
      </w:r>
      <w:r w:rsidR="00FF4B64" w:rsidRPr="00AD4166">
        <w:rPr>
          <w:sz w:val="22"/>
          <w:szCs w:val="22"/>
          <w:lang w:val="bg-BG"/>
        </w:rPr>
        <w:t>О</w:t>
      </w:r>
      <w:r w:rsidRPr="00AD4166">
        <w:rPr>
          <w:sz w:val="22"/>
          <w:szCs w:val="22"/>
          <w:lang w:val="bg-BG"/>
        </w:rPr>
        <w:t>бластна</w:t>
      </w:r>
      <w:r w:rsidR="00EB44A1" w:rsidRPr="00AD4166">
        <w:rPr>
          <w:sz w:val="22"/>
          <w:szCs w:val="22"/>
          <w:lang w:val="bg-BG"/>
        </w:rPr>
        <w:t xml:space="preserve"> дирекция "Земеделие" – София</w:t>
      </w:r>
      <w:r w:rsidRPr="00AD4166">
        <w:rPr>
          <w:sz w:val="22"/>
          <w:szCs w:val="22"/>
          <w:lang w:val="bg-BG"/>
        </w:rPr>
        <w:t xml:space="preserve"> област</w:t>
      </w:r>
      <w:r w:rsidR="00992DF8" w:rsidRPr="00AD4166">
        <w:rPr>
          <w:b/>
          <w:sz w:val="22"/>
          <w:szCs w:val="22"/>
          <w:lang w:val="bg-BG"/>
        </w:rPr>
        <w:t xml:space="preserve">, Банка: </w:t>
      </w:r>
      <w:proofErr w:type="spellStart"/>
      <w:r w:rsidR="00992DF8" w:rsidRPr="00AD4166">
        <w:rPr>
          <w:b/>
          <w:sz w:val="22"/>
          <w:szCs w:val="22"/>
          <w:lang w:val="bg-BG"/>
        </w:rPr>
        <w:t>УниКредитБулбанк</w:t>
      </w:r>
      <w:proofErr w:type="spellEnd"/>
      <w:r w:rsidR="00992DF8" w:rsidRPr="00AD4166">
        <w:rPr>
          <w:b/>
          <w:sz w:val="22"/>
          <w:szCs w:val="22"/>
          <w:lang w:val="bg-BG"/>
        </w:rPr>
        <w:t>, BIC: UNCRBGSF, IBAN: BG67 UNCR 7000 3319 7337 51</w:t>
      </w:r>
      <w:r w:rsidRPr="00AD4166">
        <w:rPr>
          <w:sz w:val="22"/>
          <w:szCs w:val="22"/>
          <w:lang w:val="bg-BG"/>
        </w:rPr>
        <w:t xml:space="preserve">, сумата в размер на средното годишно </w:t>
      </w:r>
      <w:proofErr w:type="spellStart"/>
      <w:r w:rsidRPr="00AD4166">
        <w:rPr>
          <w:sz w:val="22"/>
          <w:szCs w:val="22"/>
          <w:lang w:val="bg-BG"/>
        </w:rPr>
        <w:t>рентно</w:t>
      </w:r>
      <w:proofErr w:type="spellEnd"/>
      <w:r w:rsidRPr="00AD4166">
        <w:rPr>
          <w:sz w:val="22"/>
          <w:szCs w:val="22"/>
          <w:lang w:val="bg-BG"/>
        </w:rPr>
        <w:t xml:space="preserve"> плащане за землището </w:t>
      </w:r>
      <w:r w:rsidRPr="00AD4166">
        <w:rPr>
          <w:b/>
          <w:sz w:val="22"/>
          <w:szCs w:val="22"/>
          <w:lang w:val="bg-BG"/>
        </w:rPr>
        <w:t>в срок до три месеца</w:t>
      </w:r>
      <w:r w:rsidRPr="00AD4166">
        <w:rPr>
          <w:sz w:val="22"/>
          <w:szCs w:val="22"/>
          <w:lang w:val="bg-BG"/>
        </w:rPr>
        <w:t xml:space="preserve"> от публикуване на заповедта.</w:t>
      </w:r>
    </w:p>
    <w:p w:rsidR="003A7F05" w:rsidRDefault="00BE215C" w:rsidP="003A7F05">
      <w:pPr>
        <w:ind w:firstLine="567"/>
        <w:jc w:val="both"/>
        <w:textAlignment w:val="center"/>
        <w:rPr>
          <w:b/>
          <w:i/>
          <w:sz w:val="22"/>
          <w:szCs w:val="22"/>
          <w:lang w:val="bg-BG"/>
        </w:rPr>
      </w:pPr>
      <w:r w:rsidRPr="00AD4166">
        <w:rPr>
          <w:i/>
          <w:sz w:val="22"/>
          <w:szCs w:val="22"/>
          <w:lang w:val="bg-BG"/>
        </w:rPr>
        <w:t>За ползвател който не е заплати</w:t>
      </w:r>
      <w:r w:rsidR="00343C03" w:rsidRPr="00AD4166">
        <w:rPr>
          <w:i/>
          <w:sz w:val="22"/>
          <w:szCs w:val="22"/>
          <w:lang w:val="bg-BG"/>
        </w:rPr>
        <w:t xml:space="preserve">л сумите за ползваните земи по </w:t>
      </w:r>
      <w:r w:rsidRPr="00AD4166">
        <w:rPr>
          <w:i/>
          <w:sz w:val="22"/>
          <w:szCs w:val="22"/>
          <w:lang w:val="bg-BG"/>
        </w:rPr>
        <w:t xml:space="preserve">чл.37в ал.3 т.2 от ЗСПЗЗ, съгласно заповедта по ал.4, </w:t>
      </w:r>
      <w:r w:rsidRPr="00AD4166">
        <w:rPr>
          <w:b/>
          <w:i/>
          <w:sz w:val="22"/>
          <w:szCs w:val="22"/>
          <w:lang w:val="bg-BG"/>
        </w:rPr>
        <w:t>се прилага чл.3</w:t>
      </w:r>
      <w:r w:rsidR="00AF68FF" w:rsidRPr="00AD4166">
        <w:rPr>
          <w:b/>
          <w:i/>
          <w:sz w:val="22"/>
          <w:szCs w:val="22"/>
          <w:lang w:val="bg-BG"/>
        </w:rPr>
        <w:t>7</w:t>
      </w:r>
      <w:r w:rsidR="00FF4B64">
        <w:rPr>
          <w:b/>
          <w:i/>
          <w:sz w:val="22"/>
          <w:szCs w:val="22"/>
          <w:lang w:val="bg-BG"/>
        </w:rPr>
        <w:t>в</w:t>
      </w:r>
      <w:r w:rsidR="00D32154">
        <w:rPr>
          <w:b/>
          <w:i/>
          <w:sz w:val="22"/>
          <w:szCs w:val="22"/>
          <w:lang w:val="bg-BG"/>
        </w:rPr>
        <w:t>,</w:t>
      </w:r>
      <w:r w:rsidR="00FF4B64">
        <w:rPr>
          <w:b/>
          <w:i/>
          <w:sz w:val="22"/>
          <w:szCs w:val="22"/>
          <w:lang w:val="bg-BG"/>
        </w:rPr>
        <w:t xml:space="preserve"> </w:t>
      </w:r>
      <w:r w:rsidRPr="00AD4166">
        <w:rPr>
          <w:b/>
          <w:i/>
          <w:sz w:val="22"/>
          <w:szCs w:val="22"/>
          <w:lang w:val="bg-BG"/>
        </w:rPr>
        <w:t>ал.</w:t>
      </w:r>
      <w:r w:rsidR="00AF68FF" w:rsidRPr="00AD4166">
        <w:rPr>
          <w:b/>
          <w:i/>
          <w:sz w:val="22"/>
          <w:szCs w:val="22"/>
          <w:lang w:val="bg-BG"/>
        </w:rPr>
        <w:t>7</w:t>
      </w:r>
      <w:r w:rsidRPr="00AD4166">
        <w:rPr>
          <w:b/>
          <w:i/>
          <w:sz w:val="22"/>
          <w:szCs w:val="22"/>
          <w:lang w:val="bg-BG"/>
        </w:rPr>
        <w:t xml:space="preserve"> от ЗСПЗЗ.</w:t>
      </w:r>
    </w:p>
    <w:p w:rsidR="00CF7F4F" w:rsidRDefault="00BE215C" w:rsidP="00CF7F4F">
      <w:pPr>
        <w:ind w:firstLine="567"/>
        <w:jc w:val="both"/>
        <w:textAlignment w:val="center"/>
        <w:rPr>
          <w:sz w:val="22"/>
          <w:szCs w:val="22"/>
          <w:lang w:val="bg-BG"/>
        </w:rPr>
      </w:pPr>
      <w:r w:rsidRPr="00AD4166">
        <w:rPr>
          <w:i/>
          <w:sz w:val="22"/>
          <w:szCs w:val="22"/>
          <w:lang w:val="bg-BG"/>
        </w:rPr>
        <w:t>Заповедта влиза в сила по отношение на съответния ползвател при изпълнени</w:t>
      </w:r>
      <w:r w:rsidR="002F2872" w:rsidRPr="00AD4166">
        <w:rPr>
          <w:i/>
          <w:sz w:val="22"/>
          <w:szCs w:val="22"/>
          <w:lang w:val="bg-BG"/>
        </w:rPr>
        <w:t>е</w:t>
      </w:r>
      <w:r w:rsidRPr="00AD4166">
        <w:rPr>
          <w:i/>
          <w:sz w:val="22"/>
          <w:szCs w:val="22"/>
          <w:lang w:val="bg-BG"/>
        </w:rPr>
        <w:t xml:space="preserve"> на условието по чл.72 ал.1 от ППЗСПЗЗ.</w:t>
      </w:r>
      <w:r w:rsidR="00713EC9" w:rsidRPr="00AD4166">
        <w:rPr>
          <w:sz w:val="22"/>
          <w:szCs w:val="22"/>
          <w:lang w:val="bg-BG"/>
        </w:rPr>
        <w:t xml:space="preserve">  </w:t>
      </w:r>
      <w:r w:rsidR="006728A7" w:rsidRPr="00AD4166">
        <w:rPr>
          <w:sz w:val="22"/>
          <w:szCs w:val="22"/>
          <w:lang w:val="bg-BG"/>
        </w:rPr>
        <w:t xml:space="preserve"> </w:t>
      </w:r>
      <w:r w:rsidR="00F06BC9" w:rsidRPr="00AD4166">
        <w:rPr>
          <w:sz w:val="22"/>
          <w:szCs w:val="22"/>
          <w:lang w:val="bg-BG"/>
        </w:rPr>
        <w:t>Копие от заповедта да бъд</w:t>
      </w:r>
      <w:r w:rsidR="00713EC9" w:rsidRPr="00AD4166">
        <w:rPr>
          <w:sz w:val="22"/>
          <w:szCs w:val="22"/>
          <w:lang w:val="bg-BG"/>
        </w:rPr>
        <w:t xml:space="preserve">е връчена на началника на ОСЗ </w:t>
      </w:r>
      <w:r w:rsidR="00684C7E" w:rsidRPr="00AD4166">
        <w:rPr>
          <w:sz w:val="22"/>
          <w:szCs w:val="22"/>
          <w:lang w:val="bg-BG"/>
        </w:rPr>
        <w:t>Сливница</w:t>
      </w:r>
      <w:r w:rsidR="00F06BC9" w:rsidRPr="00AD4166">
        <w:rPr>
          <w:sz w:val="22"/>
          <w:szCs w:val="22"/>
          <w:lang w:val="bg-BG"/>
        </w:rPr>
        <w:t xml:space="preserve"> и на представителите на община</w:t>
      </w:r>
      <w:r w:rsidR="00E609AD" w:rsidRPr="00AD4166">
        <w:rPr>
          <w:sz w:val="22"/>
          <w:szCs w:val="22"/>
          <w:lang w:val="bg-BG"/>
        </w:rPr>
        <w:t xml:space="preserve"> </w:t>
      </w:r>
      <w:r w:rsidR="00684C7E" w:rsidRPr="00AD4166">
        <w:rPr>
          <w:sz w:val="22"/>
          <w:szCs w:val="22"/>
          <w:lang w:val="bg-BG"/>
        </w:rPr>
        <w:t>Сливница</w:t>
      </w:r>
      <w:r w:rsidR="00E609AD" w:rsidRPr="00AD4166">
        <w:rPr>
          <w:sz w:val="22"/>
          <w:szCs w:val="22"/>
          <w:lang w:val="bg-BG"/>
        </w:rPr>
        <w:t xml:space="preserve"> </w:t>
      </w:r>
      <w:r w:rsidR="00F06BC9" w:rsidRPr="00AD4166">
        <w:rPr>
          <w:sz w:val="22"/>
          <w:szCs w:val="22"/>
          <w:lang w:val="bg-BG"/>
        </w:rPr>
        <w:t xml:space="preserve">и кметство на </w:t>
      </w:r>
      <w:r w:rsidR="00AC123D" w:rsidRPr="00AD4166">
        <w:rPr>
          <w:sz w:val="22"/>
          <w:szCs w:val="22"/>
          <w:lang w:val="bg-BG"/>
        </w:rPr>
        <w:t>с</w:t>
      </w:r>
      <w:r w:rsidR="00EF3588" w:rsidRPr="00AD4166">
        <w:rPr>
          <w:sz w:val="22"/>
          <w:szCs w:val="22"/>
          <w:lang w:val="bg-BG"/>
        </w:rPr>
        <w:t>.</w:t>
      </w:r>
      <w:r w:rsidR="00684C7E" w:rsidRPr="00AD4166">
        <w:rPr>
          <w:sz w:val="22"/>
          <w:szCs w:val="22"/>
          <w:lang w:val="bg-BG"/>
        </w:rPr>
        <w:t xml:space="preserve"> </w:t>
      </w:r>
      <w:r w:rsidR="001205CB" w:rsidRPr="00AD4166">
        <w:rPr>
          <w:b/>
          <w:sz w:val="22"/>
          <w:szCs w:val="22"/>
          <w:lang w:val="bg-BG"/>
        </w:rPr>
        <w:t>Бърложница</w:t>
      </w:r>
      <w:r w:rsidR="00F06BC9" w:rsidRPr="00AD4166">
        <w:rPr>
          <w:sz w:val="22"/>
          <w:szCs w:val="22"/>
          <w:lang w:val="bg-BG"/>
        </w:rPr>
        <w:t>, участници в комисията – за сведение и изпълнение.</w:t>
      </w:r>
    </w:p>
    <w:p w:rsidR="00753FF4" w:rsidRPr="00AD4166" w:rsidRDefault="00753FF4" w:rsidP="00CF7F4F">
      <w:pPr>
        <w:ind w:firstLine="567"/>
        <w:jc w:val="both"/>
        <w:textAlignment w:val="center"/>
        <w:rPr>
          <w:sz w:val="22"/>
          <w:szCs w:val="22"/>
          <w:lang w:val="bg-BG"/>
        </w:rPr>
      </w:pPr>
      <w:r w:rsidRPr="00AD4166">
        <w:rPr>
          <w:sz w:val="22"/>
          <w:szCs w:val="22"/>
          <w:lang w:val="bg-BG"/>
        </w:rPr>
        <w:t xml:space="preserve">Контрола по изпълнение на настоящата заповед ще упражнявам лично. </w:t>
      </w:r>
    </w:p>
    <w:p w:rsidR="00EF3588" w:rsidRDefault="00EF3588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1B409F" w:rsidRPr="00AD4166" w:rsidRDefault="001B409F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  <w:bookmarkStart w:id="0" w:name="_GoBack"/>
      <w:bookmarkEnd w:id="0"/>
    </w:p>
    <w:p w:rsidR="00E97CC2" w:rsidRPr="00AD4166" w:rsidRDefault="00E97CC2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FF4B64" w:rsidRPr="006D2182" w:rsidRDefault="00FF4B64" w:rsidP="00FF4B64">
      <w:pPr>
        <w:rPr>
          <w:b/>
          <w:lang w:val="bg-BG"/>
        </w:rPr>
      </w:pPr>
      <w:r w:rsidRPr="006D2182">
        <w:rPr>
          <w:b/>
          <w:lang w:val="bg-BG"/>
        </w:rPr>
        <w:t>ЕМИЛ АТАНАСОВ</w:t>
      </w:r>
      <w:r>
        <w:rPr>
          <w:b/>
          <w:lang w:val="bg-BG"/>
        </w:rPr>
        <w:tab/>
      </w:r>
      <w:r>
        <w:rPr>
          <w:b/>
          <w:lang w:val="bg-BG"/>
        </w:rPr>
        <w:tab/>
        <w:t>/П/</w:t>
      </w:r>
    </w:p>
    <w:p w:rsidR="00CE52FE" w:rsidRPr="00AD4166" w:rsidRDefault="00CE52FE" w:rsidP="00CE52FE">
      <w:pPr>
        <w:rPr>
          <w:i/>
          <w:lang w:val="bg-BG"/>
        </w:rPr>
      </w:pPr>
      <w:r w:rsidRPr="00AD4166">
        <w:rPr>
          <w:i/>
          <w:lang w:val="bg-BG"/>
        </w:rPr>
        <w:t>главен директор на ГД "Аграрно развитие"</w:t>
      </w:r>
    </w:p>
    <w:p w:rsidR="00CE52FE" w:rsidRPr="00AD4166" w:rsidRDefault="00CE52FE" w:rsidP="00CE52FE">
      <w:pPr>
        <w:rPr>
          <w:i/>
          <w:lang w:val="bg-BG"/>
        </w:rPr>
      </w:pPr>
      <w:r w:rsidRPr="00AD4166">
        <w:rPr>
          <w:i/>
          <w:lang w:val="bg-BG"/>
        </w:rPr>
        <w:t xml:space="preserve">Областна дирекция „Земеделие” </w:t>
      </w:r>
    </w:p>
    <w:p w:rsidR="00CE52FE" w:rsidRPr="00AD4166" w:rsidRDefault="00CE52FE" w:rsidP="00CE52FE">
      <w:pPr>
        <w:rPr>
          <w:i/>
          <w:lang w:val="bg-BG"/>
        </w:rPr>
      </w:pPr>
      <w:r w:rsidRPr="00AD4166">
        <w:rPr>
          <w:i/>
          <w:lang w:val="bg-BG"/>
        </w:rPr>
        <w:t>София област</w:t>
      </w:r>
    </w:p>
    <w:p w:rsidR="00CE52FE" w:rsidRPr="00AD4166" w:rsidRDefault="00CE52FE" w:rsidP="00CE52FE">
      <w:pPr>
        <w:rPr>
          <w:iCs/>
          <w:sz w:val="20"/>
          <w:lang w:val="bg-BG"/>
        </w:rPr>
      </w:pPr>
      <w:r w:rsidRPr="00AD4166">
        <w:rPr>
          <w:iCs/>
          <w:sz w:val="20"/>
          <w:lang w:val="bg-BG"/>
        </w:rPr>
        <w:t>(</w:t>
      </w:r>
      <w:proofErr w:type="spellStart"/>
      <w:r w:rsidRPr="00AD4166">
        <w:rPr>
          <w:color w:val="000000"/>
          <w:sz w:val="18"/>
          <w:szCs w:val="18"/>
          <w:shd w:val="clear" w:color="auto" w:fill="FFFFFF"/>
          <w:lang w:val="bg-BG"/>
        </w:rPr>
        <w:t>оправомощен</w:t>
      </w:r>
      <w:proofErr w:type="spellEnd"/>
      <w:r w:rsidRPr="00AD4166">
        <w:rPr>
          <w:color w:val="000000"/>
          <w:sz w:val="18"/>
          <w:szCs w:val="18"/>
          <w:shd w:val="clear" w:color="auto" w:fill="FFFFFF"/>
          <w:lang w:val="bg-BG"/>
        </w:rPr>
        <w:t xml:space="preserve"> съгласно Заповед РД-04-127/15.09.2022 г.</w:t>
      </w:r>
      <w:r w:rsidRPr="00AD4166">
        <w:rPr>
          <w:iCs/>
          <w:sz w:val="20"/>
          <w:lang w:val="bg-BG"/>
        </w:rPr>
        <w:t>)</w:t>
      </w:r>
    </w:p>
    <w:p w:rsidR="005938D4" w:rsidRPr="00AD4166" w:rsidRDefault="005938D4" w:rsidP="005938D4">
      <w:pPr>
        <w:rPr>
          <w:i/>
          <w:lang w:val="bg-BG"/>
        </w:rPr>
      </w:pPr>
    </w:p>
    <w:p w:rsidR="00D81065" w:rsidRPr="00AD4166" w:rsidRDefault="00D81065" w:rsidP="005938D4">
      <w:pPr>
        <w:rPr>
          <w:i/>
          <w:lang w:val="bg-BG"/>
        </w:rPr>
      </w:pPr>
    </w:p>
    <w:p w:rsidR="00580E9B" w:rsidRPr="00AD4166" w:rsidRDefault="00580E9B" w:rsidP="005938D4">
      <w:pPr>
        <w:rPr>
          <w:i/>
          <w:lang w:val="bg-BG"/>
        </w:rPr>
      </w:pPr>
    </w:p>
    <w:sectPr w:rsidR="00580E9B" w:rsidRPr="00AD4166" w:rsidSect="00D81065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1134" w:bottom="709" w:left="1276" w:header="839" w:footer="1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B35" w:rsidRDefault="002A4B35">
      <w:r>
        <w:separator/>
      </w:r>
    </w:p>
  </w:endnote>
  <w:endnote w:type="continuationSeparator" w:id="0">
    <w:p w:rsidR="002A4B35" w:rsidRDefault="002A4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A3B" w:rsidRDefault="00345A3B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5A3B" w:rsidRDefault="00345A3B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5371540"/>
      <w:docPartObj>
        <w:docPartGallery w:val="Page Numbers (Bottom of Page)"/>
        <w:docPartUnique/>
      </w:docPartObj>
    </w:sdtPr>
    <w:sdtEndPr/>
    <w:sdtContent>
      <w:p w:rsidR="00C72DB7" w:rsidRPr="005B6DEF" w:rsidRDefault="00C72DB7" w:rsidP="00C72DB7">
        <w:pPr>
          <w:jc w:val="center"/>
          <w:rPr>
            <w:rFonts w:ascii="Verdana" w:hAnsi="Verdana"/>
            <w:sz w:val="16"/>
            <w:szCs w:val="16"/>
          </w:rPr>
        </w:pPr>
        <w:r w:rsidRPr="00F117CE">
          <w:rPr>
            <w:rFonts w:ascii="Verdana" w:hAnsi="Verdana"/>
            <w:noProof/>
            <w:sz w:val="16"/>
            <w:szCs w:val="16"/>
            <w:lang w:val="ru-RU"/>
          </w:rPr>
          <w:t>гр. София 10</w:t>
        </w:r>
        <w:r w:rsidRPr="00004F45">
          <w:rPr>
            <w:rFonts w:ascii="Verdana" w:hAnsi="Verdana"/>
            <w:noProof/>
            <w:sz w:val="16"/>
            <w:szCs w:val="16"/>
            <w:lang w:val="ru-RU"/>
          </w:rPr>
          <w:t>0</w:t>
        </w:r>
        <w:r w:rsidRPr="00F117CE">
          <w:rPr>
            <w:rFonts w:ascii="Verdana" w:hAnsi="Verdana"/>
            <w:noProof/>
            <w:sz w:val="16"/>
            <w:szCs w:val="16"/>
            <w:lang w:val="ru-RU"/>
          </w:rPr>
          <w:t xml:space="preserve">0, бул. "Витоша" №4, </w:t>
        </w:r>
        <w:r>
          <w:rPr>
            <w:rFonts w:ascii="Verdana" w:hAnsi="Verdana"/>
            <w:noProof/>
            <w:sz w:val="16"/>
            <w:szCs w:val="16"/>
          </w:rPr>
          <w:t xml:space="preserve">ет.6; </w:t>
        </w:r>
        <w:r w:rsidRPr="005B6DEF">
          <w:rPr>
            <w:rFonts w:ascii="Verdana" w:hAnsi="Verdana"/>
            <w:sz w:val="16"/>
            <w:szCs w:val="16"/>
          </w:rPr>
          <w:t>https://www.mzh.government.bg/ODZ-Sofiaoblast/bg/Home.aspx</w:t>
        </w:r>
      </w:p>
      <w:p w:rsidR="00C72DB7" w:rsidRPr="00004F45" w:rsidRDefault="00C72DB7" w:rsidP="00C72DB7">
        <w:pPr>
          <w:jc w:val="center"/>
          <w:rPr>
            <w:rFonts w:ascii="Verdana" w:hAnsi="Verdana"/>
            <w:noProof/>
            <w:sz w:val="16"/>
            <w:szCs w:val="16"/>
          </w:rPr>
        </w:pPr>
        <w:r w:rsidRPr="00004F45">
          <w:rPr>
            <w:rFonts w:ascii="Verdana" w:hAnsi="Verdana"/>
            <w:noProof/>
            <w:sz w:val="16"/>
            <w:szCs w:val="16"/>
          </w:rPr>
          <w:t xml:space="preserve">тел:(+3592) </w:t>
        </w:r>
        <w:r w:rsidRPr="005B6DEF">
          <w:rPr>
            <w:rFonts w:ascii="Verdana" w:hAnsi="Verdana"/>
            <w:noProof/>
            <w:sz w:val="16"/>
            <w:szCs w:val="16"/>
          </w:rPr>
          <w:t>419 70 20</w:t>
        </w:r>
        <w:r>
          <w:rPr>
            <w:rFonts w:ascii="Verdana" w:hAnsi="Verdana"/>
            <w:noProof/>
            <w:sz w:val="16"/>
            <w:szCs w:val="16"/>
          </w:rPr>
          <w:t>, e-mail</w:t>
        </w:r>
        <w:r w:rsidRPr="00004F45">
          <w:rPr>
            <w:rFonts w:ascii="Verdana" w:hAnsi="Verdana"/>
            <w:noProof/>
            <w:sz w:val="16"/>
            <w:szCs w:val="16"/>
          </w:rPr>
          <w:t>: odzg_sfoblast@mzh.government.bg</w:t>
        </w:r>
      </w:p>
      <w:p w:rsidR="00B547D9" w:rsidRDefault="00B547D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09F" w:rsidRPr="001B409F">
          <w:rPr>
            <w:noProof/>
            <w:lang w:val="bg-BG"/>
          </w:rPr>
          <w:t>19</w:t>
        </w:r>
        <w:r>
          <w:fldChar w:fldCharType="end"/>
        </w:r>
      </w:p>
    </w:sdtContent>
  </w:sdt>
  <w:p w:rsidR="00345A3B" w:rsidRPr="00835BBA" w:rsidRDefault="00345A3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DB7" w:rsidRPr="005B6DEF" w:rsidRDefault="00C72DB7" w:rsidP="00C72DB7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C72DB7" w:rsidRPr="00004F45" w:rsidRDefault="00C72DB7" w:rsidP="00C72DB7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C72DB7" w:rsidRDefault="00C72DB7">
    <w:pPr>
      <w:pStyle w:val="Footer"/>
    </w:pPr>
  </w:p>
  <w:p w:rsidR="00345A3B" w:rsidRPr="00004F45" w:rsidRDefault="00345A3B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B35" w:rsidRDefault="002A4B35">
      <w:r>
        <w:separator/>
      </w:r>
    </w:p>
  </w:footnote>
  <w:footnote w:type="continuationSeparator" w:id="0">
    <w:p w:rsidR="002A4B35" w:rsidRDefault="002A4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A3B" w:rsidRPr="005B69F7" w:rsidRDefault="00D81065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6CAB4479" wp14:editId="016EC96D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45A3B" w:rsidRPr="005B69F7" w:rsidRDefault="00D81065" w:rsidP="00B30407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12320AA1" wp14:editId="24CE8687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7B4378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345A3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345A3B" w:rsidRPr="00983B22" w:rsidRDefault="00345A3B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0385"/>
    <w:rsid w:val="00004F45"/>
    <w:rsid w:val="00012515"/>
    <w:rsid w:val="00013A9F"/>
    <w:rsid w:val="00020405"/>
    <w:rsid w:val="00031A1D"/>
    <w:rsid w:val="0005217F"/>
    <w:rsid w:val="00067CA3"/>
    <w:rsid w:val="00092514"/>
    <w:rsid w:val="0009344D"/>
    <w:rsid w:val="00094932"/>
    <w:rsid w:val="000A519D"/>
    <w:rsid w:val="000B33D1"/>
    <w:rsid w:val="000C5047"/>
    <w:rsid w:val="000E2804"/>
    <w:rsid w:val="000E46A8"/>
    <w:rsid w:val="000F691D"/>
    <w:rsid w:val="0010044E"/>
    <w:rsid w:val="00113853"/>
    <w:rsid w:val="00116D51"/>
    <w:rsid w:val="001205CB"/>
    <w:rsid w:val="0013647C"/>
    <w:rsid w:val="00137F32"/>
    <w:rsid w:val="00155469"/>
    <w:rsid w:val="00157D1E"/>
    <w:rsid w:val="00164A60"/>
    <w:rsid w:val="001738C2"/>
    <w:rsid w:val="00173A32"/>
    <w:rsid w:val="001850C9"/>
    <w:rsid w:val="001A06E4"/>
    <w:rsid w:val="001A1BA3"/>
    <w:rsid w:val="001A1C66"/>
    <w:rsid w:val="001B409F"/>
    <w:rsid w:val="001B4BA5"/>
    <w:rsid w:val="001D31E5"/>
    <w:rsid w:val="001D4DA6"/>
    <w:rsid w:val="001E2B2F"/>
    <w:rsid w:val="0020653E"/>
    <w:rsid w:val="00212573"/>
    <w:rsid w:val="002173DB"/>
    <w:rsid w:val="00223DAA"/>
    <w:rsid w:val="00224C72"/>
    <w:rsid w:val="00225E60"/>
    <w:rsid w:val="0023186B"/>
    <w:rsid w:val="00236727"/>
    <w:rsid w:val="0024276E"/>
    <w:rsid w:val="002639F4"/>
    <w:rsid w:val="00266D04"/>
    <w:rsid w:val="002725F6"/>
    <w:rsid w:val="0027756D"/>
    <w:rsid w:val="00290514"/>
    <w:rsid w:val="00291439"/>
    <w:rsid w:val="00291BDD"/>
    <w:rsid w:val="002A10AF"/>
    <w:rsid w:val="002A4B35"/>
    <w:rsid w:val="002A7741"/>
    <w:rsid w:val="002C5874"/>
    <w:rsid w:val="002D3B8A"/>
    <w:rsid w:val="002E25EF"/>
    <w:rsid w:val="002F2872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813FC"/>
    <w:rsid w:val="0038518E"/>
    <w:rsid w:val="00385A31"/>
    <w:rsid w:val="003A6165"/>
    <w:rsid w:val="003A7442"/>
    <w:rsid w:val="003A7F05"/>
    <w:rsid w:val="003B6B61"/>
    <w:rsid w:val="003C2E20"/>
    <w:rsid w:val="003D27F5"/>
    <w:rsid w:val="003D48FB"/>
    <w:rsid w:val="003D646E"/>
    <w:rsid w:val="003E7141"/>
    <w:rsid w:val="003F12AE"/>
    <w:rsid w:val="00401145"/>
    <w:rsid w:val="00430352"/>
    <w:rsid w:val="004357D3"/>
    <w:rsid w:val="0043766A"/>
    <w:rsid w:val="00443D11"/>
    <w:rsid w:val="00446795"/>
    <w:rsid w:val="00454CDE"/>
    <w:rsid w:val="004636D0"/>
    <w:rsid w:val="00463733"/>
    <w:rsid w:val="004714F6"/>
    <w:rsid w:val="00471AF4"/>
    <w:rsid w:val="00496975"/>
    <w:rsid w:val="004A31AE"/>
    <w:rsid w:val="004B10BF"/>
    <w:rsid w:val="004C3144"/>
    <w:rsid w:val="004C4B62"/>
    <w:rsid w:val="004E31E0"/>
    <w:rsid w:val="004E3BDE"/>
    <w:rsid w:val="004E5FF6"/>
    <w:rsid w:val="004F5882"/>
    <w:rsid w:val="004F765C"/>
    <w:rsid w:val="0050665C"/>
    <w:rsid w:val="0051429F"/>
    <w:rsid w:val="0051576C"/>
    <w:rsid w:val="00522D1E"/>
    <w:rsid w:val="0052692D"/>
    <w:rsid w:val="00533524"/>
    <w:rsid w:val="00535D58"/>
    <w:rsid w:val="00542B79"/>
    <w:rsid w:val="00544517"/>
    <w:rsid w:val="005604AC"/>
    <w:rsid w:val="00564A90"/>
    <w:rsid w:val="00567BE5"/>
    <w:rsid w:val="0057056E"/>
    <w:rsid w:val="005745ED"/>
    <w:rsid w:val="00575425"/>
    <w:rsid w:val="00576362"/>
    <w:rsid w:val="00580E9B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6C01"/>
    <w:rsid w:val="00617A58"/>
    <w:rsid w:val="00623B38"/>
    <w:rsid w:val="006359F1"/>
    <w:rsid w:val="00642E32"/>
    <w:rsid w:val="00645F78"/>
    <w:rsid w:val="00654315"/>
    <w:rsid w:val="0066557E"/>
    <w:rsid w:val="006655C6"/>
    <w:rsid w:val="006727E9"/>
    <w:rsid w:val="006728A7"/>
    <w:rsid w:val="00684C7E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81F58"/>
    <w:rsid w:val="00782B6D"/>
    <w:rsid w:val="00785809"/>
    <w:rsid w:val="00787497"/>
    <w:rsid w:val="007947AE"/>
    <w:rsid w:val="00794F6B"/>
    <w:rsid w:val="00795F6F"/>
    <w:rsid w:val="007964C9"/>
    <w:rsid w:val="007A06D3"/>
    <w:rsid w:val="007A6290"/>
    <w:rsid w:val="007A7343"/>
    <w:rsid w:val="007B4B8A"/>
    <w:rsid w:val="007C49BC"/>
    <w:rsid w:val="007D05C7"/>
    <w:rsid w:val="007D07CD"/>
    <w:rsid w:val="007D6450"/>
    <w:rsid w:val="007F13D9"/>
    <w:rsid w:val="00800337"/>
    <w:rsid w:val="0080526F"/>
    <w:rsid w:val="00810556"/>
    <w:rsid w:val="00813E21"/>
    <w:rsid w:val="008152E1"/>
    <w:rsid w:val="00822F7A"/>
    <w:rsid w:val="00823FF9"/>
    <w:rsid w:val="008318FA"/>
    <w:rsid w:val="008324AB"/>
    <w:rsid w:val="00835BBA"/>
    <w:rsid w:val="008361AB"/>
    <w:rsid w:val="008374AD"/>
    <w:rsid w:val="00845E40"/>
    <w:rsid w:val="0085348A"/>
    <w:rsid w:val="0086367E"/>
    <w:rsid w:val="00871654"/>
    <w:rsid w:val="00877E54"/>
    <w:rsid w:val="00883AE2"/>
    <w:rsid w:val="0088459B"/>
    <w:rsid w:val="00893776"/>
    <w:rsid w:val="008A1BBB"/>
    <w:rsid w:val="008B0206"/>
    <w:rsid w:val="008B1300"/>
    <w:rsid w:val="008D2703"/>
    <w:rsid w:val="008E0E45"/>
    <w:rsid w:val="008F3A6E"/>
    <w:rsid w:val="0093029E"/>
    <w:rsid w:val="00931B42"/>
    <w:rsid w:val="00936425"/>
    <w:rsid w:val="00945150"/>
    <w:rsid w:val="00946D85"/>
    <w:rsid w:val="00956CD8"/>
    <w:rsid w:val="00970F9D"/>
    <w:rsid w:val="00974546"/>
    <w:rsid w:val="009803EE"/>
    <w:rsid w:val="00983B22"/>
    <w:rsid w:val="00985484"/>
    <w:rsid w:val="00992DF8"/>
    <w:rsid w:val="0099682F"/>
    <w:rsid w:val="00996A5D"/>
    <w:rsid w:val="0099762A"/>
    <w:rsid w:val="009A1E1D"/>
    <w:rsid w:val="009A2BA7"/>
    <w:rsid w:val="009A49E5"/>
    <w:rsid w:val="009B3FDB"/>
    <w:rsid w:val="009B57C3"/>
    <w:rsid w:val="009D555E"/>
    <w:rsid w:val="009E7D8E"/>
    <w:rsid w:val="009F2A96"/>
    <w:rsid w:val="009F3B07"/>
    <w:rsid w:val="00A05DB4"/>
    <w:rsid w:val="00A23BFD"/>
    <w:rsid w:val="00A2419F"/>
    <w:rsid w:val="00A36C2A"/>
    <w:rsid w:val="00A56EBD"/>
    <w:rsid w:val="00A60928"/>
    <w:rsid w:val="00A6095C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D13E8"/>
    <w:rsid w:val="00AD2747"/>
    <w:rsid w:val="00AD31FE"/>
    <w:rsid w:val="00AD3A76"/>
    <w:rsid w:val="00AD3DE7"/>
    <w:rsid w:val="00AD4166"/>
    <w:rsid w:val="00AD6705"/>
    <w:rsid w:val="00AD6B30"/>
    <w:rsid w:val="00AD7D68"/>
    <w:rsid w:val="00AE6009"/>
    <w:rsid w:val="00AF68FF"/>
    <w:rsid w:val="00B020F2"/>
    <w:rsid w:val="00B02AEB"/>
    <w:rsid w:val="00B14BA2"/>
    <w:rsid w:val="00B16295"/>
    <w:rsid w:val="00B30407"/>
    <w:rsid w:val="00B4496C"/>
    <w:rsid w:val="00B53D36"/>
    <w:rsid w:val="00B54180"/>
    <w:rsid w:val="00B547D9"/>
    <w:rsid w:val="00B63D75"/>
    <w:rsid w:val="00B65B7A"/>
    <w:rsid w:val="00B97B20"/>
    <w:rsid w:val="00BA5128"/>
    <w:rsid w:val="00BC0B35"/>
    <w:rsid w:val="00BC0CD1"/>
    <w:rsid w:val="00BC45FC"/>
    <w:rsid w:val="00BD1BCF"/>
    <w:rsid w:val="00BD5937"/>
    <w:rsid w:val="00BE215C"/>
    <w:rsid w:val="00BE4052"/>
    <w:rsid w:val="00BF7D33"/>
    <w:rsid w:val="00C00904"/>
    <w:rsid w:val="00C02136"/>
    <w:rsid w:val="00C06313"/>
    <w:rsid w:val="00C120B5"/>
    <w:rsid w:val="00C1360B"/>
    <w:rsid w:val="00C34BD9"/>
    <w:rsid w:val="00C34FAA"/>
    <w:rsid w:val="00C37346"/>
    <w:rsid w:val="00C41B72"/>
    <w:rsid w:val="00C44A5E"/>
    <w:rsid w:val="00C473A4"/>
    <w:rsid w:val="00C70CB9"/>
    <w:rsid w:val="00C72DB7"/>
    <w:rsid w:val="00C739A5"/>
    <w:rsid w:val="00C803BA"/>
    <w:rsid w:val="00CA17DF"/>
    <w:rsid w:val="00CA3258"/>
    <w:rsid w:val="00CA35D5"/>
    <w:rsid w:val="00CA41E3"/>
    <w:rsid w:val="00CA7A14"/>
    <w:rsid w:val="00CC0383"/>
    <w:rsid w:val="00CC671B"/>
    <w:rsid w:val="00CD6A9A"/>
    <w:rsid w:val="00CE47C7"/>
    <w:rsid w:val="00CE52FE"/>
    <w:rsid w:val="00CE5345"/>
    <w:rsid w:val="00CE78CA"/>
    <w:rsid w:val="00CF1702"/>
    <w:rsid w:val="00CF334D"/>
    <w:rsid w:val="00CF769E"/>
    <w:rsid w:val="00CF7F4F"/>
    <w:rsid w:val="00D00BD9"/>
    <w:rsid w:val="00D10B5A"/>
    <w:rsid w:val="00D117C6"/>
    <w:rsid w:val="00D1214A"/>
    <w:rsid w:val="00D13F65"/>
    <w:rsid w:val="00D259F5"/>
    <w:rsid w:val="00D30D14"/>
    <w:rsid w:val="00D32154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DF5BDC"/>
    <w:rsid w:val="00E02ED9"/>
    <w:rsid w:val="00E033AB"/>
    <w:rsid w:val="00E05705"/>
    <w:rsid w:val="00E14211"/>
    <w:rsid w:val="00E14AEE"/>
    <w:rsid w:val="00E237A5"/>
    <w:rsid w:val="00E276F4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97CC2"/>
    <w:rsid w:val="00EA3B1F"/>
    <w:rsid w:val="00EA778C"/>
    <w:rsid w:val="00EB44A1"/>
    <w:rsid w:val="00EB4DB7"/>
    <w:rsid w:val="00ED12CE"/>
    <w:rsid w:val="00EE0D79"/>
    <w:rsid w:val="00EE1A25"/>
    <w:rsid w:val="00EE2FF9"/>
    <w:rsid w:val="00EF3588"/>
    <w:rsid w:val="00EF61F2"/>
    <w:rsid w:val="00EF7441"/>
    <w:rsid w:val="00F06BC9"/>
    <w:rsid w:val="00F37E58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345E"/>
    <w:rsid w:val="00FE4761"/>
    <w:rsid w:val="00FF09E3"/>
    <w:rsid w:val="00FF13DE"/>
    <w:rsid w:val="00FF4B64"/>
    <w:rsid w:val="00FF7E22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erChar">
    <w:name w:val="Header Char"/>
    <w:link w:val="Header"/>
    <w:uiPriority w:val="99"/>
    <w:rsid w:val="00385A31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385A31"/>
    <w:rPr>
      <w:sz w:val="24"/>
      <w:szCs w:val="24"/>
      <w:lang w:val="en-US" w:eastAsia="en-US"/>
    </w:rPr>
  </w:style>
  <w:style w:type="paragraph" w:customStyle="1" w:styleId="Heading">
    <w:name w:val="Heading"/>
    <w:aliases w:val="1"/>
    <w:basedOn w:val="Normal"/>
    <w:rsid w:val="00877E54"/>
    <w:pPr>
      <w:ind w:left="2160" w:firstLine="720"/>
    </w:pPr>
    <w:rPr>
      <w:b/>
      <w:sz w:val="32"/>
      <w:lang w:val="bg-BG"/>
    </w:rPr>
  </w:style>
  <w:style w:type="character" w:customStyle="1" w:styleId="cursorpointer">
    <w:name w:val="cursorpointer"/>
    <w:basedOn w:val="DefaultParagraphFont"/>
    <w:rsid w:val="002173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erChar">
    <w:name w:val="Header Char"/>
    <w:link w:val="Header"/>
    <w:uiPriority w:val="99"/>
    <w:rsid w:val="00385A31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385A31"/>
    <w:rPr>
      <w:sz w:val="24"/>
      <w:szCs w:val="24"/>
      <w:lang w:val="en-US" w:eastAsia="en-US"/>
    </w:rPr>
  </w:style>
  <w:style w:type="paragraph" w:customStyle="1" w:styleId="Heading">
    <w:name w:val="Heading"/>
    <w:aliases w:val="1"/>
    <w:basedOn w:val="Normal"/>
    <w:rsid w:val="00877E54"/>
    <w:pPr>
      <w:ind w:left="2160" w:firstLine="720"/>
    </w:pPr>
    <w:rPr>
      <w:b/>
      <w:sz w:val="32"/>
      <w:lang w:val="bg-BG"/>
    </w:rPr>
  </w:style>
  <w:style w:type="character" w:customStyle="1" w:styleId="cursorpointer">
    <w:name w:val="cursorpointer"/>
    <w:basedOn w:val="DefaultParagraphFont"/>
    <w:rsid w:val="00217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06380-2837-496C-8D7B-9439E2BD3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13</TotalTime>
  <Pages>19</Pages>
  <Words>5320</Words>
  <Characters>30329</Characters>
  <Application>Microsoft Office Word</Application>
  <DocSecurity>0</DocSecurity>
  <Lines>252</Lines>
  <Paragraphs>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12</cp:revision>
  <cp:lastPrinted>2022-09-27T07:51:00Z</cp:lastPrinted>
  <dcterms:created xsi:type="dcterms:W3CDTF">2022-09-26T12:38:00Z</dcterms:created>
  <dcterms:modified xsi:type="dcterms:W3CDTF">2022-10-03T12:42:00Z</dcterms:modified>
</cp:coreProperties>
</file>