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BB294A">
        <w:rPr>
          <w:lang w:val="bg-BG"/>
        </w:rPr>
        <w:t xml:space="preserve">  ПО-09-2989-3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BB294A">
        <w:rPr>
          <w:lang w:val="bg-BG"/>
        </w:rPr>
        <w:t xml:space="preserve"> 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C53D9A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C53D9A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C53D9A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C53D9A">
        <w:rPr>
          <w:lang w:val="bg-BG"/>
        </w:rPr>
        <w:t>29</w:t>
      </w:r>
      <w:r w:rsidR="00A22088">
        <w:rPr>
          <w:lang w:val="bg-BG"/>
        </w:rPr>
        <w:t>89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C53D9A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C53D9A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A22088">
        <w:rPr>
          <w:b/>
          <w:lang w:val="bg-BG"/>
        </w:rPr>
        <w:t>Миланово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A22088" w:rsidRDefault="00A22088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78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3"/>
        <w:gridCol w:w="703"/>
        <w:gridCol w:w="771"/>
        <w:gridCol w:w="930"/>
        <w:gridCol w:w="770"/>
        <w:gridCol w:w="931"/>
        <w:gridCol w:w="1418"/>
      </w:tblGrid>
      <w:tr w:rsidR="00A22088" w:rsidTr="00A22088">
        <w:trPr>
          <w:cantSplit/>
          <w:trHeight w:val="227"/>
          <w:jc w:val="center"/>
        </w:trPr>
        <w:tc>
          <w:tcPr>
            <w:tcW w:w="32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7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17.895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30.64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79.48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ЦВЕТКОВ ДИМИТРОВ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28.990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19.840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595.19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59.64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43.83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36.49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55.86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51.74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51.73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51.95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ЦВЕТАНОВА БОРИСОВА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36.52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52.818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15.989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479.66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36.79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50.74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36.78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71.09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70.70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49.95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111.83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55.88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55.57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55.83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55.82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55.78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55.85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ТАТЯНА ЦВЕТКОВА ДИМИТРОВА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1.557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38.091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1142.72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47.78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37.92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ТРАЙКО ПЕТРОВ АСЕНОВ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51.26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13.400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153.19</w:t>
            </w:r>
          </w:p>
        </w:tc>
      </w:tr>
      <w:tr w:rsidR="00A22088" w:rsidTr="00A22088">
        <w:trPr>
          <w:cantSplit/>
          <w:trHeight w:val="227"/>
          <w:jc w:val="center"/>
        </w:trPr>
        <w:tc>
          <w:tcPr>
            <w:tcW w:w="3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P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P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96.765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P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79.026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088" w:rsidRDefault="00A22088" w:rsidP="009E172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2370.76</w:t>
            </w:r>
          </w:p>
        </w:tc>
      </w:tr>
    </w:tbl>
    <w:p w:rsidR="002E4899" w:rsidRPr="005938D4" w:rsidRDefault="002E4899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lastRenderedPageBreak/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24485F">
        <w:rPr>
          <w:lang w:val="ru-RU"/>
        </w:rPr>
        <w:t xml:space="preserve">сметка за </w:t>
      </w:r>
      <w:proofErr w:type="spellStart"/>
      <w:r w:rsidR="0024485F">
        <w:rPr>
          <w:lang w:val="ru-RU"/>
        </w:rPr>
        <w:t>чужди</w:t>
      </w:r>
      <w:proofErr w:type="spellEnd"/>
      <w:r w:rsidR="0024485F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D7029F" w:rsidRDefault="00D7029F" w:rsidP="00D7029F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BE215C" w:rsidRPr="005938D4" w:rsidRDefault="00BE215C" w:rsidP="00911436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A22088">
        <w:rPr>
          <w:lang w:val="ru-RU"/>
        </w:rPr>
        <w:t>Миланово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993A67" w:rsidRPr="005938D4" w:rsidRDefault="00993A67" w:rsidP="00993A67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993A67" w:rsidRDefault="00993A67" w:rsidP="00993A67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993A67" w:rsidRDefault="00993A67" w:rsidP="00993A67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993A67" w:rsidRDefault="00993A67" w:rsidP="00993A67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EC0CA4" w:rsidRDefault="00EC0CA4" w:rsidP="00EC0CA4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BB294A">
        <w:rPr>
          <w:b/>
          <w:lang w:val="bg-BG"/>
        </w:rPr>
        <w:t xml:space="preserve">   /П/</w:t>
      </w:r>
    </w:p>
    <w:p w:rsidR="00EC0CA4" w:rsidRDefault="00EC0CA4" w:rsidP="00EC0CA4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EC0CA4" w:rsidRDefault="00EC0CA4" w:rsidP="00EC0CA4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C0CA4" w:rsidRDefault="00EC0CA4" w:rsidP="00EC0CA4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EC0CA4" w:rsidRDefault="00EC0CA4" w:rsidP="00EC0CA4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EC0CA4" w:rsidRDefault="00EC0CA4" w:rsidP="00EC0CA4">
      <w:pPr>
        <w:rPr>
          <w:i/>
          <w:lang w:val="bg-BG"/>
        </w:rPr>
      </w:pPr>
    </w:p>
    <w:p w:rsidR="00EC0CA4" w:rsidRDefault="00EC0CA4" w:rsidP="00EC0CA4">
      <w:pPr>
        <w:rPr>
          <w:i/>
          <w:lang w:val="bg-BG"/>
        </w:rPr>
      </w:pPr>
      <w:bookmarkStart w:id="0" w:name="_GoBack"/>
      <w:bookmarkEnd w:id="0"/>
    </w:p>
    <w:sectPr w:rsidR="00EC0CA4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1E9" w:rsidRDefault="009A01E9">
      <w:r>
        <w:separator/>
      </w:r>
    </w:p>
  </w:endnote>
  <w:endnote w:type="continuationSeparator" w:id="0">
    <w:p w:rsidR="009A01E9" w:rsidRDefault="009A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A22088" w:rsidRDefault="00345A3B" w:rsidP="005A4994">
    <w:pPr>
      <w:pStyle w:val="Footer"/>
      <w:framePr w:wrap="around" w:vAnchor="text" w:hAnchor="page" w:x="10261" w:y="-133"/>
      <w:rPr>
        <w:rStyle w:val="PageNumber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BB294A">
      <w:rPr>
        <w:rStyle w:val="PageNumber"/>
        <w:noProof/>
      </w:rPr>
      <w:t>3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A22088">
      <w:rPr>
        <w:rStyle w:val="PageNumber"/>
      </w:rPr>
      <w:t>3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Pr="00A22088" w:rsidRDefault="005A4994">
    <w:pPr>
      <w:pStyle w:val="Footer"/>
    </w:pPr>
    <w:r>
      <w:rPr>
        <w:lang w:val="bg-BG"/>
      </w:rPr>
      <w:tab/>
    </w:r>
    <w:r>
      <w:rPr>
        <w:lang w:val="bg-BG"/>
      </w:rPr>
      <w:tab/>
      <w:t>1/</w:t>
    </w:r>
    <w:r w:rsidR="00A22088">
      <w:t>3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1E9" w:rsidRDefault="009A01E9">
      <w:r>
        <w:separator/>
      </w:r>
    </w:p>
  </w:footnote>
  <w:footnote w:type="continuationSeparator" w:id="0">
    <w:p w:rsidR="009A01E9" w:rsidRDefault="009A0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4485F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73046"/>
    <w:rsid w:val="003813FC"/>
    <w:rsid w:val="0038518E"/>
    <w:rsid w:val="003A6165"/>
    <w:rsid w:val="003A7442"/>
    <w:rsid w:val="003B6B61"/>
    <w:rsid w:val="003C2E20"/>
    <w:rsid w:val="003D11A6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6F760F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859F4"/>
    <w:rsid w:val="00992DF8"/>
    <w:rsid w:val="00993A67"/>
    <w:rsid w:val="00996A5D"/>
    <w:rsid w:val="0099762A"/>
    <w:rsid w:val="009A01E9"/>
    <w:rsid w:val="009A2BA7"/>
    <w:rsid w:val="009A49E5"/>
    <w:rsid w:val="009B3FDB"/>
    <w:rsid w:val="009B57C3"/>
    <w:rsid w:val="009D555E"/>
    <w:rsid w:val="009E7D8E"/>
    <w:rsid w:val="009F2A96"/>
    <w:rsid w:val="00A05DB4"/>
    <w:rsid w:val="00A22088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4496C"/>
    <w:rsid w:val="00B54180"/>
    <w:rsid w:val="00B65B7A"/>
    <w:rsid w:val="00B97B20"/>
    <w:rsid w:val="00BA5128"/>
    <w:rsid w:val="00BB294A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53D9A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029F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5F92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C0CA4"/>
    <w:rsid w:val="00EC4EC2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29EEC8D3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2E3D-2843-458F-A374-8B7640C9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17</cp:revision>
  <cp:lastPrinted>2016-09-16T10:47:00Z</cp:lastPrinted>
  <dcterms:created xsi:type="dcterms:W3CDTF">2021-09-08T06:26:00Z</dcterms:created>
  <dcterms:modified xsi:type="dcterms:W3CDTF">2022-09-28T08:07:00Z</dcterms:modified>
</cp:coreProperties>
</file>