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EA" w:rsidRDefault="00781CEA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r w:rsidR="005C6434">
        <w:rPr>
          <w:b/>
          <w:sz w:val="26"/>
          <w:szCs w:val="26"/>
          <w:lang w:val="bg-BG"/>
        </w:rPr>
        <w:t>6072</w:t>
      </w:r>
      <w:bookmarkStart w:id="0" w:name="_GoBack"/>
      <w:bookmarkEnd w:id="0"/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EA6C3D" w:rsidRPr="00EA6C3D" w:rsidRDefault="00EA6C3D" w:rsidP="00EA6C3D">
      <w:pPr>
        <w:ind w:firstLine="737"/>
        <w:jc w:val="center"/>
        <w:rPr>
          <w:b/>
          <w:sz w:val="26"/>
          <w:szCs w:val="26"/>
          <w:lang w:val="bg-BG"/>
        </w:rPr>
      </w:pPr>
      <w:r w:rsidRPr="00EA6C3D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781CEA" w:rsidRPr="00EE3F50" w:rsidRDefault="00781CEA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0A5D26">
        <w:rPr>
          <w:b/>
          <w:lang w:val="bg-BG"/>
        </w:rPr>
        <w:t>с</w:t>
      </w:r>
      <w:r w:rsidRPr="00EE3F50">
        <w:rPr>
          <w:b/>
          <w:lang w:val="bg-BG"/>
        </w:rPr>
        <w:t xml:space="preserve">. </w:t>
      </w:r>
      <w:r w:rsidR="00200DC8" w:rsidRPr="00200DC8">
        <w:rPr>
          <w:b/>
          <w:lang w:val="bg-BG"/>
        </w:rPr>
        <w:t>Маджаре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686D8C" w:rsidRPr="00686D8C">
        <w:rPr>
          <w:b/>
          <w:lang w:val="bg-BG"/>
        </w:rPr>
        <w:t>Самоков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6E2E6B" w:rsidRPr="006E2E6B">
        <w:rPr>
          <w:b/>
          <w:lang w:val="bg-BG"/>
        </w:rPr>
        <w:t>инж.</w:t>
      </w:r>
      <w:r w:rsidR="006E2E6B">
        <w:rPr>
          <w:b/>
        </w:rPr>
        <w:t xml:space="preserve"> </w:t>
      </w:r>
      <w:r w:rsidR="0068667C" w:rsidRPr="0068667C">
        <w:rPr>
          <w:b/>
          <w:lang w:val="bg-BG"/>
        </w:rPr>
        <w:t>Йорданка Петрова – началник на ОСЗ гр. Самоков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02DA4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B22B0E" w:rsidRPr="00B22B0E" w:rsidRDefault="00B22B0E" w:rsidP="00B22B0E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B22B0E">
        <w:rPr>
          <w:lang w:val="bg-BG"/>
        </w:rPr>
        <w:t>Силвия Димитрова – старши експерт в ОСЗ гр. Самоков</w:t>
      </w:r>
    </w:p>
    <w:p w:rsidR="00B22B0E" w:rsidRPr="00B22B0E" w:rsidRDefault="00B22B0E" w:rsidP="00B22B0E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B22B0E">
        <w:rPr>
          <w:lang w:val="bg-BG"/>
        </w:rPr>
        <w:t xml:space="preserve">Христина Петрович-Деянова – кметски наместник на с. Маджаре </w:t>
      </w:r>
    </w:p>
    <w:p w:rsidR="00EE3F50" w:rsidRPr="00324D2A" w:rsidRDefault="00EE3F50" w:rsidP="00D46A2F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81CEA" w:rsidRDefault="00781CEA" w:rsidP="007C1A40">
      <w:pPr>
        <w:ind w:firstLine="567"/>
        <w:jc w:val="both"/>
        <w:rPr>
          <w:lang w:val="bg-BG"/>
        </w:rPr>
      </w:pPr>
    </w:p>
    <w:p w:rsidR="00781CEA" w:rsidRDefault="00781CEA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EA6C3D" w:rsidRPr="00EA6C3D" w:rsidRDefault="00EA6C3D" w:rsidP="00EA6C3D">
      <w:pPr>
        <w:rPr>
          <w:b/>
          <w:lang w:val="bg-BG"/>
        </w:rPr>
      </w:pPr>
      <w:r w:rsidRPr="00EA6C3D">
        <w:rPr>
          <w:b/>
          <w:lang w:val="bg-BG"/>
        </w:rPr>
        <w:t>АНТОНИЯ СТОИМЕНОВА              /П/</w:t>
      </w:r>
      <w:r w:rsidRPr="00EA6C3D">
        <w:rPr>
          <w:b/>
          <w:lang w:val="bg-BG"/>
        </w:rPr>
        <w:tab/>
      </w:r>
      <w:r w:rsidRPr="00EA6C3D">
        <w:rPr>
          <w:b/>
          <w:lang w:val="bg-BG"/>
        </w:rPr>
        <w:tab/>
      </w:r>
      <w:r w:rsidRPr="00EA6C3D">
        <w:rPr>
          <w:b/>
          <w:lang w:val="bg-BG"/>
        </w:rPr>
        <w:tab/>
      </w:r>
      <w:r w:rsidRPr="00EA6C3D">
        <w:rPr>
          <w:b/>
          <w:lang w:val="bg-BG"/>
        </w:rPr>
        <w:tab/>
      </w:r>
    </w:p>
    <w:p w:rsidR="007C1A40" w:rsidRPr="00781CEA" w:rsidRDefault="007C1A40" w:rsidP="007C1A40">
      <w:pPr>
        <w:rPr>
          <w:sz w:val="20"/>
          <w:szCs w:val="20"/>
          <w:lang w:val="bg-BG"/>
        </w:rPr>
      </w:pPr>
      <w:r w:rsidRPr="00781CEA">
        <w:rPr>
          <w:i/>
          <w:lang w:val="bg-BG"/>
        </w:rPr>
        <w:t xml:space="preserve">Директор на </w:t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</w:p>
    <w:p w:rsidR="007C1A40" w:rsidRPr="00781CEA" w:rsidRDefault="007C1A40" w:rsidP="007C1A40">
      <w:pPr>
        <w:rPr>
          <w:i/>
          <w:lang w:val="bg-BG"/>
        </w:rPr>
      </w:pPr>
      <w:r w:rsidRPr="00781CEA">
        <w:rPr>
          <w:i/>
          <w:lang w:val="bg-BG"/>
        </w:rPr>
        <w:t xml:space="preserve">Областна дирекция „Земеделие” </w:t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</w:p>
    <w:p w:rsidR="007C1A40" w:rsidRPr="00781CEA" w:rsidRDefault="007C1A40" w:rsidP="007C1A40">
      <w:pPr>
        <w:rPr>
          <w:i/>
          <w:lang w:val="bg-BG"/>
        </w:rPr>
      </w:pPr>
      <w:r w:rsidRPr="00781CEA">
        <w:rPr>
          <w:i/>
          <w:lang w:val="bg-BG"/>
        </w:rPr>
        <w:t>София област</w:t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  <w:r w:rsidRPr="00781CEA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95" w:rsidRDefault="00F56B95">
      <w:r>
        <w:separator/>
      </w:r>
    </w:p>
  </w:endnote>
  <w:endnote w:type="continuationSeparator" w:id="0">
    <w:p w:rsidR="00F56B95" w:rsidRDefault="00F5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95" w:rsidRDefault="00F56B95">
      <w:r>
        <w:separator/>
      </w:r>
    </w:p>
  </w:footnote>
  <w:footnote w:type="continuationSeparator" w:id="0">
    <w:p w:rsidR="00F56B95" w:rsidRDefault="00F5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068DE"/>
    <w:rsid w:val="00013A9F"/>
    <w:rsid w:val="00015AC0"/>
    <w:rsid w:val="00024B47"/>
    <w:rsid w:val="00040DCE"/>
    <w:rsid w:val="00044670"/>
    <w:rsid w:val="00045325"/>
    <w:rsid w:val="000602B1"/>
    <w:rsid w:val="00076965"/>
    <w:rsid w:val="000824B8"/>
    <w:rsid w:val="00083EBD"/>
    <w:rsid w:val="0009335E"/>
    <w:rsid w:val="000A5D26"/>
    <w:rsid w:val="000A7D47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39C0"/>
    <w:rsid w:val="00197496"/>
    <w:rsid w:val="001A1C66"/>
    <w:rsid w:val="001A416B"/>
    <w:rsid w:val="001A77DB"/>
    <w:rsid w:val="001B4BA5"/>
    <w:rsid w:val="001C5FE2"/>
    <w:rsid w:val="00200DC8"/>
    <w:rsid w:val="00204748"/>
    <w:rsid w:val="00205D93"/>
    <w:rsid w:val="0020653E"/>
    <w:rsid w:val="00216F0C"/>
    <w:rsid w:val="00217458"/>
    <w:rsid w:val="00225E60"/>
    <w:rsid w:val="00226EB0"/>
    <w:rsid w:val="002373B3"/>
    <w:rsid w:val="00241D4D"/>
    <w:rsid w:val="002429FB"/>
    <w:rsid w:val="00257B44"/>
    <w:rsid w:val="002639F4"/>
    <w:rsid w:val="00266D04"/>
    <w:rsid w:val="00267F46"/>
    <w:rsid w:val="00270EEC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42B15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3129B"/>
    <w:rsid w:val="00443347"/>
    <w:rsid w:val="0044341F"/>
    <w:rsid w:val="00446795"/>
    <w:rsid w:val="00452744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294F"/>
    <w:rsid w:val="004A35F8"/>
    <w:rsid w:val="004A4C0C"/>
    <w:rsid w:val="004B10BF"/>
    <w:rsid w:val="004B365D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2244B"/>
    <w:rsid w:val="0053040B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56EF"/>
    <w:rsid w:val="00576C0A"/>
    <w:rsid w:val="00577DF1"/>
    <w:rsid w:val="00583DFB"/>
    <w:rsid w:val="00596DB7"/>
    <w:rsid w:val="005A0D6A"/>
    <w:rsid w:val="005A3B17"/>
    <w:rsid w:val="005B46B2"/>
    <w:rsid w:val="005B5AA8"/>
    <w:rsid w:val="005B69F7"/>
    <w:rsid w:val="005C6434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36628"/>
    <w:rsid w:val="00643AD9"/>
    <w:rsid w:val="0064661F"/>
    <w:rsid w:val="00651085"/>
    <w:rsid w:val="006551B4"/>
    <w:rsid w:val="00656CBE"/>
    <w:rsid w:val="0066220E"/>
    <w:rsid w:val="006672E0"/>
    <w:rsid w:val="00675117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7315"/>
    <w:rsid w:val="00706CCC"/>
    <w:rsid w:val="0071744A"/>
    <w:rsid w:val="00717570"/>
    <w:rsid w:val="00717633"/>
    <w:rsid w:val="00724E5F"/>
    <w:rsid w:val="00732ECE"/>
    <w:rsid w:val="00735898"/>
    <w:rsid w:val="00736EE6"/>
    <w:rsid w:val="00740CEE"/>
    <w:rsid w:val="00744E83"/>
    <w:rsid w:val="007479D4"/>
    <w:rsid w:val="00751B43"/>
    <w:rsid w:val="00751C7B"/>
    <w:rsid w:val="00753795"/>
    <w:rsid w:val="0075624F"/>
    <w:rsid w:val="0075728B"/>
    <w:rsid w:val="00762123"/>
    <w:rsid w:val="00762DA8"/>
    <w:rsid w:val="00771EF1"/>
    <w:rsid w:val="00773368"/>
    <w:rsid w:val="00781CEA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7F365D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42A1D"/>
    <w:rsid w:val="0085348A"/>
    <w:rsid w:val="00854AF5"/>
    <w:rsid w:val="00863E02"/>
    <w:rsid w:val="00871328"/>
    <w:rsid w:val="00871471"/>
    <w:rsid w:val="00872913"/>
    <w:rsid w:val="008732F1"/>
    <w:rsid w:val="008861EB"/>
    <w:rsid w:val="00886D15"/>
    <w:rsid w:val="00887851"/>
    <w:rsid w:val="0089608D"/>
    <w:rsid w:val="008A3662"/>
    <w:rsid w:val="008B0206"/>
    <w:rsid w:val="008B1300"/>
    <w:rsid w:val="009066A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3A3A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1162"/>
    <w:rsid w:val="00A425B1"/>
    <w:rsid w:val="00A53EA4"/>
    <w:rsid w:val="00A57D6C"/>
    <w:rsid w:val="00A60762"/>
    <w:rsid w:val="00A7546F"/>
    <w:rsid w:val="00A806FD"/>
    <w:rsid w:val="00A92148"/>
    <w:rsid w:val="00A9551A"/>
    <w:rsid w:val="00AA04AD"/>
    <w:rsid w:val="00AA0829"/>
    <w:rsid w:val="00AA6018"/>
    <w:rsid w:val="00AC0AD5"/>
    <w:rsid w:val="00AC0B19"/>
    <w:rsid w:val="00AC34D4"/>
    <w:rsid w:val="00AD0833"/>
    <w:rsid w:val="00AD13E8"/>
    <w:rsid w:val="00AE2E5E"/>
    <w:rsid w:val="00AE50A0"/>
    <w:rsid w:val="00AE6009"/>
    <w:rsid w:val="00B10729"/>
    <w:rsid w:val="00B1548F"/>
    <w:rsid w:val="00B15F22"/>
    <w:rsid w:val="00B22B0E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B732C"/>
    <w:rsid w:val="00BC4509"/>
    <w:rsid w:val="00BC4B58"/>
    <w:rsid w:val="00BC7CAD"/>
    <w:rsid w:val="00BD0295"/>
    <w:rsid w:val="00BD1BCF"/>
    <w:rsid w:val="00BD3653"/>
    <w:rsid w:val="00BE16C6"/>
    <w:rsid w:val="00BF029F"/>
    <w:rsid w:val="00C00904"/>
    <w:rsid w:val="00C02136"/>
    <w:rsid w:val="00C02DA4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42D4"/>
    <w:rsid w:val="00C8555A"/>
    <w:rsid w:val="00C91C1A"/>
    <w:rsid w:val="00CA3258"/>
    <w:rsid w:val="00CA3316"/>
    <w:rsid w:val="00CA7A14"/>
    <w:rsid w:val="00CB591C"/>
    <w:rsid w:val="00CD007A"/>
    <w:rsid w:val="00CE1B34"/>
    <w:rsid w:val="00CE47C7"/>
    <w:rsid w:val="00CE7A3C"/>
    <w:rsid w:val="00CF1702"/>
    <w:rsid w:val="00CF7F0D"/>
    <w:rsid w:val="00D03C27"/>
    <w:rsid w:val="00D04898"/>
    <w:rsid w:val="00D0559D"/>
    <w:rsid w:val="00D10B5A"/>
    <w:rsid w:val="00D117C6"/>
    <w:rsid w:val="00D11C16"/>
    <w:rsid w:val="00D259F5"/>
    <w:rsid w:val="00D4266F"/>
    <w:rsid w:val="00D44313"/>
    <w:rsid w:val="00D450FA"/>
    <w:rsid w:val="00D45651"/>
    <w:rsid w:val="00D46A2F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0256C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A6C3D"/>
    <w:rsid w:val="00EB1100"/>
    <w:rsid w:val="00EC3B6A"/>
    <w:rsid w:val="00ED4917"/>
    <w:rsid w:val="00EE3F50"/>
    <w:rsid w:val="00EF12D9"/>
    <w:rsid w:val="00F010A4"/>
    <w:rsid w:val="00F14706"/>
    <w:rsid w:val="00F21C9B"/>
    <w:rsid w:val="00F31E48"/>
    <w:rsid w:val="00F34FB4"/>
    <w:rsid w:val="00F36881"/>
    <w:rsid w:val="00F36BBC"/>
    <w:rsid w:val="00F43C5F"/>
    <w:rsid w:val="00F43F9A"/>
    <w:rsid w:val="00F5051E"/>
    <w:rsid w:val="00F5602F"/>
    <w:rsid w:val="00F56B95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81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1CE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uiPriority w:val="99"/>
    <w:semiHidden/>
    <w:unhideWhenUsed/>
  </w:style>
  <w:style w:type="numbering" w:customStyle="1" w:styleId="ListNofffff">
    <w:name w:val="List No"/>
    <w:uiPriority w:val="99"/>
    <w:semiHidden/>
    <w:unhideWhenUsed/>
  </w:style>
  <w:style w:type="numbering" w:customStyle="1" w:styleId="ListNofffff0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81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1CE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2022-11-02T12:50:00Z</cp:lastPrinted>
  <dcterms:created xsi:type="dcterms:W3CDTF">2022-11-01T14:29:00Z</dcterms:created>
  <dcterms:modified xsi:type="dcterms:W3CDTF">2022-11-04T09:19:00Z</dcterms:modified>
</cp:coreProperties>
</file>