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EC9" w:rsidRDefault="00713EC9" w:rsidP="00713EC9">
      <w:pPr>
        <w:ind w:left="2160" w:firstLine="720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 xml:space="preserve">            </w:t>
      </w:r>
    </w:p>
    <w:p w:rsidR="00F67E9B" w:rsidRPr="005938D4" w:rsidRDefault="00F67E9B" w:rsidP="00F67E9B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</w:t>
      </w:r>
      <w:r w:rsidRPr="005938D4">
        <w:rPr>
          <w:b/>
          <w:sz w:val="32"/>
          <w:lang w:val="bg-BG"/>
        </w:rPr>
        <w:t>З А П О В Е Д</w:t>
      </w:r>
    </w:p>
    <w:p w:rsidR="00F67E9B" w:rsidRPr="00047616" w:rsidRDefault="00F67E9B" w:rsidP="00F67E9B">
      <w:pPr>
        <w:ind w:left="3600"/>
        <w:rPr>
          <w:b/>
          <w:sz w:val="28"/>
          <w:szCs w:val="28"/>
        </w:rPr>
      </w:pPr>
      <w:r w:rsidRPr="005E31C1">
        <w:rPr>
          <w:b/>
          <w:sz w:val="28"/>
          <w:szCs w:val="28"/>
          <w:lang w:val="bg-BG"/>
        </w:rPr>
        <w:t>№</w:t>
      </w:r>
      <w:r>
        <w:rPr>
          <w:b/>
          <w:sz w:val="28"/>
          <w:szCs w:val="28"/>
          <w:lang w:val="bg-BG"/>
        </w:rPr>
        <w:t xml:space="preserve">  ПО-</w:t>
      </w:r>
      <w:r w:rsidR="00047616">
        <w:rPr>
          <w:b/>
          <w:sz w:val="28"/>
          <w:szCs w:val="28"/>
        </w:rPr>
        <w:t>09-</w:t>
      </w:r>
      <w:r w:rsidR="00047616">
        <w:rPr>
          <w:b/>
          <w:sz w:val="28"/>
          <w:szCs w:val="28"/>
          <w:lang w:val="bg-BG"/>
        </w:rPr>
        <w:t>289</w:t>
      </w:r>
      <w:r w:rsidR="00047616">
        <w:rPr>
          <w:b/>
          <w:sz w:val="28"/>
          <w:szCs w:val="28"/>
        </w:rPr>
        <w:t>6</w:t>
      </w:r>
      <w:r w:rsidR="00047616">
        <w:rPr>
          <w:b/>
          <w:sz w:val="28"/>
          <w:szCs w:val="28"/>
          <w:lang w:val="bg-BG"/>
        </w:rPr>
        <w:t>-</w:t>
      </w:r>
      <w:r w:rsidR="00047616">
        <w:rPr>
          <w:b/>
          <w:sz w:val="28"/>
          <w:szCs w:val="28"/>
        </w:rPr>
        <w:t>7</w:t>
      </w:r>
    </w:p>
    <w:p w:rsidR="00F67E9B" w:rsidRDefault="00F67E9B" w:rsidP="00F67E9B">
      <w:pPr>
        <w:ind w:left="2880" w:firstLine="720"/>
        <w:rPr>
          <w:lang w:val="bg-BG"/>
        </w:rPr>
      </w:pPr>
      <w:r w:rsidRPr="005938D4">
        <w:rPr>
          <w:lang w:val="bg-BG"/>
        </w:rPr>
        <w:t>София</w:t>
      </w:r>
      <w:r w:rsidRPr="003F43A1">
        <w:rPr>
          <w:lang w:val="bg-BG"/>
        </w:rPr>
        <w:t>,</w:t>
      </w:r>
      <w:r w:rsidR="006E0C78">
        <w:rPr>
          <w:lang w:val="bg-BG"/>
        </w:rPr>
        <w:t>28</w:t>
      </w:r>
      <w:r>
        <w:rPr>
          <w:lang w:val="bg-BG"/>
        </w:rPr>
        <w:t>.09.2022 г.</w:t>
      </w:r>
    </w:p>
    <w:p w:rsidR="00F67E9B" w:rsidRDefault="00F67E9B" w:rsidP="00F67E9B">
      <w:pPr>
        <w:spacing w:line="360" w:lineRule="auto"/>
        <w:rPr>
          <w:lang w:val="bg-BG"/>
        </w:rPr>
      </w:pPr>
    </w:p>
    <w:p w:rsidR="00F67E9B" w:rsidRPr="00197F75" w:rsidRDefault="00F67E9B" w:rsidP="00F67E9B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5F1F7D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Pr="005F1F7D">
        <w:rPr>
          <w:lang w:val="bg-BG"/>
        </w:rPr>
        <w:t xml:space="preserve">41 от 03 </w:t>
      </w:r>
      <w:bookmarkEnd w:id="2"/>
      <w:bookmarkEnd w:id="3"/>
      <w:bookmarkEnd w:id="4"/>
      <w:r w:rsidRPr="005F1F7D">
        <w:rPr>
          <w:lang w:val="bg-BG"/>
        </w:rPr>
        <w:t>юни 2022</w:t>
      </w:r>
      <w:r>
        <w:rPr>
          <w:lang w:val="bg-BG"/>
        </w:rPr>
        <w:t xml:space="preserve">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2E0A30">
        <w:rPr>
          <w:sz w:val="26"/>
          <w:szCs w:val="26"/>
          <w:lang w:val="bg-BG"/>
        </w:rPr>
        <w:t>ПО-09-</w:t>
      </w:r>
      <w:r w:rsidR="00047616">
        <w:rPr>
          <w:sz w:val="26"/>
          <w:szCs w:val="26"/>
          <w:lang w:val="bg-BG"/>
        </w:rPr>
        <w:t>289</w:t>
      </w:r>
      <w:r w:rsidR="00047616" w:rsidRPr="00BD76DF">
        <w:rPr>
          <w:sz w:val="26"/>
          <w:szCs w:val="26"/>
          <w:lang w:val="bg-BG"/>
        </w:rPr>
        <w:t>6</w:t>
      </w:r>
      <w:r w:rsidRPr="002E0A30">
        <w:rPr>
          <w:sz w:val="26"/>
          <w:szCs w:val="26"/>
          <w:lang w:val="bg-BG"/>
        </w:rPr>
        <w:t>/</w:t>
      </w:r>
      <w:r>
        <w:rPr>
          <w:sz w:val="26"/>
          <w:szCs w:val="26"/>
          <w:lang w:val="bg-BG"/>
        </w:rPr>
        <w:t>19</w:t>
      </w:r>
      <w:r w:rsidRPr="002E0A30">
        <w:rPr>
          <w:sz w:val="26"/>
          <w:szCs w:val="26"/>
          <w:lang w:val="bg-BG"/>
        </w:rPr>
        <w:t>.0</w:t>
      </w:r>
      <w:r>
        <w:rPr>
          <w:sz w:val="26"/>
          <w:szCs w:val="26"/>
          <w:lang w:val="bg-BG"/>
        </w:rPr>
        <w:t>7</w:t>
      </w:r>
      <w:r w:rsidRPr="002E0A30">
        <w:rPr>
          <w:sz w:val="26"/>
          <w:szCs w:val="26"/>
          <w:lang w:val="bg-BG"/>
        </w:rPr>
        <w:t>.20</w:t>
      </w:r>
      <w:r>
        <w:rPr>
          <w:sz w:val="26"/>
          <w:szCs w:val="26"/>
          <w:lang w:val="bg-BG"/>
        </w:rPr>
        <w:t xml:space="preserve">22 </w:t>
      </w:r>
      <w:r w:rsidRPr="002E0A30">
        <w:rPr>
          <w:sz w:val="26"/>
          <w:szCs w:val="26"/>
          <w:lang w:val="bg-BG"/>
        </w:rPr>
        <w:t>г</w:t>
      </w:r>
      <w:r>
        <w:rPr>
          <w:sz w:val="26"/>
          <w:szCs w:val="26"/>
          <w:lang w:val="bg-BG"/>
        </w:rPr>
        <w:t>.</w:t>
      </w:r>
    </w:p>
    <w:p w:rsidR="00F67E9B" w:rsidRPr="005E31C1" w:rsidRDefault="00F67E9B" w:rsidP="00F67E9B">
      <w:pPr>
        <w:ind w:left="2880" w:firstLine="720"/>
        <w:rPr>
          <w:lang w:val="bg-BG"/>
        </w:rPr>
      </w:pPr>
    </w:p>
    <w:p w:rsidR="00F67E9B" w:rsidRPr="006A587F" w:rsidRDefault="00F67E9B" w:rsidP="00F67E9B">
      <w:pPr>
        <w:ind w:firstLine="708"/>
        <w:jc w:val="both"/>
        <w:rPr>
          <w:lang w:val="bg-BG"/>
        </w:rPr>
      </w:pPr>
    </w:p>
    <w:p w:rsidR="00F67E9B" w:rsidRPr="005938D4" w:rsidRDefault="00F67E9B" w:rsidP="00F67E9B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    </w:t>
      </w:r>
      <w:r>
        <w:rPr>
          <w:b/>
          <w:lang w:val="bg-BG"/>
        </w:rPr>
        <w:t xml:space="preserve">         </w:t>
      </w:r>
      <w:r w:rsidRPr="005938D4">
        <w:rPr>
          <w:b/>
          <w:lang w:val="bg-BG"/>
        </w:rPr>
        <w:t xml:space="preserve">  О П Р Е Д Е Л Я</w:t>
      </w:r>
      <w:r w:rsidRPr="005938D4">
        <w:rPr>
          <w:lang w:val="bg-BG"/>
        </w:rPr>
        <w:t xml:space="preserve"> </w:t>
      </w:r>
      <w:r w:rsidRPr="005938D4">
        <w:rPr>
          <w:b/>
          <w:lang w:val="bg-BG"/>
        </w:rPr>
        <w:t>М</w:t>
      </w:r>
      <w:r w:rsidRPr="005938D4">
        <w:rPr>
          <w:lang w:val="bg-BG"/>
        </w:rPr>
        <w:t>:</w:t>
      </w:r>
    </w:p>
    <w:p w:rsidR="00F67E9B" w:rsidRDefault="00F67E9B" w:rsidP="00F67E9B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 xml:space="preserve">и имоти за ползване по  </w:t>
      </w:r>
      <w:r w:rsidRPr="004A35CC">
        <w:rPr>
          <w:lang w:val="bg-BG"/>
        </w:rPr>
        <w:t>чл. 37в ал.2</w:t>
      </w:r>
      <w:r w:rsidRPr="004A35CC">
        <w:rPr>
          <w:color w:val="FF0000"/>
          <w:lang w:val="ru-RU"/>
        </w:rPr>
        <w:t xml:space="preserve"> </w:t>
      </w:r>
      <w:r>
        <w:rPr>
          <w:lang w:val="ru-RU"/>
        </w:rPr>
        <w:t xml:space="preserve">  </w:t>
      </w:r>
      <w:r w:rsidRPr="00CE78CA">
        <w:rPr>
          <w:lang w:val="bg-BG"/>
        </w:rPr>
        <w:t xml:space="preserve">от ЗСПЗЗ, разпределени в границите им съобразно, изготвеното </w:t>
      </w:r>
      <w:r w:rsidRPr="004A35CC">
        <w:rPr>
          <w:b/>
          <w:u w:val="single"/>
          <w:lang w:val="bg-BG"/>
        </w:rPr>
        <w:t>доброволно споразумение</w:t>
      </w:r>
      <w:r w:rsidRPr="004A35CC">
        <w:rPr>
          <w:u w:val="single"/>
          <w:lang w:val="bg-BG"/>
        </w:rPr>
        <w:t xml:space="preserve"> за </w:t>
      </w:r>
      <w:r w:rsidRPr="004A35CC">
        <w:rPr>
          <w:b/>
          <w:u w:val="single"/>
          <w:lang w:val="bg-BG"/>
        </w:rPr>
        <w:t>орна земя</w:t>
      </w:r>
      <w:r w:rsidRPr="004A35CC">
        <w:rPr>
          <w:u w:val="single"/>
          <w:lang w:val="bg-BG"/>
        </w:rPr>
        <w:t xml:space="preserve"> </w:t>
      </w:r>
      <w:r w:rsidR="00047616">
        <w:rPr>
          <w:lang w:val="bg-BG"/>
        </w:rPr>
        <w:t>за землището на с.Своде</w:t>
      </w:r>
      <w:r w:rsidRPr="00CE78CA">
        <w:rPr>
          <w:lang w:val="bg-BG"/>
        </w:rPr>
        <w:t xml:space="preserve">, ЕКАТТЕ </w:t>
      </w:r>
      <w:r w:rsidR="00047616">
        <w:rPr>
          <w:lang w:val="bg-BG"/>
        </w:rPr>
        <w:t>65872</w:t>
      </w:r>
      <w:r>
        <w:rPr>
          <w:lang w:val="bg-BG"/>
        </w:rPr>
        <w:t xml:space="preserve">, </w:t>
      </w:r>
      <w:r w:rsidRPr="00CE78CA">
        <w:rPr>
          <w:lang w:val="bg-BG"/>
        </w:rPr>
        <w:t xml:space="preserve">общ. </w:t>
      </w:r>
      <w:r>
        <w:rPr>
          <w:lang w:val="bg-BG"/>
        </w:rPr>
        <w:t>Правец</w:t>
      </w:r>
      <w:r w:rsidRPr="00CE78CA">
        <w:rPr>
          <w:lang w:val="bg-BG"/>
        </w:rPr>
        <w:t xml:space="preserve">, област </w:t>
      </w:r>
      <w:r>
        <w:rPr>
          <w:lang w:val="bg-BG"/>
        </w:rPr>
        <w:t>София</w:t>
      </w:r>
      <w:r w:rsidRPr="00CE78CA">
        <w:rPr>
          <w:lang w:val="bg-BG"/>
        </w:rPr>
        <w:t>, за стопанската 20</w:t>
      </w:r>
      <w:r>
        <w:rPr>
          <w:lang w:val="bg-BG"/>
        </w:rPr>
        <w:t>22</w:t>
      </w:r>
      <w:r w:rsidRPr="00CE78CA">
        <w:rPr>
          <w:lang w:val="bg-BG"/>
        </w:rPr>
        <w:t xml:space="preserve"> – 20</w:t>
      </w:r>
      <w:r>
        <w:rPr>
          <w:lang w:val="bg-BG"/>
        </w:rPr>
        <w:t>23</w:t>
      </w:r>
      <w:r w:rsidRPr="00CE78CA">
        <w:rPr>
          <w:lang w:val="bg-BG"/>
        </w:rPr>
        <w:t xml:space="preserve"> година, както следва:</w:t>
      </w:r>
    </w:p>
    <w:p w:rsidR="00F67E9B" w:rsidRPr="005938D4" w:rsidRDefault="00F67E9B" w:rsidP="00F67E9B">
      <w:pPr>
        <w:ind w:firstLine="709"/>
        <w:jc w:val="center"/>
        <w:rPr>
          <w:lang w:val="ru-RU"/>
        </w:rPr>
      </w:pPr>
    </w:p>
    <w:p w:rsidR="00F67E9B" w:rsidRPr="005938D4" w:rsidRDefault="00F67E9B" w:rsidP="00F67E9B">
      <w:pPr>
        <w:ind w:firstLine="720"/>
        <w:jc w:val="both"/>
        <w:rPr>
          <w:lang w:val="bg-BG"/>
        </w:rPr>
      </w:pPr>
    </w:p>
    <w:tbl>
      <w:tblPr>
        <w:tblW w:w="926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9"/>
        <w:gridCol w:w="916"/>
        <w:gridCol w:w="785"/>
        <w:gridCol w:w="1023"/>
        <w:gridCol w:w="892"/>
        <w:gridCol w:w="902"/>
        <w:gridCol w:w="1176"/>
      </w:tblGrid>
      <w:tr w:rsidR="00F67E9B" w:rsidRPr="00BD76DF" w:rsidTr="00047616">
        <w:trPr>
          <w:trHeight w:val="765"/>
          <w:jc w:val="center"/>
        </w:trPr>
        <w:tc>
          <w:tcPr>
            <w:tcW w:w="3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9B" w:rsidRPr="00345A3B" w:rsidRDefault="00F67E9B" w:rsidP="00047616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ПОЛЗВАТЕЛ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9B" w:rsidRPr="00345A3B" w:rsidRDefault="00F67E9B" w:rsidP="00047616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МАСИВ №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9B" w:rsidRPr="00345A3B" w:rsidRDefault="00F67E9B" w:rsidP="00047616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9B" w:rsidRPr="00345A3B" w:rsidRDefault="00F67E9B" w:rsidP="00047616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ИМОТ ПО ЧЛ. 37В, АЛ 3, Т.2, ОТ ЗСПЗЗ</w:t>
            </w:r>
          </w:p>
        </w:tc>
      </w:tr>
      <w:tr w:rsidR="00F67E9B" w:rsidRPr="00BD76DF" w:rsidTr="00047616">
        <w:trPr>
          <w:trHeight w:val="1020"/>
          <w:jc w:val="center"/>
        </w:trPr>
        <w:tc>
          <w:tcPr>
            <w:tcW w:w="3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E9B" w:rsidRPr="00345A3B" w:rsidRDefault="00F67E9B" w:rsidP="00047616">
            <w:pPr>
              <w:rPr>
                <w:b/>
                <w:sz w:val="18"/>
                <w:lang w:val="bg-BG" w:eastAsia="bg-BG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E9B" w:rsidRPr="00345A3B" w:rsidRDefault="00F67E9B" w:rsidP="00047616">
            <w:pPr>
              <w:jc w:val="center"/>
              <w:rPr>
                <w:b/>
                <w:sz w:val="18"/>
                <w:lang w:val="bg-BG" w:eastAsia="bg-BG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9B" w:rsidRPr="00345A3B" w:rsidRDefault="00F67E9B" w:rsidP="00047616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№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9B" w:rsidRPr="00345A3B" w:rsidRDefault="00F67E9B" w:rsidP="00047616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ПЛОЩ ДКА.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9B" w:rsidRPr="00345A3B" w:rsidRDefault="00F67E9B" w:rsidP="00047616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№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9B" w:rsidRPr="00345A3B" w:rsidRDefault="00F67E9B" w:rsidP="00047616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ПЛОЩ ДКА.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9B" w:rsidRPr="00345A3B" w:rsidRDefault="00F67E9B" w:rsidP="00047616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ДЪЛЖИМО РЕНТНО ПЛАЩАНЕ В ЛВ.</w:t>
            </w:r>
          </w:p>
        </w:tc>
      </w:tr>
      <w:tr w:rsidR="00C00663" w:rsidRPr="00EF3588" w:rsidTr="00047616">
        <w:trPr>
          <w:trHeight w:val="171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ВАЛЕРИ АНАТОЛИЕВ АТАНАСОВ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21.19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4.338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52.06</w:t>
            </w:r>
          </w:p>
        </w:tc>
      </w:tr>
      <w:tr w:rsidR="00C00663" w:rsidRPr="006A587F" w:rsidTr="00047616">
        <w:trPr>
          <w:trHeight w:val="138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ВАЛЕРИ АНАТОЛИЕВ АТАНАСОВ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3.588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6A587F" w:rsidTr="00047616">
        <w:trPr>
          <w:trHeight w:val="184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ВАЛЕРИ АНАТОЛИЕВ АТАНАСОВ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2.719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6A587F" w:rsidTr="00047616">
        <w:trPr>
          <w:trHeight w:val="244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ВАЛЕРИ АНАТОЛИЕВ АТАНАСОВ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1.152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6A587F" w:rsidTr="00047616">
        <w:trPr>
          <w:trHeight w:val="134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ВАЛЕРИ АНАТОЛИЕВ АТАНАСОВ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0.245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6A587F" w:rsidTr="00047616">
        <w:trPr>
          <w:trHeight w:val="265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b/>
                <w:bCs/>
                <w:sz w:val="18"/>
                <w:szCs w:val="18"/>
              </w:rPr>
              <w:t>7.704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b/>
                <w:bCs/>
                <w:sz w:val="18"/>
                <w:szCs w:val="18"/>
              </w:rPr>
              <w:t>4.338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b/>
                <w:bCs/>
                <w:sz w:val="18"/>
                <w:szCs w:val="18"/>
              </w:rPr>
              <w:t>52.06</w:t>
            </w:r>
          </w:p>
        </w:tc>
      </w:tr>
      <w:tr w:rsidR="00C00663" w:rsidRPr="006A587F" w:rsidTr="00047616">
        <w:trPr>
          <w:trHeight w:val="14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2.651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31.82</w:t>
            </w:r>
          </w:p>
        </w:tc>
      </w:tr>
      <w:tr w:rsidR="00C00663" w:rsidRPr="006A587F" w:rsidTr="00047616">
        <w:trPr>
          <w:trHeight w:val="20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1.780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6A587F" w:rsidTr="00047616">
        <w:trPr>
          <w:trHeight w:val="246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1.483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17.80</w:t>
            </w:r>
          </w:p>
        </w:tc>
      </w:tr>
      <w:tr w:rsidR="00C00663" w:rsidRPr="006A587F" w:rsidTr="00047616">
        <w:trPr>
          <w:trHeight w:val="136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1.418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6A587F" w:rsidTr="00047616">
        <w:trPr>
          <w:trHeight w:val="182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1.266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6A587F" w:rsidTr="00047616">
        <w:trPr>
          <w:trHeight w:val="242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13.24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1.124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13.49</w:t>
            </w:r>
          </w:p>
        </w:tc>
      </w:tr>
      <w:tr w:rsidR="00C00663" w:rsidRPr="00EF3588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13.19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1.119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13.43</w:t>
            </w:r>
          </w:p>
        </w:tc>
      </w:tr>
      <w:tr w:rsidR="00C00663" w:rsidRPr="00EF3588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1.036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EF3588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EF3588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13.18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0.898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10.77</w:t>
            </w:r>
          </w:p>
        </w:tc>
      </w:tr>
      <w:tr w:rsidR="00C00663" w:rsidRPr="00EF3588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0.855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10.26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0.640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7.69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0.376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0.232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2.79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0.771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9.26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0.723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8.68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lastRenderedPageBreak/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13.22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27.59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13.23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23.96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0.076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0.069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0.069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0.83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ЖИВКО ХРИСТОВ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0.052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0.63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b/>
                <w:bCs/>
                <w:sz w:val="18"/>
                <w:szCs w:val="18"/>
              </w:rPr>
              <w:t>10.766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b/>
                <w:bCs/>
                <w:sz w:val="18"/>
                <w:szCs w:val="18"/>
              </w:rPr>
              <w:t>14.915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b/>
                <w:bCs/>
                <w:sz w:val="18"/>
                <w:szCs w:val="18"/>
              </w:rPr>
              <w:t>178.98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6.988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6.846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6.810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5.485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3.706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3.417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3.171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2.933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35.19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2.380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28.57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9.16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2.162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25.94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2.157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25.88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9.22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1.750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21.00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1.023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0.682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0.644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9.10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6.00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9.32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0.481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5.77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4.79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9.12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3.60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3.59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1.874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1.918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1.151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1.1090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1.047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12.56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1.1091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8.07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2.084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1.919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1.356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6.749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18.1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1.402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0.920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18.3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0.863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10.11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4.529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10.12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3.586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10.9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2.863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2.723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10.10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1.790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1.273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10.7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0.478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5.74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0.470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9.709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3.649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lastRenderedPageBreak/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2.947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2.360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6.00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2.749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32.99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1.878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17.13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1.188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0.685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8.22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0.638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0.620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8.997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6.996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5.351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4.642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55.70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3.922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3.871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3.790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3.710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2.692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23.98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1.758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1.202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14.16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0.910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10.92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0.873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0.577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3.642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3.674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3.56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2.628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31.54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3.55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2.056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3.53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2.023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3.643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1.840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1.770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1.710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3.54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1.591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5.345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5.211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3.885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3.874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3.389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3.379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2.966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2.264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1.866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1.197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7.14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0.870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10.44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4.245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50.94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3.114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8.3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2.850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8.8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1.712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1.517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1.322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0.938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8.7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0.740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9.015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4.447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15.13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3.843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2.702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32.42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2.687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1.854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lastRenderedPageBreak/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1.804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1.791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21.49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1.788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0.905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0.883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10.59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3.058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2.905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2.141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1.925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1.886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1.675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20.10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1.672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19.18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1.642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19.71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1.577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1.107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13.28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19.16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11.99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0.974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19.8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0.827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9.92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19.17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0.824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9.89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19.9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0.564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6.77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19.19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0.548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6.58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19.7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0.413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4.95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0.404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19.14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0.395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5.984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5.281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16.24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3.653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43.83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16.22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3.317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39.80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16.21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0.974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11.69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0.150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16.19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0.031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0.38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10.113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121.35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5.401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16.19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5.230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62.76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4.777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3.876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2.767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33.21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16.14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2.723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32.68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2.676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16.20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1.877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22.52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16.10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1.858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22.30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1.829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21.95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1.579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1.030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0.812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16.15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0.731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8.77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0.705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16.21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0.481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5.78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15.1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2.947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4.126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3.090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37.08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3.077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1.412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16.94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21.6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12.10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ИВАН НИКОЛОВ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0.832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b/>
                <w:bCs/>
                <w:sz w:val="18"/>
                <w:szCs w:val="18"/>
              </w:rPr>
              <w:t>323.502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b/>
                <w:bCs/>
                <w:sz w:val="18"/>
                <w:szCs w:val="18"/>
              </w:rPr>
              <w:t>95.282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b/>
                <w:bCs/>
                <w:sz w:val="18"/>
                <w:szCs w:val="18"/>
              </w:rPr>
              <w:t>1143.39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МИРОСЛАВ НИКОЛАЕВ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21.885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5.920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МИРОСЛАВ НИКОЛАЕВ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3.214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МИРОСЛАВ НИКОЛАЕВ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2.803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МИРОСЛАВ НИКОЛАЕВ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2.758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МИРОСЛАВ НИКОЛАЕВ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21.21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2.745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32.94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МИРОСЛАВ НИКОЛАЕВ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21.23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22.78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МИРОСЛАВ НИКОЛАЕВ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21.24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1.826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21.91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МИРОСЛАВ НИКОЛАЕВ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21.26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0.908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10.90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b/>
                <w:bCs/>
                <w:sz w:val="18"/>
                <w:szCs w:val="18"/>
              </w:rPr>
              <w:t>14.695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b/>
                <w:bCs/>
                <w:sz w:val="18"/>
                <w:szCs w:val="18"/>
              </w:rPr>
              <w:t>7.378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b/>
                <w:bCs/>
                <w:sz w:val="18"/>
                <w:szCs w:val="18"/>
              </w:rPr>
              <w:t>88.53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ПЕТЪР ИВАНОВ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3.361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3.021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lastRenderedPageBreak/>
              <w:t>ПЕТЪР ИВАНОВ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1.722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1.741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ПЕТЪР ИВАНОВ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3.358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1.285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ПЕТЪР ИВАНОВ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3.360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1.173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ПЕТЪР ИВАНОВ ИВАНОВ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3.1002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0.343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4.12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b/>
                <w:bCs/>
                <w:sz w:val="18"/>
                <w:szCs w:val="18"/>
              </w:rPr>
              <w:t>7.220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b/>
                <w:bCs/>
                <w:sz w:val="18"/>
                <w:szCs w:val="18"/>
              </w:rPr>
              <w:t>0.343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b/>
                <w:bCs/>
                <w:sz w:val="18"/>
                <w:szCs w:val="18"/>
              </w:rPr>
              <w:t>4.12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18.10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1.780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18.9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1.559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18.11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1.483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17.79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3.955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14.39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3.828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1.129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0.251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3.01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4.125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12.822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1.610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1.457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4.125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3.960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4.123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2.597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31.16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1.208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sz w:val="18"/>
                <w:szCs w:val="18"/>
              </w:rPr>
              <w:t>14.50</w:t>
            </w:r>
          </w:p>
        </w:tc>
      </w:tr>
      <w:tr w:rsidR="00C00663" w:rsidRPr="00345A3B" w:rsidTr="00047616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b/>
                <w:bCs/>
                <w:sz w:val="18"/>
                <w:szCs w:val="18"/>
              </w:rPr>
              <w:t>24.317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b/>
                <w:bCs/>
                <w:sz w:val="18"/>
                <w:szCs w:val="18"/>
              </w:rPr>
              <w:t>6.738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165">
              <w:rPr>
                <w:rFonts w:ascii="Arial" w:hAnsi="Arial" w:cs="Arial"/>
                <w:b/>
                <w:bCs/>
                <w:sz w:val="18"/>
                <w:szCs w:val="18"/>
              </w:rPr>
              <w:t>80.85</w:t>
            </w:r>
          </w:p>
        </w:tc>
      </w:tr>
      <w:tr w:rsidR="00C00663" w:rsidRPr="00345A3B" w:rsidTr="00C8655C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за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землището</w:t>
            </w:r>
            <w:r w:rsidRPr="0064016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640165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1479CC" w:rsidRDefault="001479CC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1479CC">
              <w:rPr>
                <w:rFonts w:ascii="Arial" w:hAnsi="Arial" w:cs="Arial"/>
                <w:b/>
                <w:sz w:val="18"/>
                <w:szCs w:val="18"/>
                <w:lang w:val="bg-BG"/>
              </w:rPr>
              <w:t>388.204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1479CC" w:rsidRDefault="00C00663" w:rsidP="00C8655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1479CC" w:rsidRDefault="001479CC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1479CC">
              <w:rPr>
                <w:rFonts w:ascii="Arial" w:hAnsi="Arial" w:cs="Arial"/>
                <w:b/>
                <w:sz w:val="18"/>
                <w:szCs w:val="18"/>
                <w:lang w:val="bg-BG"/>
              </w:rPr>
              <w:t>128.994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0663" w:rsidRPr="001479CC" w:rsidRDefault="001479CC" w:rsidP="00C8655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1479CC">
              <w:rPr>
                <w:rFonts w:ascii="Arial" w:hAnsi="Arial" w:cs="Arial"/>
                <w:b/>
                <w:sz w:val="18"/>
                <w:szCs w:val="18"/>
                <w:lang w:val="bg-BG"/>
              </w:rPr>
              <w:t>1547.93</w:t>
            </w:r>
          </w:p>
        </w:tc>
      </w:tr>
    </w:tbl>
    <w:p w:rsidR="00347CDD" w:rsidRDefault="00347CDD" w:rsidP="00CE2CF4">
      <w:pPr>
        <w:ind w:firstLine="720"/>
        <w:jc w:val="both"/>
        <w:textAlignment w:val="center"/>
        <w:rPr>
          <w:lang w:val="bg-BG"/>
        </w:rPr>
      </w:pPr>
    </w:p>
    <w:p w:rsidR="00CE2CF4" w:rsidRDefault="00CE2CF4" w:rsidP="00CE2CF4">
      <w:pPr>
        <w:ind w:firstLine="720"/>
        <w:jc w:val="both"/>
        <w:textAlignment w:val="center"/>
        <w:rPr>
          <w:lang w:val="bg-BG"/>
        </w:rPr>
      </w:pPr>
      <w:r>
        <w:rPr>
          <w:lang w:val="bg-BG"/>
        </w:rPr>
        <w:t>Н</w:t>
      </w:r>
      <w:r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>
        <w:rPr>
          <w:lang w:val="bg-BG"/>
        </w:rPr>
        <w:t>“</w:t>
      </w:r>
    </w:p>
    <w:p w:rsidR="00CE2CF4" w:rsidRDefault="00CE2CF4" w:rsidP="00CE2CF4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  <w:t>Заповедта може да бъде обжалвана в 14-дневен срок по реда на Административно-процесуалния кодекс.Обжалването на заповедта не спира изпълнението й.</w:t>
      </w:r>
    </w:p>
    <w:p w:rsidR="00CE2CF4" w:rsidRDefault="00CE2CF4" w:rsidP="00CE2CF4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  <w:t>Ползвателите на земеделски земи са длъжни да внес</w:t>
      </w:r>
      <w:r>
        <w:rPr>
          <w:lang w:val="bg-BG"/>
        </w:rPr>
        <w:t>а</w:t>
      </w:r>
      <w:r>
        <w:rPr>
          <w:lang w:val="ru-RU"/>
        </w:rPr>
        <w:t>т по сметка за чужди средства в областна дирекция "Земеделие" – София област</w:t>
      </w:r>
      <w:r>
        <w:rPr>
          <w:b/>
          <w:lang w:val="ru-RU"/>
        </w:rPr>
        <w:t xml:space="preserve">, Банка: УниКредитБулбанк,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сумата в размер на средното годишно рентно плащане за землището </w:t>
      </w:r>
      <w:r>
        <w:rPr>
          <w:b/>
          <w:lang w:val="ru-RU"/>
        </w:rPr>
        <w:t>в срок до три месеца</w:t>
      </w:r>
      <w:r>
        <w:rPr>
          <w:lang w:val="ru-RU"/>
        </w:rPr>
        <w:t xml:space="preserve"> от публикуване на заповедта.</w:t>
      </w:r>
    </w:p>
    <w:p w:rsidR="00CE2CF4" w:rsidRDefault="00CE2CF4" w:rsidP="00CE2CF4">
      <w:pPr>
        <w:jc w:val="both"/>
        <w:rPr>
          <w:i/>
          <w:lang w:val="ru-RU"/>
        </w:rPr>
      </w:pPr>
      <w:r>
        <w:rPr>
          <w:i/>
          <w:lang w:val="ru-RU"/>
        </w:rPr>
        <w:t xml:space="preserve">      </w:t>
      </w:r>
      <w:r>
        <w:rPr>
          <w:i/>
          <w:lang w:val="ru-RU"/>
        </w:rPr>
        <w:tab/>
        <w:t xml:space="preserve">За ползвател който не е заплатил сумите за ползваните земи по чл.37в ал. 3 т. 2 от ЗСПЗЗ, съгласно заповедта по ал. 4, </w:t>
      </w:r>
      <w:r>
        <w:rPr>
          <w:b/>
          <w:i/>
          <w:lang w:val="ru-RU"/>
        </w:rPr>
        <w:t>се прилага чл. 37в, ал. 7 от ЗСПЗЗ.</w:t>
      </w:r>
    </w:p>
    <w:p w:rsidR="00CE2CF4" w:rsidRDefault="00CE2CF4" w:rsidP="00CE2CF4">
      <w:pPr>
        <w:jc w:val="both"/>
        <w:rPr>
          <w:i/>
          <w:lang w:val="ru-RU"/>
        </w:rPr>
      </w:pPr>
      <w:r>
        <w:rPr>
          <w:i/>
          <w:lang w:val="ru-RU"/>
        </w:rPr>
        <w:t xml:space="preserve">     </w:t>
      </w:r>
      <w:r>
        <w:rPr>
          <w:i/>
          <w:lang w:val="ru-RU"/>
        </w:rPr>
        <w:tab/>
        <w:t>Заповедта влиза в сила по отношение на съответния ползвател при изпълнение на условието по чл.72 ал.1 от ППЗСПЗЗ.</w:t>
      </w:r>
    </w:p>
    <w:p w:rsidR="00CE2CF4" w:rsidRDefault="00CE2CF4" w:rsidP="00CE2CF4">
      <w:pPr>
        <w:ind w:firstLine="709"/>
        <w:jc w:val="both"/>
        <w:rPr>
          <w:lang w:val="ru-RU"/>
        </w:rPr>
      </w:pPr>
      <w:r>
        <w:rPr>
          <w:lang w:val="ru-RU"/>
        </w:rPr>
        <w:t xml:space="preserve"> Копие от заповедта да бъде връ</w:t>
      </w:r>
      <w:r w:rsidR="005D6004">
        <w:rPr>
          <w:lang w:val="ru-RU"/>
        </w:rPr>
        <w:t>чена на началника на ОСЗ –Правец</w:t>
      </w:r>
      <w:r>
        <w:rPr>
          <w:lang w:val="ru-RU"/>
        </w:rPr>
        <w:t xml:space="preserve"> и на пре</w:t>
      </w:r>
      <w:r w:rsidR="005D6004">
        <w:rPr>
          <w:lang w:val="ru-RU"/>
        </w:rPr>
        <w:t>дставителите на община Правец</w:t>
      </w:r>
      <w:r>
        <w:rPr>
          <w:lang w:val="ru-RU"/>
        </w:rPr>
        <w:t xml:space="preserve"> и кметство с.</w:t>
      </w:r>
      <w:r w:rsidR="00047616">
        <w:rPr>
          <w:lang w:val="bg-BG"/>
        </w:rPr>
        <w:t>Своде</w:t>
      </w:r>
      <w:r>
        <w:rPr>
          <w:lang w:val="ru-RU"/>
        </w:rPr>
        <w:t>, участници в комисията – за сведение и изпълнение.</w:t>
      </w:r>
    </w:p>
    <w:p w:rsidR="00CE2CF4" w:rsidRDefault="00CE2CF4" w:rsidP="00CE2CF4">
      <w:pPr>
        <w:ind w:firstLine="709"/>
        <w:jc w:val="both"/>
        <w:rPr>
          <w:lang w:val="bg-BG"/>
        </w:rPr>
      </w:pPr>
      <w:bookmarkStart w:id="5" w:name="_Hlk83646044"/>
      <w:r>
        <w:rPr>
          <w:lang w:val="bg-BG"/>
        </w:rPr>
        <w:tab/>
        <w:t xml:space="preserve">Контрола по изпълнение на настоящата заповед ще упражнявам лично. </w:t>
      </w:r>
    </w:p>
    <w:p w:rsidR="00CE2CF4" w:rsidRDefault="00CE2CF4" w:rsidP="00CE2CF4">
      <w:pPr>
        <w:jc w:val="both"/>
        <w:rPr>
          <w:lang w:val="bg-BG"/>
        </w:rPr>
      </w:pPr>
    </w:p>
    <w:p w:rsidR="00CE2CF4" w:rsidRDefault="00CE2CF4" w:rsidP="00CE2CF4">
      <w:pPr>
        <w:jc w:val="both"/>
        <w:rPr>
          <w:lang w:val="bg-BG"/>
        </w:rPr>
      </w:pPr>
    </w:p>
    <w:p w:rsidR="00CE2CF4" w:rsidRDefault="00CE2CF4" w:rsidP="00CE2CF4">
      <w:pPr>
        <w:ind w:firstLine="709"/>
        <w:jc w:val="both"/>
        <w:rPr>
          <w:u w:val="single"/>
          <w:lang w:val="bg-BG"/>
        </w:rPr>
      </w:pPr>
    </w:p>
    <w:p w:rsidR="00CE2CF4" w:rsidRDefault="00CE2CF4" w:rsidP="00CE2CF4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BD76DF">
        <w:rPr>
          <w:b/>
          <w:lang w:val="bg-BG"/>
        </w:rPr>
        <w:t xml:space="preserve">   /П/</w:t>
      </w:r>
      <w:bookmarkStart w:id="6" w:name="_GoBack"/>
      <w:bookmarkEnd w:id="6"/>
    </w:p>
    <w:p w:rsidR="00CE2CF4" w:rsidRDefault="00CE2CF4" w:rsidP="00CE2CF4">
      <w:pPr>
        <w:rPr>
          <w:i/>
          <w:lang w:val="bg-BG"/>
        </w:rPr>
      </w:pPr>
      <w:r>
        <w:rPr>
          <w:i/>
          <w:lang w:val="bg-BG"/>
        </w:rPr>
        <w:t>главен директор на ГД"Аграрно развитие"</w:t>
      </w:r>
    </w:p>
    <w:p w:rsidR="00CE2CF4" w:rsidRDefault="00CE2CF4" w:rsidP="00CE2CF4">
      <w:pPr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CE2CF4" w:rsidRDefault="00CE2CF4" w:rsidP="00CE2CF4">
      <w:pPr>
        <w:rPr>
          <w:i/>
          <w:lang w:val="bg-BG"/>
        </w:rPr>
      </w:pPr>
      <w:r>
        <w:rPr>
          <w:i/>
          <w:lang w:val="bg-BG"/>
        </w:rPr>
        <w:t>София област</w:t>
      </w:r>
    </w:p>
    <w:p w:rsidR="00CE2CF4" w:rsidRDefault="00CE2CF4" w:rsidP="00CE2CF4">
      <w:pPr>
        <w:rPr>
          <w:i/>
          <w:iCs/>
          <w:sz w:val="20"/>
          <w:lang w:val="bg-BG"/>
        </w:rPr>
      </w:pPr>
      <w:r>
        <w:rPr>
          <w:i/>
          <w:iCs/>
          <w:sz w:val="20"/>
          <w:lang w:val="bg-BG"/>
        </w:rPr>
        <w:t>(</w:t>
      </w:r>
      <w:r w:rsidRPr="00BD76DF">
        <w:rPr>
          <w:rFonts w:ascii="Consolas" w:hAnsi="Consolas"/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/>
          <w:iCs/>
          <w:sz w:val="20"/>
          <w:lang w:val="bg-BG"/>
        </w:rPr>
        <w:t>)</w:t>
      </w:r>
    </w:p>
    <w:p w:rsidR="00CE2CF4" w:rsidRDefault="00CE2CF4" w:rsidP="00CE2CF4">
      <w:pPr>
        <w:rPr>
          <w:i/>
          <w:lang w:val="bg-BG"/>
        </w:rPr>
      </w:pPr>
    </w:p>
    <w:p w:rsidR="00CE2CF4" w:rsidRDefault="00CE2CF4" w:rsidP="00CE2CF4">
      <w:pPr>
        <w:rPr>
          <w:i/>
          <w:lang w:val="bg-BG"/>
        </w:rPr>
      </w:pPr>
    </w:p>
    <w:bookmarkEnd w:id="5"/>
    <w:p w:rsidR="00CC75A7" w:rsidRDefault="00CC75A7" w:rsidP="00CE2CF4">
      <w:pPr>
        <w:ind w:firstLine="720"/>
        <w:jc w:val="both"/>
        <w:textAlignment w:val="center"/>
        <w:rPr>
          <w:lang w:val="bg-BG"/>
        </w:rPr>
      </w:pPr>
    </w:p>
    <w:sectPr w:rsidR="00CC75A7" w:rsidSect="00664127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284" w:right="1134" w:bottom="249" w:left="1276" w:header="839" w:footer="10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67A" w:rsidRDefault="00C5067A">
      <w:r>
        <w:separator/>
      </w:r>
    </w:p>
  </w:endnote>
  <w:endnote w:type="continuationSeparator" w:id="0">
    <w:p w:rsidR="00C5067A" w:rsidRDefault="00C50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Franklin Gothic Medium Cond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616" w:rsidRDefault="00DF4871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4761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47616" w:rsidRDefault="00047616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616" w:rsidRPr="00713EC9" w:rsidRDefault="00DF4871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="00047616"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BD76DF">
      <w:rPr>
        <w:rStyle w:val="PageNumber"/>
        <w:noProof/>
        <w:sz w:val="18"/>
      </w:rPr>
      <w:t>5</w:t>
    </w:r>
    <w:r w:rsidRPr="00713EC9">
      <w:rPr>
        <w:rStyle w:val="PageNumber"/>
        <w:sz w:val="18"/>
      </w:rPr>
      <w:fldChar w:fldCharType="end"/>
    </w:r>
  </w:p>
  <w:p w:rsidR="00047616" w:rsidRPr="00664127" w:rsidRDefault="00047616" w:rsidP="00664127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664127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664127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664127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047616" w:rsidRPr="00664127" w:rsidRDefault="00047616" w:rsidP="00664127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664127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047616" w:rsidRPr="00835BBA" w:rsidRDefault="00047616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616" w:rsidRPr="00664127" w:rsidRDefault="00047616" w:rsidP="00664127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664127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664127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664127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047616" w:rsidRPr="00664127" w:rsidRDefault="00047616" w:rsidP="00664127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664127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047616" w:rsidRPr="00664127" w:rsidRDefault="00047616" w:rsidP="00664127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67A" w:rsidRDefault="00C5067A">
      <w:r>
        <w:separator/>
      </w:r>
    </w:p>
  </w:footnote>
  <w:footnote w:type="continuationSeparator" w:id="0">
    <w:p w:rsidR="00C5067A" w:rsidRDefault="00C50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616" w:rsidRPr="005B69F7" w:rsidRDefault="00047616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47616" w:rsidRPr="005B69F7" w:rsidRDefault="00C5067A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49" type="#_x0000_t32" style="position:absolute;left:0;text-align:left;margin-left:53.05pt;margin-top:.65pt;width:0;height:48.2pt;z-index:251658240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047616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047616" w:rsidRPr="0023186B" w:rsidRDefault="0004761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047616" w:rsidRPr="00983B22" w:rsidRDefault="0004761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047616" w:rsidRPr="00983B22" w:rsidRDefault="00047616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07E70"/>
    <w:rsid w:val="00013A9F"/>
    <w:rsid w:val="00020405"/>
    <w:rsid w:val="00031A1D"/>
    <w:rsid w:val="00047616"/>
    <w:rsid w:val="00051D85"/>
    <w:rsid w:val="0005217F"/>
    <w:rsid w:val="000637C4"/>
    <w:rsid w:val="00067CA3"/>
    <w:rsid w:val="0009344D"/>
    <w:rsid w:val="00094932"/>
    <w:rsid w:val="000A519D"/>
    <w:rsid w:val="000A5B88"/>
    <w:rsid w:val="000B3E95"/>
    <w:rsid w:val="000C5047"/>
    <w:rsid w:val="000E2804"/>
    <w:rsid w:val="000E46A8"/>
    <w:rsid w:val="000F0C9B"/>
    <w:rsid w:val="000F691D"/>
    <w:rsid w:val="0010044E"/>
    <w:rsid w:val="00113853"/>
    <w:rsid w:val="0013647C"/>
    <w:rsid w:val="00137F32"/>
    <w:rsid w:val="001479CC"/>
    <w:rsid w:val="00155469"/>
    <w:rsid w:val="00157D1E"/>
    <w:rsid w:val="00164A60"/>
    <w:rsid w:val="00171E77"/>
    <w:rsid w:val="001738C2"/>
    <w:rsid w:val="00173A32"/>
    <w:rsid w:val="00175BDF"/>
    <w:rsid w:val="001850C9"/>
    <w:rsid w:val="0018761D"/>
    <w:rsid w:val="001A06E4"/>
    <w:rsid w:val="001A0CFA"/>
    <w:rsid w:val="001A1BA3"/>
    <w:rsid w:val="001A1C66"/>
    <w:rsid w:val="001B4BA5"/>
    <w:rsid w:val="001C530A"/>
    <w:rsid w:val="001D31E5"/>
    <w:rsid w:val="001F68C3"/>
    <w:rsid w:val="0020653E"/>
    <w:rsid w:val="00212573"/>
    <w:rsid w:val="00220A6A"/>
    <w:rsid w:val="00224C72"/>
    <w:rsid w:val="00225E60"/>
    <w:rsid w:val="00226FCD"/>
    <w:rsid w:val="0023186B"/>
    <w:rsid w:val="00233D09"/>
    <w:rsid w:val="00236727"/>
    <w:rsid w:val="0024276E"/>
    <w:rsid w:val="00243915"/>
    <w:rsid w:val="002639F4"/>
    <w:rsid w:val="00266D04"/>
    <w:rsid w:val="002725F6"/>
    <w:rsid w:val="0027756D"/>
    <w:rsid w:val="00291439"/>
    <w:rsid w:val="00291BDD"/>
    <w:rsid w:val="002A10AF"/>
    <w:rsid w:val="002A77F5"/>
    <w:rsid w:val="002C5874"/>
    <w:rsid w:val="002D3B8A"/>
    <w:rsid w:val="002E25EF"/>
    <w:rsid w:val="002F2872"/>
    <w:rsid w:val="002F58B2"/>
    <w:rsid w:val="003015D9"/>
    <w:rsid w:val="003140CD"/>
    <w:rsid w:val="00325630"/>
    <w:rsid w:val="003261FD"/>
    <w:rsid w:val="0033321F"/>
    <w:rsid w:val="00334F0E"/>
    <w:rsid w:val="0033555F"/>
    <w:rsid w:val="003361C6"/>
    <w:rsid w:val="00343C03"/>
    <w:rsid w:val="00343DD9"/>
    <w:rsid w:val="00345A2F"/>
    <w:rsid w:val="00345A3B"/>
    <w:rsid w:val="00347CDD"/>
    <w:rsid w:val="00352944"/>
    <w:rsid w:val="0035485C"/>
    <w:rsid w:val="0035766D"/>
    <w:rsid w:val="003623C0"/>
    <w:rsid w:val="003813FC"/>
    <w:rsid w:val="0038518E"/>
    <w:rsid w:val="003A6165"/>
    <w:rsid w:val="003A7442"/>
    <w:rsid w:val="003B6B61"/>
    <w:rsid w:val="003C2E20"/>
    <w:rsid w:val="003D27F5"/>
    <w:rsid w:val="003D48FB"/>
    <w:rsid w:val="003E2A7C"/>
    <w:rsid w:val="003E7141"/>
    <w:rsid w:val="003F12AE"/>
    <w:rsid w:val="003F43A1"/>
    <w:rsid w:val="00401145"/>
    <w:rsid w:val="0040201E"/>
    <w:rsid w:val="00430352"/>
    <w:rsid w:val="0043766A"/>
    <w:rsid w:val="004424DB"/>
    <w:rsid w:val="00443D11"/>
    <w:rsid w:val="00446795"/>
    <w:rsid w:val="00454CDE"/>
    <w:rsid w:val="00456A83"/>
    <w:rsid w:val="004636D0"/>
    <w:rsid w:val="00463733"/>
    <w:rsid w:val="00471AF4"/>
    <w:rsid w:val="00496975"/>
    <w:rsid w:val="004A6050"/>
    <w:rsid w:val="004A6B7F"/>
    <w:rsid w:val="004B10BF"/>
    <w:rsid w:val="004C1675"/>
    <w:rsid w:val="004C3144"/>
    <w:rsid w:val="004C4B62"/>
    <w:rsid w:val="004C662A"/>
    <w:rsid w:val="004D0193"/>
    <w:rsid w:val="004E31E0"/>
    <w:rsid w:val="004E3BDE"/>
    <w:rsid w:val="004E5FEF"/>
    <w:rsid w:val="004E5FF6"/>
    <w:rsid w:val="004F5882"/>
    <w:rsid w:val="004F765C"/>
    <w:rsid w:val="0051429F"/>
    <w:rsid w:val="00522D1E"/>
    <w:rsid w:val="0052692D"/>
    <w:rsid w:val="00533524"/>
    <w:rsid w:val="00535D58"/>
    <w:rsid w:val="00536F7E"/>
    <w:rsid w:val="00542B79"/>
    <w:rsid w:val="00544517"/>
    <w:rsid w:val="005509CA"/>
    <w:rsid w:val="005604AC"/>
    <w:rsid w:val="005622DF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C40F2"/>
    <w:rsid w:val="005D2C61"/>
    <w:rsid w:val="005D42C6"/>
    <w:rsid w:val="005D6004"/>
    <w:rsid w:val="005D6987"/>
    <w:rsid w:val="005D7788"/>
    <w:rsid w:val="005E0108"/>
    <w:rsid w:val="005E31C1"/>
    <w:rsid w:val="005E5F37"/>
    <w:rsid w:val="005F18B8"/>
    <w:rsid w:val="005F1F7D"/>
    <w:rsid w:val="005F293D"/>
    <w:rsid w:val="005F3A9D"/>
    <w:rsid w:val="006001E7"/>
    <w:rsid w:val="00600678"/>
    <w:rsid w:val="00602A0B"/>
    <w:rsid w:val="00606C01"/>
    <w:rsid w:val="00617A58"/>
    <w:rsid w:val="00623B38"/>
    <w:rsid w:val="00631E48"/>
    <w:rsid w:val="006359F1"/>
    <w:rsid w:val="00643898"/>
    <w:rsid w:val="00645F78"/>
    <w:rsid w:val="00654315"/>
    <w:rsid w:val="00655668"/>
    <w:rsid w:val="00664127"/>
    <w:rsid w:val="006655C6"/>
    <w:rsid w:val="006727E9"/>
    <w:rsid w:val="006728A7"/>
    <w:rsid w:val="0068465C"/>
    <w:rsid w:val="00687C4C"/>
    <w:rsid w:val="006A2EB5"/>
    <w:rsid w:val="006A3970"/>
    <w:rsid w:val="006A587F"/>
    <w:rsid w:val="006A760F"/>
    <w:rsid w:val="006B0B9A"/>
    <w:rsid w:val="006B282B"/>
    <w:rsid w:val="006B5D1E"/>
    <w:rsid w:val="006B7386"/>
    <w:rsid w:val="006C1BE4"/>
    <w:rsid w:val="006C5E63"/>
    <w:rsid w:val="006E0C78"/>
    <w:rsid w:val="006E1608"/>
    <w:rsid w:val="006E2F1D"/>
    <w:rsid w:val="006F0945"/>
    <w:rsid w:val="006F4B12"/>
    <w:rsid w:val="006F5952"/>
    <w:rsid w:val="00703AAB"/>
    <w:rsid w:val="00707D11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739CE"/>
    <w:rsid w:val="00781F58"/>
    <w:rsid w:val="00785809"/>
    <w:rsid w:val="00787497"/>
    <w:rsid w:val="007947AE"/>
    <w:rsid w:val="00794F6B"/>
    <w:rsid w:val="007964C9"/>
    <w:rsid w:val="007A06D3"/>
    <w:rsid w:val="007A6290"/>
    <w:rsid w:val="007B4B8A"/>
    <w:rsid w:val="007C38E0"/>
    <w:rsid w:val="007C49BC"/>
    <w:rsid w:val="007C7BF9"/>
    <w:rsid w:val="007D05C7"/>
    <w:rsid w:val="007D07CD"/>
    <w:rsid w:val="007D6450"/>
    <w:rsid w:val="007F2BAB"/>
    <w:rsid w:val="007F76C2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74AD"/>
    <w:rsid w:val="00842BDB"/>
    <w:rsid w:val="008438F9"/>
    <w:rsid w:val="0085348A"/>
    <w:rsid w:val="0086367E"/>
    <w:rsid w:val="00871654"/>
    <w:rsid w:val="00883AE2"/>
    <w:rsid w:val="00893776"/>
    <w:rsid w:val="008A1BBB"/>
    <w:rsid w:val="008B0206"/>
    <w:rsid w:val="008B1300"/>
    <w:rsid w:val="008D2703"/>
    <w:rsid w:val="008E0E45"/>
    <w:rsid w:val="008E3109"/>
    <w:rsid w:val="008F3A6E"/>
    <w:rsid w:val="008F523E"/>
    <w:rsid w:val="00902DEE"/>
    <w:rsid w:val="00914E3B"/>
    <w:rsid w:val="00931B42"/>
    <w:rsid w:val="00931DA6"/>
    <w:rsid w:val="00936425"/>
    <w:rsid w:val="00944D1B"/>
    <w:rsid w:val="00945150"/>
    <w:rsid w:val="00946D85"/>
    <w:rsid w:val="00956CD8"/>
    <w:rsid w:val="00974546"/>
    <w:rsid w:val="009803EE"/>
    <w:rsid w:val="00982369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D2D6F"/>
    <w:rsid w:val="009D555E"/>
    <w:rsid w:val="009E7D8E"/>
    <w:rsid w:val="009F2A96"/>
    <w:rsid w:val="00A05DB4"/>
    <w:rsid w:val="00A23BFD"/>
    <w:rsid w:val="00A2419F"/>
    <w:rsid w:val="00A36C2A"/>
    <w:rsid w:val="00A46576"/>
    <w:rsid w:val="00A56EBD"/>
    <w:rsid w:val="00A60000"/>
    <w:rsid w:val="00A60928"/>
    <w:rsid w:val="00A74EBA"/>
    <w:rsid w:val="00A75898"/>
    <w:rsid w:val="00A76B02"/>
    <w:rsid w:val="00A806FD"/>
    <w:rsid w:val="00A81D1A"/>
    <w:rsid w:val="00A86175"/>
    <w:rsid w:val="00A908FE"/>
    <w:rsid w:val="00A92CFD"/>
    <w:rsid w:val="00A974AA"/>
    <w:rsid w:val="00AA37E5"/>
    <w:rsid w:val="00AB53BB"/>
    <w:rsid w:val="00AB69B7"/>
    <w:rsid w:val="00AB798C"/>
    <w:rsid w:val="00AC123D"/>
    <w:rsid w:val="00AC6688"/>
    <w:rsid w:val="00AD13E8"/>
    <w:rsid w:val="00AD2747"/>
    <w:rsid w:val="00AD31FE"/>
    <w:rsid w:val="00AD3A76"/>
    <w:rsid w:val="00AD6705"/>
    <w:rsid w:val="00AD6B30"/>
    <w:rsid w:val="00AD7D68"/>
    <w:rsid w:val="00AE6009"/>
    <w:rsid w:val="00B020F2"/>
    <w:rsid w:val="00B02AEB"/>
    <w:rsid w:val="00B0679E"/>
    <w:rsid w:val="00B14BA2"/>
    <w:rsid w:val="00B4496C"/>
    <w:rsid w:val="00B45C14"/>
    <w:rsid w:val="00B54180"/>
    <w:rsid w:val="00B65B7A"/>
    <w:rsid w:val="00B929CC"/>
    <w:rsid w:val="00B97B20"/>
    <w:rsid w:val="00BA5128"/>
    <w:rsid w:val="00BC0B35"/>
    <w:rsid w:val="00BC45FC"/>
    <w:rsid w:val="00BD1BCF"/>
    <w:rsid w:val="00BD5937"/>
    <w:rsid w:val="00BD76DF"/>
    <w:rsid w:val="00BE215C"/>
    <w:rsid w:val="00BE4052"/>
    <w:rsid w:val="00BF7D33"/>
    <w:rsid w:val="00C00663"/>
    <w:rsid w:val="00C00904"/>
    <w:rsid w:val="00C02136"/>
    <w:rsid w:val="00C06313"/>
    <w:rsid w:val="00C120B5"/>
    <w:rsid w:val="00C2025A"/>
    <w:rsid w:val="00C21ACE"/>
    <w:rsid w:val="00C34BD9"/>
    <w:rsid w:val="00C34FAA"/>
    <w:rsid w:val="00C37346"/>
    <w:rsid w:val="00C41B72"/>
    <w:rsid w:val="00C44A5E"/>
    <w:rsid w:val="00C473A4"/>
    <w:rsid w:val="00C5067A"/>
    <w:rsid w:val="00C70CB9"/>
    <w:rsid w:val="00C812C3"/>
    <w:rsid w:val="00C878E9"/>
    <w:rsid w:val="00CA17DF"/>
    <w:rsid w:val="00CA3258"/>
    <w:rsid w:val="00CA35D5"/>
    <w:rsid w:val="00CA3D8C"/>
    <w:rsid w:val="00CA41E3"/>
    <w:rsid w:val="00CA7A14"/>
    <w:rsid w:val="00CC3231"/>
    <w:rsid w:val="00CC671B"/>
    <w:rsid w:val="00CC75A7"/>
    <w:rsid w:val="00CD06EB"/>
    <w:rsid w:val="00CD6A9A"/>
    <w:rsid w:val="00CE2CF4"/>
    <w:rsid w:val="00CE47C7"/>
    <w:rsid w:val="00CE5345"/>
    <w:rsid w:val="00CE78CA"/>
    <w:rsid w:val="00CF1702"/>
    <w:rsid w:val="00CF334D"/>
    <w:rsid w:val="00CF3E38"/>
    <w:rsid w:val="00D00BD9"/>
    <w:rsid w:val="00D10B5A"/>
    <w:rsid w:val="00D117C6"/>
    <w:rsid w:val="00D1214A"/>
    <w:rsid w:val="00D13F65"/>
    <w:rsid w:val="00D21567"/>
    <w:rsid w:val="00D259F5"/>
    <w:rsid w:val="00D30D14"/>
    <w:rsid w:val="00D450FA"/>
    <w:rsid w:val="00D472F6"/>
    <w:rsid w:val="00D4743D"/>
    <w:rsid w:val="00D52682"/>
    <w:rsid w:val="00D61AE4"/>
    <w:rsid w:val="00D67B1F"/>
    <w:rsid w:val="00D71A31"/>
    <w:rsid w:val="00D742E5"/>
    <w:rsid w:val="00D7472F"/>
    <w:rsid w:val="00D75876"/>
    <w:rsid w:val="00D81065"/>
    <w:rsid w:val="00D81D3E"/>
    <w:rsid w:val="00D83F12"/>
    <w:rsid w:val="00D86C51"/>
    <w:rsid w:val="00D94649"/>
    <w:rsid w:val="00DA5FC2"/>
    <w:rsid w:val="00DA6215"/>
    <w:rsid w:val="00DA6AFB"/>
    <w:rsid w:val="00DB0831"/>
    <w:rsid w:val="00DB47C4"/>
    <w:rsid w:val="00DC0D0B"/>
    <w:rsid w:val="00DC4AA8"/>
    <w:rsid w:val="00DE22EE"/>
    <w:rsid w:val="00DF4871"/>
    <w:rsid w:val="00E02ED9"/>
    <w:rsid w:val="00E033AB"/>
    <w:rsid w:val="00E05705"/>
    <w:rsid w:val="00E14211"/>
    <w:rsid w:val="00E14AEE"/>
    <w:rsid w:val="00E237A5"/>
    <w:rsid w:val="00E276F4"/>
    <w:rsid w:val="00E42029"/>
    <w:rsid w:val="00E52E11"/>
    <w:rsid w:val="00E5627C"/>
    <w:rsid w:val="00E609AD"/>
    <w:rsid w:val="00E61682"/>
    <w:rsid w:val="00E6220A"/>
    <w:rsid w:val="00E71875"/>
    <w:rsid w:val="00E71BA4"/>
    <w:rsid w:val="00E7445E"/>
    <w:rsid w:val="00E75DA6"/>
    <w:rsid w:val="00E76BF6"/>
    <w:rsid w:val="00E97C69"/>
    <w:rsid w:val="00EA3B1F"/>
    <w:rsid w:val="00EA778C"/>
    <w:rsid w:val="00EB44A1"/>
    <w:rsid w:val="00EB4DB7"/>
    <w:rsid w:val="00EE1A25"/>
    <w:rsid w:val="00EE2FF9"/>
    <w:rsid w:val="00EF3588"/>
    <w:rsid w:val="00EF61F2"/>
    <w:rsid w:val="00EF7441"/>
    <w:rsid w:val="00F04B0A"/>
    <w:rsid w:val="00F06BC9"/>
    <w:rsid w:val="00F138C9"/>
    <w:rsid w:val="00F37E58"/>
    <w:rsid w:val="00F519B0"/>
    <w:rsid w:val="00F63931"/>
    <w:rsid w:val="00F66A0E"/>
    <w:rsid w:val="00F670A1"/>
    <w:rsid w:val="00F67E9B"/>
    <w:rsid w:val="00F72CF1"/>
    <w:rsid w:val="00F7674E"/>
    <w:rsid w:val="00F77810"/>
    <w:rsid w:val="00F86AE3"/>
    <w:rsid w:val="00F87F77"/>
    <w:rsid w:val="00F90604"/>
    <w:rsid w:val="00F95DCD"/>
    <w:rsid w:val="00FA10EE"/>
    <w:rsid w:val="00FA4106"/>
    <w:rsid w:val="00FB2631"/>
    <w:rsid w:val="00FB3A94"/>
    <w:rsid w:val="00FB775A"/>
    <w:rsid w:val="00FD129D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 "/>
  <w14:docId w14:val="30A388D6"/>
  <w15:docId w15:val="{38F0ACBB-5528-4410-97A5-C434F9441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97C69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link w:val="Heading2Char"/>
    <w:qFormat/>
    <w:rsid w:val="00E97C69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E97C69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E97C69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  <w:rsid w:val="00655668"/>
  </w:style>
  <w:style w:type="numbering" w:customStyle="1" w:styleId="ListNo2">
    <w:name w:val="List No"/>
    <w:uiPriority w:val="99"/>
    <w:semiHidden/>
    <w:unhideWhenUsed/>
    <w:rsid w:val="00C812C3"/>
  </w:style>
  <w:style w:type="numbering" w:customStyle="1" w:styleId="ListNo3">
    <w:name w:val="List No"/>
    <w:uiPriority w:val="99"/>
    <w:semiHidden/>
    <w:unhideWhenUsed/>
    <w:rsid w:val="00643898"/>
  </w:style>
  <w:style w:type="numbering" w:customStyle="1" w:styleId="ListNo4">
    <w:name w:val="List No"/>
    <w:uiPriority w:val="99"/>
    <w:semiHidden/>
    <w:unhideWhenUsed/>
    <w:rsid w:val="00643898"/>
  </w:style>
  <w:style w:type="numbering" w:customStyle="1" w:styleId="ListNo5">
    <w:name w:val="List No"/>
    <w:uiPriority w:val="99"/>
    <w:semiHidden/>
    <w:unhideWhenUsed/>
    <w:rsid w:val="005509CA"/>
  </w:style>
  <w:style w:type="numbering" w:customStyle="1" w:styleId="ListNo6">
    <w:name w:val="List No"/>
    <w:uiPriority w:val="99"/>
    <w:semiHidden/>
    <w:unhideWhenUsed/>
    <w:rsid w:val="005509CA"/>
  </w:style>
  <w:style w:type="paragraph" w:styleId="Header">
    <w:name w:val="header"/>
    <w:basedOn w:val="Normal"/>
    <w:rsid w:val="00E97C6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97C6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E97C69"/>
    <w:pPr>
      <w:jc w:val="both"/>
    </w:pPr>
    <w:rPr>
      <w:lang w:val="bg-BG"/>
    </w:rPr>
  </w:style>
  <w:style w:type="paragraph" w:styleId="BodyText2">
    <w:name w:val="Body Text 2"/>
    <w:basedOn w:val="Normal"/>
    <w:rsid w:val="00E97C69"/>
    <w:pPr>
      <w:jc w:val="both"/>
    </w:pPr>
    <w:rPr>
      <w:lang w:val="bg-BG"/>
    </w:rPr>
  </w:style>
  <w:style w:type="character" w:styleId="Hyperlink">
    <w:name w:val="Hyperlink"/>
    <w:uiPriority w:val="99"/>
    <w:rsid w:val="00E97C6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6"/>
    <w:uiPriority w:val="99"/>
    <w:semiHidden/>
    <w:unhideWhenUsed/>
    <w:rsid w:val="005A2287"/>
  </w:style>
  <w:style w:type="numbering" w:customStyle="1" w:styleId="NoList2">
    <w:name w:val="No List2"/>
    <w:next w:val="ListNo6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Heading1Char">
    <w:name w:val="Heading 1 Char"/>
    <w:basedOn w:val="DefaultParagraphFont"/>
    <w:link w:val="Heading1"/>
    <w:rsid w:val="00DC0D0B"/>
    <w:rPr>
      <w:rFonts w:ascii="Bookman Old Style" w:hAnsi="Bookman Old Style"/>
      <w:b/>
      <w:spacing w:val="30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DC0D0B"/>
    <w:rPr>
      <w:sz w:val="24"/>
      <w:szCs w:val="24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BC63F-24A7-496A-B79C-F2B8ED21C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5</Pages>
  <Words>1811</Words>
  <Characters>10328</Characters>
  <Application>Microsoft Office Word</Application>
  <DocSecurity>0</DocSecurity>
  <Lines>86</Lines>
  <Paragraphs>24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21</cp:revision>
  <cp:lastPrinted>2021-09-27T13:21:00Z</cp:lastPrinted>
  <dcterms:created xsi:type="dcterms:W3CDTF">2022-09-26T09:29:00Z</dcterms:created>
  <dcterms:modified xsi:type="dcterms:W3CDTF">2022-09-29T08:03:00Z</dcterms:modified>
</cp:coreProperties>
</file>