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C9B" w:rsidRPr="005938D4" w:rsidRDefault="000F0C9B" w:rsidP="00D755D8">
      <w:pPr>
        <w:tabs>
          <w:tab w:val="left" w:pos="8775"/>
        </w:tabs>
        <w:rPr>
          <w:b/>
          <w:sz w:val="32"/>
          <w:lang w:val="bg-BG"/>
        </w:rPr>
      </w:pPr>
    </w:p>
    <w:p w:rsidR="00454CDE" w:rsidRPr="005938D4" w:rsidRDefault="000D16E0" w:rsidP="000D16E0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CC75A7" w:rsidRDefault="00454CDE" w:rsidP="000D16E0">
      <w:pPr>
        <w:ind w:left="3600"/>
        <w:rPr>
          <w:b/>
          <w:sz w:val="28"/>
          <w:szCs w:val="28"/>
          <w:lang w:val="bg-BG"/>
        </w:rPr>
      </w:pPr>
      <w:r w:rsidRPr="005E31C1">
        <w:rPr>
          <w:b/>
          <w:sz w:val="28"/>
          <w:szCs w:val="28"/>
          <w:lang w:val="bg-BG"/>
        </w:rPr>
        <w:t>№</w:t>
      </w:r>
      <w:r w:rsidR="00B0679E">
        <w:rPr>
          <w:b/>
          <w:sz w:val="28"/>
          <w:szCs w:val="28"/>
          <w:lang w:val="bg-BG"/>
        </w:rPr>
        <w:t xml:space="preserve">  </w:t>
      </w:r>
      <w:r w:rsidR="000D16E0">
        <w:rPr>
          <w:b/>
          <w:sz w:val="28"/>
          <w:szCs w:val="28"/>
          <w:lang w:val="bg-BG"/>
        </w:rPr>
        <w:t>ПО-2895-5</w:t>
      </w:r>
    </w:p>
    <w:p w:rsidR="00D21567" w:rsidRDefault="00454CDE" w:rsidP="000D16E0">
      <w:pPr>
        <w:ind w:left="2880" w:firstLine="720"/>
        <w:rPr>
          <w:lang w:val="bg-BG"/>
        </w:rPr>
      </w:pPr>
      <w:r w:rsidRPr="005938D4">
        <w:rPr>
          <w:lang w:val="bg-BG"/>
        </w:rPr>
        <w:t>София</w:t>
      </w:r>
      <w:r w:rsidRPr="003F43A1">
        <w:rPr>
          <w:lang w:val="bg-BG"/>
        </w:rPr>
        <w:t>,</w:t>
      </w:r>
      <w:r w:rsidR="000D16E0">
        <w:rPr>
          <w:lang w:val="bg-BG"/>
        </w:rPr>
        <w:t>26.09.2022 г.</w:t>
      </w:r>
    </w:p>
    <w:p w:rsidR="005F1F7D" w:rsidRDefault="005F1F7D" w:rsidP="005F1F7D">
      <w:pPr>
        <w:spacing w:line="360" w:lineRule="auto"/>
        <w:rPr>
          <w:lang w:val="bg-BG"/>
        </w:rPr>
      </w:pPr>
    </w:p>
    <w:p w:rsidR="005F1F7D" w:rsidRPr="00197F75" w:rsidRDefault="005F1F7D" w:rsidP="005F1F7D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5F1F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5F1F7D">
        <w:rPr>
          <w:lang w:val="bg-BG"/>
        </w:rPr>
        <w:t xml:space="preserve">41 от 03 </w:t>
      </w:r>
      <w:bookmarkEnd w:id="2"/>
      <w:bookmarkEnd w:id="3"/>
      <w:bookmarkEnd w:id="4"/>
      <w:r w:rsidRPr="005F1F7D">
        <w:rPr>
          <w:lang w:val="bg-BG"/>
        </w:rPr>
        <w:t>юни 2022</w:t>
      </w:r>
      <w:r>
        <w:rPr>
          <w:lang w:val="bg-BG"/>
        </w:rPr>
        <w:t xml:space="preserve">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2E0A30">
        <w:rPr>
          <w:sz w:val="26"/>
          <w:szCs w:val="26"/>
          <w:lang w:val="bg-BG"/>
        </w:rPr>
        <w:t>ПО-09-</w:t>
      </w:r>
      <w:r w:rsidR="00521999">
        <w:rPr>
          <w:sz w:val="26"/>
          <w:szCs w:val="26"/>
          <w:lang w:val="bg-BG"/>
        </w:rPr>
        <w:t>2895</w:t>
      </w:r>
      <w:r w:rsidRPr="002E0A30">
        <w:rPr>
          <w:sz w:val="26"/>
          <w:szCs w:val="26"/>
          <w:lang w:val="bg-BG"/>
        </w:rPr>
        <w:t>/</w:t>
      </w:r>
      <w:r>
        <w:rPr>
          <w:sz w:val="26"/>
          <w:szCs w:val="26"/>
          <w:lang w:val="bg-BG"/>
        </w:rPr>
        <w:t>19</w:t>
      </w:r>
      <w:r w:rsidRPr="002E0A30">
        <w:rPr>
          <w:sz w:val="26"/>
          <w:szCs w:val="26"/>
          <w:lang w:val="bg-BG"/>
        </w:rPr>
        <w:t>.0</w:t>
      </w:r>
      <w:r>
        <w:rPr>
          <w:sz w:val="26"/>
          <w:szCs w:val="26"/>
          <w:lang w:val="bg-BG"/>
        </w:rPr>
        <w:t>7</w:t>
      </w:r>
      <w:r w:rsidRPr="002E0A30">
        <w:rPr>
          <w:sz w:val="26"/>
          <w:szCs w:val="26"/>
          <w:lang w:val="bg-BG"/>
        </w:rPr>
        <w:t>.20</w:t>
      </w:r>
      <w:r>
        <w:rPr>
          <w:sz w:val="26"/>
          <w:szCs w:val="26"/>
          <w:lang w:val="bg-BG"/>
        </w:rPr>
        <w:t xml:space="preserve">22 </w:t>
      </w:r>
      <w:r w:rsidRPr="002E0A30">
        <w:rPr>
          <w:sz w:val="26"/>
          <w:szCs w:val="26"/>
          <w:lang w:val="bg-BG"/>
        </w:rPr>
        <w:t>г</w:t>
      </w:r>
      <w:r>
        <w:rPr>
          <w:sz w:val="26"/>
          <w:szCs w:val="26"/>
          <w:lang w:val="bg-BG"/>
        </w:rPr>
        <w:t>.</w:t>
      </w:r>
    </w:p>
    <w:p w:rsidR="00CC75A7" w:rsidRPr="005E31C1" w:rsidRDefault="00CC75A7" w:rsidP="00BE4052">
      <w:pPr>
        <w:ind w:left="2880" w:firstLine="720"/>
        <w:rPr>
          <w:lang w:val="bg-BG"/>
        </w:rPr>
      </w:pP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</w:t>
      </w:r>
      <w:r w:rsidR="00AC6688">
        <w:rPr>
          <w:b/>
          <w:lang w:val="bg-BG"/>
        </w:rPr>
        <w:t xml:space="preserve">         </w:t>
      </w:r>
      <w:r w:rsidR="003813FC" w:rsidRPr="005938D4">
        <w:rPr>
          <w:b/>
          <w:lang w:val="bg-BG"/>
        </w:rPr>
        <w:t xml:space="preserve">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5F1F7D" w:rsidRDefault="005F1F7D" w:rsidP="005F1F7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 xml:space="preserve">и имоти за ползване по  </w:t>
      </w:r>
      <w:r w:rsidRPr="004A35CC">
        <w:rPr>
          <w:lang w:val="bg-BG"/>
        </w:rPr>
        <w:t>чл. 37в ал.2</w:t>
      </w:r>
      <w:r w:rsidRPr="004A35CC">
        <w:rPr>
          <w:color w:val="FF0000"/>
          <w:lang w:val="ru-RU"/>
        </w:rPr>
        <w:t xml:space="preserve"> </w:t>
      </w:r>
      <w:r>
        <w:rPr>
          <w:lang w:val="ru-RU"/>
        </w:rPr>
        <w:t xml:space="preserve">  </w:t>
      </w:r>
      <w:r w:rsidRPr="00CE78CA">
        <w:rPr>
          <w:lang w:val="bg-BG"/>
        </w:rPr>
        <w:t xml:space="preserve">от ЗСПЗЗ, разпределени в границите им съобразно, изготвеното </w:t>
      </w:r>
      <w:r w:rsidRPr="004A35CC">
        <w:rPr>
          <w:b/>
          <w:u w:val="single"/>
          <w:lang w:val="bg-BG"/>
        </w:rPr>
        <w:t>доброволно споразумение</w:t>
      </w:r>
      <w:r w:rsidRPr="004A35CC">
        <w:rPr>
          <w:u w:val="single"/>
          <w:lang w:val="bg-BG"/>
        </w:rPr>
        <w:t xml:space="preserve"> за </w:t>
      </w:r>
      <w:r w:rsidRPr="004A35CC">
        <w:rPr>
          <w:b/>
          <w:u w:val="single"/>
          <w:lang w:val="bg-BG"/>
        </w:rPr>
        <w:t>орна земя</w:t>
      </w:r>
      <w:r w:rsidRPr="004A35CC">
        <w:rPr>
          <w:u w:val="single"/>
          <w:lang w:val="bg-BG"/>
        </w:rPr>
        <w:t xml:space="preserve"> </w:t>
      </w:r>
      <w:r w:rsidR="00521999">
        <w:rPr>
          <w:lang w:val="bg-BG"/>
        </w:rPr>
        <w:t>за землището на с.Разлив</w:t>
      </w:r>
      <w:r w:rsidRPr="00CE78CA">
        <w:rPr>
          <w:lang w:val="bg-BG"/>
        </w:rPr>
        <w:t xml:space="preserve">, ЕКАТТЕ </w:t>
      </w:r>
      <w:r w:rsidR="00521999">
        <w:rPr>
          <w:lang w:val="bg-BG"/>
        </w:rPr>
        <w:t>61807</w:t>
      </w:r>
      <w:r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>
        <w:rPr>
          <w:lang w:val="bg-BG"/>
        </w:rPr>
        <w:t>22</w:t>
      </w:r>
      <w:r w:rsidRPr="00CE78CA">
        <w:rPr>
          <w:lang w:val="bg-BG"/>
        </w:rPr>
        <w:t xml:space="preserve"> – 20</w:t>
      </w:r>
      <w:r>
        <w:rPr>
          <w:lang w:val="bg-BG"/>
        </w:rPr>
        <w:t>23</w:t>
      </w:r>
      <w:r w:rsidRPr="00CE78CA">
        <w:rPr>
          <w:lang w:val="bg-BG"/>
        </w:rPr>
        <w:t xml:space="preserve"> година, както следва: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D4743D" w:rsidRPr="005938D4" w:rsidRDefault="00D4743D" w:rsidP="005745ED">
      <w:pPr>
        <w:ind w:firstLine="720"/>
        <w:jc w:val="both"/>
        <w:rPr>
          <w:lang w:val="bg-BG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916"/>
        <w:gridCol w:w="785"/>
        <w:gridCol w:w="1023"/>
        <w:gridCol w:w="892"/>
        <w:gridCol w:w="902"/>
        <w:gridCol w:w="1176"/>
      </w:tblGrid>
      <w:tr w:rsidR="00D4743D" w:rsidRPr="002F62F4" w:rsidTr="00345A3B">
        <w:trPr>
          <w:trHeight w:val="765"/>
          <w:jc w:val="center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D81065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D4743D" w:rsidRPr="002F62F4" w:rsidTr="00CC75A7">
        <w:trPr>
          <w:trHeight w:val="1020"/>
          <w:jc w:val="center"/>
        </w:trPr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345A3B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43D" w:rsidRPr="00345A3B" w:rsidRDefault="00D4743D" w:rsidP="005938D4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743D" w:rsidRPr="00345A3B" w:rsidRDefault="00345A3B" w:rsidP="005938D4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997E89" w:rsidRPr="00EF3588" w:rsidTr="00CC75A7">
        <w:trPr>
          <w:trHeight w:val="171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5.015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150.46</w:t>
            </w:r>
          </w:p>
        </w:tc>
      </w:tr>
      <w:tr w:rsidR="00997E89" w:rsidRPr="006A587F" w:rsidTr="00CC75A7">
        <w:trPr>
          <w:trHeight w:val="13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6A587F" w:rsidTr="00CC75A7">
        <w:trPr>
          <w:trHeight w:val="18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6A587F" w:rsidTr="00CC75A7">
        <w:trPr>
          <w:trHeight w:val="24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66.03</w:t>
            </w:r>
          </w:p>
        </w:tc>
      </w:tr>
      <w:tr w:rsidR="00997E89" w:rsidRPr="006A587F" w:rsidTr="00CC75A7">
        <w:trPr>
          <w:trHeight w:val="13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6A587F" w:rsidTr="00CC75A7">
        <w:trPr>
          <w:trHeight w:val="265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6A587F" w:rsidTr="00CC75A7">
        <w:trPr>
          <w:trHeight w:val="14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6A587F" w:rsidTr="00CC75A7">
        <w:trPr>
          <w:trHeight w:val="20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6A587F" w:rsidTr="00CC75A7">
        <w:trPr>
          <w:trHeight w:val="24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6A587F" w:rsidTr="00CC75A7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6A587F" w:rsidTr="00CC75A7">
        <w:trPr>
          <w:trHeight w:val="18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29.48</w:t>
            </w:r>
          </w:p>
        </w:tc>
      </w:tr>
      <w:tr w:rsidR="00997E89" w:rsidRPr="006A587F" w:rsidTr="00CC75A7">
        <w:trPr>
          <w:trHeight w:val="24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16.55</w:t>
            </w:r>
          </w:p>
        </w:tc>
      </w:tr>
      <w:tr w:rsidR="00997E89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</w:tr>
      <w:tr w:rsidR="00997E89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EF3588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74.61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6.007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180.21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95.99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61.139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56.38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50.88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25.32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16.06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14.79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125.91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4.186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125.59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74.04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2.127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63.80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63.67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67.46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62.64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53.98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48.91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48.77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45.15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67.28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39.09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67.27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69.61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62.152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32.94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 ЕКОПРОДУКТИ"ООД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43.882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72.215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2166.44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5.792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5.640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5.223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5.049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4.236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127.07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118.74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3.537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1.631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48.92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37.98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"АГРОЛЕНД 2020"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100.089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18.135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544.05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65.16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45.06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45.05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7.89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1.986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59.58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20.225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20.222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20.224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20.221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30.85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26.97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20.363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21.49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20.219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21.03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20.218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20.220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11.67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8.94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3.66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20.362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0.011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38.92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6.090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38.91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5.961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4.568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4.259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127.77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38.68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104.43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38.90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38.84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68.78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38.157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38.42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59.70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38.69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38.89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38.88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38.87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38.86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23.94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38.74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38.85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38.93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38.131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38.95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117.75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55.59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26.67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7.103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4.457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4.173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4.025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119.97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3.525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104.85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96.15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90.00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41.91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41.93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41.77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23.98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41.90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8.56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4.393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54.74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40.451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3.56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8.167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5.041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4.408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2.062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61.85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45.57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37.44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55.62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55.73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55.44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"БУЛФИН" ЕООД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490.737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71.727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2151.82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97.56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24.67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19.01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9.827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6.450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6.418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6.074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182.22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5.392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5.117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4.794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5.564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23.06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7.773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127.65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4.050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17.97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0.854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25.62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3.649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18.76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12.85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13.507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4.307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4.154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118.25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44.39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20.85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9.550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3.610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4.022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24.75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23.69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18.87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14.74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11.68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1.969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59.08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48.106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18.70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"ЛАМИТ" ООД - ГР.БОТЕВГРАД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348.978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39.547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1186.40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ВАСИЛКА ИЛЧЕВА ИВАНОВА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4.009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0.500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15.00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80.98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60.51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1.873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56.20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45.06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73.14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33.09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33.07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25.09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20.94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4.833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4.202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3.502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90.09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2.644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79.33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26.97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26.01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18.73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20.400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12.07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4.353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52.145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4.872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146.17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4.514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50.80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43.85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39.28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33.67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90.42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69.16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2.094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62.81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28.67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73.28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52.46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37.72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65.11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12.04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7.92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89.97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47.178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54.23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1.585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43.47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35.85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32.59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31.38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47.181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24.00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23.94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47.97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47.64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47.101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47.176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47.241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47.175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7.01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47.59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47.177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3.58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6.190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5.917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177.52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47.179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4.014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120.42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3.661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47.159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47.180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47.86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47.200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47.201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47.75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47.174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47.215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ВЕНЕЛИН ЦЕНОВ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47.160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373.825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85.336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2560.09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8.808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2.317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69.51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4.153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2.814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35.101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64.40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20.88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19.09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20.186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20.189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1.823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20.190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20.188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20.187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36.32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4.361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10.134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2.083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62.50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46.32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0.176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3.62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МАРИН ТОДОРОВ МАРИНОВ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129.697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10.755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322.66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МАРИО ЦВЕТЕЛИНОВ НИКОЛОВ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2.941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1.070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32.10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10.097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6.396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6.209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4.372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89.42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48.67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1.744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24.55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48.68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0.289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65.68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30.69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88.89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2.683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50.94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29.35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26.33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48.106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0.057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20.380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48.116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НИНА ИВАНОВА НЕНОВА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48.56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102.217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18.388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551.65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10.888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10.526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9.981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8.698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7.263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5.741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5.139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4.938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4.918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4.710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4.680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4.398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4.369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4.155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4.009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3.585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3.305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3.239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2.784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2.636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44.104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69.71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1.607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44.9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78.75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23.97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11.86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43.34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5.187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2.641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54.71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53.67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25.80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54.113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20.225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39.36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39.37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39.199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39.198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39.197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ПАВЛЕТА ДИМИТРОВА ТОМОВА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39.195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250.925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12.788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383.63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5.194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4.919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4.431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2.790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49.22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70.94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2.218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49.51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49.35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49.42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11.016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75.18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14.08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75.26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8.293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6.873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6.297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5.710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5.337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4.670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3.597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2.593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77.79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50.31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30.03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50.120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24.82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50.17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2.177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5.43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12.08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49.52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49.1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РУМЕН ВАСИЛЕВ ВАСИЛЕВ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1.640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178.091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10.730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321.89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2.335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70.04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57.98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44.92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54.62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29.10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21.73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54.60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54.45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lastRenderedPageBreak/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54.55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54.38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8.85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33.87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32.71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8.93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8.92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8.73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14.63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8.81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14.05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8.90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8.86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8.87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8.94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8.74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7.53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8.83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0.240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8.82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6.87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8.84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8.75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2.67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8.77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55.130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2.592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3.330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14.28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44.23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18.468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17.362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BF7B6A" w:rsidRDefault="00997E89" w:rsidP="00316EDB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7B6A">
              <w:rPr>
                <w:rFonts w:ascii="Arial" w:hAnsi="Arial" w:cs="Arial"/>
                <w:b/>
                <w:bCs/>
                <w:sz w:val="18"/>
                <w:szCs w:val="18"/>
              </w:rPr>
              <w:t>520.85</w:t>
            </w:r>
          </w:p>
        </w:tc>
      </w:tr>
      <w:tr w:rsidR="00997E89" w:rsidRPr="00345A3B" w:rsidTr="00CC75A7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997E89" w:rsidRDefault="00997E89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997E89">
              <w:rPr>
                <w:rFonts w:ascii="Arial" w:hAnsi="Arial" w:cs="Arial"/>
                <w:b/>
                <w:sz w:val="18"/>
                <w:szCs w:val="18"/>
                <w:lang w:val="bg-BG"/>
              </w:rPr>
              <w:t>ОБЩО за землището</w:t>
            </w:r>
            <w:r w:rsidRPr="00997E89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997E89">
              <w:rPr>
                <w:rFonts w:ascii="Arial" w:hAnsi="Arial" w:cs="Arial"/>
                <w:b/>
                <w:sz w:val="18"/>
                <w:szCs w:val="18"/>
                <w:lang w:val="bg-BG"/>
              </w:rPr>
              <w:t>дка</w:t>
            </w:r>
            <w:r w:rsidRPr="00997E89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0F4A99" w:rsidRDefault="00997E89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0F4A99" w:rsidRDefault="00997E89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0D16E0" w:rsidRDefault="000D16E0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0D16E0">
              <w:rPr>
                <w:rFonts w:ascii="Arial" w:hAnsi="Arial" w:cs="Arial"/>
                <w:b/>
                <w:sz w:val="18"/>
                <w:szCs w:val="18"/>
                <w:lang w:val="bg-BG"/>
              </w:rPr>
              <w:t>2043.859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0D16E0" w:rsidRDefault="00997E89" w:rsidP="00931DA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0D16E0" w:rsidRDefault="000D16E0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0D16E0">
              <w:rPr>
                <w:rFonts w:ascii="Arial" w:hAnsi="Arial" w:cs="Arial"/>
                <w:b/>
                <w:sz w:val="18"/>
                <w:szCs w:val="18"/>
                <w:lang w:val="bg-BG"/>
              </w:rPr>
              <w:t>358.553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7E89" w:rsidRPr="000D16E0" w:rsidRDefault="000D16E0" w:rsidP="00931DA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0D16E0">
              <w:rPr>
                <w:rFonts w:ascii="Arial" w:hAnsi="Arial" w:cs="Arial"/>
                <w:b/>
                <w:sz w:val="18"/>
                <w:szCs w:val="18"/>
                <w:lang w:val="bg-BG"/>
              </w:rPr>
              <w:t>10756.58</w:t>
            </w:r>
          </w:p>
        </w:tc>
      </w:tr>
    </w:tbl>
    <w:p w:rsidR="000F0C9B" w:rsidRPr="00CE78CA" w:rsidRDefault="00713EC9" w:rsidP="00D755D8">
      <w:pPr>
        <w:jc w:val="both"/>
        <w:textAlignment w:val="center"/>
        <w:rPr>
          <w:lang w:val="bg-BG"/>
        </w:rPr>
      </w:pPr>
      <w:r w:rsidRPr="005938D4">
        <w:rPr>
          <w:lang w:val="bg-BG"/>
        </w:rPr>
        <w:t xml:space="preserve"> </w:t>
      </w:r>
      <w:r w:rsidR="00D755D8">
        <w:rPr>
          <w:lang w:val="bg-BG"/>
        </w:rPr>
        <w:tab/>
      </w:r>
      <w:r w:rsidRPr="005938D4">
        <w:rPr>
          <w:lang w:val="bg-BG"/>
        </w:rPr>
        <w:t xml:space="preserve"> </w:t>
      </w:r>
      <w:r w:rsidR="000F0C9B" w:rsidRPr="00CE78CA">
        <w:rPr>
          <w:lang w:val="bg-BG"/>
        </w:rPr>
        <w:t>Н</w:t>
      </w:r>
      <w:r w:rsidR="000F0C9B"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0F0C9B" w:rsidRPr="00CE78CA">
        <w:rPr>
          <w:lang w:val="bg-BG"/>
        </w:rPr>
        <w:t>“</w:t>
      </w:r>
    </w:p>
    <w:p w:rsidR="000F0C9B" w:rsidRPr="002725F6" w:rsidRDefault="000F0C9B" w:rsidP="000F0C9B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:rsidR="00D755D8" w:rsidRPr="00D755D8" w:rsidRDefault="000F0C9B" w:rsidP="00D755D8">
      <w:pPr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="00D755D8" w:rsidRPr="00D755D8">
        <w:rPr>
          <w:lang w:val="ru-RU"/>
        </w:rPr>
        <w:t>Ползвателите на земеделски земи са длъжни да внес</w:t>
      </w:r>
      <w:r w:rsidR="00D755D8" w:rsidRPr="00D755D8">
        <w:rPr>
          <w:lang w:val="bg-BG"/>
        </w:rPr>
        <w:t>а</w:t>
      </w:r>
      <w:r w:rsidR="00D755D8" w:rsidRPr="00D755D8">
        <w:rPr>
          <w:lang w:val="ru-RU"/>
        </w:rPr>
        <w:t xml:space="preserve">т по </w:t>
      </w:r>
      <w:r w:rsidR="00D755D8" w:rsidRPr="00D755D8">
        <w:rPr>
          <w:lang w:val="bg-BG"/>
        </w:rPr>
        <w:t>сметка за чужди средства</w:t>
      </w:r>
      <w:r w:rsidR="00D755D8" w:rsidRPr="00D755D8">
        <w:rPr>
          <w:lang w:val="ru-RU"/>
        </w:rPr>
        <w:t xml:space="preserve"> в областна дирекция "Земеделие" – София област</w:t>
      </w:r>
      <w:r w:rsidR="00D755D8" w:rsidRPr="00D755D8">
        <w:rPr>
          <w:b/>
          <w:lang w:val="ru-RU"/>
        </w:rPr>
        <w:t xml:space="preserve">, Банка: УниКредитБулбанк, </w:t>
      </w:r>
      <w:r w:rsidR="00D755D8" w:rsidRPr="00D755D8">
        <w:rPr>
          <w:b/>
        </w:rPr>
        <w:t>BIC</w:t>
      </w:r>
      <w:r w:rsidR="00D755D8" w:rsidRPr="00D755D8">
        <w:rPr>
          <w:b/>
          <w:lang w:val="ru-RU"/>
        </w:rPr>
        <w:t xml:space="preserve">: </w:t>
      </w:r>
      <w:r w:rsidR="00D755D8" w:rsidRPr="00D755D8">
        <w:rPr>
          <w:b/>
        </w:rPr>
        <w:t>UNCRBGSF</w:t>
      </w:r>
      <w:r w:rsidR="00D755D8" w:rsidRPr="00D755D8">
        <w:rPr>
          <w:b/>
          <w:lang w:val="ru-RU"/>
        </w:rPr>
        <w:t xml:space="preserve">, </w:t>
      </w:r>
      <w:r w:rsidR="00D755D8" w:rsidRPr="00D755D8">
        <w:rPr>
          <w:b/>
        </w:rPr>
        <w:t>IBAN</w:t>
      </w:r>
      <w:r w:rsidR="00D755D8" w:rsidRPr="00D755D8">
        <w:rPr>
          <w:b/>
          <w:lang w:val="ru-RU"/>
        </w:rPr>
        <w:t xml:space="preserve">: </w:t>
      </w:r>
      <w:r w:rsidR="00D755D8" w:rsidRPr="00D755D8">
        <w:rPr>
          <w:b/>
        </w:rPr>
        <w:t>BG</w:t>
      </w:r>
      <w:r w:rsidR="00D755D8" w:rsidRPr="00D755D8">
        <w:rPr>
          <w:b/>
          <w:lang w:val="ru-RU"/>
        </w:rPr>
        <w:t xml:space="preserve">67 </w:t>
      </w:r>
      <w:r w:rsidR="00D755D8" w:rsidRPr="00D755D8">
        <w:rPr>
          <w:b/>
        </w:rPr>
        <w:t>UNCR</w:t>
      </w:r>
      <w:r w:rsidR="00D755D8" w:rsidRPr="00D755D8">
        <w:rPr>
          <w:b/>
          <w:lang w:val="ru-RU"/>
        </w:rPr>
        <w:t xml:space="preserve"> 7000 3319 7337 51</w:t>
      </w:r>
      <w:r w:rsidR="00D755D8" w:rsidRPr="00D755D8">
        <w:rPr>
          <w:lang w:val="ru-RU"/>
        </w:rPr>
        <w:t xml:space="preserve">, сумата в размер на средното годишно рентно плащане за землището </w:t>
      </w:r>
      <w:r w:rsidR="00D755D8" w:rsidRPr="00D755D8">
        <w:rPr>
          <w:b/>
          <w:lang w:val="ru-RU"/>
        </w:rPr>
        <w:t>в срок до три месеца</w:t>
      </w:r>
      <w:r w:rsidR="00D755D8" w:rsidRPr="00D755D8">
        <w:rPr>
          <w:lang w:val="ru-RU"/>
        </w:rPr>
        <w:t xml:space="preserve"> от публикуване на заповедта.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</w:t>
      </w:r>
      <w:r>
        <w:rPr>
          <w:i/>
          <w:lang w:val="ru-RU"/>
        </w:rPr>
        <w:tab/>
      </w:r>
      <w:r w:rsidRPr="001A0CFA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1A0CFA">
        <w:rPr>
          <w:b/>
          <w:i/>
          <w:lang w:val="ru-RU"/>
        </w:rPr>
        <w:t>се прилага чл. 37в, ал. 7 от ЗСПЗЗ.</w:t>
      </w:r>
    </w:p>
    <w:p w:rsidR="000F0C9B" w:rsidRPr="004A35CC" w:rsidRDefault="000F0C9B" w:rsidP="000F0C9B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:rsidR="000F0C9B" w:rsidRDefault="000F0C9B" w:rsidP="000F0C9B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Pr="00CE78CA">
        <w:rPr>
          <w:lang w:val="ru-RU"/>
        </w:rPr>
        <w:t>Копие от заповедта да бъд</w:t>
      </w:r>
      <w:r>
        <w:rPr>
          <w:lang w:val="ru-RU"/>
        </w:rPr>
        <w:t>е връчен</w:t>
      </w:r>
      <w:r w:rsidR="001A0CFA">
        <w:rPr>
          <w:lang w:val="ru-RU"/>
        </w:rPr>
        <w:t xml:space="preserve">а на началника на ОСЗ –Правец </w:t>
      </w:r>
      <w:r w:rsidRPr="00CE78CA">
        <w:rPr>
          <w:lang w:val="ru-RU"/>
        </w:rPr>
        <w:t>и на представителите на община</w:t>
      </w:r>
      <w:r w:rsidR="001A0CFA">
        <w:rPr>
          <w:lang w:val="ru-RU"/>
        </w:rPr>
        <w:t xml:space="preserve"> Правец</w:t>
      </w:r>
      <w:r>
        <w:rPr>
          <w:lang w:val="ru-RU"/>
        </w:rPr>
        <w:t xml:space="preserve"> </w:t>
      </w:r>
      <w:r w:rsidRPr="00CE78CA">
        <w:rPr>
          <w:lang w:val="ru-RU"/>
        </w:rPr>
        <w:t>и кметс</w:t>
      </w:r>
      <w:r>
        <w:rPr>
          <w:lang w:val="ru-RU"/>
        </w:rPr>
        <w:t xml:space="preserve">тво </w:t>
      </w:r>
      <w:r w:rsidRPr="00CE78CA">
        <w:rPr>
          <w:lang w:val="ru-RU"/>
        </w:rPr>
        <w:t>с</w:t>
      </w:r>
      <w:r>
        <w:rPr>
          <w:lang w:val="ru-RU"/>
        </w:rPr>
        <w:t>.</w:t>
      </w:r>
      <w:r w:rsidR="00521999">
        <w:rPr>
          <w:lang w:val="bg-BG"/>
        </w:rPr>
        <w:t>Разлив</w:t>
      </w:r>
      <w:r w:rsidRPr="00CE78CA">
        <w:rPr>
          <w:lang w:val="ru-RU"/>
        </w:rPr>
        <w:t>, участници в комисията – за сведение и изпълнение.</w:t>
      </w:r>
    </w:p>
    <w:p w:rsidR="000F0C9B" w:rsidRPr="00D755D8" w:rsidRDefault="000F0C9B" w:rsidP="000F0C9B">
      <w:pPr>
        <w:jc w:val="both"/>
        <w:rPr>
          <w:lang w:val="ru-RU"/>
        </w:rPr>
      </w:pPr>
      <w:bookmarkStart w:id="5" w:name="_Hlk83646044"/>
      <w:r w:rsidRPr="0016116A">
        <w:rPr>
          <w:iCs/>
          <w:lang w:val="bg-BG"/>
        </w:rPr>
        <w:t>Контрол по изпълнение на заповедта ще осъществявам лично</w:t>
      </w:r>
      <w:r w:rsidRPr="00D755D8">
        <w:rPr>
          <w:iCs/>
          <w:lang w:val="ru-RU"/>
        </w:rPr>
        <w:t>.</w:t>
      </w:r>
    </w:p>
    <w:p w:rsidR="000F0C9B" w:rsidRPr="00CE78CA" w:rsidRDefault="000F0C9B" w:rsidP="00D755D8">
      <w:pPr>
        <w:jc w:val="both"/>
        <w:rPr>
          <w:u w:val="single"/>
          <w:lang w:val="bg-BG"/>
        </w:rPr>
      </w:pPr>
    </w:p>
    <w:p w:rsidR="000F0C9B" w:rsidRPr="00CE78CA" w:rsidRDefault="000F0C9B" w:rsidP="000F0C9B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2F62F4">
        <w:rPr>
          <w:b/>
          <w:lang w:val="bg-BG"/>
        </w:rPr>
        <w:t xml:space="preserve">   /П/</w:t>
      </w:r>
      <w:bookmarkStart w:id="6" w:name="_GoBack"/>
      <w:bookmarkEnd w:id="6"/>
    </w:p>
    <w:p w:rsidR="000F0C9B" w:rsidRDefault="000F0C9B" w:rsidP="000F0C9B">
      <w:pPr>
        <w:rPr>
          <w:iCs/>
          <w:lang w:val="bg-BG"/>
        </w:rPr>
      </w:pPr>
      <w:r>
        <w:rPr>
          <w:iCs/>
          <w:lang w:val="bg-BG"/>
        </w:rPr>
        <w:t>Г</w:t>
      </w:r>
      <w:r w:rsidRPr="0016116A">
        <w:rPr>
          <w:iCs/>
          <w:lang w:val="bg-BG"/>
        </w:rPr>
        <w:t xml:space="preserve">лавен директор на 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>ГД</w:t>
      </w:r>
      <w:r w:rsidRPr="00D755D8">
        <w:rPr>
          <w:iCs/>
          <w:lang w:val="bg-BG"/>
        </w:rPr>
        <w:t xml:space="preserve"> </w:t>
      </w:r>
      <w:r w:rsidRPr="0016116A">
        <w:rPr>
          <w:iCs/>
          <w:lang w:val="bg-BG"/>
        </w:rPr>
        <w:t>"Аграрно развитие"</w:t>
      </w:r>
    </w:p>
    <w:p w:rsidR="000F0C9B" w:rsidRDefault="000F0C9B" w:rsidP="000F0C9B">
      <w:pPr>
        <w:rPr>
          <w:iCs/>
          <w:lang w:val="bg-BG"/>
        </w:rPr>
      </w:pPr>
      <w:r w:rsidRPr="0016116A">
        <w:rPr>
          <w:iCs/>
          <w:lang w:val="bg-BG"/>
        </w:rPr>
        <w:t xml:space="preserve">оправомощен съгласно Заповед </w:t>
      </w:r>
    </w:p>
    <w:p w:rsidR="000F0C9B" w:rsidRPr="00D755D8" w:rsidRDefault="000F0C9B" w:rsidP="000F0C9B">
      <w:pPr>
        <w:rPr>
          <w:iCs/>
          <w:lang w:val="bg-BG"/>
        </w:rPr>
      </w:pPr>
      <w:r>
        <w:rPr>
          <w:iCs/>
          <w:lang w:val="bg-BG"/>
        </w:rPr>
        <w:t xml:space="preserve">№ </w:t>
      </w:r>
      <w:r w:rsidRPr="0016116A">
        <w:rPr>
          <w:iCs/>
          <w:lang w:val="bg-BG"/>
        </w:rPr>
        <w:t>РД-04-127/15.09.2022 г.</w:t>
      </w:r>
      <w:bookmarkEnd w:id="5"/>
    </w:p>
    <w:sectPr w:rsidR="000F0C9B" w:rsidRPr="00D755D8" w:rsidSect="00D755D8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624" w:right="1134" w:bottom="249" w:left="1276" w:header="839" w:footer="1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E93" w:rsidRDefault="00ED6E93">
      <w:r>
        <w:separator/>
      </w:r>
    </w:p>
  </w:endnote>
  <w:endnote w:type="continuationSeparator" w:id="0">
    <w:p w:rsidR="00ED6E93" w:rsidRDefault="00ED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Default="00AE5DCE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A0C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A0CFA" w:rsidRDefault="001A0CFA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Pr="00713EC9" w:rsidRDefault="00AE5DCE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1A0CFA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2F62F4">
      <w:rPr>
        <w:rStyle w:val="PageNumber"/>
        <w:noProof/>
        <w:sz w:val="18"/>
      </w:rPr>
      <w:t>21</w:t>
    </w:r>
    <w:r w:rsidRPr="00713EC9">
      <w:rPr>
        <w:rStyle w:val="PageNumber"/>
        <w:sz w:val="18"/>
      </w:rPr>
      <w:fldChar w:fldCharType="end"/>
    </w:r>
  </w:p>
  <w:p w:rsidR="00D755D8" w:rsidRPr="00D755D8" w:rsidRDefault="00D755D8" w:rsidP="00D755D8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D755D8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D755D8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D755D8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D755D8" w:rsidRPr="00D755D8" w:rsidRDefault="00D755D8" w:rsidP="00D755D8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D755D8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1A0CFA" w:rsidRPr="00835BBA" w:rsidRDefault="001A0CFA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5D8" w:rsidRPr="00D755D8" w:rsidRDefault="00D755D8" w:rsidP="00D755D8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D755D8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D755D8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D755D8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D755D8" w:rsidRPr="00D755D8" w:rsidRDefault="00D755D8" w:rsidP="00D755D8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D755D8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1A0CFA" w:rsidRPr="00D755D8" w:rsidRDefault="001A0CFA" w:rsidP="00D755D8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E93" w:rsidRDefault="00ED6E93">
      <w:r>
        <w:separator/>
      </w:r>
    </w:p>
  </w:footnote>
  <w:footnote w:type="continuationSeparator" w:id="0">
    <w:p w:rsidR="00ED6E93" w:rsidRDefault="00ED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CFA" w:rsidRPr="005B69F7" w:rsidRDefault="001A0CFA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A0CFA" w:rsidRPr="005B69F7" w:rsidRDefault="00ED6E93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1A0CF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1A0CFA" w:rsidRPr="0023186B" w:rsidRDefault="001A0CF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1A0CFA" w:rsidRPr="00983B22" w:rsidRDefault="001A0CF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A0CFA" w:rsidRPr="00983B22" w:rsidRDefault="001A0CFA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31A1D"/>
    <w:rsid w:val="0005217F"/>
    <w:rsid w:val="000637C4"/>
    <w:rsid w:val="00067CA3"/>
    <w:rsid w:val="00077257"/>
    <w:rsid w:val="0009344D"/>
    <w:rsid w:val="00094932"/>
    <w:rsid w:val="000A519D"/>
    <w:rsid w:val="000A5B88"/>
    <w:rsid w:val="000B3E95"/>
    <w:rsid w:val="000C5047"/>
    <w:rsid w:val="000D16E0"/>
    <w:rsid w:val="000E2804"/>
    <w:rsid w:val="000E46A8"/>
    <w:rsid w:val="000F0C9B"/>
    <w:rsid w:val="000F691D"/>
    <w:rsid w:val="0010044E"/>
    <w:rsid w:val="00113853"/>
    <w:rsid w:val="0013647C"/>
    <w:rsid w:val="00137F32"/>
    <w:rsid w:val="00155469"/>
    <w:rsid w:val="00157D1E"/>
    <w:rsid w:val="00164A60"/>
    <w:rsid w:val="00171E77"/>
    <w:rsid w:val="001738C2"/>
    <w:rsid w:val="00173A32"/>
    <w:rsid w:val="00175BDF"/>
    <w:rsid w:val="001850C9"/>
    <w:rsid w:val="001A06E4"/>
    <w:rsid w:val="001A0CFA"/>
    <w:rsid w:val="001A1BA3"/>
    <w:rsid w:val="001A1C66"/>
    <w:rsid w:val="001B4BA5"/>
    <w:rsid w:val="001D31E5"/>
    <w:rsid w:val="001F39E9"/>
    <w:rsid w:val="001F68C3"/>
    <w:rsid w:val="0020653E"/>
    <w:rsid w:val="00212573"/>
    <w:rsid w:val="00224C72"/>
    <w:rsid w:val="00225E60"/>
    <w:rsid w:val="00226FCD"/>
    <w:rsid w:val="0023186B"/>
    <w:rsid w:val="00233D09"/>
    <w:rsid w:val="00236727"/>
    <w:rsid w:val="0024276E"/>
    <w:rsid w:val="00243915"/>
    <w:rsid w:val="002639F4"/>
    <w:rsid w:val="00266D04"/>
    <w:rsid w:val="002725F6"/>
    <w:rsid w:val="0027756D"/>
    <w:rsid w:val="00291439"/>
    <w:rsid w:val="00291BDD"/>
    <w:rsid w:val="002A10AF"/>
    <w:rsid w:val="002A77F5"/>
    <w:rsid w:val="002C5874"/>
    <w:rsid w:val="002D3B8A"/>
    <w:rsid w:val="002E25EF"/>
    <w:rsid w:val="002F2872"/>
    <w:rsid w:val="002F58B2"/>
    <w:rsid w:val="002F62F4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623C0"/>
    <w:rsid w:val="003813FC"/>
    <w:rsid w:val="0038518E"/>
    <w:rsid w:val="003A6165"/>
    <w:rsid w:val="003A7442"/>
    <w:rsid w:val="003B6B61"/>
    <w:rsid w:val="003C2E20"/>
    <w:rsid w:val="003D27F5"/>
    <w:rsid w:val="003D48FB"/>
    <w:rsid w:val="003E2A7C"/>
    <w:rsid w:val="003E7141"/>
    <w:rsid w:val="003F12AE"/>
    <w:rsid w:val="003F43A1"/>
    <w:rsid w:val="00401145"/>
    <w:rsid w:val="0040201E"/>
    <w:rsid w:val="00430352"/>
    <w:rsid w:val="0043766A"/>
    <w:rsid w:val="004424DB"/>
    <w:rsid w:val="00443D11"/>
    <w:rsid w:val="00446795"/>
    <w:rsid w:val="00454CDE"/>
    <w:rsid w:val="004636D0"/>
    <w:rsid w:val="00463733"/>
    <w:rsid w:val="00471AF4"/>
    <w:rsid w:val="00496975"/>
    <w:rsid w:val="004A6050"/>
    <w:rsid w:val="004A6B7F"/>
    <w:rsid w:val="004B10BF"/>
    <w:rsid w:val="004C1675"/>
    <w:rsid w:val="004C3144"/>
    <w:rsid w:val="004C4B62"/>
    <w:rsid w:val="004C662A"/>
    <w:rsid w:val="004D0193"/>
    <w:rsid w:val="004E31E0"/>
    <w:rsid w:val="004E3BDE"/>
    <w:rsid w:val="004E5FEF"/>
    <w:rsid w:val="004E5FF6"/>
    <w:rsid w:val="004F5882"/>
    <w:rsid w:val="004F765C"/>
    <w:rsid w:val="0051429F"/>
    <w:rsid w:val="00521999"/>
    <w:rsid w:val="00522D1E"/>
    <w:rsid w:val="0052692D"/>
    <w:rsid w:val="00533524"/>
    <w:rsid w:val="00535D58"/>
    <w:rsid w:val="00542B79"/>
    <w:rsid w:val="00544517"/>
    <w:rsid w:val="005509CA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C40F2"/>
    <w:rsid w:val="005D2C61"/>
    <w:rsid w:val="005D42C6"/>
    <w:rsid w:val="005D6987"/>
    <w:rsid w:val="005D7788"/>
    <w:rsid w:val="005E0108"/>
    <w:rsid w:val="005E31C1"/>
    <w:rsid w:val="005E5F37"/>
    <w:rsid w:val="005F18B8"/>
    <w:rsid w:val="005F1F7D"/>
    <w:rsid w:val="005F293D"/>
    <w:rsid w:val="005F3A9D"/>
    <w:rsid w:val="006001E7"/>
    <w:rsid w:val="00600678"/>
    <w:rsid w:val="00602A0B"/>
    <w:rsid w:val="00606C01"/>
    <w:rsid w:val="00617A58"/>
    <w:rsid w:val="00623B38"/>
    <w:rsid w:val="006359F1"/>
    <w:rsid w:val="00643898"/>
    <w:rsid w:val="00645F78"/>
    <w:rsid w:val="00654315"/>
    <w:rsid w:val="006655C6"/>
    <w:rsid w:val="006727E9"/>
    <w:rsid w:val="006728A7"/>
    <w:rsid w:val="0068465C"/>
    <w:rsid w:val="00687C4C"/>
    <w:rsid w:val="006A2EB5"/>
    <w:rsid w:val="006A3970"/>
    <w:rsid w:val="006A587F"/>
    <w:rsid w:val="006A760F"/>
    <w:rsid w:val="006B0B9A"/>
    <w:rsid w:val="006B282B"/>
    <w:rsid w:val="006B5D1E"/>
    <w:rsid w:val="006B7386"/>
    <w:rsid w:val="006C1BE4"/>
    <w:rsid w:val="006C5E63"/>
    <w:rsid w:val="006E1608"/>
    <w:rsid w:val="006E2F1D"/>
    <w:rsid w:val="006F0945"/>
    <w:rsid w:val="006F4B12"/>
    <w:rsid w:val="006F5952"/>
    <w:rsid w:val="00703AAB"/>
    <w:rsid w:val="00707D1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CE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38E0"/>
    <w:rsid w:val="007C49BC"/>
    <w:rsid w:val="007C7BF9"/>
    <w:rsid w:val="007D05C7"/>
    <w:rsid w:val="007D07CD"/>
    <w:rsid w:val="007D6450"/>
    <w:rsid w:val="007F0072"/>
    <w:rsid w:val="007F2BAB"/>
    <w:rsid w:val="007F76C2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42BDB"/>
    <w:rsid w:val="008438F9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F3A6E"/>
    <w:rsid w:val="008F523E"/>
    <w:rsid w:val="00902DEE"/>
    <w:rsid w:val="00914E3B"/>
    <w:rsid w:val="00931B42"/>
    <w:rsid w:val="00931DA6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97E89"/>
    <w:rsid w:val="009A2BA7"/>
    <w:rsid w:val="009A49E5"/>
    <w:rsid w:val="009B3FDB"/>
    <w:rsid w:val="009B57C3"/>
    <w:rsid w:val="009D2D6F"/>
    <w:rsid w:val="009D555E"/>
    <w:rsid w:val="009E7D8E"/>
    <w:rsid w:val="009F2A96"/>
    <w:rsid w:val="00A05DB4"/>
    <w:rsid w:val="00A23BFD"/>
    <w:rsid w:val="00A2419F"/>
    <w:rsid w:val="00A36C2A"/>
    <w:rsid w:val="00A46576"/>
    <w:rsid w:val="00A56EBD"/>
    <w:rsid w:val="00A60000"/>
    <w:rsid w:val="00A60928"/>
    <w:rsid w:val="00A74EBA"/>
    <w:rsid w:val="00A75898"/>
    <w:rsid w:val="00A76B02"/>
    <w:rsid w:val="00A806FD"/>
    <w:rsid w:val="00A81D1A"/>
    <w:rsid w:val="00A86175"/>
    <w:rsid w:val="00A908FE"/>
    <w:rsid w:val="00A92CFD"/>
    <w:rsid w:val="00A974AA"/>
    <w:rsid w:val="00AA37E5"/>
    <w:rsid w:val="00AB53BB"/>
    <w:rsid w:val="00AB69B7"/>
    <w:rsid w:val="00AB798C"/>
    <w:rsid w:val="00AC123D"/>
    <w:rsid w:val="00AC6688"/>
    <w:rsid w:val="00AD13E8"/>
    <w:rsid w:val="00AD2747"/>
    <w:rsid w:val="00AD31FE"/>
    <w:rsid w:val="00AD3A76"/>
    <w:rsid w:val="00AD6705"/>
    <w:rsid w:val="00AD6B30"/>
    <w:rsid w:val="00AD7D68"/>
    <w:rsid w:val="00AE5DCE"/>
    <w:rsid w:val="00AE6009"/>
    <w:rsid w:val="00B020F2"/>
    <w:rsid w:val="00B02AEB"/>
    <w:rsid w:val="00B0679E"/>
    <w:rsid w:val="00B14BA2"/>
    <w:rsid w:val="00B4496C"/>
    <w:rsid w:val="00B45C14"/>
    <w:rsid w:val="00B54180"/>
    <w:rsid w:val="00B65B7A"/>
    <w:rsid w:val="00B929CC"/>
    <w:rsid w:val="00B97B20"/>
    <w:rsid w:val="00BA5128"/>
    <w:rsid w:val="00BC0B35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2025A"/>
    <w:rsid w:val="00C21ACE"/>
    <w:rsid w:val="00C34BD9"/>
    <w:rsid w:val="00C34FAA"/>
    <w:rsid w:val="00C37346"/>
    <w:rsid w:val="00C41B72"/>
    <w:rsid w:val="00C44A5E"/>
    <w:rsid w:val="00C473A4"/>
    <w:rsid w:val="00C70CB9"/>
    <w:rsid w:val="00C812C3"/>
    <w:rsid w:val="00C878E9"/>
    <w:rsid w:val="00CA17DF"/>
    <w:rsid w:val="00CA3258"/>
    <w:rsid w:val="00CA35D5"/>
    <w:rsid w:val="00CA41E3"/>
    <w:rsid w:val="00CA7A14"/>
    <w:rsid w:val="00CC3231"/>
    <w:rsid w:val="00CC671B"/>
    <w:rsid w:val="00CC75A7"/>
    <w:rsid w:val="00CD06EB"/>
    <w:rsid w:val="00CD6A9A"/>
    <w:rsid w:val="00CE47C7"/>
    <w:rsid w:val="00CE5345"/>
    <w:rsid w:val="00CE78CA"/>
    <w:rsid w:val="00CF1702"/>
    <w:rsid w:val="00CF334D"/>
    <w:rsid w:val="00CF3E38"/>
    <w:rsid w:val="00D00BD9"/>
    <w:rsid w:val="00D10B5A"/>
    <w:rsid w:val="00D117C6"/>
    <w:rsid w:val="00D1214A"/>
    <w:rsid w:val="00D13F65"/>
    <w:rsid w:val="00D21567"/>
    <w:rsid w:val="00D259F5"/>
    <w:rsid w:val="00D30D14"/>
    <w:rsid w:val="00D450FA"/>
    <w:rsid w:val="00D472F6"/>
    <w:rsid w:val="00D4743D"/>
    <w:rsid w:val="00D61AE4"/>
    <w:rsid w:val="00D67B1F"/>
    <w:rsid w:val="00D71A31"/>
    <w:rsid w:val="00D742E5"/>
    <w:rsid w:val="00D7472F"/>
    <w:rsid w:val="00D755D8"/>
    <w:rsid w:val="00D75876"/>
    <w:rsid w:val="00D81065"/>
    <w:rsid w:val="00D813AF"/>
    <w:rsid w:val="00D81D3E"/>
    <w:rsid w:val="00D83F12"/>
    <w:rsid w:val="00D86C51"/>
    <w:rsid w:val="00D94649"/>
    <w:rsid w:val="00DA5FC2"/>
    <w:rsid w:val="00DA6215"/>
    <w:rsid w:val="00DA6AFB"/>
    <w:rsid w:val="00DB0831"/>
    <w:rsid w:val="00DB47C4"/>
    <w:rsid w:val="00DC0D0B"/>
    <w:rsid w:val="00DC4AA8"/>
    <w:rsid w:val="00DE22EE"/>
    <w:rsid w:val="00E02ED9"/>
    <w:rsid w:val="00E033AB"/>
    <w:rsid w:val="00E05705"/>
    <w:rsid w:val="00E14211"/>
    <w:rsid w:val="00E14AEE"/>
    <w:rsid w:val="00E237A5"/>
    <w:rsid w:val="00E276F4"/>
    <w:rsid w:val="00E42029"/>
    <w:rsid w:val="00E52E11"/>
    <w:rsid w:val="00E5627C"/>
    <w:rsid w:val="00E609AD"/>
    <w:rsid w:val="00E61682"/>
    <w:rsid w:val="00E6220A"/>
    <w:rsid w:val="00E63C60"/>
    <w:rsid w:val="00E71875"/>
    <w:rsid w:val="00E71BA4"/>
    <w:rsid w:val="00E7445E"/>
    <w:rsid w:val="00E75DA6"/>
    <w:rsid w:val="00E76BF6"/>
    <w:rsid w:val="00E97C69"/>
    <w:rsid w:val="00EA3B1F"/>
    <w:rsid w:val="00EA778C"/>
    <w:rsid w:val="00EB44A1"/>
    <w:rsid w:val="00EB4DB7"/>
    <w:rsid w:val="00ED6E93"/>
    <w:rsid w:val="00EE1A25"/>
    <w:rsid w:val="00EE2FF9"/>
    <w:rsid w:val="00EF3588"/>
    <w:rsid w:val="00EF61F2"/>
    <w:rsid w:val="00EF63F0"/>
    <w:rsid w:val="00EF7441"/>
    <w:rsid w:val="00F04B0A"/>
    <w:rsid w:val="00F06BC9"/>
    <w:rsid w:val="00F138C9"/>
    <w:rsid w:val="00F37E58"/>
    <w:rsid w:val="00F519B0"/>
    <w:rsid w:val="00F63931"/>
    <w:rsid w:val="00F66A0E"/>
    <w:rsid w:val="00F670A1"/>
    <w:rsid w:val="00F72CF1"/>
    <w:rsid w:val="00F7674E"/>
    <w:rsid w:val="00F77810"/>
    <w:rsid w:val="00F86AE3"/>
    <w:rsid w:val="00F87F77"/>
    <w:rsid w:val="00F95DCD"/>
    <w:rsid w:val="00FA10EE"/>
    <w:rsid w:val="00FA4106"/>
    <w:rsid w:val="00FB2631"/>
    <w:rsid w:val="00FB3A94"/>
    <w:rsid w:val="00FB775A"/>
    <w:rsid w:val="00FD129D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7F940E1D"/>
  <w15:docId w15:val="{07914E32-484F-410F-84F3-4B7581B6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7C6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97C6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97C6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97C6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C812C3"/>
  </w:style>
  <w:style w:type="numbering" w:customStyle="1" w:styleId="ListNo2">
    <w:name w:val="List No"/>
    <w:uiPriority w:val="99"/>
    <w:semiHidden/>
    <w:unhideWhenUsed/>
    <w:rsid w:val="00643898"/>
  </w:style>
  <w:style w:type="numbering" w:customStyle="1" w:styleId="ListNo3">
    <w:name w:val="List No"/>
    <w:uiPriority w:val="99"/>
    <w:semiHidden/>
    <w:unhideWhenUsed/>
    <w:rsid w:val="00643898"/>
  </w:style>
  <w:style w:type="numbering" w:customStyle="1" w:styleId="ListNo4">
    <w:name w:val="List No"/>
    <w:uiPriority w:val="99"/>
    <w:semiHidden/>
    <w:unhideWhenUsed/>
    <w:rsid w:val="005509CA"/>
  </w:style>
  <w:style w:type="numbering" w:customStyle="1" w:styleId="ListNo5">
    <w:name w:val="List No"/>
    <w:uiPriority w:val="99"/>
    <w:semiHidden/>
    <w:unhideWhenUsed/>
    <w:rsid w:val="005509CA"/>
  </w:style>
  <w:style w:type="paragraph" w:styleId="Header">
    <w:name w:val="header"/>
    <w:basedOn w:val="Normal"/>
    <w:rsid w:val="00E97C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6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97C69"/>
    <w:pPr>
      <w:jc w:val="both"/>
    </w:pPr>
    <w:rPr>
      <w:lang w:val="bg-BG"/>
    </w:rPr>
  </w:style>
  <w:style w:type="paragraph" w:styleId="BodyText2">
    <w:name w:val="Body Text 2"/>
    <w:basedOn w:val="Normal"/>
    <w:rsid w:val="00E97C69"/>
    <w:pPr>
      <w:jc w:val="both"/>
    </w:pPr>
    <w:rPr>
      <w:lang w:val="bg-BG"/>
    </w:rPr>
  </w:style>
  <w:style w:type="character" w:styleId="Hyperlink">
    <w:name w:val="Hyperlink"/>
    <w:uiPriority w:val="99"/>
    <w:rsid w:val="00E97C6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5"/>
    <w:uiPriority w:val="99"/>
    <w:semiHidden/>
    <w:unhideWhenUsed/>
    <w:rsid w:val="005A2287"/>
  </w:style>
  <w:style w:type="numbering" w:customStyle="1" w:styleId="NoList2">
    <w:name w:val="No List2"/>
    <w:next w:val="ListNo5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DC0D0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C0D0B"/>
    <w:rPr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F2C26-E9E3-4189-BFDE-B7B86D32D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21</Pages>
  <Words>8126</Words>
  <Characters>46323</Characters>
  <Application>Microsoft Office Word</Application>
  <DocSecurity>0</DocSecurity>
  <Lines>386</Lines>
  <Paragraphs>108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15</cp:revision>
  <cp:lastPrinted>2021-09-27T13:21:00Z</cp:lastPrinted>
  <dcterms:created xsi:type="dcterms:W3CDTF">2022-09-26T09:29:00Z</dcterms:created>
  <dcterms:modified xsi:type="dcterms:W3CDTF">2022-09-29T08:00:00Z</dcterms:modified>
</cp:coreProperties>
</file>