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ED7" w:rsidRPr="005938D4" w:rsidRDefault="003E1ED7" w:rsidP="003E1ED7">
      <w:pPr>
        <w:tabs>
          <w:tab w:val="left" w:pos="8775"/>
        </w:tabs>
        <w:ind w:left="2160" w:firstLine="720"/>
        <w:rPr>
          <w:b/>
          <w:sz w:val="32"/>
          <w:lang w:val="bg-BG"/>
        </w:rPr>
      </w:pPr>
    </w:p>
    <w:p w:rsidR="003E1ED7" w:rsidRPr="005938D4" w:rsidRDefault="003E1ED7" w:rsidP="003E1ED7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Pr="005938D4">
        <w:rPr>
          <w:b/>
          <w:sz w:val="32"/>
          <w:lang w:val="bg-BG"/>
        </w:rPr>
        <w:t>З А П О В Е Д</w:t>
      </w:r>
    </w:p>
    <w:p w:rsidR="003E1ED7" w:rsidRPr="00582AD2" w:rsidRDefault="003E1ED7" w:rsidP="003E1ED7">
      <w:pPr>
        <w:ind w:left="3600"/>
        <w:rPr>
          <w:b/>
          <w:sz w:val="28"/>
          <w:szCs w:val="28"/>
          <w:lang w:val="bg-BG"/>
        </w:rPr>
      </w:pPr>
      <w:r w:rsidRPr="005E31C1">
        <w:rPr>
          <w:b/>
          <w:sz w:val="28"/>
          <w:szCs w:val="28"/>
          <w:lang w:val="bg-BG"/>
        </w:rPr>
        <w:t>№</w:t>
      </w:r>
      <w:r>
        <w:rPr>
          <w:b/>
          <w:sz w:val="28"/>
          <w:szCs w:val="28"/>
          <w:lang w:val="bg-BG"/>
        </w:rPr>
        <w:t xml:space="preserve">  ПО-</w:t>
      </w:r>
      <w:r w:rsidRPr="00582AD2">
        <w:rPr>
          <w:b/>
          <w:sz w:val="28"/>
          <w:szCs w:val="28"/>
          <w:lang w:val="bg-BG"/>
        </w:rPr>
        <w:t>09-2881-5</w:t>
      </w:r>
    </w:p>
    <w:p w:rsidR="003E1ED7" w:rsidRDefault="003E1ED7" w:rsidP="003E1ED7">
      <w:pPr>
        <w:ind w:left="2880" w:firstLine="720"/>
        <w:rPr>
          <w:lang w:val="bg-BG"/>
        </w:rPr>
      </w:pPr>
      <w:r w:rsidRPr="005938D4">
        <w:rPr>
          <w:lang w:val="bg-BG"/>
        </w:rPr>
        <w:t>София</w:t>
      </w:r>
      <w:r w:rsidRPr="003F43A1">
        <w:rPr>
          <w:lang w:val="bg-BG"/>
        </w:rPr>
        <w:t>,</w:t>
      </w:r>
      <w:r>
        <w:rPr>
          <w:lang w:val="bg-BG"/>
        </w:rPr>
        <w:t>2</w:t>
      </w:r>
      <w:r w:rsidRPr="00582AD2">
        <w:rPr>
          <w:lang w:val="bg-BG"/>
        </w:rPr>
        <w:t>7</w:t>
      </w:r>
      <w:r>
        <w:rPr>
          <w:lang w:val="bg-BG"/>
        </w:rPr>
        <w:t>.09.2022 г.</w:t>
      </w:r>
    </w:p>
    <w:p w:rsidR="003E1ED7" w:rsidRDefault="003E1ED7" w:rsidP="003E1ED7">
      <w:pPr>
        <w:spacing w:line="360" w:lineRule="auto"/>
        <w:rPr>
          <w:lang w:val="bg-BG"/>
        </w:rPr>
      </w:pPr>
    </w:p>
    <w:p w:rsidR="003E1ED7" w:rsidRPr="00197F75" w:rsidRDefault="003E1ED7" w:rsidP="003E1ED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>
        <w:rPr>
          <w:sz w:val="26"/>
          <w:szCs w:val="26"/>
          <w:lang w:val="bg-BG"/>
        </w:rPr>
        <w:t>28</w:t>
      </w:r>
      <w:r w:rsidRPr="00582AD2">
        <w:rPr>
          <w:sz w:val="26"/>
          <w:szCs w:val="26"/>
          <w:lang w:val="bg-BG"/>
        </w:rPr>
        <w:t>81</w:t>
      </w:r>
      <w:r w:rsidRPr="002E0A30">
        <w:rPr>
          <w:sz w:val="26"/>
          <w:szCs w:val="26"/>
          <w:lang w:val="bg-BG"/>
        </w:rPr>
        <w:t>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3E1ED7" w:rsidRPr="005E31C1" w:rsidRDefault="003E1ED7" w:rsidP="003E1ED7">
      <w:pPr>
        <w:ind w:left="2880" w:firstLine="720"/>
        <w:rPr>
          <w:lang w:val="bg-BG"/>
        </w:rPr>
      </w:pPr>
    </w:p>
    <w:p w:rsidR="003E1ED7" w:rsidRPr="006A587F" w:rsidRDefault="003E1ED7" w:rsidP="003E1ED7">
      <w:pPr>
        <w:ind w:firstLine="708"/>
        <w:jc w:val="both"/>
        <w:rPr>
          <w:lang w:val="bg-BG"/>
        </w:rPr>
      </w:pPr>
    </w:p>
    <w:p w:rsidR="003E1ED7" w:rsidRPr="005938D4" w:rsidRDefault="003E1ED7" w:rsidP="003E1ED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    </w:t>
      </w:r>
      <w:r>
        <w:rPr>
          <w:b/>
          <w:lang w:val="bg-BG"/>
        </w:rPr>
        <w:t xml:space="preserve">         </w:t>
      </w:r>
      <w:r w:rsidRPr="005938D4">
        <w:rPr>
          <w:b/>
          <w:lang w:val="bg-BG"/>
        </w:rPr>
        <w:t xml:space="preserve">  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3E1ED7" w:rsidRDefault="003E1ED7" w:rsidP="003E1ED7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за </w:t>
      </w:r>
      <w:r w:rsidRPr="004A35CC">
        <w:rPr>
          <w:b/>
          <w:u w:val="single"/>
          <w:lang w:val="bg-BG"/>
        </w:rPr>
        <w:t>орна земя</w:t>
      </w:r>
      <w:r w:rsidRPr="004A35CC">
        <w:rPr>
          <w:u w:val="single"/>
          <w:lang w:val="bg-BG"/>
        </w:rPr>
        <w:t xml:space="preserve"> </w:t>
      </w:r>
      <w:r>
        <w:rPr>
          <w:lang w:val="bg-BG"/>
        </w:rPr>
        <w:t>за землището на с.Манаселска река</w:t>
      </w:r>
      <w:r w:rsidRPr="00CE78CA">
        <w:rPr>
          <w:lang w:val="bg-BG"/>
        </w:rPr>
        <w:t xml:space="preserve">, ЕКАТТЕ </w:t>
      </w:r>
      <w:r>
        <w:rPr>
          <w:lang w:val="bg-BG"/>
        </w:rPr>
        <w:t xml:space="preserve">46961,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3E1ED7" w:rsidRPr="005938D4" w:rsidRDefault="003E1ED7" w:rsidP="003E1ED7">
      <w:pPr>
        <w:ind w:firstLine="709"/>
        <w:jc w:val="center"/>
        <w:rPr>
          <w:lang w:val="ru-RU"/>
        </w:rPr>
      </w:pPr>
    </w:p>
    <w:p w:rsidR="003E1ED7" w:rsidRPr="005938D4" w:rsidRDefault="003E1ED7" w:rsidP="003E1ED7">
      <w:pPr>
        <w:ind w:firstLine="720"/>
        <w:jc w:val="both"/>
        <w:rPr>
          <w:lang w:val="bg-BG"/>
        </w:rPr>
      </w:pPr>
    </w:p>
    <w:tbl>
      <w:tblPr>
        <w:tblW w:w="92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916"/>
        <w:gridCol w:w="785"/>
        <w:gridCol w:w="1023"/>
        <w:gridCol w:w="892"/>
        <w:gridCol w:w="902"/>
        <w:gridCol w:w="1176"/>
      </w:tblGrid>
      <w:tr w:rsidR="003E1ED7" w:rsidRPr="00582AD2" w:rsidTr="003E1ED7">
        <w:trPr>
          <w:trHeight w:val="765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3E1ED7" w:rsidRPr="00582AD2" w:rsidTr="003E1ED7">
        <w:trPr>
          <w:trHeight w:val="1020"/>
          <w:jc w:val="center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ED7" w:rsidRPr="00345A3B" w:rsidRDefault="003E1ED7" w:rsidP="003E1ED7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ED7" w:rsidRPr="00345A3B" w:rsidRDefault="003E1ED7" w:rsidP="003E1ED7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3E1ED7" w:rsidRPr="00EF3588" w:rsidTr="003E1ED7">
        <w:trPr>
          <w:trHeight w:val="171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19.879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6A587F" w:rsidTr="003E1ED7">
        <w:trPr>
          <w:trHeight w:val="138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17.753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6A587F" w:rsidTr="003E1ED7">
        <w:trPr>
          <w:trHeight w:val="184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12.508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187.62</w:t>
            </w:r>
          </w:p>
        </w:tc>
      </w:tr>
      <w:tr w:rsidR="003E1ED7" w:rsidRPr="006A587F" w:rsidTr="003E1ED7">
        <w:trPr>
          <w:trHeight w:val="244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9.691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6A587F" w:rsidTr="003E1ED7">
        <w:trPr>
          <w:trHeight w:val="134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7.912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6A587F" w:rsidTr="003E1ED7">
        <w:trPr>
          <w:trHeight w:val="265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97.47</w:t>
            </w:r>
          </w:p>
        </w:tc>
      </w:tr>
      <w:tr w:rsidR="003E1ED7" w:rsidRPr="006A587F" w:rsidTr="003E1ED7">
        <w:trPr>
          <w:trHeight w:val="14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89.99</w:t>
            </w:r>
          </w:p>
        </w:tc>
      </w:tr>
      <w:tr w:rsidR="003E1ED7" w:rsidRPr="006A587F" w:rsidTr="003E1ED7">
        <w:trPr>
          <w:trHeight w:val="20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5.803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6A587F" w:rsidTr="003E1ED7">
        <w:trPr>
          <w:trHeight w:val="246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5.542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</w:tr>
      <w:tr w:rsidR="003E1ED7" w:rsidRPr="006A587F" w:rsidTr="003E1ED7">
        <w:trPr>
          <w:trHeight w:val="136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6A587F" w:rsidTr="003E1ED7">
        <w:trPr>
          <w:trHeight w:val="182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4.544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6A587F" w:rsidTr="003E1ED7">
        <w:trPr>
          <w:trHeight w:val="242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4.422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66.33</w:t>
            </w:r>
          </w:p>
        </w:tc>
      </w:tr>
      <w:tr w:rsidR="003E1ED7" w:rsidRPr="00EF3588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3.904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EF3588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3.823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</w:tr>
      <w:tr w:rsidR="003E1ED7" w:rsidRPr="00EF3588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56.96</w:t>
            </w:r>
          </w:p>
        </w:tc>
      </w:tr>
      <w:tr w:rsidR="003E1ED7" w:rsidRPr="00EF3588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56.89</w:t>
            </w:r>
          </w:p>
        </w:tc>
      </w:tr>
      <w:tr w:rsidR="003E1ED7" w:rsidRPr="00EF3588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56.68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3.687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3.483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49.68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lastRenderedPageBreak/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44.69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2.865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42.98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2.721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2.633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39.50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2.414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2.405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29.47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1.868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28.01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27.99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22.51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5.881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5.819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5.104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76.56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4.641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69.61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57.45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44.48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2.465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36.98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36.59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32.95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29.75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22.64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1.067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4.72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1.77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7.095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44.82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10.957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164.36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7.571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7.617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114.26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lastRenderedPageBreak/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4.951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74.27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68.99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3.972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59.58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3.620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49.50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43.54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41.92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40.64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34.62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29.93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4.073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47.26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5.614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5.521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74.98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52.45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44.51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2.748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30.67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22.42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21.61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20.96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8.599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128.99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2.547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30.02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lastRenderedPageBreak/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25.72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АГРО 77МР -ООД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b/>
                <w:bCs/>
                <w:sz w:val="18"/>
                <w:szCs w:val="18"/>
              </w:rPr>
              <w:t>252.040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b/>
                <w:bCs/>
                <w:sz w:val="18"/>
                <w:szCs w:val="18"/>
              </w:rPr>
              <w:t>252.165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b/>
                <w:bCs/>
                <w:sz w:val="18"/>
                <w:szCs w:val="18"/>
              </w:rPr>
              <w:t>3782.47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6.609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99.14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4.953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4.926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4.532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67.98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4.406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4.276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27.09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24.71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7.933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7.517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3.531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52.96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31.96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6.83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10.527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8.669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6.060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90.89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62.98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3.907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3.869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3.592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53.88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51.83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50.82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3.027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lastRenderedPageBreak/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11.102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6.93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7.243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6.391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4.521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44.62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2.381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35.72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2.374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35.60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29.41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15.01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14.98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11.505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9.985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5.910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88.65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5.717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5.339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3.958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59.37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1.039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7.593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113.90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7.224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5.777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0.21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27.52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19.54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2.48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b/>
                <w:bCs/>
                <w:sz w:val="18"/>
                <w:szCs w:val="18"/>
              </w:rPr>
              <w:t>202.655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b/>
                <w:bCs/>
                <w:sz w:val="18"/>
                <w:szCs w:val="18"/>
              </w:rPr>
              <w:t>104.420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466F99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66F99">
              <w:rPr>
                <w:rFonts w:ascii="Arial" w:hAnsi="Arial" w:cs="Arial"/>
                <w:b/>
                <w:bCs/>
                <w:sz w:val="18"/>
                <w:szCs w:val="18"/>
              </w:rPr>
              <w:t>1566.30</w:t>
            </w:r>
          </w:p>
        </w:tc>
      </w:tr>
      <w:tr w:rsidR="003E1ED7" w:rsidRPr="00345A3B" w:rsidTr="003E1ED7">
        <w:trPr>
          <w:trHeight w:val="20"/>
          <w:jc w:val="center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EF25E2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EF25E2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ОБЩО за землището</w:t>
            </w:r>
            <w:r w:rsidRPr="00EF25E2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EF25E2">
              <w:rPr>
                <w:rFonts w:ascii="Arial" w:hAnsi="Arial" w:cs="Arial"/>
                <w:b/>
                <w:sz w:val="18"/>
                <w:szCs w:val="18"/>
                <w:lang w:val="bg-BG"/>
              </w:rPr>
              <w:t>дка</w:t>
            </w:r>
            <w:r w:rsidRPr="00EF25E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EF25E2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EF25E2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EF25E2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454</w:t>
            </w: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EF25E2" w:rsidRDefault="003E1ED7" w:rsidP="003E1ED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EF25E2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356.585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ED7" w:rsidRPr="00EF25E2" w:rsidRDefault="003E1ED7" w:rsidP="003E1ED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5348.77</w:t>
            </w:r>
          </w:p>
        </w:tc>
      </w:tr>
    </w:tbl>
    <w:p w:rsidR="00713EC9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CE2CF4" w:rsidRDefault="00CE2CF4" w:rsidP="00CE2CF4">
      <w:pPr>
        <w:ind w:firstLine="720"/>
        <w:jc w:val="both"/>
        <w:textAlignment w:val="center"/>
        <w:rPr>
          <w:lang w:val="bg-BG"/>
        </w:rPr>
      </w:pPr>
      <w:r>
        <w:rPr>
          <w:lang w:val="bg-BG"/>
        </w:rPr>
        <w:t>Н</w:t>
      </w:r>
      <w:r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>
        <w:rPr>
          <w:lang w:val="bg-BG"/>
        </w:rPr>
        <w:t>“</w:t>
      </w:r>
    </w:p>
    <w:p w:rsidR="00CE2CF4" w:rsidRDefault="00CE2CF4" w:rsidP="00CE2CF4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:rsidR="00CE2CF4" w:rsidRDefault="00CE2CF4" w:rsidP="00CE2CF4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:rsidR="00CE2CF4" w:rsidRDefault="00CE2CF4" w:rsidP="00CE2CF4">
      <w:pPr>
        <w:jc w:val="both"/>
        <w:rPr>
          <w:i/>
          <w:lang w:val="ru-RU"/>
        </w:rPr>
      </w:pPr>
      <w:r>
        <w:rPr>
          <w:i/>
          <w:lang w:val="ru-RU"/>
        </w:rPr>
        <w:lastRenderedPageBreak/>
        <w:t xml:space="preserve">      </w:t>
      </w:r>
      <w:r>
        <w:rPr>
          <w:i/>
          <w:lang w:val="ru-RU"/>
        </w:rPr>
        <w:tab/>
        <w:t xml:space="preserve">За ползвател който не е заплатил сумите за ползваните земи по чл.37в ал. 3 т. 2 от ЗСПЗЗ, съгласно заповедта по ал. 4, </w:t>
      </w:r>
      <w:r>
        <w:rPr>
          <w:b/>
          <w:i/>
          <w:lang w:val="ru-RU"/>
        </w:rPr>
        <w:t>се прилага чл. 37в, ал. 7 от ЗСПЗЗ.</w:t>
      </w:r>
    </w:p>
    <w:p w:rsidR="00CE2CF4" w:rsidRDefault="00CE2CF4" w:rsidP="00CE2CF4">
      <w:pPr>
        <w:jc w:val="both"/>
        <w:rPr>
          <w:i/>
          <w:lang w:val="ru-RU"/>
        </w:rPr>
      </w:pPr>
      <w:r>
        <w:rPr>
          <w:i/>
          <w:lang w:val="ru-RU"/>
        </w:rPr>
        <w:t xml:space="preserve">     </w:t>
      </w:r>
      <w:r>
        <w:rPr>
          <w:i/>
          <w:lang w:val="ru-RU"/>
        </w:rPr>
        <w:tab/>
        <w:t>Заповедта влиза в сила по отношение на съответния ползвател при изпълнение на условието по чл.72 ал.1 от ППЗСПЗЗ.</w:t>
      </w:r>
    </w:p>
    <w:p w:rsidR="00CE2CF4" w:rsidRDefault="00CE2CF4" w:rsidP="00CE2CF4">
      <w:pPr>
        <w:ind w:firstLine="709"/>
        <w:jc w:val="both"/>
        <w:rPr>
          <w:lang w:val="ru-RU"/>
        </w:rPr>
      </w:pPr>
      <w:r>
        <w:rPr>
          <w:lang w:val="ru-RU"/>
        </w:rPr>
        <w:t xml:space="preserve"> Копие от заповедта да бъде връ</w:t>
      </w:r>
      <w:r w:rsidR="005D6004">
        <w:rPr>
          <w:lang w:val="ru-RU"/>
        </w:rPr>
        <w:t>чена на началника на ОСЗ –Правец</w:t>
      </w:r>
      <w:r>
        <w:rPr>
          <w:lang w:val="ru-RU"/>
        </w:rPr>
        <w:t xml:space="preserve"> и на пре</w:t>
      </w:r>
      <w:r w:rsidR="005D6004">
        <w:rPr>
          <w:lang w:val="ru-RU"/>
        </w:rPr>
        <w:t>дставителите на община Правец</w:t>
      </w:r>
      <w:r>
        <w:rPr>
          <w:lang w:val="ru-RU"/>
        </w:rPr>
        <w:t xml:space="preserve"> и кметство с</w:t>
      </w:r>
      <w:r w:rsidR="003E1ED7">
        <w:rPr>
          <w:lang w:val="ru-RU"/>
        </w:rPr>
        <w:t>.Манаселска река</w:t>
      </w:r>
      <w:r>
        <w:rPr>
          <w:lang w:val="ru-RU"/>
        </w:rPr>
        <w:t>, участници в комисията – за сведение и изпълнение.</w:t>
      </w:r>
    </w:p>
    <w:p w:rsidR="00CE2CF4" w:rsidRDefault="00CE2CF4" w:rsidP="00CE2CF4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CE2CF4" w:rsidRDefault="00CE2CF4" w:rsidP="00CE2CF4">
      <w:pPr>
        <w:jc w:val="both"/>
        <w:rPr>
          <w:lang w:val="bg-BG"/>
        </w:rPr>
      </w:pPr>
    </w:p>
    <w:p w:rsidR="00CE2CF4" w:rsidRDefault="00CE2CF4" w:rsidP="00CE2CF4">
      <w:pPr>
        <w:jc w:val="both"/>
        <w:rPr>
          <w:lang w:val="bg-BG"/>
        </w:rPr>
      </w:pPr>
    </w:p>
    <w:p w:rsidR="00CE2CF4" w:rsidRDefault="00CE2CF4" w:rsidP="00CE2CF4">
      <w:pPr>
        <w:ind w:firstLine="709"/>
        <w:jc w:val="both"/>
        <w:rPr>
          <w:u w:val="single"/>
          <w:lang w:val="bg-BG"/>
        </w:rPr>
      </w:pPr>
    </w:p>
    <w:p w:rsidR="00CE2CF4" w:rsidRDefault="00CE2CF4" w:rsidP="00CE2CF4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582AD2">
        <w:rPr>
          <w:b/>
          <w:lang w:val="bg-BG"/>
        </w:rPr>
        <w:t xml:space="preserve">  /П/</w:t>
      </w:r>
      <w:bookmarkStart w:id="6" w:name="_GoBack"/>
      <w:bookmarkEnd w:id="6"/>
    </w:p>
    <w:p w:rsidR="00CE2CF4" w:rsidRDefault="00CE2CF4" w:rsidP="00CE2CF4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CE2CF4" w:rsidRDefault="00CE2CF4" w:rsidP="00CE2CF4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CE2CF4" w:rsidRDefault="00CE2CF4" w:rsidP="00CE2CF4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CE2CF4" w:rsidRDefault="00CE2CF4" w:rsidP="00CE2CF4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582AD2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:rsidR="00CE2CF4" w:rsidRDefault="00CE2CF4" w:rsidP="00CE2CF4">
      <w:pPr>
        <w:rPr>
          <w:i/>
          <w:lang w:val="bg-BG"/>
        </w:rPr>
      </w:pPr>
    </w:p>
    <w:p w:rsidR="00CE2CF4" w:rsidRDefault="00CE2CF4" w:rsidP="00CE2CF4">
      <w:pPr>
        <w:rPr>
          <w:i/>
          <w:lang w:val="bg-BG"/>
        </w:rPr>
      </w:pPr>
    </w:p>
    <w:bookmarkEnd w:id="5"/>
    <w:p w:rsidR="00CC75A7" w:rsidRDefault="00CC75A7" w:rsidP="00CE2CF4">
      <w:pPr>
        <w:ind w:firstLine="720"/>
        <w:jc w:val="both"/>
        <w:textAlignment w:val="center"/>
        <w:rPr>
          <w:lang w:val="bg-BG"/>
        </w:rPr>
      </w:pPr>
    </w:p>
    <w:sectPr w:rsidR="00CC75A7" w:rsidSect="0066412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249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964" w:rsidRDefault="001A7964">
      <w:r>
        <w:separator/>
      </w:r>
    </w:p>
  </w:endnote>
  <w:endnote w:type="continuationSeparator" w:id="0">
    <w:p w:rsidR="001A7964" w:rsidRDefault="001A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D7" w:rsidRDefault="003E1ED7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1ED7" w:rsidRDefault="003E1ED7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D7" w:rsidRPr="00713EC9" w:rsidRDefault="003E1ED7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582AD2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:rsidR="003E1ED7" w:rsidRPr="00664127" w:rsidRDefault="003E1ED7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3E1ED7" w:rsidRPr="00664127" w:rsidRDefault="003E1ED7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E1ED7" w:rsidRPr="00835BBA" w:rsidRDefault="003E1ED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D7" w:rsidRPr="00664127" w:rsidRDefault="003E1ED7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3E1ED7" w:rsidRPr="00664127" w:rsidRDefault="003E1ED7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E1ED7" w:rsidRPr="00664127" w:rsidRDefault="003E1ED7" w:rsidP="00664127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964" w:rsidRDefault="001A7964">
      <w:r>
        <w:separator/>
      </w:r>
    </w:p>
  </w:footnote>
  <w:footnote w:type="continuationSeparator" w:id="0">
    <w:p w:rsidR="001A7964" w:rsidRDefault="001A7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D7" w:rsidRPr="005B69F7" w:rsidRDefault="003E1ED7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E1ED7" w:rsidRPr="005B69F7" w:rsidRDefault="001A7964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E1ED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E1ED7" w:rsidRPr="0023186B" w:rsidRDefault="003E1ED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E1ED7" w:rsidRPr="00983B22" w:rsidRDefault="003E1ED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E1ED7" w:rsidRPr="00983B22" w:rsidRDefault="003E1ED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07E70"/>
    <w:rsid w:val="00013A9F"/>
    <w:rsid w:val="00020405"/>
    <w:rsid w:val="00031A1D"/>
    <w:rsid w:val="00051D85"/>
    <w:rsid w:val="0005217F"/>
    <w:rsid w:val="000637C4"/>
    <w:rsid w:val="00067CA3"/>
    <w:rsid w:val="0009344D"/>
    <w:rsid w:val="00094932"/>
    <w:rsid w:val="000A519D"/>
    <w:rsid w:val="000A5B88"/>
    <w:rsid w:val="000B3E95"/>
    <w:rsid w:val="000C5047"/>
    <w:rsid w:val="000E2804"/>
    <w:rsid w:val="000E46A8"/>
    <w:rsid w:val="000F0C9B"/>
    <w:rsid w:val="000F691D"/>
    <w:rsid w:val="0010044E"/>
    <w:rsid w:val="00113853"/>
    <w:rsid w:val="0013647C"/>
    <w:rsid w:val="00137F32"/>
    <w:rsid w:val="00155469"/>
    <w:rsid w:val="00157D1E"/>
    <w:rsid w:val="00164A60"/>
    <w:rsid w:val="00171E77"/>
    <w:rsid w:val="001738C2"/>
    <w:rsid w:val="00173A32"/>
    <w:rsid w:val="00175BDF"/>
    <w:rsid w:val="001850C9"/>
    <w:rsid w:val="001A06E4"/>
    <w:rsid w:val="001A0CFA"/>
    <w:rsid w:val="001A1BA3"/>
    <w:rsid w:val="001A1C66"/>
    <w:rsid w:val="001A7964"/>
    <w:rsid w:val="001B4BA5"/>
    <w:rsid w:val="001C530A"/>
    <w:rsid w:val="001D31E5"/>
    <w:rsid w:val="001F68C3"/>
    <w:rsid w:val="0020653E"/>
    <w:rsid w:val="00212573"/>
    <w:rsid w:val="00213A9D"/>
    <w:rsid w:val="00220A6A"/>
    <w:rsid w:val="00224C72"/>
    <w:rsid w:val="00225E60"/>
    <w:rsid w:val="00226FCD"/>
    <w:rsid w:val="0023186B"/>
    <w:rsid w:val="00233D09"/>
    <w:rsid w:val="00236727"/>
    <w:rsid w:val="0024276E"/>
    <w:rsid w:val="00243915"/>
    <w:rsid w:val="002639F4"/>
    <w:rsid w:val="00266D04"/>
    <w:rsid w:val="002725F6"/>
    <w:rsid w:val="0027756D"/>
    <w:rsid w:val="00291439"/>
    <w:rsid w:val="00291BDD"/>
    <w:rsid w:val="002A10AF"/>
    <w:rsid w:val="002A77F5"/>
    <w:rsid w:val="002C5874"/>
    <w:rsid w:val="002D3B8A"/>
    <w:rsid w:val="002E25EF"/>
    <w:rsid w:val="002F2872"/>
    <w:rsid w:val="002F58B2"/>
    <w:rsid w:val="003015D9"/>
    <w:rsid w:val="003140CD"/>
    <w:rsid w:val="00325630"/>
    <w:rsid w:val="003261FD"/>
    <w:rsid w:val="0033321F"/>
    <w:rsid w:val="00334F0E"/>
    <w:rsid w:val="0033555F"/>
    <w:rsid w:val="003361C6"/>
    <w:rsid w:val="00343C03"/>
    <w:rsid w:val="00343DD9"/>
    <w:rsid w:val="00345A2F"/>
    <w:rsid w:val="00345A3B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2E20"/>
    <w:rsid w:val="003D27F5"/>
    <w:rsid w:val="003D48FB"/>
    <w:rsid w:val="003E1ED7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56A83"/>
    <w:rsid w:val="004636D0"/>
    <w:rsid w:val="00463733"/>
    <w:rsid w:val="00471AF4"/>
    <w:rsid w:val="00496975"/>
    <w:rsid w:val="004A6050"/>
    <w:rsid w:val="004A6B7F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429F"/>
    <w:rsid w:val="00522D1E"/>
    <w:rsid w:val="0052692D"/>
    <w:rsid w:val="00533524"/>
    <w:rsid w:val="00535D58"/>
    <w:rsid w:val="00536F7E"/>
    <w:rsid w:val="00542B79"/>
    <w:rsid w:val="00544517"/>
    <w:rsid w:val="005509CA"/>
    <w:rsid w:val="005604AC"/>
    <w:rsid w:val="00564A90"/>
    <w:rsid w:val="0057056E"/>
    <w:rsid w:val="005745ED"/>
    <w:rsid w:val="00575425"/>
    <w:rsid w:val="00576362"/>
    <w:rsid w:val="005812FB"/>
    <w:rsid w:val="0058230C"/>
    <w:rsid w:val="00582AD2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40F2"/>
    <w:rsid w:val="005D2C61"/>
    <w:rsid w:val="005D42C6"/>
    <w:rsid w:val="005D6004"/>
    <w:rsid w:val="005D6987"/>
    <w:rsid w:val="005D7788"/>
    <w:rsid w:val="005E0108"/>
    <w:rsid w:val="005E31C1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359F1"/>
    <w:rsid w:val="00643898"/>
    <w:rsid w:val="00645F78"/>
    <w:rsid w:val="00654315"/>
    <w:rsid w:val="00655668"/>
    <w:rsid w:val="00664127"/>
    <w:rsid w:val="006655C6"/>
    <w:rsid w:val="006727E9"/>
    <w:rsid w:val="006728A7"/>
    <w:rsid w:val="0068465C"/>
    <w:rsid w:val="00687C4C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38E0"/>
    <w:rsid w:val="007C49BC"/>
    <w:rsid w:val="007C7BF9"/>
    <w:rsid w:val="007D05C7"/>
    <w:rsid w:val="007D07CD"/>
    <w:rsid w:val="007D6450"/>
    <w:rsid w:val="007F2BAB"/>
    <w:rsid w:val="007F76C2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42BDB"/>
    <w:rsid w:val="008438F9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E3109"/>
    <w:rsid w:val="008F3A6E"/>
    <w:rsid w:val="008F523E"/>
    <w:rsid w:val="00902DEE"/>
    <w:rsid w:val="00914E3B"/>
    <w:rsid w:val="00931B42"/>
    <w:rsid w:val="00931DA6"/>
    <w:rsid w:val="00936425"/>
    <w:rsid w:val="00945150"/>
    <w:rsid w:val="00946D85"/>
    <w:rsid w:val="00956CD8"/>
    <w:rsid w:val="00974546"/>
    <w:rsid w:val="009803EE"/>
    <w:rsid w:val="00982369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2D6F"/>
    <w:rsid w:val="009D555E"/>
    <w:rsid w:val="009E7D8E"/>
    <w:rsid w:val="009F2A96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B02"/>
    <w:rsid w:val="00A806FD"/>
    <w:rsid w:val="00A81D1A"/>
    <w:rsid w:val="00A86175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679E"/>
    <w:rsid w:val="00B14BA2"/>
    <w:rsid w:val="00B4496C"/>
    <w:rsid w:val="00B45C14"/>
    <w:rsid w:val="00B54180"/>
    <w:rsid w:val="00B65B7A"/>
    <w:rsid w:val="00B929CC"/>
    <w:rsid w:val="00B97B20"/>
    <w:rsid w:val="00BA5128"/>
    <w:rsid w:val="00BC0B35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2025A"/>
    <w:rsid w:val="00C21ACE"/>
    <w:rsid w:val="00C34BD9"/>
    <w:rsid w:val="00C34FAA"/>
    <w:rsid w:val="00C37346"/>
    <w:rsid w:val="00C41B72"/>
    <w:rsid w:val="00C44A5E"/>
    <w:rsid w:val="00C473A4"/>
    <w:rsid w:val="00C70CB9"/>
    <w:rsid w:val="00C812C3"/>
    <w:rsid w:val="00C878E9"/>
    <w:rsid w:val="00CA17DF"/>
    <w:rsid w:val="00CA3258"/>
    <w:rsid w:val="00CA35D5"/>
    <w:rsid w:val="00CA3D8C"/>
    <w:rsid w:val="00CA41E3"/>
    <w:rsid w:val="00CA7A14"/>
    <w:rsid w:val="00CC3231"/>
    <w:rsid w:val="00CC671B"/>
    <w:rsid w:val="00CC75A7"/>
    <w:rsid w:val="00CD06EB"/>
    <w:rsid w:val="00CD6A9A"/>
    <w:rsid w:val="00CE2CF4"/>
    <w:rsid w:val="00CE47C7"/>
    <w:rsid w:val="00CE5345"/>
    <w:rsid w:val="00CE78CA"/>
    <w:rsid w:val="00CF1702"/>
    <w:rsid w:val="00CF334D"/>
    <w:rsid w:val="00CF3E38"/>
    <w:rsid w:val="00D00BD9"/>
    <w:rsid w:val="00D10B5A"/>
    <w:rsid w:val="00D117C6"/>
    <w:rsid w:val="00D1214A"/>
    <w:rsid w:val="00D13F65"/>
    <w:rsid w:val="00D21567"/>
    <w:rsid w:val="00D259F5"/>
    <w:rsid w:val="00D30D14"/>
    <w:rsid w:val="00D450FA"/>
    <w:rsid w:val="00D472F6"/>
    <w:rsid w:val="00D4743D"/>
    <w:rsid w:val="00D52682"/>
    <w:rsid w:val="00D61AE4"/>
    <w:rsid w:val="00D67B1F"/>
    <w:rsid w:val="00D71A31"/>
    <w:rsid w:val="00D742E5"/>
    <w:rsid w:val="00D7472F"/>
    <w:rsid w:val="00D75876"/>
    <w:rsid w:val="00D7765B"/>
    <w:rsid w:val="00D81065"/>
    <w:rsid w:val="00D81D3E"/>
    <w:rsid w:val="00D83F12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22EE"/>
    <w:rsid w:val="00E02ED9"/>
    <w:rsid w:val="00E033AB"/>
    <w:rsid w:val="00E05705"/>
    <w:rsid w:val="00E14211"/>
    <w:rsid w:val="00E14AEE"/>
    <w:rsid w:val="00E237A5"/>
    <w:rsid w:val="00E276F4"/>
    <w:rsid w:val="00E42029"/>
    <w:rsid w:val="00E52E11"/>
    <w:rsid w:val="00E5627C"/>
    <w:rsid w:val="00E609AD"/>
    <w:rsid w:val="00E61682"/>
    <w:rsid w:val="00E6220A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67E9B"/>
    <w:rsid w:val="00F72CF1"/>
    <w:rsid w:val="00F7674E"/>
    <w:rsid w:val="00F77810"/>
    <w:rsid w:val="00F86AE3"/>
    <w:rsid w:val="00F87F77"/>
    <w:rsid w:val="00F90604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5A6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6CA4C4AF"/>
  <w15:docId w15:val="{A3001CD3-202D-4BFD-A559-B97F17A3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  <w:rsid w:val="00655668"/>
  </w:style>
  <w:style w:type="numbering" w:customStyle="1" w:styleId="ListNo1">
    <w:name w:val="List No"/>
    <w:uiPriority w:val="99"/>
    <w:semiHidden/>
    <w:unhideWhenUsed/>
    <w:rsid w:val="00C812C3"/>
  </w:style>
  <w:style w:type="numbering" w:customStyle="1" w:styleId="ListNo2">
    <w:name w:val="List No"/>
    <w:uiPriority w:val="99"/>
    <w:semiHidden/>
    <w:unhideWhenUsed/>
    <w:rsid w:val="00643898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5509CA"/>
  </w:style>
  <w:style w:type="numbering" w:customStyle="1" w:styleId="ListNo5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0DB17-BA6B-417B-ADE9-224681D6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6</Pages>
  <Words>1873</Words>
  <Characters>10681</Characters>
  <Application>Microsoft Office Word</Application>
  <DocSecurity>0</DocSecurity>
  <Lines>89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19</cp:revision>
  <cp:lastPrinted>2021-09-27T13:21:00Z</cp:lastPrinted>
  <dcterms:created xsi:type="dcterms:W3CDTF">2022-09-26T09:29:00Z</dcterms:created>
  <dcterms:modified xsi:type="dcterms:W3CDTF">2022-09-29T07:52:00Z</dcterms:modified>
</cp:coreProperties>
</file>