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C3F" w:rsidRDefault="00876C3F">
      <w:pPr>
        <w:spacing w:before="240"/>
        <w:jc w:val="both"/>
        <w:rPr>
          <w:b/>
          <w:sz w:val="28"/>
          <w:szCs w:val="28"/>
          <w:lang w:val="bg-BG"/>
        </w:rPr>
      </w:pPr>
    </w:p>
    <w:p w:rsidR="00876C3F" w:rsidRPr="00AC4A52" w:rsidRDefault="003D03F0" w:rsidP="00AC4A52">
      <w:pPr>
        <w:spacing w:line="360" w:lineRule="auto"/>
        <w:rPr>
          <w:lang w:val="bg-BG"/>
        </w:rPr>
      </w:pPr>
      <w:r w:rsidRPr="00AC4A52">
        <w:rPr>
          <w:i/>
          <w:lang w:val="bg-BG"/>
        </w:rPr>
        <w:t xml:space="preserve">                 </w:t>
      </w:r>
      <w:r w:rsidR="00F615EF" w:rsidRPr="00AC4A52">
        <w:rPr>
          <w:i/>
          <w:lang w:val="bg-BG"/>
        </w:rPr>
        <w:t xml:space="preserve">                                  </w:t>
      </w:r>
      <w:r w:rsidRPr="00AC4A52">
        <w:rPr>
          <w:i/>
          <w:lang w:val="bg-BG"/>
        </w:rPr>
        <w:t xml:space="preserve">       УТВЪРДИЛ:</w:t>
      </w:r>
      <w:r w:rsidR="00AC4A52" w:rsidRPr="00AC4A52">
        <w:rPr>
          <w:i/>
          <w:lang w:val="bg-BG"/>
        </w:rPr>
        <w:tab/>
      </w:r>
      <w:r w:rsidR="00AC4A52" w:rsidRPr="00AC4A52">
        <w:rPr>
          <w:lang w:val="bg-BG"/>
        </w:rPr>
        <w:tab/>
        <w:t>/П/</w:t>
      </w:r>
      <w:r w:rsidR="00AC4A52" w:rsidRPr="00AC4A52">
        <w:rPr>
          <w:lang w:val="bg-BG"/>
        </w:rPr>
        <w:tab/>
      </w:r>
    </w:p>
    <w:p w:rsidR="00876C3F" w:rsidRDefault="003D03F0">
      <w:pPr>
        <w:tabs>
          <w:tab w:val="left" w:pos="6300"/>
        </w:tabs>
        <w:ind w:left="-180"/>
        <w:rPr>
          <w:b/>
          <w:i/>
          <w:lang w:val="bg-BG"/>
        </w:rPr>
      </w:pPr>
      <w:r>
        <w:rPr>
          <w:i/>
          <w:lang w:val="bg-BG"/>
        </w:rPr>
        <w:t xml:space="preserve">                                                                                  </w:t>
      </w:r>
      <w:r>
        <w:rPr>
          <w:b/>
          <w:bCs/>
          <w:lang w:val="bg-BG"/>
        </w:rPr>
        <w:t>ПЕТКО ДИМОВ</w:t>
      </w:r>
    </w:p>
    <w:p w:rsidR="00876C3F" w:rsidRDefault="003D03F0">
      <w:pPr>
        <w:tabs>
          <w:tab w:val="left" w:pos="6300"/>
        </w:tabs>
        <w:ind w:left="4678"/>
        <w:rPr>
          <w:i/>
          <w:lang w:val="bg-BG"/>
        </w:rPr>
      </w:pPr>
      <w:r>
        <w:rPr>
          <w:i/>
          <w:lang w:val="bg-BG"/>
        </w:rPr>
        <w:t xml:space="preserve">ДИРЕКТОР  НА </w:t>
      </w:r>
    </w:p>
    <w:p w:rsidR="00876C3F" w:rsidRDefault="003D03F0">
      <w:pPr>
        <w:tabs>
          <w:tab w:val="left" w:pos="6300"/>
        </w:tabs>
        <w:ind w:left="4678"/>
        <w:rPr>
          <w:i/>
          <w:lang w:val="bg-BG"/>
        </w:rPr>
      </w:pPr>
      <w:r>
        <w:rPr>
          <w:i/>
          <w:lang w:val="bg-BG"/>
        </w:rPr>
        <w:t xml:space="preserve">ОБЛАСТНА ДИРЕКЦИЯ „ЗЕМЕДЕЛИЕ”- </w:t>
      </w:r>
    </w:p>
    <w:p w:rsidR="00F615EF" w:rsidRDefault="003D03F0" w:rsidP="00F615EF">
      <w:pPr>
        <w:ind w:left="4678"/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876C3F" w:rsidRPr="00F615EF" w:rsidRDefault="003D03F0" w:rsidP="00F615EF">
      <w:pPr>
        <w:rPr>
          <w:i/>
          <w:lang w:val="bg-BG"/>
        </w:rPr>
      </w:pPr>
      <w:r>
        <w:rPr>
          <w:b/>
          <w:lang w:val="bg-BG"/>
        </w:rPr>
        <w:t>ДО</w:t>
      </w:r>
    </w:p>
    <w:p w:rsidR="00876C3F" w:rsidRDefault="00F615EF">
      <w:pPr>
        <w:rPr>
          <w:b/>
          <w:lang w:val="bg-BG"/>
        </w:rPr>
      </w:pPr>
      <w:r>
        <w:rPr>
          <w:b/>
          <w:bCs/>
          <w:lang w:val="bg-BG"/>
        </w:rPr>
        <w:t xml:space="preserve">Г-Н </w:t>
      </w:r>
      <w:r w:rsidR="003D03F0">
        <w:rPr>
          <w:b/>
          <w:bCs/>
          <w:lang w:val="bg-BG"/>
        </w:rPr>
        <w:t>ПЕТКО ДИМОВ</w:t>
      </w:r>
      <w:r w:rsidR="003D03F0">
        <w:rPr>
          <w:b/>
          <w:lang w:val="bg-BG"/>
        </w:rPr>
        <w:t xml:space="preserve"> </w:t>
      </w:r>
    </w:p>
    <w:p w:rsidR="00876C3F" w:rsidRDefault="003D03F0">
      <w:pPr>
        <w:rPr>
          <w:b/>
          <w:lang w:val="bg-BG"/>
        </w:rPr>
      </w:pPr>
      <w:r>
        <w:rPr>
          <w:b/>
          <w:lang w:val="bg-BG"/>
        </w:rPr>
        <w:t>ДИРЕКТОР  НА</w:t>
      </w:r>
    </w:p>
    <w:p w:rsidR="00F615EF" w:rsidRDefault="003D03F0">
      <w:pPr>
        <w:rPr>
          <w:b/>
          <w:lang w:val="bg-BG"/>
        </w:rPr>
      </w:pPr>
      <w:r>
        <w:rPr>
          <w:b/>
          <w:lang w:val="bg-BG"/>
        </w:rPr>
        <w:t xml:space="preserve">ОБЛАСТНА ДИРЕКЦИЯ </w:t>
      </w:r>
    </w:p>
    <w:p w:rsidR="00876C3F" w:rsidRDefault="003D03F0">
      <w:pPr>
        <w:rPr>
          <w:b/>
          <w:lang w:val="bg-BG"/>
        </w:rPr>
      </w:pPr>
      <w:r>
        <w:rPr>
          <w:b/>
          <w:lang w:val="bg-BG"/>
        </w:rPr>
        <w:t xml:space="preserve">„ЗЕМЕДЕЛИЕ“ </w:t>
      </w:r>
      <w:r w:rsidR="00F615EF">
        <w:rPr>
          <w:b/>
          <w:lang w:val="bg-BG"/>
        </w:rPr>
        <w:t xml:space="preserve">- </w:t>
      </w:r>
      <w:r>
        <w:rPr>
          <w:b/>
          <w:lang w:val="bg-BG"/>
        </w:rPr>
        <w:t>СОФИЯ ОБЛАСТ</w:t>
      </w:r>
    </w:p>
    <w:p w:rsidR="00876C3F" w:rsidRDefault="00876C3F">
      <w:pPr>
        <w:spacing w:line="360" w:lineRule="auto"/>
        <w:jc w:val="center"/>
        <w:rPr>
          <w:b/>
          <w:sz w:val="28"/>
          <w:szCs w:val="28"/>
          <w:lang w:val="bg-BG"/>
        </w:rPr>
      </w:pPr>
    </w:p>
    <w:p w:rsidR="00876C3F" w:rsidRDefault="003D03F0">
      <w:pPr>
        <w:spacing w:line="360" w:lineRule="auto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Д  О  К  Л  А  Д </w:t>
      </w:r>
    </w:p>
    <w:p w:rsidR="006422B3" w:rsidRPr="006422B3" w:rsidRDefault="006422B3">
      <w:pPr>
        <w:spacing w:line="360" w:lineRule="auto"/>
        <w:jc w:val="center"/>
        <w:rPr>
          <w:lang w:val="bg-BG"/>
        </w:rPr>
      </w:pPr>
      <w:r w:rsidRPr="006422B3">
        <w:rPr>
          <w:lang w:val="bg-BG"/>
        </w:rPr>
        <w:t>от</w:t>
      </w:r>
      <w:r w:rsidR="003D03F0" w:rsidRPr="006422B3">
        <w:rPr>
          <w:lang w:val="bg-BG"/>
        </w:rPr>
        <w:t xml:space="preserve">  </w:t>
      </w:r>
    </w:p>
    <w:p w:rsidR="00876C3F" w:rsidRDefault="006422B3" w:rsidP="006422B3">
      <w:pPr>
        <w:spacing w:line="276" w:lineRule="auto"/>
        <w:jc w:val="center"/>
        <w:rPr>
          <w:lang w:val="bg-BG"/>
        </w:rPr>
      </w:pPr>
      <w:r w:rsidRPr="00F615EF">
        <w:rPr>
          <w:lang w:val="bg-BG"/>
        </w:rPr>
        <w:t>Емил  Атанасов</w:t>
      </w:r>
      <w:r>
        <w:rPr>
          <w:b/>
          <w:lang w:val="bg-BG"/>
        </w:rPr>
        <w:t xml:space="preserve"> - </w:t>
      </w:r>
      <w:r>
        <w:rPr>
          <w:lang w:val="bg-BG"/>
        </w:rPr>
        <w:t>председател на комисията за определяне на  средно рентно  годишно плащане, съгласно Заповед № РД-07-</w:t>
      </w:r>
      <w:r>
        <w:rPr>
          <w:lang w:val="ru-RU"/>
        </w:rPr>
        <w:t>1</w:t>
      </w:r>
      <w:r>
        <w:rPr>
          <w:lang w:val="bg-BG"/>
        </w:rPr>
        <w:t xml:space="preserve"> от 03.01.2025</w:t>
      </w:r>
      <w:r w:rsidR="00F615EF">
        <w:rPr>
          <w:lang w:val="bg-BG"/>
        </w:rPr>
        <w:t xml:space="preserve"> </w:t>
      </w:r>
      <w:r>
        <w:rPr>
          <w:lang w:val="bg-BG"/>
        </w:rPr>
        <w:t>г.</w:t>
      </w:r>
    </w:p>
    <w:p w:rsidR="00F615EF" w:rsidRDefault="00F615EF" w:rsidP="006422B3">
      <w:pPr>
        <w:spacing w:line="276" w:lineRule="auto"/>
        <w:jc w:val="center"/>
        <w:rPr>
          <w:lang w:val="bg-BG"/>
        </w:rPr>
      </w:pPr>
    </w:p>
    <w:p w:rsidR="006422B3" w:rsidRDefault="00F615EF" w:rsidP="00F615EF">
      <w:pPr>
        <w:spacing w:line="276" w:lineRule="auto"/>
        <w:rPr>
          <w:b/>
          <w:lang w:val="bg-BG"/>
        </w:rPr>
      </w:pPr>
      <w:r>
        <w:rPr>
          <w:b/>
          <w:lang w:val="bg-BG"/>
        </w:rPr>
        <w:tab/>
        <w:t>УВАЖАЕМИ ГОСПОДИН ДИМОВ,</w:t>
      </w:r>
    </w:p>
    <w:p w:rsidR="00F615EF" w:rsidRPr="006422B3" w:rsidRDefault="00F615EF" w:rsidP="00F615EF">
      <w:pPr>
        <w:spacing w:line="276" w:lineRule="auto"/>
        <w:rPr>
          <w:b/>
          <w:lang w:val="bg-BG"/>
        </w:rPr>
      </w:pPr>
    </w:p>
    <w:p w:rsidR="006422B3" w:rsidRDefault="003D03F0" w:rsidP="00F615EF">
      <w:pPr>
        <w:ind w:firstLine="709"/>
        <w:jc w:val="both"/>
        <w:rPr>
          <w:lang w:val="bg-BG"/>
        </w:rPr>
      </w:pPr>
      <w:r>
        <w:rPr>
          <w:lang w:val="bg-BG"/>
        </w:rPr>
        <w:t>Във връзка с изискванията, регламентирани в §2 от Допъл</w:t>
      </w:r>
      <w:r w:rsidR="006422B3">
        <w:rPr>
          <w:lang w:val="bg-BG"/>
        </w:rPr>
        <w:t>нителните разпоредби на ЗСПЗЗ и</w:t>
      </w:r>
      <w:r>
        <w:rPr>
          <w:lang w:val="bg-BG"/>
        </w:rPr>
        <w:t xml:space="preserve"> Заповед № РД-07-</w:t>
      </w:r>
      <w:r>
        <w:rPr>
          <w:lang w:val="ru-RU"/>
        </w:rPr>
        <w:t>1</w:t>
      </w:r>
      <w:r>
        <w:rPr>
          <w:lang w:val="bg-BG"/>
        </w:rPr>
        <w:t xml:space="preserve"> от 03.01.2025</w:t>
      </w:r>
      <w:r w:rsidR="006422B3">
        <w:rPr>
          <w:lang w:val="bg-BG"/>
        </w:rPr>
        <w:t xml:space="preserve"> </w:t>
      </w:r>
      <w:r>
        <w:rPr>
          <w:lang w:val="bg-BG"/>
        </w:rPr>
        <w:t>г. на директора на Областна дирекция „Земеделие“</w:t>
      </w:r>
      <w:r w:rsidR="006422B3">
        <w:rPr>
          <w:lang w:val="bg-BG"/>
        </w:rPr>
        <w:t xml:space="preserve"> -</w:t>
      </w:r>
      <w:r>
        <w:rPr>
          <w:lang w:val="bg-BG"/>
        </w:rPr>
        <w:t xml:space="preserve"> София област за определяне на средно рентно годишно  плащане  за землищата на територията на Софийска област, </w:t>
      </w:r>
      <w:r w:rsidR="006422B3">
        <w:rPr>
          <w:lang w:val="bg-BG"/>
        </w:rPr>
        <w:t>Ви уведомявам следното:</w:t>
      </w:r>
    </w:p>
    <w:p w:rsidR="00876C3F" w:rsidRDefault="006422B3" w:rsidP="006422B3">
      <w:pPr>
        <w:ind w:firstLine="709"/>
        <w:jc w:val="both"/>
        <w:rPr>
          <w:lang w:val="bg-BG"/>
        </w:rPr>
      </w:pPr>
      <w:r>
        <w:rPr>
          <w:lang w:val="bg-BG"/>
        </w:rPr>
        <w:t>С</w:t>
      </w:r>
      <w:r w:rsidR="003D03F0">
        <w:rPr>
          <w:lang w:val="bg-BG"/>
        </w:rPr>
        <w:t>тойностите на средно годишно рентно плащане за стопанската 202</w:t>
      </w:r>
      <w:r w:rsidR="003D03F0">
        <w:t>5</w:t>
      </w:r>
      <w:r w:rsidR="003D03F0">
        <w:rPr>
          <w:lang w:val="bg-BG"/>
        </w:rPr>
        <w:t>-20</w:t>
      </w:r>
      <w:r w:rsidR="003D03F0">
        <w:rPr>
          <w:lang w:val="ru-RU"/>
        </w:rPr>
        <w:t>2</w:t>
      </w:r>
      <w:r w:rsidR="003D03F0">
        <w:t>6</w:t>
      </w:r>
      <w:r>
        <w:rPr>
          <w:lang w:val="bg-BG"/>
        </w:rPr>
        <w:t xml:space="preserve"> година са изготвени, съгласно одобрена</w:t>
      </w:r>
      <w:r w:rsidR="003D03F0">
        <w:rPr>
          <w:lang w:val="bg-BG"/>
        </w:rPr>
        <w:t xml:space="preserve"> със Заповед № РД-46-292/27.12.2024г.</w:t>
      </w:r>
      <w:r w:rsidR="003D03F0">
        <w:t xml:space="preserve"> </w:t>
      </w:r>
      <w:r>
        <w:rPr>
          <w:lang w:val="bg-BG"/>
        </w:rPr>
        <w:t>на министъра на земеделието и храните</w:t>
      </w:r>
      <w:r w:rsidRPr="006422B3">
        <w:rPr>
          <w:lang w:val="bg-BG"/>
        </w:rPr>
        <w:t xml:space="preserve"> </w:t>
      </w:r>
      <w:r>
        <w:rPr>
          <w:lang w:val="bg-BG"/>
        </w:rPr>
        <w:t>Методика</w:t>
      </w:r>
      <w:r w:rsidR="003D03F0">
        <w:rPr>
          <w:lang w:val="bg-BG"/>
        </w:rPr>
        <w:t>.</w:t>
      </w:r>
    </w:p>
    <w:p w:rsidR="001A348C" w:rsidRDefault="003D03F0" w:rsidP="00944E9F">
      <w:pPr>
        <w:ind w:firstLine="709"/>
        <w:jc w:val="both"/>
        <w:rPr>
          <w:lang w:val="bg-BG"/>
        </w:rPr>
      </w:pPr>
      <w:r>
        <w:rPr>
          <w:lang w:val="bg-BG"/>
        </w:rPr>
        <w:t xml:space="preserve">За база </w:t>
      </w:r>
      <w:r w:rsidR="001A348C">
        <w:rPr>
          <w:lang w:val="bg-BG"/>
        </w:rPr>
        <w:t xml:space="preserve">са взети </w:t>
      </w:r>
      <w:r w:rsidR="001A348C" w:rsidRPr="00C54FB6">
        <w:rPr>
          <w:lang w:val="bg-BG"/>
        </w:rPr>
        <w:t>всички едногодишни договори за наем, регистрирани в общинската служба по земеделие, като и всички вписани и регистрирани в общинската служба по земеделие договори за ползване на земеделски земи</w:t>
      </w:r>
      <w:r w:rsidR="001A348C">
        <w:rPr>
          <w:lang w:val="bg-BG"/>
        </w:rPr>
        <w:t>, въз</w:t>
      </w:r>
      <w:r w:rsidR="006E2D60">
        <w:t xml:space="preserve"> </w:t>
      </w:r>
      <w:r w:rsidR="001A348C">
        <w:rPr>
          <w:lang w:val="bg-BG"/>
        </w:rPr>
        <w:t xml:space="preserve">основа на което </w:t>
      </w:r>
      <w:r w:rsidR="001A348C" w:rsidRPr="00C54FB6">
        <w:rPr>
          <w:lang w:val="bg-BG"/>
        </w:rPr>
        <w:t>са определени средните рентни цени за съответните землища</w:t>
      </w:r>
      <w:r w:rsidR="001A348C">
        <w:rPr>
          <w:lang w:val="bg-BG"/>
        </w:rPr>
        <w:t>.</w:t>
      </w:r>
    </w:p>
    <w:p w:rsidR="00876C3F" w:rsidRDefault="003D03F0" w:rsidP="00944E9F">
      <w:pPr>
        <w:ind w:firstLine="709"/>
        <w:jc w:val="both"/>
        <w:rPr>
          <w:lang w:val="bg-BG"/>
        </w:rPr>
      </w:pPr>
      <w:r>
        <w:rPr>
          <w:lang w:val="bg-BG"/>
        </w:rPr>
        <w:t xml:space="preserve">Като изходни данни са взети изготвените от общинските служби по земеделие справки за </w:t>
      </w:r>
      <w:r w:rsidR="001A348C">
        <w:rPr>
          <w:lang w:val="bg-BG"/>
        </w:rPr>
        <w:t xml:space="preserve">регистрираните </w:t>
      </w:r>
      <w:r>
        <w:rPr>
          <w:lang w:val="bg-BG"/>
        </w:rPr>
        <w:t>договори за всяко землище по НТП чрез  система за ползване на земеделски земи</w:t>
      </w:r>
      <w:r>
        <w:rPr>
          <w:lang w:val="ru-RU"/>
        </w:rPr>
        <w:t xml:space="preserve"> (</w:t>
      </w:r>
      <w:r>
        <w:t>FERMA</w:t>
      </w:r>
      <w:r>
        <w:rPr>
          <w:lang w:val="bg-BG"/>
        </w:rPr>
        <w:t xml:space="preserve"> </w:t>
      </w:r>
      <w:r>
        <w:t>WIN</w:t>
      </w:r>
      <w:r>
        <w:rPr>
          <w:lang w:val="bg-BG"/>
        </w:rPr>
        <w:t>). Размерът на средното годишно рентно плащане се определя в левове на декар.</w:t>
      </w:r>
    </w:p>
    <w:p w:rsidR="00876C3F" w:rsidRDefault="003D03F0" w:rsidP="00944E9F">
      <w:pPr>
        <w:ind w:firstLine="709"/>
        <w:jc w:val="both"/>
        <w:rPr>
          <w:lang w:val="bg-BG"/>
        </w:rPr>
      </w:pPr>
      <w:r>
        <w:rPr>
          <w:lang w:val="bg-BG"/>
        </w:rPr>
        <w:t xml:space="preserve">За землищата, за които не са налични вписани договори, средно годишно рентно плащане е определено, съгласно изчисленото за съседно землище с близки топографски (географски) характеристики. </w:t>
      </w:r>
    </w:p>
    <w:p w:rsidR="00876C3F" w:rsidRDefault="003D03F0" w:rsidP="00944E9F">
      <w:pPr>
        <w:ind w:firstLine="709"/>
        <w:jc w:val="both"/>
        <w:rPr>
          <w:lang w:val="bg-BG"/>
        </w:rPr>
      </w:pPr>
      <w:r>
        <w:rPr>
          <w:lang w:val="bg-BG"/>
        </w:rPr>
        <w:t>Средно годишно рентно плащане е изготвено в табличен вид (Приложение № 1) и е неразделна част от настоящият доклад.</w:t>
      </w:r>
    </w:p>
    <w:p w:rsidR="00876C3F" w:rsidRDefault="003D03F0">
      <w:pPr>
        <w:spacing w:before="240" w:after="120"/>
        <w:rPr>
          <w:b/>
          <w:lang w:val="bg-BG"/>
        </w:rPr>
      </w:pPr>
      <w:r>
        <w:rPr>
          <w:b/>
          <w:lang w:val="bg-BG"/>
        </w:rPr>
        <w:t xml:space="preserve">ПРИЛОЖЕНИЕ: </w:t>
      </w:r>
      <w:r w:rsidR="00BD644F">
        <w:rPr>
          <w:b/>
          <w:lang w:val="bg-BG"/>
        </w:rPr>
        <w:t xml:space="preserve"> </w:t>
      </w:r>
    </w:p>
    <w:p w:rsidR="00876C3F" w:rsidRDefault="003D03F0">
      <w:pPr>
        <w:numPr>
          <w:ilvl w:val="0"/>
          <w:numId w:val="1"/>
        </w:numPr>
        <w:tabs>
          <w:tab w:val="left" w:pos="993"/>
        </w:tabs>
        <w:ind w:hanging="71"/>
        <w:rPr>
          <w:lang w:val="bg-BG"/>
        </w:rPr>
      </w:pPr>
      <w:r>
        <w:rPr>
          <w:lang w:val="bg-BG"/>
        </w:rPr>
        <w:t>Приложение № 1.</w:t>
      </w:r>
    </w:p>
    <w:p w:rsidR="00876C3F" w:rsidRDefault="003D03F0">
      <w:pPr>
        <w:numPr>
          <w:ilvl w:val="0"/>
          <w:numId w:val="1"/>
        </w:numPr>
        <w:tabs>
          <w:tab w:val="left" w:pos="993"/>
        </w:tabs>
        <w:spacing w:after="240"/>
        <w:ind w:left="0" w:firstLine="709"/>
        <w:rPr>
          <w:lang w:val="bg-BG"/>
        </w:rPr>
      </w:pPr>
      <w:r>
        <w:rPr>
          <w:lang w:val="bg-BG"/>
        </w:rPr>
        <w:t>Справка от информационна система ПОЛЗВАНЕ НА ЗЕМЕДЕЛСКИ ЗЕМИ /</w:t>
      </w:r>
      <w:r>
        <w:t>FERMA</w:t>
      </w:r>
      <w:r>
        <w:rPr>
          <w:lang w:val="bg-BG"/>
        </w:rPr>
        <w:t xml:space="preserve"> </w:t>
      </w:r>
      <w:r>
        <w:t>WIN</w:t>
      </w:r>
      <w:r>
        <w:rPr>
          <w:lang w:val="bg-BG"/>
        </w:rPr>
        <w:t>/ от всички ОСЗ.</w:t>
      </w:r>
      <w:bookmarkStart w:id="0" w:name="_GoBack"/>
      <w:bookmarkEnd w:id="0"/>
    </w:p>
    <w:p w:rsidR="00876C3F" w:rsidRDefault="003D03F0">
      <w:pPr>
        <w:rPr>
          <w:lang w:val="bg-BG"/>
        </w:rPr>
      </w:pPr>
      <w:r>
        <w:rPr>
          <w:b/>
          <w:lang w:val="bg-BG"/>
        </w:rPr>
        <w:t xml:space="preserve">                        </w:t>
      </w:r>
    </w:p>
    <w:p w:rsidR="00876C3F" w:rsidRDefault="003D03F0">
      <w:pPr>
        <w:rPr>
          <w:lang w:val="bg-BG"/>
        </w:rPr>
      </w:pPr>
      <w:r>
        <w:rPr>
          <w:lang w:val="bg-BG"/>
        </w:rPr>
        <w:t>Председател:       ………</w:t>
      </w:r>
      <w:r w:rsidR="00583262">
        <w:rPr>
          <w:lang w:val="bg-BG"/>
        </w:rPr>
        <w:t>/П/</w:t>
      </w:r>
      <w:r>
        <w:rPr>
          <w:lang w:val="bg-BG"/>
        </w:rPr>
        <w:t xml:space="preserve">…………. </w:t>
      </w:r>
    </w:p>
    <w:p w:rsidR="00876C3F" w:rsidRDefault="003D03F0">
      <w:pPr>
        <w:rPr>
          <w:lang w:val="bg-BG"/>
        </w:rPr>
      </w:pPr>
      <w:r>
        <w:rPr>
          <w:lang w:val="bg-BG"/>
        </w:rPr>
        <w:t xml:space="preserve">                              (Емил Атанасов) </w:t>
      </w:r>
    </w:p>
    <w:sectPr w:rsidR="00876C3F">
      <w:footerReference w:type="default" r:id="rId9"/>
      <w:headerReference w:type="first" r:id="rId10"/>
      <w:footerReference w:type="first" r:id="rId11"/>
      <w:pgSz w:w="11907" w:h="16840"/>
      <w:pgMar w:top="1134" w:right="1134" w:bottom="567" w:left="1701" w:header="510" w:footer="12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5D" w:rsidRDefault="00E6795D">
      <w:r>
        <w:separator/>
      </w:r>
    </w:p>
  </w:endnote>
  <w:endnote w:type="continuationSeparator" w:id="0">
    <w:p w:rsidR="00E6795D" w:rsidRDefault="00E6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C3F" w:rsidRDefault="00876C3F">
    <w:pPr>
      <w:pStyle w:val="a7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  <w:lang w:val="bg-BG"/>
      </w:rPr>
    </w:pPr>
  </w:p>
  <w:p w:rsidR="00876C3F" w:rsidRDefault="003D03F0">
    <w:pPr>
      <w:jc w:val="center"/>
      <w:rPr>
        <w:sz w:val="16"/>
        <w:szCs w:val="16"/>
      </w:rPr>
    </w:pPr>
    <w:r>
      <w:rPr>
        <w:sz w:val="16"/>
        <w:szCs w:val="16"/>
        <w:lang w:val="ru-RU"/>
      </w:rPr>
      <w:t>гр. София 1000, бул. "</w:t>
    </w:r>
    <w:proofErr w:type="spellStart"/>
    <w:r>
      <w:rPr>
        <w:sz w:val="16"/>
        <w:szCs w:val="16"/>
        <w:lang w:val="ru-RU"/>
      </w:rPr>
      <w:t>Витоша</w:t>
    </w:r>
    <w:proofErr w:type="spellEnd"/>
    <w:r>
      <w:rPr>
        <w:sz w:val="16"/>
        <w:szCs w:val="16"/>
        <w:lang w:val="ru-RU"/>
      </w:rPr>
      <w:t xml:space="preserve">" №4, </w:t>
    </w:r>
    <w:r>
      <w:rPr>
        <w:sz w:val="16"/>
        <w:szCs w:val="16"/>
      </w:rPr>
      <w:t>ет.6; https://www.mzh.government.bg/ODZ-Sofiaoblast/bg/Home.aspx</w:t>
    </w:r>
  </w:p>
  <w:p w:rsidR="00876C3F" w:rsidRDefault="003D03F0">
    <w:pPr>
      <w:jc w:val="center"/>
      <w:rPr>
        <w:sz w:val="16"/>
        <w:szCs w:val="16"/>
        <w:lang w:val="bg-BG"/>
      </w:rPr>
    </w:pPr>
    <w:proofErr w:type="spellStart"/>
    <w:r>
      <w:rPr>
        <w:sz w:val="16"/>
        <w:szCs w:val="16"/>
      </w:rPr>
      <w:t>тел</w:t>
    </w:r>
    <w:proofErr w:type="spellEnd"/>
    <w:r>
      <w:rPr>
        <w:sz w:val="16"/>
        <w:szCs w:val="16"/>
      </w:rPr>
      <w:t>:(+3592) 419 70 20, e-mail: odzg_sfoblast@mzh.government.bg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C3F" w:rsidRDefault="00876C3F">
    <w:pPr>
      <w:jc w:val="center"/>
      <w:rPr>
        <w:sz w:val="16"/>
        <w:szCs w:val="16"/>
        <w:lang w:val="ru-RU"/>
      </w:rPr>
    </w:pPr>
  </w:p>
  <w:p w:rsidR="00876C3F" w:rsidRDefault="003D03F0">
    <w:pPr>
      <w:jc w:val="center"/>
      <w:rPr>
        <w:sz w:val="16"/>
        <w:szCs w:val="16"/>
      </w:rPr>
    </w:pPr>
    <w:r>
      <w:rPr>
        <w:sz w:val="16"/>
        <w:szCs w:val="16"/>
        <w:lang w:val="ru-RU"/>
      </w:rPr>
      <w:t>гр. София 1000, бул. "</w:t>
    </w:r>
    <w:proofErr w:type="spellStart"/>
    <w:r>
      <w:rPr>
        <w:sz w:val="16"/>
        <w:szCs w:val="16"/>
        <w:lang w:val="ru-RU"/>
      </w:rPr>
      <w:t>Витоша</w:t>
    </w:r>
    <w:proofErr w:type="spellEnd"/>
    <w:r>
      <w:rPr>
        <w:sz w:val="16"/>
        <w:szCs w:val="16"/>
        <w:lang w:val="ru-RU"/>
      </w:rPr>
      <w:t xml:space="preserve">" №4, </w:t>
    </w:r>
    <w:r>
      <w:rPr>
        <w:sz w:val="16"/>
        <w:szCs w:val="16"/>
      </w:rPr>
      <w:t>ет.6; https://www.mzh.government.bg/ODZ-Sofiaoblast/bg/Home.aspx</w:t>
    </w:r>
  </w:p>
  <w:p w:rsidR="00876C3F" w:rsidRDefault="003D03F0">
    <w:pPr>
      <w:jc w:val="center"/>
      <w:rPr>
        <w:sz w:val="16"/>
        <w:szCs w:val="16"/>
        <w:lang w:val="bg-BG"/>
      </w:rPr>
    </w:pPr>
    <w:proofErr w:type="spellStart"/>
    <w:r>
      <w:rPr>
        <w:sz w:val="16"/>
        <w:szCs w:val="16"/>
      </w:rPr>
      <w:t>тел</w:t>
    </w:r>
    <w:proofErr w:type="spellEnd"/>
    <w:r>
      <w:rPr>
        <w:sz w:val="16"/>
        <w:szCs w:val="16"/>
      </w:rPr>
      <w:t>:(+3592) 419 70 20,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5D" w:rsidRDefault="00E6795D">
      <w:r>
        <w:separator/>
      </w:r>
    </w:p>
  </w:footnote>
  <w:footnote w:type="continuationSeparator" w:id="0">
    <w:p w:rsidR="00E6795D" w:rsidRDefault="00E6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C3F" w:rsidRDefault="003D03F0">
    <w:pPr>
      <w:pStyle w:val="2"/>
      <w:rPr>
        <w:rStyle w:val="a6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76C3F" w:rsidRDefault="003D03F0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30"/>
        <w:szCs w:val="30"/>
      </w:rPr>
    </w:pPr>
    <w:r>
      <w:rPr>
        <w:rStyle w:val="a6"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cx1="http://schemas.microsoft.com/office/drawing/2015/9/8/chartex">
          <w:pict>
            <v:shape id="AutoShape 11" o:spid="_x0000_s1026" o:spt="32" type="#_x0000_t32" style="position:absolute;left:0pt;margin-left:53.05pt;margin-top:0.65pt;height:48.2pt;width:0pt;z-index:251660288;mso-width-relative:page;mso-height-relative:page;" filled="f" stroked="t" coordsize="21600,21600" o:gfxdata="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1mZA81QAAAAgBAAAPAAAAAAAAAAEAIAAAACIA&#10;AABkcnMvZG93bnJldi54bWxQSwECFAAUAAAACACHTuJAp8trV9MBAACyAwAADgAAAAAAAAABACAA&#10;AAAkAQAAZHJzL2Uyb0RvYy54bWxQSwUGAAAAAAYABgBZAQAAaQUAAAAA&#10;">
              <v:fill on="f" focussize="0,0"/>
              <v:stroke color="#000000" joinstyle="round"/>
              <v:imagedata o:title=""/>
              <o:lock v:ext="edit" aspectratio="f"/>
            </v:shape>
          </w:pict>
        </mc:Fallback>
      </mc:AlternateContent>
    </w:r>
    <w:r>
      <w:rPr>
        <w:rFonts w:ascii="Times New Roman" w:hAnsi="Times New Roman"/>
        <w:spacing w:val="40"/>
        <w:sz w:val="30"/>
        <w:szCs w:val="30"/>
        <w:lang w:val="en-US"/>
      </w:rPr>
      <w:tab/>
    </w:r>
    <w:r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876C3F" w:rsidRDefault="003D03F0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sz w:val="36"/>
        <w:szCs w:val="36"/>
      </w:rPr>
      <w:tab/>
    </w:r>
    <w:r>
      <w:rPr>
        <w:rFonts w:ascii="Times New Roman" w:hAnsi="Times New Roman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876C3F" w:rsidRDefault="003D03F0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6652F"/>
    <w:multiLevelType w:val="multilevel"/>
    <w:tmpl w:val="73A6652F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C3"/>
    <w:rsid w:val="00002F0D"/>
    <w:rsid w:val="00004AEC"/>
    <w:rsid w:val="00004F45"/>
    <w:rsid w:val="000071CA"/>
    <w:rsid w:val="00010E92"/>
    <w:rsid w:val="00013A9F"/>
    <w:rsid w:val="000161B8"/>
    <w:rsid w:val="00016BD7"/>
    <w:rsid w:val="00023616"/>
    <w:rsid w:val="000260DE"/>
    <w:rsid w:val="00027B76"/>
    <w:rsid w:val="00031383"/>
    <w:rsid w:val="00036555"/>
    <w:rsid w:val="00042EDA"/>
    <w:rsid w:val="00047D28"/>
    <w:rsid w:val="00050F3E"/>
    <w:rsid w:val="00053EBF"/>
    <w:rsid w:val="00056776"/>
    <w:rsid w:val="00056D7B"/>
    <w:rsid w:val="000640D1"/>
    <w:rsid w:val="00066A97"/>
    <w:rsid w:val="00070812"/>
    <w:rsid w:val="0007192D"/>
    <w:rsid w:val="00071C6F"/>
    <w:rsid w:val="00072F7B"/>
    <w:rsid w:val="0007417A"/>
    <w:rsid w:val="00082E4E"/>
    <w:rsid w:val="0008311C"/>
    <w:rsid w:val="000860B2"/>
    <w:rsid w:val="00086AD4"/>
    <w:rsid w:val="0008741C"/>
    <w:rsid w:val="00094F13"/>
    <w:rsid w:val="00096E85"/>
    <w:rsid w:val="000A2D6F"/>
    <w:rsid w:val="000A435B"/>
    <w:rsid w:val="000A5771"/>
    <w:rsid w:val="000A6E78"/>
    <w:rsid w:val="000B2514"/>
    <w:rsid w:val="000B5A90"/>
    <w:rsid w:val="000B5B38"/>
    <w:rsid w:val="000B707A"/>
    <w:rsid w:val="000B778A"/>
    <w:rsid w:val="000C5BF3"/>
    <w:rsid w:val="000D0517"/>
    <w:rsid w:val="000D4631"/>
    <w:rsid w:val="000D4936"/>
    <w:rsid w:val="000E117E"/>
    <w:rsid w:val="000E1B28"/>
    <w:rsid w:val="000E1BA4"/>
    <w:rsid w:val="000F5F74"/>
    <w:rsid w:val="001018C5"/>
    <w:rsid w:val="0010732B"/>
    <w:rsid w:val="0010749D"/>
    <w:rsid w:val="00113526"/>
    <w:rsid w:val="00113773"/>
    <w:rsid w:val="001150C1"/>
    <w:rsid w:val="001221F4"/>
    <w:rsid w:val="001250CA"/>
    <w:rsid w:val="001273EA"/>
    <w:rsid w:val="001315BD"/>
    <w:rsid w:val="001362AF"/>
    <w:rsid w:val="0014295A"/>
    <w:rsid w:val="00143AFC"/>
    <w:rsid w:val="00147CA4"/>
    <w:rsid w:val="00154379"/>
    <w:rsid w:val="00154716"/>
    <w:rsid w:val="0015486F"/>
    <w:rsid w:val="00155B5A"/>
    <w:rsid w:val="00155DF1"/>
    <w:rsid w:val="00157D1E"/>
    <w:rsid w:val="00160DCE"/>
    <w:rsid w:val="00161960"/>
    <w:rsid w:val="0016243D"/>
    <w:rsid w:val="00166C4D"/>
    <w:rsid w:val="00171562"/>
    <w:rsid w:val="00183E3A"/>
    <w:rsid w:val="00183FF2"/>
    <w:rsid w:val="00186451"/>
    <w:rsid w:val="00187E7C"/>
    <w:rsid w:val="001914A9"/>
    <w:rsid w:val="001928B8"/>
    <w:rsid w:val="00195941"/>
    <w:rsid w:val="001A0360"/>
    <w:rsid w:val="001A1C66"/>
    <w:rsid w:val="001A348C"/>
    <w:rsid w:val="001A51AB"/>
    <w:rsid w:val="001A76DD"/>
    <w:rsid w:val="001A7B81"/>
    <w:rsid w:val="001B4BA5"/>
    <w:rsid w:val="001B4E08"/>
    <w:rsid w:val="001B5E57"/>
    <w:rsid w:val="001B6666"/>
    <w:rsid w:val="001C2492"/>
    <w:rsid w:val="001D487A"/>
    <w:rsid w:val="001D5F42"/>
    <w:rsid w:val="001E0BC2"/>
    <w:rsid w:val="001E4E3F"/>
    <w:rsid w:val="001E68FC"/>
    <w:rsid w:val="001F3FEB"/>
    <w:rsid w:val="001F6D10"/>
    <w:rsid w:val="00202271"/>
    <w:rsid w:val="0020575A"/>
    <w:rsid w:val="0020653E"/>
    <w:rsid w:val="0020682F"/>
    <w:rsid w:val="00206B07"/>
    <w:rsid w:val="002075D7"/>
    <w:rsid w:val="00220454"/>
    <w:rsid w:val="00220AED"/>
    <w:rsid w:val="002247AB"/>
    <w:rsid w:val="00224E64"/>
    <w:rsid w:val="0022560F"/>
    <w:rsid w:val="00225E60"/>
    <w:rsid w:val="002274F8"/>
    <w:rsid w:val="00237B28"/>
    <w:rsid w:val="00241FCD"/>
    <w:rsid w:val="00242B9E"/>
    <w:rsid w:val="00244318"/>
    <w:rsid w:val="00254B3B"/>
    <w:rsid w:val="00255444"/>
    <w:rsid w:val="00257BC5"/>
    <w:rsid w:val="0026268E"/>
    <w:rsid w:val="002639F4"/>
    <w:rsid w:val="00266D04"/>
    <w:rsid w:val="002716CA"/>
    <w:rsid w:val="002721C7"/>
    <w:rsid w:val="0028072C"/>
    <w:rsid w:val="0028147E"/>
    <w:rsid w:val="002934BB"/>
    <w:rsid w:val="002A1FB2"/>
    <w:rsid w:val="002A3356"/>
    <w:rsid w:val="002B0223"/>
    <w:rsid w:val="002B4A5D"/>
    <w:rsid w:val="002C09F4"/>
    <w:rsid w:val="002C1F55"/>
    <w:rsid w:val="002D2181"/>
    <w:rsid w:val="002D2A60"/>
    <w:rsid w:val="002D3B8A"/>
    <w:rsid w:val="002D4B18"/>
    <w:rsid w:val="002D757E"/>
    <w:rsid w:val="002E25EF"/>
    <w:rsid w:val="002E3CA5"/>
    <w:rsid w:val="002F0D7E"/>
    <w:rsid w:val="002F2EE1"/>
    <w:rsid w:val="002F311D"/>
    <w:rsid w:val="002F4A3A"/>
    <w:rsid w:val="002F6B0E"/>
    <w:rsid w:val="002F79EE"/>
    <w:rsid w:val="00300C33"/>
    <w:rsid w:val="00303D42"/>
    <w:rsid w:val="003140CD"/>
    <w:rsid w:val="00317993"/>
    <w:rsid w:val="00317CA5"/>
    <w:rsid w:val="00317CAB"/>
    <w:rsid w:val="003202B8"/>
    <w:rsid w:val="00322BC3"/>
    <w:rsid w:val="00325CE9"/>
    <w:rsid w:val="00331717"/>
    <w:rsid w:val="00331A59"/>
    <w:rsid w:val="003346D0"/>
    <w:rsid w:val="003370C3"/>
    <w:rsid w:val="003442EC"/>
    <w:rsid w:val="00345A52"/>
    <w:rsid w:val="003538AE"/>
    <w:rsid w:val="00355687"/>
    <w:rsid w:val="0036015F"/>
    <w:rsid w:val="00361F22"/>
    <w:rsid w:val="0037152E"/>
    <w:rsid w:val="00372A45"/>
    <w:rsid w:val="00380696"/>
    <w:rsid w:val="003830B5"/>
    <w:rsid w:val="00387CF8"/>
    <w:rsid w:val="00390FBC"/>
    <w:rsid w:val="00394833"/>
    <w:rsid w:val="00394E34"/>
    <w:rsid w:val="00395717"/>
    <w:rsid w:val="003A19E8"/>
    <w:rsid w:val="003A7442"/>
    <w:rsid w:val="003B2D82"/>
    <w:rsid w:val="003C253A"/>
    <w:rsid w:val="003C25E2"/>
    <w:rsid w:val="003C2E20"/>
    <w:rsid w:val="003C5BD7"/>
    <w:rsid w:val="003C692F"/>
    <w:rsid w:val="003D0350"/>
    <w:rsid w:val="003D03F0"/>
    <w:rsid w:val="003D0F1C"/>
    <w:rsid w:val="003E1BF7"/>
    <w:rsid w:val="003E57E9"/>
    <w:rsid w:val="003E5BC8"/>
    <w:rsid w:val="003E73C0"/>
    <w:rsid w:val="003F5565"/>
    <w:rsid w:val="003F7B15"/>
    <w:rsid w:val="00406FAD"/>
    <w:rsid w:val="0041298A"/>
    <w:rsid w:val="004135C8"/>
    <w:rsid w:val="00416701"/>
    <w:rsid w:val="004226E8"/>
    <w:rsid w:val="00425A80"/>
    <w:rsid w:val="00430ED6"/>
    <w:rsid w:val="00433194"/>
    <w:rsid w:val="0043628C"/>
    <w:rsid w:val="004368F3"/>
    <w:rsid w:val="00437820"/>
    <w:rsid w:val="00440DFE"/>
    <w:rsid w:val="00445280"/>
    <w:rsid w:val="00446712"/>
    <w:rsid w:val="00446795"/>
    <w:rsid w:val="0045111E"/>
    <w:rsid w:val="004513C4"/>
    <w:rsid w:val="00454A26"/>
    <w:rsid w:val="004553D1"/>
    <w:rsid w:val="00455591"/>
    <w:rsid w:val="004604E6"/>
    <w:rsid w:val="004657C6"/>
    <w:rsid w:val="00467AEB"/>
    <w:rsid w:val="00480B88"/>
    <w:rsid w:val="004842DB"/>
    <w:rsid w:val="00492381"/>
    <w:rsid w:val="00492DDB"/>
    <w:rsid w:val="0049575A"/>
    <w:rsid w:val="00496975"/>
    <w:rsid w:val="004A070F"/>
    <w:rsid w:val="004A6F62"/>
    <w:rsid w:val="004B10BF"/>
    <w:rsid w:val="004B18D5"/>
    <w:rsid w:val="004B248B"/>
    <w:rsid w:val="004B6525"/>
    <w:rsid w:val="004B7675"/>
    <w:rsid w:val="004C19B9"/>
    <w:rsid w:val="004C3144"/>
    <w:rsid w:val="004C454B"/>
    <w:rsid w:val="004C48AC"/>
    <w:rsid w:val="004C75E3"/>
    <w:rsid w:val="004D1B9E"/>
    <w:rsid w:val="004D3D02"/>
    <w:rsid w:val="004D4D34"/>
    <w:rsid w:val="004D77B2"/>
    <w:rsid w:val="004E013E"/>
    <w:rsid w:val="004E11E2"/>
    <w:rsid w:val="004F1C55"/>
    <w:rsid w:val="004F6BD3"/>
    <w:rsid w:val="004F765C"/>
    <w:rsid w:val="00500284"/>
    <w:rsid w:val="0050265E"/>
    <w:rsid w:val="0051239E"/>
    <w:rsid w:val="00513DEC"/>
    <w:rsid w:val="00517052"/>
    <w:rsid w:val="005216E7"/>
    <w:rsid w:val="00523624"/>
    <w:rsid w:val="005253BE"/>
    <w:rsid w:val="0052593B"/>
    <w:rsid w:val="00533524"/>
    <w:rsid w:val="00535606"/>
    <w:rsid w:val="00546542"/>
    <w:rsid w:val="00551BB1"/>
    <w:rsid w:val="005520D8"/>
    <w:rsid w:val="005551ED"/>
    <w:rsid w:val="00556290"/>
    <w:rsid w:val="00564A90"/>
    <w:rsid w:val="00566E1B"/>
    <w:rsid w:val="0057056E"/>
    <w:rsid w:val="00571680"/>
    <w:rsid w:val="005716CB"/>
    <w:rsid w:val="005720E9"/>
    <w:rsid w:val="00575425"/>
    <w:rsid w:val="00575863"/>
    <w:rsid w:val="00583262"/>
    <w:rsid w:val="00584D20"/>
    <w:rsid w:val="00585084"/>
    <w:rsid w:val="00586C0B"/>
    <w:rsid w:val="00596DB7"/>
    <w:rsid w:val="00597174"/>
    <w:rsid w:val="0059797C"/>
    <w:rsid w:val="005A0D6A"/>
    <w:rsid w:val="005A3B17"/>
    <w:rsid w:val="005B126E"/>
    <w:rsid w:val="005B33CD"/>
    <w:rsid w:val="005B69F7"/>
    <w:rsid w:val="005B793D"/>
    <w:rsid w:val="005C27ED"/>
    <w:rsid w:val="005C303F"/>
    <w:rsid w:val="005C41C8"/>
    <w:rsid w:val="005C49BB"/>
    <w:rsid w:val="005C4FFD"/>
    <w:rsid w:val="005D228E"/>
    <w:rsid w:val="005D23DB"/>
    <w:rsid w:val="005D42C6"/>
    <w:rsid w:val="005D7788"/>
    <w:rsid w:val="005E0D51"/>
    <w:rsid w:val="005F18B8"/>
    <w:rsid w:val="005F2931"/>
    <w:rsid w:val="005F3BF5"/>
    <w:rsid w:val="00602A0B"/>
    <w:rsid w:val="00603CFC"/>
    <w:rsid w:val="00614809"/>
    <w:rsid w:val="006245FD"/>
    <w:rsid w:val="006301A8"/>
    <w:rsid w:val="00631D38"/>
    <w:rsid w:val="006331C6"/>
    <w:rsid w:val="00640C69"/>
    <w:rsid w:val="006422B3"/>
    <w:rsid w:val="006433C4"/>
    <w:rsid w:val="006434D6"/>
    <w:rsid w:val="0065039A"/>
    <w:rsid w:val="00650C15"/>
    <w:rsid w:val="00651189"/>
    <w:rsid w:val="006574F0"/>
    <w:rsid w:val="0065764D"/>
    <w:rsid w:val="006628C4"/>
    <w:rsid w:val="00663D5B"/>
    <w:rsid w:val="0066630A"/>
    <w:rsid w:val="006721DB"/>
    <w:rsid w:val="00672B63"/>
    <w:rsid w:val="00673DFC"/>
    <w:rsid w:val="00677E7B"/>
    <w:rsid w:val="00680C9E"/>
    <w:rsid w:val="00683520"/>
    <w:rsid w:val="00686C2B"/>
    <w:rsid w:val="00692A36"/>
    <w:rsid w:val="0069511D"/>
    <w:rsid w:val="006A396D"/>
    <w:rsid w:val="006A5E38"/>
    <w:rsid w:val="006B0B9A"/>
    <w:rsid w:val="006B5B1D"/>
    <w:rsid w:val="006C531F"/>
    <w:rsid w:val="006C636C"/>
    <w:rsid w:val="006D45FD"/>
    <w:rsid w:val="006D6310"/>
    <w:rsid w:val="006E1608"/>
    <w:rsid w:val="006E1950"/>
    <w:rsid w:val="006E2D60"/>
    <w:rsid w:val="006E412B"/>
    <w:rsid w:val="006E51E1"/>
    <w:rsid w:val="006F1DE5"/>
    <w:rsid w:val="00700B1D"/>
    <w:rsid w:val="0070338D"/>
    <w:rsid w:val="007034B9"/>
    <w:rsid w:val="00706236"/>
    <w:rsid w:val="00707294"/>
    <w:rsid w:val="00710FD1"/>
    <w:rsid w:val="00716153"/>
    <w:rsid w:val="007239E0"/>
    <w:rsid w:val="00724E5F"/>
    <w:rsid w:val="00732DBC"/>
    <w:rsid w:val="00734F60"/>
    <w:rsid w:val="00735898"/>
    <w:rsid w:val="0073637A"/>
    <w:rsid w:val="0074102E"/>
    <w:rsid w:val="007444E7"/>
    <w:rsid w:val="00751C7B"/>
    <w:rsid w:val="00753053"/>
    <w:rsid w:val="0075351B"/>
    <w:rsid w:val="00755C09"/>
    <w:rsid w:val="00762D1B"/>
    <w:rsid w:val="00762DA8"/>
    <w:rsid w:val="0076455F"/>
    <w:rsid w:val="007658FE"/>
    <w:rsid w:val="00766257"/>
    <w:rsid w:val="00771412"/>
    <w:rsid w:val="00773D6F"/>
    <w:rsid w:val="00774AD9"/>
    <w:rsid w:val="00780E6C"/>
    <w:rsid w:val="00781273"/>
    <w:rsid w:val="00785809"/>
    <w:rsid w:val="00792B62"/>
    <w:rsid w:val="00793FC8"/>
    <w:rsid w:val="007944DD"/>
    <w:rsid w:val="00797C8F"/>
    <w:rsid w:val="007A0F64"/>
    <w:rsid w:val="007A3399"/>
    <w:rsid w:val="007A451C"/>
    <w:rsid w:val="007A6290"/>
    <w:rsid w:val="007A6844"/>
    <w:rsid w:val="007B0744"/>
    <w:rsid w:val="007B0E7B"/>
    <w:rsid w:val="007B3311"/>
    <w:rsid w:val="007B360A"/>
    <w:rsid w:val="007B4B8A"/>
    <w:rsid w:val="007B5621"/>
    <w:rsid w:val="007C5354"/>
    <w:rsid w:val="007E14DE"/>
    <w:rsid w:val="007E1FF6"/>
    <w:rsid w:val="007E56A5"/>
    <w:rsid w:val="007F5454"/>
    <w:rsid w:val="007F6B70"/>
    <w:rsid w:val="0080691B"/>
    <w:rsid w:val="00807B29"/>
    <w:rsid w:val="00811001"/>
    <w:rsid w:val="0081475F"/>
    <w:rsid w:val="00814A3C"/>
    <w:rsid w:val="00815DB1"/>
    <w:rsid w:val="00816861"/>
    <w:rsid w:val="00823AF0"/>
    <w:rsid w:val="00823FF9"/>
    <w:rsid w:val="008268D2"/>
    <w:rsid w:val="00827807"/>
    <w:rsid w:val="00835BBA"/>
    <w:rsid w:val="0083626A"/>
    <w:rsid w:val="00841722"/>
    <w:rsid w:val="00850804"/>
    <w:rsid w:val="0085295B"/>
    <w:rsid w:val="0085348A"/>
    <w:rsid w:val="00854EDA"/>
    <w:rsid w:val="00855B2F"/>
    <w:rsid w:val="00857893"/>
    <w:rsid w:val="00864C4E"/>
    <w:rsid w:val="00876356"/>
    <w:rsid w:val="00876C3F"/>
    <w:rsid w:val="008812D8"/>
    <w:rsid w:val="008812EC"/>
    <w:rsid w:val="00882B5E"/>
    <w:rsid w:val="00885846"/>
    <w:rsid w:val="008860CB"/>
    <w:rsid w:val="00891ABC"/>
    <w:rsid w:val="0089248C"/>
    <w:rsid w:val="008931F3"/>
    <w:rsid w:val="008979F7"/>
    <w:rsid w:val="008A37A4"/>
    <w:rsid w:val="008A39DF"/>
    <w:rsid w:val="008A3D1F"/>
    <w:rsid w:val="008B0206"/>
    <w:rsid w:val="008B1300"/>
    <w:rsid w:val="008B3125"/>
    <w:rsid w:val="008B4536"/>
    <w:rsid w:val="008B54E3"/>
    <w:rsid w:val="008B574F"/>
    <w:rsid w:val="008C6A7E"/>
    <w:rsid w:val="008D13D7"/>
    <w:rsid w:val="008D24B6"/>
    <w:rsid w:val="008E1799"/>
    <w:rsid w:val="008E5234"/>
    <w:rsid w:val="008E7DF9"/>
    <w:rsid w:val="008F3F4F"/>
    <w:rsid w:val="008F5F4E"/>
    <w:rsid w:val="008F6136"/>
    <w:rsid w:val="00905DE1"/>
    <w:rsid w:val="009067DD"/>
    <w:rsid w:val="009157C9"/>
    <w:rsid w:val="0092318D"/>
    <w:rsid w:val="00923A19"/>
    <w:rsid w:val="00934193"/>
    <w:rsid w:val="009363FD"/>
    <w:rsid w:val="00936425"/>
    <w:rsid w:val="00944E9F"/>
    <w:rsid w:val="00946D85"/>
    <w:rsid w:val="00951129"/>
    <w:rsid w:val="00952677"/>
    <w:rsid w:val="009541D5"/>
    <w:rsid w:val="00955396"/>
    <w:rsid w:val="00955DE0"/>
    <w:rsid w:val="0095744A"/>
    <w:rsid w:val="00973C04"/>
    <w:rsid w:val="00974188"/>
    <w:rsid w:val="00974546"/>
    <w:rsid w:val="00977A4E"/>
    <w:rsid w:val="009821EB"/>
    <w:rsid w:val="00983B22"/>
    <w:rsid w:val="00987BD0"/>
    <w:rsid w:val="00993D75"/>
    <w:rsid w:val="009A09BE"/>
    <w:rsid w:val="009A161B"/>
    <w:rsid w:val="009A2BA7"/>
    <w:rsid w:val="009A49E5"/>
    <w:rsid w:val="009A592D"/>
    <w:rsid w:val="009A694E"/>
    <w:rsid w:val="009B5D07"/>
    <w:rsid w:val="009C066A"/>
    <w:rsid w:val="009C0DF1"/>
    <w:rsid w:val="009C4971"/>
    <w:rsid w:val="009C5E7A"/>
    <w:rsid w:val="009D3416"/>
    <w:rsid w:val="009D7DCD"/>
    <w:rsid w:val="009E34FA"/>
    <w:rsid w:val="009E512A"/>
    <w:rsid w:val="009E7D8E"/>
    <w:rsid w:val="009F504B"/>
    <w:rsid w:val="00A06173"/>
    <w:rsid w:val="00A13DF8"/>
    <w:rsid w:val="00A20886"/>
    <w:rsid w:val="00A2417B"/>
    <w:rsid w:val="00A276EF"/>
    <w:rsid w:val="00A343CE"/>
    <w:rsid w:val="00A34519"/>
    <w:rsid w:val="00A36C2A"/>
    <w:rsid w:val="00A410EA"/>
    <w:rsid w:val="00A41D5C"/>
    <w:rsid w:val="00A42551"/>
    <w:rsid w:val="00A42987"/>
    <w:rsid w:val="00A470F7"/>
    <w:rsid w:val="00A47648"/>
    <w:rsid w:val="00A510AA"/>
    <w:rsid w:val="00A5147E"/>
    <w:rsid w:val="00A54D34"/>
    <w:rsid w:val="00A57F9C"/>
    <w:rsid w:val="00A610B7"/>
    <w:rsid w:val="00A61C70"/>
    <w:rsid w:val="00A61F34"/>
    <w:rsid w:val="00A67074"/>
    <w:rsid w:val="00A75601"/>
    <w:rsid w:val="00A806FD"/>
    <w:rsid w:val="00A837FE"/>
    <w:rsid w:val="00A859F1"/>
    <w:rsid w:val="00A937E0"/>
    <w:rsid w:val="00AA4283"/>
    <w:rsid w:val="00AA4DE6"/>
    <w:rsid w:val="00AA76D7"/>
    <w:rsid w:val="00AB28D4"/>
    <w:rsid w:val="00AB4D95"/>
    <w:rsid w:val="00AB4FBB"/>
    <w:rsid w:val="00AC0E0A"/>
    <w:rsid w:val="00AC3912"/>
    <w:rsid w:val="00AC4103"/>
    <w:rsid w:val="00AC441C"/>
    <w:rsid w:val="00AC4A52"/>
    <w:rsid w:val="00AC6BEA"/>
    <w:rsid w:val="00AD13E8"/>
    <w:rsid w:val="00AD1817"/>
    <w:rsid w:val="00AD3149"/>
    <w:rsid w:val="00AD3F1F"/>
    <w:rsid w:val="00AD60C9"/>
    <w:rsid w:val="00AD6B92"/>
    <w:rsid w:val="00AE003D"/>
    <w:rsid w:val="00AE3214"/>
    <w:rsid w:val="00AE35A7"/>
    <w:rsid w:val="00AE3EA3"/>
    <w:rsid w:val="00AE4EA3"/>
    <w:rsid w:val="00AE6009"/>
    <w:rsid w:val="00AE67E2"/>
    <w:rsid w:val="00AF4920"/>
    <w:rsid w:val="00AF4C6C"/>
    <w:rsid w:val="00AF593F"/>
    <w:rsid w:val="00AF59E5"/>
    <w:rsid w:val="00AF7CEF"/>
    <w:rsid w:val="00B00E26"/>
    <w:rsid w:val="00B2293C"/>
    <w:rsid w:val="00B22ABB"/>
    <w:rsid w:val="00B22FC0"/>
    <w:rsid w:val="00B30ECE"/>
    <w:rsid w:val="00B3423E"/>
    <w:rsid w:val="00B43284"/>
    <w:rsid w:val="00B4382D"/>
    <w:rsid w:val="00B55D69"/>
    <w:rsid w:val="00B57F48"/>
    <w:rsid w:val="00B64CA0"/>
    <w:rsid w:val="00B67651"/>
    <w:rsid w:val="00B71206"/>
    <w:rsid w:val="00B72FB4"/>
    <w:rsid w:val="00B76DDE"/>
    <w:rsid w:val="00B77E26"/>
    <w:rsid w:val="00B80FC0"/>
    <w:rsid w:val="00B82E52"/>
    <w:rsid w:val="00B843D2"/>
    <w:rsid w:val="00B87940"/>
    <w:rsid w:val="00B91C64"/>
    <w:rsid w:val="00B923BA"/>
    <w:rsid w:val="00B92FB0"/>
    <w:rsid w:val="00B93D63"/>
    <w:rsid w:val="00B97026"/>
    <w:rsid w:val="00BA1CC3"/>
    <w:rsid w:val="00BA7A97"/>
    <w:rsid w:val="00BA7FFC"/>
    <w:rsid w:val="00BB2160"/>
    <w:rsid w:val="00BB2B75"/>
    <w:rsid w:val="00BB4D2D"/>
    <w:rsid w:val="00BB7549"/>
    <w:rsid w:val="00BC6300"/>
    <w:rsid w:val="00BD1BCF"/>
    <w:rsid w:val="00BD1FA6"/>
    <w:rsid w:val="00BD55C5"/>
    <w:rsid w:val="00BD644F"/>
    <w:rsid w:val="00C00904"/>
    <w:rsid w:val="00C02136"/>
    <w:rsid w:val="00C03DFD"/>
    <w:rsid w:val="00C0577E"/>
    <w:rsid w:val="00C0737F"/>
    <w:rsid w:val="00C11417"/>
    <w:rsid w:val="00C115A2"/>
    <w:rsid w:val="00C117F1"/>
    <w:rsid w:val="00C120B5"/>
    <w:rsid w:val="00C13681"/>
    <w:rsid w:val="00C2058C"/>
    <w:rsid w:val="00C20BD4"/>
    <w:rsid w:val="00C20EB9"/>
    <w:rsid w:val="00C23F41"/>
    <w:rsid w:val="00C3086D"/>
    <w:rsid w:val="00C40EBC"/>
    <w:rsid w:val="00C41D80"/>
    <w:rsid w:val="00C44A67"/>
    <w:rsid w:val="00C452CA"/>
    <w:rsid w:val="00C473A4"/>
    <w:rsid w:val="00C523C5"/>
    <w:rsid w:val="00C545D9"/>
    <w:rsid w:val="00C54A35"/>
    <w:rsid w:val="00C57E83"/>
    <w:rsid w:val="00C615C4"/>
    <w:rsid w:val="00C61D09"/>
    <w:rsid w:val="00C710F6"/>
    <w:rsid w:val="00C7233A"/>
    <w:rsid w:val="00C90830"/>
    <w:rsid w:val="00C97F67"/>
    <w:rsid w:val="00CA133B"/>
    <w:rsid w:val="00CA22EC"/>
    <w:rsid w:val="00CA3258"/>
    <w:rsid w:val="00CA35E5"/>
    <w:rsid w:val="00CA677C"/>
    <w:rsid w:val="00CA7A14"/>
    <w:rsid w:val="00CB0088"/>
    <w:rsid w:val="00CB390D"/>
    <w:rsid w:val="00CB63C0"/>
    <w:rsid w:val="00CC39CD"/>
    <w:rsid w:val="00CC412C"/>
    <w:rsid w:val="00CC5ACA"/>
    <w:rsid w:val="00CC6AB4"/>
    <w:rsid w:val="00CD026D"/>
    <w:rsid w:val="00CD1988"/>
    <w:rsid w:val="00CD4FD5"/>
    <w:rsid w:val="00CE47C7"/>
    <w:rsid w:val="00CE5021"/>
    <w:rsid w:val="00CE56C7"/>
    <w:rsid w:val="00CE5D1B"/>
    <w:rsid w:val="00CF05C3"/>
    <w:rsid w:val="00CF0F01"/>
    <w:rsid w:val="00CF13CE"/>
    <w:rsid w:val="00CF1702"/>
    <w:rsid w:val="00D034F1"/>
    <w:rsid w:val="00D069A0"/>
    <w:rsid w:val="00D06BE5"/>
    <w:rsid w:val="00D10B5A"/>
    <w:rsid w:val="00D117C6"/>
    <w:rsid w:val="00D11D22"/>
    <w:rsid w:val="00D15676"/>
    <w:rsid w:val="00D1718F"/>
    <w:rsid w:val="00D213B9"/>
    <w:rsid w:val="00D259F5"/>
    <w:rsid w:val="00D30279"/>
    <w:rsid w:val="00D30BDE"/>
    <w:rsid w:val="00D359B6"/>
    <w:rsid w:val="00D36D28"/>
    <w:rsid w:val="00D40E64"/>
    <w:rsid w:val="00D423ED"/>
    <w:rsid w:val="00D444A1"/>
    <w:rsid w:val="00D450FA"/>
    <w:rsid w:val="00D53147"/>
    <w:rsid w:val="00D53BD7"/>
    <w:rsid w:val="00D5672A"/>
    <w:rsid w:val="00D5693C"/>
    <w:rsid w:val="00D60C3A"/>
    <w:rsid w:val="00D61AE4"/>
    <w:rsid w:val="00D62BFB"/>
    <w:rsid w:val="00D72F12"/>
    <w:rsid w:val="00D739A6"/>
    <w:rsid w:val="00D7472F"/>
    <w:rsid w:val="00D74E49"/>
    <w:rsid w:val="00D74E73"/>
    <w:rsid w:val="00D74E96"/>
    <w:rsid w:val="00D7654D"/>
    <w:rsid w:val="00D81D3E"/>
    <w:rsid w:val="00D84D1C"/>
    <w:rsid w:val="00D87EAD"/>
    <w:rsid w:val="00D9134F"/>
    <w:rsid w:val="00D930A6"/>
    <w:rsid w:val="00D937D4"/>
    <w:rsid w:val="00D94ED5"/>
    <w:rsid w:val="00DA3EF3"/>
    <w:rsid w:val="00DA7602"/>
    <w:rsid w:val="00DB0C8F"/>
    <w:rsid w:val="00DB19BC"/>
    <w:rsid w:val="00DC3C44"/>
    <w:rsid w:val="00DD0D34"/>
    <w:rsid w:val="00DD33F7"/>
    <w:rsid w:val="00DD5232"/>
    <w:rsid w:val="00DD5BE5"/>
    <w:rsid w:val="00DE0351"/>
    <w:rsid w:val="00DE09F9"/>
    <w:rsid w:val="00DE192B"/>
    <w:rsid w:val="00DE2867"/>
    <w:rsid w:val="00DF12E5"/>
    <w:rsid w:val="00DF54FD"/>
    <w:rsid w:val="00DF7DC6"/>
    <w:rsid w:val="00E127C9"/>
    <w:rsid w:val="00E1348F"/>
    <w:rsid w:val="00E149C1"/>
    <w:rsid w:val="00E14AEE"/>
    <w:rsid w:val="00E21155"/>
    <w:rsid w:val="00E276C5"/>
    <w:rsid w:val="00E304E3"/>
    <w:rsid w:val="00E30A5A"/>
    <w:rsid w:val="00E3206A"/>
    <w:rsid w:val="00E32A88"/>
    <w:rsid w:val="00E3377E"/>
    <w:rsid w:val="00E37BCE"/>
    <w:rsid w:val="00E4738F"/>
    <w:rsid w:val="00E510F5"/>
    <w:rsid w:val="00E5492E"/>
    <w:rsid w:val="00E6220A"/>
    <w:rsid w:val="00E64831"/>
    <w:rsid w:val="00E64CA9"/>
    <w:rsid w:val="00E6795D"/>
    <w:rsid w:val="00E67993"/>
    <w:rsid w:val="00E81BAF"/>
    <w:rsid w:val="00E8469F"/>
    <w:rsid w:val="00E874F1"/>
    <w:rsid w:val="00E91CAE"/>
    <w:rsid w:val="00E9459B"/>
    <w:rsid w:val="00E96A8E"/>
    <w:rsid w:val="00E96C20"/>
    <w:rsid w:val="00EA2856"/>
    <w:rsid w:val="00EA3B1F"/>
    <w:rsid w:val="00EA3FEE"/>
    <w:rsid w:val="00EB1096"/>
    <w:rsid w:val="00EB146D"/>
    <w:rsid w:val="00EB1B5D"/>
    <w:rsid w:val="00EC0E89"/>
    <w:rsid w:val="00EC2017"/>
    <w:rsid w:val="00EC212C"/>
    <w:rsid w:val="00ED16D2"/>
    <w:rsid w:val="00ED26C2"/>
    <w:rsid w:val="00ED2C0D"/>
    <w:rsid w:val="00EE163E"/>
    <w:rsid w:val="00F12B49"/>
    <w:rsid w:val="00F14A63"/>
    <w:rsid w:val="00F15CF0"/>
    <w:rsid w:val="00F239CD"/>
    <w:rsid w:val="00F252A0"/>
    <w:rsid w:val="00F26DD7"/>
    <w:rsid w:val="00F27352"/>
    <w:rsid w:val="00F31014"/>
    <w:rsid w:val="00F336D9"/>
    <w:rsid w:val="00F43B98"/>
    <w:rsid w:val="00F47204"/>
    <w:rsid w:val="00F50068"/>
    <w:rsid w:val="00F55FBE"/>
    <w:rsid w:val="00F56308"/>
    <w:rsid w:val="00F57537"/>
    <w:rsid w:val="00F615EF"/>
    <w:rsid w:val="00F62473"/>
    <w:rsid w:val="00F71321"/>
    <w:rsid w:val="00F71BBC"/>
    <w:rsid w:val="00F72822"/>
    <w:rsid w:val="00F72CF1"/>
    <w:rsid w:val="00F762DE"/>
    <w:rsid w:val="00F809F2"/>
    <w:rsid w:val="00F81803"/>
    <w:rsid w:val="00F82F99"/>
    <w:rsid w:val="00F86142"/>
    <w:rsid w:val="00F91EE0"/>
    <w:rsid w:val="00F944F9"/>
    <w:rsid w:val="00F95DCD"/>
    <w:rsid w:val="00F96E75"/>
    <w:rsid w:val="00FA2635"/>
    <w:rsid w:val="00FA4106"/>
    <w:rsid w:val="00FA54D0"/>
    <w:rsid w:val="00FB1751"/>
    <w:rsid w:val="00FB23FB"/>
    <w:rsid w:val="00FB2631"/>
    <w:rsid w:val="00FB304D"/>
    <w:rsid w:val="00FB3A0E"/>
    <w:rsid w:val="00FB3A94"/>
    <w:rsid w:val="00FB40F9"/>
    <w:rsid w:val="00FB575E"/>
    <w:rsid w:val="00FB6090"/>
    <w:rsid w:val="00FB7668"/>
    <w:rsid w:val="00FC14C8"/>
    <w:rsid w:val="00FC155A"/>
    <w:rsid w:val="00FC6768"/>
    <w:rsid w:val="00FD0F73"/>
    <w:rsid w:val="00FD4374"/>
    <w:rsid w:val="00FD4BD2"/>
    <w:rsid w:val="00FD4EB4"/>
    <w:rsid w:val="00FD7C51"/>
    <w:rsid w:val="00FF1185"/>
    <w:rsid w:val="00FF1C7F"/>
    <w:rsid w:val="00FF7052"/>
    <w:rsid w:val="250072FA"/>
    <w:rsid w:val="2D566196"/>
    <w:rsid w:val="3B1B78D5"/>
    <w:rsid w:val="51671F65"/>
    <w:rsid w:val="600C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DAE07F"/>
  <w15:docId w15:val="{4B2EF408-4284-4A68-807D-5C5BD7E4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/>
      <w:sz w:val="16"/>
      <w:szCs w:val="16"/>
    </w:rPr>
  </w:style>
  <w:style w:type="paragraph" w:styleId="a5">
    <w:name w:val="Body Text"/>
    <w:basedOn w:val="a"/>
    <w:qFormat/>
    <w:pPr>
      <w:jc w:val="both"/>
    </w:pPr>
    <w:rPr>
      <w:lang w:val="bg-BG"/>
    </w:rPr>
  </w:style>
  <w:style w:type="paragraph" w:styleId="20">
    <w:name w:val="Body Text 2"/>
    <w:basedOn w:val="a"/>
    <w:qFormat/>
    <w:pPr>
      <w:jc w:val="both"/>
    </w:pPr>
    <w:rPr>
      <w:lang w:val="bg-BG"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qFormat/>
    <w:pPr>
      <w:tabs>
        <w:tab w:val="center" w:pos="4320"/>
        <w:tab w:val="right" w:pos="8640"/>
      </w:tabs>
    </w:pPr>
  </w:style>
  <w:style w:type="paragraph" w:styleId="a8">
    <w:name w:val="header"/>
    <w:basedOn w:val="a"/>
    <w:qFormat/>
    <w:pPr>
      <w:tabs>
        <w:tab w:val="center" w:pos="4320"/>
        <w:tab w:val="right" w:pos="8640"/>
      </w:tabs>
    </w:pPr>
  </w:style>
  <w:style w:type="character" w:styleId="a9">
    <w:name w:val="Hyperlink"/>
    <w:qFormat/>
    <w:rPr>
      <w:color w:val="0000FF"/>
      <w:u w:val="single"/>
    </w:rPr>
  </w:style>
  <w:style w:type="paragraph" w:styleId="aa">
    <w:name w:val="Normal (Web)"/>
    <w:basedOn w:val="a"/>
    <w:qFormat/>
    <w:pPr>
      <w:spacing w:before="100" w:beforeAutospacing="1" w:after="100" w:afterAutospacing="1"/>
    </w:pPr>
    <w:rPr>
      <w:color w:val="FFFFFF"/>
      <w:lang w:val="bg-BG" w:eastAsia="bg-BG"/>
    </w:rPr>
  </w:style>
  <w:style w:type="character" w:styleId="ab">
    <w:name w:val="Strong"/>
    <w:uiPriority w:val="22"/>
    <w:qFormat/>
    <w:rPr>
      <w:b/>
      <w:bCs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a"/>
    <w:qFormat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  <w:style w:type="paragraph" w:customStyle="1" w:styleId="title2">
    <w:name w:val="title2"/>
    <w:basedOn w:val="a"/>
    <w:qFormat/>
    <w:pPr>
      <w:spacing w:before="100" w:beforeAutospacing="1" w:after="100" w:afterAutospacing="1"/>
      <w:ind w:firstLine="1155"/>
      <w:jc w:val="both"/>
    </w:pPr>
    <w:rPr>
      <w:i/>
      <w:iCs/>
      <w:lang w:val="bg-BG" w:eastAsia="bg-BG"/>
    </w:rPr>
  </w:style>
  <w:style w:type="character" w:customStyle="1" w:styleId="search01">
    <w:name w:val="search01"/>
    <w:qFormat/>
    <w:rPr>
      <w:shd w:val="clear" w:color="auto" w:fill="FFFF66"/>
    </w:rPr>
  </w:style>
  <w:style w:type="character" w:customStyle="1" w:styleId="historyitem">
    <w:name w:val="historyitem"/>
    <w:basedOn w:val="a0"/>
    <w:qFormat/>
  </w:style>
  <w:style w:type="character" w:customStyle="1" w:styleId="historyitemselected1">
    <w:name w:val="historyitemselected1"/>
    <w:qFormat/>
    <w:rPr>
      <w:b/>
      <w:bCs/>
      <w:color w:val="0086C6"/>
    </w:rPr>
  </w:style>
  <w:style w:type="character" w:customStyle="1" w:styleId="search22">
    <w:name w:val="search22"/>
    <w:qFormat/>
    <w:rPr>
      <w:shd w:val="clear" w:color="auto" w:fill="FF9999"/>
    </w:rPr>
  </w:style>
  <w:style w:type="character" w:customStyle="1" w:styleId="search42">
    <w:name w:val="search42"/>
    <w:qFormat/>
    <w:rPr>
      <w:shd w:val="clear" w:color="auto" w:fill="A0FFFF"/>
    </w:rPr>
  </w:style>
  <w:style w:type="character" w:customStyle="1" w:styleId="search52">
    <w:name w:val="search52"/>
    <w:qFormat/>
    <w:rPr>
      <w:shd w:val="clear" w:color="auto" w:fill="CCFF99"/>
    </w:rPr>
  </w:style>
  <w:style w:type="character" w:customStyle="1" w:styleId="search62">
    <w:name w:val="search62"/>
    <w:qFormat/>
    <w:rPr>
      <w:shd w:val="clear" w:color="auto" w:fill="FFCCCC"/>
    </w:rPr>
  </w:style>
  <w:style w:type="character" w:customStyle="1" w:styleId="samedocreference1">
    <w:name w:val="samedocreference1"/>
    <w:qFormat/>
    <w:rPr>
      <w:color w:val="8B0000"/>
      <w:u w:val="single"/>
    </w:rPr>
  </w:style>
  <w:style w:type="paragraph" w:customStyle="1" w:styleId="style1">
    <w:name w:val="style1"/>
    <w:basedOn w:val="a"/>
    <w:qFormat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bg-BG" w:eastAsia="bg-BG"/>
    </w:rPr>
  </w:style>
  <w:style w:type="character" w:customStyle="1" w:styleId="style41">
    <w:name w:val="style41"/>
    <w:qFormat/>
    <w:rPr>
      <w:rFonts w:ascii="Verdana" w:hAnsi="Verdana" w:hint="default"/>
      <w:color w:val="000000"/>
      <w:sz w:val="15"/>
      <w:szCs w:val="15"/>
      <w:u w:val="none"/>
    </w:rPr>
  </w:style>
  <w:style w:type="character" w:customStyle="1" w:styleId="newdocreference1">
    <w:name w:val="newdocreference1"/>
    <w:qFormat/>
    <w:rPr>
      <w:color w:val="0000FF"/>
      <w:u w:val="single"/>
    </w:rPr>
  </w:style>
  <w:style w:type="character" w:customStyle="1" w:styleId="newdocreference2">
    <w:name w:val="newdocreference2"/>
    <w:qFormat/>
    <w:rPr>
      <w:color w:val="0000FF"/>
      <w:u w:val="single"/>
    </w:rPr>
  </w:style>
  <w:style w:type="character" w:customStyle="1" w:styleId="a4">
    <w:name w:val="Изнесен текст Знак"/>
    <w:link w:val="a3"/>
    <w:qFormat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Заглавие 1 Знак"/>
    <w:basedOn w:val="a0"/>
    <w:link w:val="1"/>
    <w:uiPriority w:val="9"/>
    <w:qFormat/>
    <w:rPr>
      <w:rFonts w:ascii="Bookman Old Style" w:hAnsi="Bookman Old Style"/>
      <w:b/>
      <w:spacing w:val="3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Bodytext2">
    <w:name w:val="Body text (2)_"/>
    <w:basedOn w:val="a0"/>
    <w:link w:val="Bodytext20"/>
    <w:qFormat/>
    <w:rPr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before="560" w:after="560" w:line="274" w:lineRule="exact"/>
      <w:jc w:val="both"/>
    </w:pPr>
    <w:rPr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1F9FF4-8F3C-42A5-954E-C86B27E8D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2025-01-24T10:11:00Z</cp:lastPrinted>
  <dcterms:created xsi:type="dcterms:W3CDTF">2025-01-22T10:10:00Z</dcterms:created>
  <dcterms:modified xsi:type="dcterms:W3CDTF">2025-01-27T08:32:00Z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D49887BF993545D69822CF785B6E01E6_12</vt:lpwstr>
  </property>
</Properties>
</file>