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931" w:rsidRDefault="00455931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3752F9" w:rsidRPr="003752F9">
        <w:rPr>
          <w:b/>
          <w:sz w:val="26"/>
          <w:szCs w:val="26"/>
          <w:lang w:val="bg-BG"/>
        </w:rPr>
        <w:t>6150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550188" w:rsidRPr="00550188" w:rsidRDefault="00550188" w:rsidP="00550188">
      <w:pPr>
        <w:ind w:firstLine="737"/>
        <w:jc w:val="center"/>
        <w:rPr>
          <w:b/>
          <w:sz w:val="26"/>
          <w:szCs w:val="26"/>
          <w:lang w:val="bg-BG"/>
        </w:rPr>
      </w:pPr>
      <w:r w:rsidRPr="00550188">
        <w:rPr>
          <w:b/>
          <w:sz w:val="26"/>
          <w:szCs w:val="26"/>
          <w:lang w:val="bg-BG"/>
        </w:rPr>
        <w:t>София, 04.11.2022г.</w:t>
      </w:r>
    </w:p>
    <w:p w:rsidR="00455931" w:rsidRPr="00EE3F50" w:rsidRDefault="00455931" w:rsidP="00EE3F50">
      <w:pPr>
        <w:ind w:firstLine="737"/>
        <w:jc w:val="center"/>
        <w:rPr>
          <w:b/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455931" w:rsidRPr="00EE3F50" w:rsidRDefault="00455931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8681F">
        <w:rPr>
          <w:b/>
          <w:lang w:val="bg-BG"/>
        </w:rPr>
        <w:t xml:space="preserve">с. </w:t>
      </w:r>
      <w:r w:rsidR="00194CB4" w:rsidRPr="00194CB4">
        <w:rPr>
          <w:b/>
          <w:lang w:val="bg-BG"/>
        </w:rPr>
        <w:t>Голак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08681F">
        <w:rPr>
          <w:b/>
          <w:lang w:val="bg-BG"/>
        </w:rPr>
        <w:t>Костенец</w:t>
      </w:r>
      <w:r w:rsidRPr="00EE3F50">
        <w:rPr>
          <w:b/>
          <w:lang w:val="bg-BG"/>
        </w:rPr>
        <w:t>, София област в състав:</w:t>
      </w:r>
    </w:p>
    <w:p w:rsidR="00EC1AE1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EC1AE1" w:rsidRPr="00EC1AE1">
        <w:rPr>
          <w:b/>
          <w:lang w:val="bg-BG"/>
        </w:rPr>
        <w:t>Борис Радославов – началник на ОСЗ гр. Костенец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2E0694" w:rsidRPr="002E0694" w:rsidRDefault="002E0694" w:rsidP="002E069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2E0694">
        <w:rPr>
          <w:lang w:val="bg-BG"/>
        </w:rPr>
        <w:t>Зоя Павлова Николова – главен експерт в ОСЗ – Костенец</w:t>
      </w:r>
    </w:p>
    <w:p w:rsidR="002E0694" w:rsidRPr="002E0694" w:rsidRDefault="002E0694" w:rsidP="002E069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2E0694">
        <w:rPr>
          <w:lang w:val="bg-BG"/>
        </w:rPr>
        <w:t>Христина Иванова – старши експерт  в  ОСЗ – Костенец</w:t>
      </w:r>
    </w:p>
    <w:p w:rsidR="007907AD" w:rsidRPr="007907AD" w:rsidRDefault="007907AD" w:rsidP="007907AD">
      <w:pPr>
        <w:ind w:firstLine="360"/>
        <w:jc w:val="both"/>
        <w:rPr>
          <w:lang w:val="bg-BG"/>
        </w:rPr>
      </w:pPr>
      <w:r w:rsidRPr="007907AD">
        <w:rPr>
          <w:lang w:val="bg-BG"/>
        </w:rPr>
        <w:t>4.</w:t>
      </w:r>
      <w:r w:rsidRPr="007907AD">
        <w:rPr>
          <w:lang w:val="bg-BG"/>
        </w:rPr>
        <w:tab/>
        <w:t>Иван Арнаутски – кметски наместник на с. Голак</w:t>
      </w:r>
    </w:p>
    <w:p w:rsidR="007907AD" w:rsidRDefault="007907AD" w:rsidP="007907AD">
      <w:pPr>
        <w:ind w:firstLine="360"/>
        <w:jc w:val="both"/>
        <w:rPr>
          <w:b/>
          <w:lang w:val="bg-BG"/>
        </w:rPr>
      </w:pPr>
      <w:r w:rsidRPr="007907AD">
        <w:rPr>
          <w:lang w:val="bg-BG"/>
        </w:rPr>
        <w:t>5.</w:t>
      </w:r>
      <w:r w:rsidRPr="007907AD">
        <w:rPr>
          <w:lang w:val="bg-BG"/>
        </w:rPr>
        <w:tab/>
        <w:t>Венета Йорданова  – главен специалист „Общинска собственост” в община Костенец</w:t>
      </w:r>
      <w:r w:rsidRPr="007907AD">
        <w:rPr>
          <w:b/>
          <w:lang w:val="bg-BG"/>
        </w:rPr>
        <w:t xml:space="preserve"> </w:t>
      </w:r>
    </w:p>
    <w:p w:rsidR="00EE3F50" w:rsidRPr="00EE3F50" w:rsidRDefault="00EE3F50" w:rsidP="007907AD">
      <w:pPr>
        <w:ind w:firstLine="360"/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AB6E38" w:rsidRDefault="00AB6E38" w:rsidP="007C1A40">
      <w:pPr>
        <w:ind w:firstLine="567"/>
        <w:jc w:val="both"/>
        <w:rPr>
          <w:lang w:val="bg-BG"/>
        </w:rPr>
      </w:pPr>
    </w:p>
    <w:p w:rsidR="00DC5723" w:rsidRDefault="00DC5723" w:rsidP="007C1A40">
      <w:pPr>
        <w:ind w:firstLine="567"/>
        <w:jc w:val="both"/>
        <w:rPr>
          <w:lang w:val="bg-BG"/>
        </w:rPr>
      </w:pPr>
    </w:p>
    <w:p w:rsidR="00916A81" w:rsidRDefault="00916A81" w:rsidP="007C1A40">
      <w:pPr>
        <w:ind w:firstLine="567"/>
        <w:jc w:val="both"/>
        <w:rPr>
          <w:lang w:val="bg-BG"/>
        </w:rPr>
      </w:pPr>
    </w:p>
    <w:p w:rsidR="00916A81" w:rsidRDefault="00916A81" w:rsidP="007C1A40">
      <w:pPr>
        <w:ind w:firstLine="567"/>
        <w:jc w:val="both"/>
        <w:rPr>
          <w:lang w:val="bg-BG"/>
        </w:rPr>
      </w:pPr>
    </w:p>
    <w:p w:rsidR="00550188" w:rsidRPr="00550188" w:rsidRDefault="00550188" w:rsidP="00550188">
      <w:pPr>
        <w:rPr>
          <w:b/>
          <w:lang w:val="bg-BG"/>
        </w:rPr>
      </w:pPr>
      <w:r w:rsidRPr="00550188">
        <w:rPr>
          <w:b/>
          <w:lang w:val="bg-BG"/>
        </w:rPr>
        <w:t>АНТОНИЯ СТОИМЕНОВА              /П/</w:t>
      </w:r>
      <w:r w:rsidRPr="00550188">
        <w:rPr>
          <w:b/>
          <w:lang w:val="bg-BG"/>
        </w:rPr>
        <w:tab/>
      </w:r>
      <w:r w:rsidRPr="00550188">
        <w:rPr>
          <w:b/>
          <w:lang w:val="bg-BG"/>
        </w:rPr>
        <w:tab/>
      </w:r>
      <w:r w:rsidRPr="00550188">
        <w:rPr>
          <w:b/>
          <w:lang w:val="bg-BG"/>
        </w:rPr>
        <w:tab/>
      </w:r>
      <w:r w:rsidRPr="00550188">
        <w:rPr>
          <w:b/>
          <w:lang w:val="bg-BG"/>
        </w:rPr>
        <w:tab/>
      </w:r>
    </w:p>
    <w:p w:rsidR="007C1A40" w:rsidRDefault="007C1A40" w:rsidP="007C1A40">
      <w:pPr>
        <w:rPr>
          <w:sz w:val="20"/>
          <w:szCs w:val="20"/>
          <w:lang w:val="ru-RU"/>
        </w:rPr>
      </w:pPr>
      <w:r w:rsidRPr="00F86A4D">
        <w:rPr>
          <w:i/>
          <w:lang w:val="ru-RU"/>
        </w:rPr>
        <w:t xml:space="preserve">Директор </w:t>
      </w:r>
      <w:proofErr w:type="gramStart"/>
      <w:r w:rsidR="00455931">
        <w:rPr>
          <w:i/>
          <w:lang w:val="bg-BG"/>
        </w:rPr>
        <w:t>на</w:t>
      </w:r>
      <w:proofErr w:type="gramEnd"/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  <w:r w:rsidRPr="00F86A4D">
        <w:rPr>
          <w:i/>
          <w:lang w:val="ru-RU"/>
        </w:rPr>
        <w:tab/>
      </w:r>
    </w:p>
    <w:p w:rsidR="007C1A40" w:rsidRPr="00455931" w:rsidRDefault="007C1A40" w:rsidP="007C1A40">
      <w:pPr>
        <w:rPr>
          <w:i/>
          <w:lang w:val="bg-BG"/>
        </w:rPr>
      </w:pPr>
      <w:r w:rsidRPr="00455931">
        <w:rPr>
          <w:i/>
          <w:lang w:val="bg-BG"/>
        </w:rPr>
        <w:t xml:space="preserve">Областна дирекция „Земеделие” </w:t>
      </w:r>
      <w:r w:rsidRPr="00455931">
        <w:rPr>
          <w:i/>
          <w:lang w:val="bg-BG"/>
        </w:rPr>
        <w:tab/>
      </w:r>
      <w:r w:rsidRPr="00455931">
        <w:rPr>
          <w:i/>
          <w:lang w:val="bg-BG"/>
        </w:rPr>
        <w:tab/>
      </w:r>
      <w:r w:rsidRPr="00455931">
        <w:rPr>
          <w:i/>
          <w:lang w:val="bg-BG"/>
        </w:rPr>
        <w:tab/>
      </w:r>
      <w:r w:rsidRPr="00455931">
        <w:rPr>
          <w:i/>
          <w:lang w:val="bg-BG"/>
        </w:rPr>
        <w:tab/>
      </w:r>
    </w:p>
    <w:p w:rsidR="007C1A40" w:rsidRPr="00455931" w:rsidRDefault="007C1A40" w:rsidP="007C1A40">
      <w:pPr>
        <w:rPr>
          <w:i/>
          <w:lang w:val="bg-BG"/>
        </w:rPr>
      </w:pPr>
      <w:r w:rsidRPr="00455931">
        <w:rPr>
          <w:i/>
          <w:lang w:val="bg-BG"/>
        </w:rPr>
        <w:t>София област</w:t>
      </w:r>
      <w:r w:rsidRPr="00455931">
        <w:rPr>
          <w:i/>
          <w:lang w:val="bg-BG"/>
        </w:rPr>
        <w:tab/>
      </w:r>
      <w:r w:rsidRPr="00455931">
        <w:rPr>
          <w:i/>
          <w:lang w:val="bg-BG"/>
        </w:rPr>
        <w:tab/>
      </w:r>
      <w:r w:rsidRPr="00455931">
        <w:rPr>
          <w:i/>
          <w:lang w:val="bg-BG"/>
        </w:rPr>
        <w:tab/>
      </w:r>
      <w:r w:rsidRPr="00455931">
        <w:rPr>
          <w:i/>
          <w:lang w:val="bg-BG"/>
        </w:rPr>
        <w:tab/>
      </w:r>
      <w:r w:rsidRPr="00455931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7C4" w:rsidRDefault="00E737C4">
      <w:r>
        <w:separator/>
      </w:r>
    </w:p>
  </w:endnote>
  <w:endnote w:type="continuationSeparator" w:id="0">
    <w:p w:rsidR="00E737C4" w:rsidRDefault="00E7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7C4" w:rsidRDefault="00E737C4">
      <w:r>
        <w:separator/>
      </w:r>
    </w:p>
  </w:footnote>
  <w:footnote w:type="continuationSeparator" w:id="0">
    <w:p w:rsidR="00E737C4" w:rsidRDefault="00E737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1FF"/>
    <w:rsid w:val="000068DE"/>
    <w:rsid w:val="00011D15"/>
    <w:rsid w:val="00013A9F"/>
    <w:rsid w:val="00015AC0"/>
    <w:rsid w:val="00024B47"/>
    <w:rsid w:val="000316E6"/>
    <w:rsid w:val="000363B5"/>
    <w:rsid w:val="00040DCE"/>
    <w:rsid w:val="00044670"/>
    <w:rsid w:val="00045325"/>
    <w:rsid w:val="000602B1"/>
    <w:rsid w:val="00076965"/>
    <w:rsid w:val="000824B8"/>
    <w:rsid w:val="00083EBD"/>
    <w:rsid w:val="000860EB"/>
    <w:rsid w:val="0008681F"/>
    <w:rsid w:val="0009335E"/>
    <w:rsid w:val="000A5D26"/>
    <w:rsid w:val="000A7D47"/>
    <w:rsid w:val="000B30E4"/>
    <w:rsid w:val="000C75DF"/>
    <w:rsid w:val="000D01AC"/>
    <w:rsid w:val="000D4D20"/>
    <w:rsid w:val="00101D32"/>
    <w:rsid w:val="00102761"/>
    <w:rsid w:val="00111F37"/>
    <w:rsid w:val="00124DC8"/>
    <w:rsid w:val="00125BC0"/>
    <w:rsid w:val="00126941"/>
    <w:rsid w:val="00127E8A"/>
    <w:rsid w:val="00136A08"/>
    <w:rsid w:val="001377FF"/>
    <w:rsid w:val="00155418"/>
    <w:rsid w:val="00157D1E"/>
    <w:rsid w:val="00174D2E"/>
    <w:rsid w:val="00191127"/>
    <w:rsid w:val="001939C0"/>
    <w:rsid w:val="00194CB4"/>
    <w:rsid w:val="00197496"/>
    <w:rsid w:val="001A1C66"/>
    <w:rsid w:val="001A416B"/>
    <w:rsid w:val="001A77DB"/>
    <w:rsid w:val="001B4BA5"/>
    <w:rsid w:val="001C5FE2"/>
    <w:rsid w:val="00200DC8"/>
    <w:rsid w:val="00204528"/>
    <w:rsid w:val="00204748"/>
    <w:rsid w:val="00205D93"/>
    <w:rsid w:val="0020653E"/>
    <w:rsid w:val="00216F0C"/>
    <w:rsid w:val="00217458"/>
    <w:rsid w:val="00225E60"/>
    <w:rsid w:val="00226EB0"/>
    <w:rsid w:val="002373B3"/>
    <w:rsid w:val="002401C8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0694"/>
    <w:rsid w:val="002E25EF"/>
    <w:rsid w:val="002E3A73"/>
    <w:rsid w:val="002E6947"/>
    <w:rsid w:val="002E7158"/>
    <w:rsid w:val="002F0BDF"/>
    <w:rsid w:val="002F1655"/>
    <w:rsid w:val="002F209C"/>
    <w:rsid w:val="002F63F1"/>
    <w:rsid w:val="002F67C7"/>
    <w:rsid w:val="003010E7"/>
    <w:rsid w:val="0030272E"/>
    <w:rsid w:val="0031344F"/>
    <w:rsid w:val="003140CD"/>
    <w:rsid w:val="00324476"/>
    <w:rsid w:val="003246A6"/>
    <w:rsid w:val="00324D2A"/>
    <w:rsid w:val="003274F6"/>
    <w:rsid w:val="003404DA"/>
    <w:rsid w:val="00342B15"/>
    <w:rsid w:val="00354192"/>
    <w:rsid w:val="00360F59"/>
    <w:rsid w:val="00365301"/>
    <w:rsid w:val="003752F9"/>
    <w:rsid w:val="00387A3D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24B99"/>
    <w:rsid w:val="0043129B"/>
    <w:rsid w:val="00443347"/>
    <w:rsid w:val="0044341F"/>
    <w:rsid w:val="00446795"/>
    <w:rsid w:val="00452744"/>
    <w:rsid w:val="00455931"/>
    <w:rsid w:val="00461840"/>
    <w:rsid w:val="00461ACA"/>
    <w:rsid w:val="004646E3"/>
    <w:rsid w:val="0047276E"/>
    <w:rsid w:val="00473223"/>
    <w:rsid w:val="00481BF6"/>
    <w:rsid w:val="00483DA8"/>
    <w:rsid w:val="004854F4"/>
    <w:rsid w:val="004876EF"/>
    <w:rsid w:val="004936CC"/>
    <w:rsid w:val="00495E89"/>
    <w:rsid w:val="00496975"/>
    <w:rsid w:val="004A294F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E3431"/>
    <w:rsid w:val="004F471E"/>
    <w:rsid w:val="004F765C"/>
    <w:rsid w:val="00502C03"/>
    <w:rsid w:val="005067B7"/>
    <w:rsid w:val="0051191F"/>
    <w:rsid w:val="005174C3"/>
    <w:rsid w:val="0052244B"/>
    <w:rsid w:val="0053040B"/>
    <w:rsid w:val="00533524"/>
    <w:rsid w:val="00534C29"/>
    <w:rsid w:val="005403B6"/>
    <w:rsid w:val="0054222B"/>
    <w:rsid w:val="00550188"/>
    <w:rsid w:val="00556615"/>
    <w:rsid w:val="00564A90"/>
    <w:rsid w:val="0057056E"/>
    <w:rsid w:val="00570D9B"/>
    <w:rsid w:val="00573952"/>
    <w:rsid w:val="00574C1C"/>
    <w:rsid w:val="00575425"/>
    <w:rsid w:val="00576C0A"/>
    <w:rsid w:val="00577DF1"/>
    <w:rsid w:val="00583DFB"/>
    <w:rsid w:val="005939B0"/>
    <w:rsid w:val="00596DB7"/>
    <w:rsid w:val="005A0D6A"/>
    <w:rsid w:val="005A3B17"/>
    <w:rsid w:val="005B46B2"/>
    <w:rsid w:val="005B5AA8"/>
    <w:rsid w:val="005B6469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14F3A"/>
    <w:rsid w:val="00617996"/>
    <w:rsid w:val="00620D2A"/>
    <w:rsid w:val="006332EA"/>
    <w:rsid w:val="00636628"/>
    <w:rsid w:val="006427B9"/>
    <w:rsid w:val="00643AD9"/>
    <w:rsid w:val="00644464"/>
    <w:rsid w:val="0064661F"/>
    <w:rsid w:val="00651085"/>
    <w:rsid w:val="006551B4"/>
    <w:rsid w:val="00656CBE"/>
    <w:rsid w:val="0066220E"/>
    <w:rsid w:val="006672E0"/>
    <w:rsid w:val="00670DC2"/>
    <w:rsid w:val="00675117"/>
    <w:rsid w:val="00675962"/>
    <w:rsid w:val="00684620"/>
    <w:rsid w:val="0068667C"/>
    <w:rsid w:val="00686D8C"/>
    <w:rsid w:val="006A40EA"/>
    <w:rsid w:val="006B0B9A"/>
    <w:rsid w:val="006B72D8"/>
    <w:rsid w:val="006E0E3C"/>
    <w:rsid w:val="006E0E42"/>
    <w:rsid w:val="006E1608"/>
    <w:rsid w:val="006E2E6B"/>
    <w:rsid w:val="006E68FB"/>
    <w:rsid w:val="006F6F42"/>
    <w:rsid w:val="006F7315"/>
    <w:rsid w:val="00706CCC"/>
    <w:rsid w:val="0071744A"/>
    <w:rsid w:val="00717570"/>
    <w:rsid w:val="00717633"/>
    <w:rsid w:val="00724E5F"/>
    <w:rsid w:val="007265A0"/>
    <w:rsid w:val="00732ECE"/>
    <w:rsid w:val="00735898"/>
    <w:rsid w:val="00736EE6"/>
    <w:rsid w:val="00740CEE"/>
    <w:rsid w:val="00744E83"/>
    <w:rsid w:val="007479D4"/>
    <w:rsid w:val="00751B43"/>
    <w:rsid w:val="00751C7B"/>
    <w:rsid w:val="007526D6"/>
    <w:rsid w:val="00753795"/>
    <w:rsid w:val="0075624F"/>
    <w:rsid w:val="0075728B"/>
    <w:rsid w:val="00762123"/>
    <w:rsid w:val="00762DA8"/>
    <w:rsid w:val="00771EF1"/>
    <w:rsid w:val="00773368"/>
    <w:rsid w:val="00785809"/>
    <w:rsid w:val="007862A3"/>
    <w:rsid w:val="007907AD"/>
    <w:rsid w:val="00793F9B"/>
    <w:rsid w:val="007A0EDA"/>
    <w:rsid w:val="007A4EB9"/>
    <w:rsid w:val="007A6290"/>
    <w:rsid w:val="007A78E3"/>
    <w:rsid w:val="007B22EF"/>
    <w:rsid w:val="007B4B8A"/>
    <w:rsid w:val="007B5BAA"/>
    <w:rsid w:val="007C1A40"/>
    <w:rsid w:val="007D4636"/>
    <w:rsid w:val="007E07FE"/>
    <w:rsid w:val="007E2850"/>
    <w:rsid w:val="007E62C9"/>
    <w:rsid w:val="007F365D"/>
    <w:rsid w:val="00803237"/>
    <w:rsid w:val="00803481"/>
    <w:rsid w:val="00807DAE"/>
    <w:rsid w:val="0081563B"/>
    <w:rsid w:val="0082373A"/>
    <w:rsid w:val="00823FF9"/>
    <w:rsid w:val="00830630"/>
    <w:rsid w:val="0083352D"/>
    <w:rsid w:val="00835BBA"/>
    <w:rsid w:val="00836881"/>
    <w:rsid w:val="00837B40"/>
    <w:rsid w:val="00842A1D"/>
    <w:rsid w:val="00846272"/>
    <w:rsid w:val="0085348A"/>
    <w:rsid w:val="00854AF5"/>
    <w:rsid w:val="00863E02"/>
    <w:rsid w:val="00871328"/>
    <w:rsid w:val="00871471"/>
    <w:rsid w:val="00872913"/>
    <w:rsid w:val="008732F1"/>
    <w:rsid w:val="00874C39"/>
    <w:rsid w:val="00876761"/>
    <w:rsid w:val="008861EB"/>
    <w:rsid w:val="00886D15"/>
    <w:rsid w:val="00887851"/>
    <w:rsid w:val="0089608D"/>
    <w:rsid w:val="008A3662"/>
    <w:rsid w:val="008B0206"/>
    <w:rsid w:val="008B1300"/>
    <w:rsid w:val="008B6A8A"/>
    <w:rsid w:val="009066A0"/>
    <w:rsid w:val="00916A81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00D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274B"/>
    <w:rsid w:val="00A36C2A"/>
    <w:rsid w:val="00A41162"/>
    <w:rsid w:val="00A425B1"/>
    <w:rsid w:val="00A53EA4"/>
    <w:rsid w:val="00A57D6C"/>
    <w:rsid w:val="00A60762"/>
    <w:rsid w:val="00A70ECE"/>
    <w:rsid w:val="00A7546F"/>
    <w:rsid w:val="00A806FD"/>
    <w:rsid w:val="00A92148"/>
    <w:rsid w:val="00A9551A"/>
    <w:rsid w:val="00AA04AD"/>
    <w:rsid w:val="00AA0829"/>
    <w:rsid w:val="00AA6018"/>
    <w:rsid w:val="00AB6E38"/>
    <w:rsid w:val="00AC067E"/>
    <w:rsid w:val="00AC0AD5"/>
    <w:rsid w:val="00AC0B19"/>
    <w:rsid w:val="00AC34D4"/>
    <w:rsid w:val="00AD0833"/>
    <w:rsid w:val="00AD13E8"/>
    <w:rsid w:val="00AD6D9D"/>
    <w:rsid w:val="00AE2E5E"/>
    <w:rsid w:val="00AE50A0"/>
    <w:rsid w:val="00AE6009"/>
    <w:rsid w:val="00B1548F"/>
    <w:rsid w:val="00B15F22"/>
    <w:rsid w:val="00B22B0E"/>
    <w:rsid w:val="00B25B0B"/>
    <w:rsid w:val="00B312D8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B732C"/>
    <w:rsid w:val="00BC4509"/>
    <w:rsid w:val="00BC4B58"/>
    <w:rsid w:val="00BC7CAD"/>
    <w:rsid w:val="00BD0295"/>
    <w:rsid w:val="00BD1BCF"/>
    <w:rsid w:val="00BD3653"/>
    <w:rsid w:val="00BE16C6"/>
    <w:rsid w:val="00BE409B"/>
    <w:rsid w:val="00BE7B96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27984"/>
    <w:rsid w:val="00C30999"/>
    <w:rsid w:val="00C37706"/>
    <w:rsid w:val="00C40D8C"/>
    <w:rsid w:val="00C43BD8"/>
    <w:rsid w:val="00C473A4"/>
    <w:rsid w:val="00C61285"/>
    <w:rsid w:val="00C842D4"/>
    <w:rsid w:val="00C8555A"/>
    <w:rsid w:val="00C91C1A"/>
    <w:rsid w:val="00CA3258"/>
    <w:rsid w:val="00CA3316"/>
    <w:rsid w:val="00CA7A14"/>
    <w:rsid w:val="00CB591C"/>
    <w:rsid w:val="00CD007A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4D9B"/>
    <w:rsid w:val="00D450FA"/>
    <w:rsid w:val="00D45651"/>
    <w:rsid w:val="00D46A2F"/>
    <w:rsid w:val="00D562EC"/>
    <w:rsid w:val="00D61AE4"/>
    <w:rsid w:val="00D66ACF"/>
    <w:rsid w:val="00D66F7F"/>
    <w:rsid w:val="00D743B5"/>
    <w:rsid w:val="00D7472F"/>
    <w:rsid w:val="00D81D3E"/>
    <w:rsid w:val="00D9774A"/>
    <w:rsid w:val="00DB0F62"/>
    <w:rsid w:val="00DC5723"/>
    <w:rsid w:val="00DE512F"/>
    <w:rsid w:val="00DF073B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1F85"/>
    <w:rsid w:val="00E6220A"/>
    <w:rsid w:val="00E63FD4"/>
    <w:rsid w:val="00E735F5"/>
    <w:rsid w:val="00E737C4"/>
    <w:rsid w:val="00E9646A"/>
    <w:rsid w:val="00EA195B"/>
    <w:rsid w:val="00EA3B1F"/>
    <w:rsid w:val="00EA6C0B"/>
    <w:rsid w:val="00EB1100"/>
    <w:rsid w:val="00EC1AE1"/>
    <w:rsid w:val="00EC3B6A"/>
    <w:rsid w:val="00ED4917"/>
    <w:rsid w:val="00EE3F50"/>
    <w:rsid w:val="00F010A4"/>
    <w:rsid w:val="00F04B7E"/>
    <w:rsid w:val="00F14706"/>
    <w:rsid w:val="00F14B00"/>
    <w:rsid w:val="00F15191"/>
    <w:rsid w:val="00F16E8B"/>
    <w:rsid w:val="00F21C9B"/>
    <w:rsid w:val="00F31E48"/>
    <w:rsid w:val="00F34FB4"/>
    <w:rsid w:val="00F36881"/>
    <w:rsid w:val="00F36BBC"/>
    <w:rsid w:val="00F43C5F"/>
    <w:rsid w:val="00F43F9A"/>
    <w:rsid w:val="00F50219"/>
    <w:rsid w:val="00F5051E"/>
    <w:rsid w:val="00F5602F"/>
    <w:rsid w:val="00F66A11"/>
    <w:rsid w:val="00F72CF1"/>
    <w:rsid w:val="00F75609"/>
    <w:rsid w:val="00F8308D"/>
    <w:rsid w:val="00F8447B"/>
    <w:rsid w:val="00F90317"/>
    <w:rsid w:val="00F95DCD"/>
    <w:rsid w:val="00FA0BA4"/>
    <w:rsid w:val="00FA18D9"/>
    <w:rsid w:val="00FA3215"/>
    <w:rsid w:val="00FA4106"/>
    <w:rsid w:val="00FB2631"/>
    <w:rsid w:val="00FB3860"/>
    <w:rsid w:val="00FB3A94"/>
    <w:rsid w:val="00FC31EA"/>
    <w:rsid w:val="00FD2960"/>
    <w:rsid w:val="00FE1067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uiPriority w:val="99"/>
    <w:semiHidden/>
    <w:unhideWhenUsed/>
  </w:style>
  <w:style w:type="numbering" w:customStyle="1" w:styleId="ListNofffff8">
    <w:name w:val="List No"/>
    <w:uiPriority w:val="99"/>
    <w:semiHidden/>
    <w:unhideWhenUsed/>
  </w:style>
  <w:style w:type="numbering" w:customStyle="1" w:styleId="ListNofffff9">
    <w:name w:val="List No"/>
    <w:uiPriority w:val="99"/>
    <w:semiHidden/>
    <w:unhideWhenUsed/>
  </w:style>
  <w:style w:type="numbering" w:customStyle="1" w:styleId="ListNofffffa">
    <w:name w:val="List No"/>
    <w:uiPriority w:val="99"/>
    <w:semiHidden/>
    <w:unhideWhenUsed/>
  </w:style>
  <w:style w:type="numbering" w:customStyle="1" w:styleId="ListNofffffb">
    <w:name w:val="List No"/>
    <w:uiPriority w:val="99"/>
    <w:semiHidden/>
    <w:unhideWhenUsed/>
  </w:style>
  <w:style w:type="numbering" w:customStyle="1" w:styleId="ListNofffffc">
    <w:name w:val="List No"/>
    <w:uiPriority w:val="99"/>
    <w:semiHidden/>
    <w:unhideWhenUsed/>
  </w:style>
  <w:style w:type="numbering" w:customStyle="1" w:styleId="ListNofffffd">
    <w:name w:val="List No"/>
    <w:uiPriority w:val="99"/>
    <w:semiHidden/>
    <w:unhideWhenUsed/>
  </w:style>
  <w:style w:type="numbering" w:customStyle="1" w:styleId="ListNofffffe">
    <w:name w:val="List No"/>
    <w:uiPriority w:val="99"/>
    <w:semiHidden/>
    <w:unhideWhenUsed/>
  </w:style>
  <w:style w:type="numbering" w:customStyle="1" w:styleId="ListNoffffff">
    <w:name w:val="List No"/>
    <w:uiPriority w:val="99"/>
    <w:semiHidden/>
    <w:unhideWhenUsed/>
  </w:style>
  <w:style w:type="numbering" w:customStyle="1" w:styleId="ListNoffffff0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907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07A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uiPriority w:val="99"/>
    <w:semiHidden/>
    <w:unhideWhenUsed/>
  </w:style>
  <w:style w:type="numbering" w:customStyle="1" w:styleId="ListNofffff8">
    <w:name w:val="List No"/>
    <w:uiPriority w:val="99"/>
    <w:semiHidden/>
    <w:unhideWhenUsed/>
  </w:style>
  <w:style w:type="numbering" w:customStyle="1" w:styleId="ListNofffff9">
    <w:name w:val="List No"/>
    <w:uiPriority w:val="99"/>
    <w:semiHidden/>
    <w:unhideWhenUsed/>
  </w:style>
  <w:style w:type="numbering" w:customStyle="1" w:styleId="ListNofffffa">
    <w:name w:val="List No"/>
    <w:uiPriority w:val="99"/>
    <w:semiHidden/>
    <w:unhideWhenUsed/>
  </w:style>
  <w:style w:type="numbering" w:customStyle="1" w:styleId="ListNofffffb">
    <w:name w:val="List No"/>
    <w:uiPriority w:val="99"/>
    <w:semiHidden/>
    <w:unhideWhenUsed/>
  </w:style>
  <w:style w:type="numbering" w:customStyle="1" w:styleId="ListNofffffc">
    <w:name w:val="List No"/>
    <w:uiPriority w:val="99"/>
    <w:semiHidden/>
    <w:unhideWhenUsed/>
  </w:style>
  <w:style w:type="numbering" w:customStyle="1" w:styleId="ListNofffffd">
    <w:name w:val="List No"/>
    <w:uiPriority w:val="99"/>
    <w:semiHidden/>
    <w:unhideWhenUsed/>
  </w:style>
  <w:style w:type="numbering" w:customStyle="1" w:styleId="ListNofffffe">
    <w:name w:val="List No"/>
    <w:uiPriority w:val="99"/>
    <w:semiHidden/>
    <w:unhideWhenUsed/>
  </w:style>
  <w:style w:type="numbering" w:customStyle="1" w:styleId="ListNoffffff">
    <w:name w:val="List No"/>
    <w:uiPriority w:val="99"/>
    <w:semiHidden/>
    <w:unhideWhenUsed/>
  </w:style>
  <w:style w:type="numbering" w:customStyle="1" w:styleId="ListNoffffff0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907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07A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7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9</cp:revision>
  <cp:lastPrinted>2022-11-02T11:31:00Z</cp:lastPrinted>
  <dcterms:created xsi:type="dcterms:W3CDTF">2022-11-02T06:54:00Z</dcterms:created>
  <dcterms:modified xsi:type="dcterms:W3CDTF">2022-11-04T12:55:00Z</dcterms:modified>
</cp:coreProperties>
</file>