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5BF2D97F" w:rsidR="00454CDE" w:rsidRPr="00713EC9" w:rsidRDefault="00C8597B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</w:t>
      </w:r>
      <w:r w:rsidR="00713EC9">
        <w:rPr>
          <w:b/>
          <w:sz w:val="32"/>
          <w:lang w:val="bg-BG"/>
        </w:rPr>
        <w:t xml:space="preserve">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07EB8DB7" w:rsidR="00454CDE" w:rsidRPr="00B52585" w:rsidRDefault="005A2287" w:rsidP="005A2287">
      <w:pPr>
        <w:ind w:left="3600"/>
        <w:rPr>
          <w:b/>
          <w:lang w:val="bg-BG"/>
        </w:rPr>
      </w:pPr>
      <w:r w:rsidRPr="00B52585">
        <w:rPr>
          <w:b/>
          <w:lang w:val="bg-BG"/>
        </w:rPr>
        <w:t xml:space="preserve">   </w:t>
      </w:r>
      <w:r w:rsidR="00454CDE" w:rsidRPr="00B52585">
        <w:rPr>
          <w:b/>
          <w:lang w:val="bg-BG"/>
        </w:rPr>
        <w:t>№</w:t>
      </w:r>
      <w:r w:rsidR="002102CE" w:rsidRPr="00B52585">
        <w:rPr>
          <w:b/>
          <w:lang w:val="bg-BG"/>
        </w:rPr>
        <w:t xml:space="preserve"> ПО-09-3008-3</w:t>
      </w:r>
    </w:p>
    <w:p w14:paraId="3795E67F" w14:textId="591BFECC" w:rsidR="00454CDE" w:rsidRPr="00B52585" w:rsidRDefault="00454CDE" w:rsidP="00BE4052">
      <w:pPr>
        <w:ind w:left="2880" w:firstLine="720"/>
        <w:rPr>
          <w:b/>
          <w:lang w:val="bg-BG"/>
        </w:rPr>
      </w:pPr>
      <w:r w:rsidRPr="00B52585">
        <w:rPr>
          <w:b/>
          <w:lang w:val="bg-BG"/>
        </w:rPr>
        <w:t>София,</w:t>
      </w:r>
      <w:r w:rsidR="008F7D42" w:rsidRPr="00B52585">
        <w:rPr>
          <w:b/>
          <w:lang w:val="bg-BG"/>
        </w:rPr>
        <w:t xml:space="preserve"> 23.09</w:t>
      </w:r>
      <w:r w:rsidR="002102CE" w:rsidRPr="00B52585">
        <w:rPr>
          <w:b/>
          <w:lang w:val="bg-BG"/>
        </w:rPr>
        <w:t>.</w:t>
      </w:r>
      <w:r w:rsidR="0023186B" w:rsidRPr="00B52585">
        <w:rPr>
          <w:b/>
          <w:lang w:val="bg-BG"/>
        </w:rPr>
        <w:t>20</w:t>
      </w:r>
      <w:r w:rsidR="005A5B96" w:rsidRPr="00B52585">
        <w:rPr>
          <w:b/>
          <w:lang w:val="bg-BG"/>
        </w:rPr>
        <w:t>2</w:t>
      </w:r>
      <w:r w:rsidR="00CC444F" w:rsidRPr="00B52585">
        <w:rPr>
          <w:b/>
          <w:lang w:val="bg-BG"/>
        </w:rPr>
        <w:t>2</w:t>
      </w:r>
      <w:r w:rsidR="0023186B" w:rsidRPr="00B52585">
        <w:rPr>
          <w:b/>
          <w:lang w:val="bg-BG"/>
        </w:rPr>
        <w:t>г.</w:t>
      </w:r>
      <w:r w:rsidR="006727E9" w:rsidRPr="00B52585">
        <w:rPr>
          <w:b/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1C3F0964" w14:textId="132B215A" w:rsidR="005E5F37" w:rsidRPr="00197F75" w:rsidRDefault="00576362" w:rsidP="005E5F37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</w:t>
      </w:r>
      <w:r w:rsidR="008A1BBB" w:rsidRPr="00CE78CA">
        <w:rPr>
          <w:lang w:val="bg-BG"/>
        </w:rPr>
        <w:t>ал.</w:t>
      </w:r>
      <w:r w:rsidR="00681816">
        <w:t xml:space="preserve"> </w:t>
      </w:r>
      <w:r w:rsidRPr="00CE78CA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CE78CA">
        <w:rPr>
          <w:lang w:val="bg-BG"/>
        </w:rPr>
        <w:t xml:space="preserve">те, </w:t>
      </w:r>
      <w:r w:rsidR="007A06D3" w:rsidRPr="0083710E">
        <w:rPr>
          <w:lang w:val="bg-BG"/>
        </w:rPr>
        <w:t>обн.ДВ</w:t>
      </w:r>
      <w:r w:rsidR="0083710E" w:rsidRPr="0083710E">
        <w:rPr>
          <w:lang w:val="bg-BG"/>
        </w:rPr>
        <w:t>,</w:t>
      </w:r>
      <w:r w:rsidR="007A06D3" w:rsidRPr="0083710E">
        <w:rPr>
          <w:lang w:val="bg-BG"/>
        </w:rPr>
        <w:t xml:space="preserve"> бр.7/26.01.2010г.,</w:t>
      </w:r>
      <w:r w:rsidR="007A06D3" w:rsidRPr="0083710E">
        <w:rPr>
          <w:lang w:val="ru-RU"/>
        </w:rPr>
        <w:t xml:space="preserve"> </w:t>
      </w:r>
      <w:r w:rsidRPr="0083710E">
        <w:rPr>
          <w:lang w:val="bg-BG"/>
        </w:rPr>
        <w:t xml:space="preserve">посл. </w:t>
      </w:r>
      <w:r w:rsidR="00CA17DF" w:rsidRPr="0083710E">
        <w:rPr>
          <w:lang w:val="bg-BG"/>
        </w:rPr>
        <w:t>изм. ДВ</w:t>
      </w:r>
      <w:bookmarkStart w:id="0" w:name="_Hlk83647061"/>
      <w:r w:rsidR="0083710E" w:rsidRPr="0083710E">
        <w:rPr>
          <w:lang w:val="bg-BG"/>
        </w:rPr>
        <w:t xml:space="preserve">, </w:t>
      </w:r>
      <w:bookmarkStart w:id="1" w:name="_Hlk83647891"/>
      <w:r w:rsidR="0083710E" w:rsidRPr="002102C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="00E1632B" w:rsidRPr="002102CE">
        <w:rPr>
          <w:lang w:val="bg-BG"/>
        </w:rPr>
        <w:t>41</w:t>
      </w:r>
      <w:r w:rsidR="0083710E" w:rsidRPr="002102CE">
        <w:rPr>
          <w:lang w:val="bg-BG"/>
        </w:rPr>
        <w:t xml:space="preserve"> от 0</w:t>
      </w:r>
      <w:r w:rsidR="00E1632B" w:rsidRPr="002102CE">
        <w:rPr>
          <w:lang w:val="bg-BG"/>
        </w:rPr>
        <w:t>3</w:t>
      </w:r>
      <w:r w:rsidR="0083710E" w:rsidRPr="002102CE">
        <w:rPr>
          <w:lang w:val="bg-BG"/>
        </w:rPr>
        <w:t xml:space="preserve"> </w:t>
      </w:r>
      <w:bookmarkEnd w:id="2"/>
      <w:bookmarkEnd w:id="3"/>
      <w:bookmarkEnd w:id="4"/>
      <w:r w:rsidR="00E1632B" w:rsidRPr="002102CE">
        <w:rPr>
          <w:lang w:val="bg-BG"/>
        </w:rPr>
        <w:t>юни</w:t>
      </w:r>
      <w:r w:rsidR="0083710E" w:rsidRPr="002102CE">
        <w:rPr>
          <w:lang w:val="bg-BG"/>
        </w:rPr>
        <w:t xml:space="preserve"> 202</w:t>
      </w:r>
      <w:r w:rsidR="00E1632B" w:rsidRPr="002102CE">
        <w:rPr>
          <w:lang w:val="bg-BG"/>
        </w:rPr>
        <w:t>2</w:t>
      </w:r>
      <w:r w:rsidR="00F23532">
        <w:rPr>
          <w:lang w:val="bg-BG"/>
        </w:rPr>
        <w:t xml:space="preserve"> </w:t>
      </w:r>
      <w:r w:rsidR="0083710E" w:rsidRPr="0083710E">
        <w:rPr>
          <w:lang w:val="bg-BG"/>
        </w:rPr>
        <w:t xml:space="preserve">г., </w:t>
      </w:r>
      <w:bookmarkEnd w:id="0"/>
      <w:bookmarkEnd w:id="1"/>
      <w:r w:rsidR="008F3A6E" w:rsidRPr="0083710E">
        <w:rPr>
          <w:lang w:val="bg-BG"/>
        </w:rPr>
        <w:t>чл.37в, ал.4 от Закона</w:t>
      </w:r>
      <w:r w:rsidR="008F3A6E"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 w:rsidR="00696516">
        <w:rPr>
          <w:lang w:val="bg-BG"/>
        </w:rPr>
        <w:t xml:space="preserve">Заповед </w:t>
      </w:r>
      <w:r w:rsidR="005E5F37">
        <w:rPr>
          <w:sz w:val="26"/>
          <w:szCs w:val="26"/>
          <w:lang w:val="bg-BG"/>
        </w:rPr>
        <w:t xml:space="preserve">№ </w:t>
      </w:r>
      <w:r w:rsidR="002E0A30" w:rsidRPr="002E0A30">
        <w:rPr>
          <w:sz w:val="26"/>
          <w:szCs w:val="26"/>
          <w:lang w:val="bg-BG"/>
        </w:rPr>
        <w:t>ПО-09-</w:t>
      </w:r>
      <w:r w:rsidR="00CC444F">
        <w:rPr>
          <w:sz w:val="26"/>
          <w:szCs w:val="26"/>
          <w:lang w:val="bg-BG"/>
        </w:rPr>
        <w:t>30</w:t>
      </w:r>
      <w:r w:rsidR="002102CE">
        <w:rPr>
          <w:sz w:val="26"/>
          <w:szCs w:val="26"/>
          <w:lang w:val="bg-BG"/>
        </w:rPr>
        <w:t>08</w:t>
      </w:r>
      <w:r w:rsidR="002E0A30" w:rsidRPr="002E0A30">
        <w:rPr>
          <w:sz w:val="26"/>
          <w:szCs w:val="26"/>
          <w:lang w:val="bg-BG"/>
        </w:rPr>
        <w:t>/</w:t>
      </w:r>
      <w:r w:rsidR="00DC7B49">
        <w:rPr>
          <w:sz w:val="26"/>
          <w:szCs w:val="26"/>
          <w:lang w:val="bg-BG"/>
        </w:rPr>
        <w:t>2</w:t>
      </w:r>
      <w:r w:rsidR="002102CE">
        <w:rPr>
          <w:sz w:val="26"/>
          <w:szCs w:val="26"/>
          <w:lang w:val="bg-BG"/>
        </w:rPr>
        <w:t>1</w:t>
      </w:r>
      <w:r w:rsidR="002E0A30" w:rsidRPr="002E0A30">
        <w:rPr>
          <w:sz w:val="26"/>
          <w:szCs w:val="26"/>
          <w:lang w:val="bg-BG"/>
        </w:rPr>
        <w:t>.0</w:t>
      </w:r>
      <w:r w:rsidR="005A5B96">
        <w:rPr>
          <w:sz w:val="26"/>
          <w:szCs w:val="26"/>
          <w:lang w:val="bg-BG"/>
        </w:rPr>
        <w:t>7</w:t>
      </w:r>
      <w:r w:rsidR="002E0A30" w:rsidRPr="002E0A30">
        <w:rPr>
          <w:sz w:val="26"/>
          <w:szCs w:val="26"/>
          <w:lang w:val="bg-BG"/>
        </w:rPr>
        <w:t>.20</w:t>
      </w:r>
      <w:r w:rsidR="005A5B96">
        <w:rPr>
          <w:sz w:val="26"/>
          <w:szCs w:val="26"/>
          <w:lang w:val="bg-BG"/>
        </w:rPr>
        <w:t>2</w:t>
      </w:r>
      <w:r w:rsidR="00CC444F">
        <w:rPr>
          <w:sz w:val="26"/>
          <w:szCs w:val="26"/>
          <w:lang w:val="bg-BG"/>
        </w:rPr>
        <w:t>2</w:t>
      </w:r>
      <w:r w:rsidR="003D26C6">
        <w:rPr>
          <w:sz w:val="26"/>
          <w:szCs w:val="26"/>
          <w:lang w:val="bg-BG"/>
        </w:rPr>
        <w:t xml:space="preserve"> </w:t>
      </w:r>
      <w:r w:rsidR="002E0A30" w:rsidRPr="002E0A30">
        <w:rPr>
          <w:sz w:val="26"/>
          <w:szCs w:val="26"/>
          <w:lang w:val="bg-BG"/>
        </w:rPr>
        <w:t>г</w:t>
      </w:r>
      <w:r w:rsidR="003D26C6">
        <w:rPr>
          <w:sz w:val="26"/>
          <w:szCs w:val="26"/>
          <w:lang w:val="bg-BG"/>
        </w:rPr>
        <w:t>.</w:t>
      </w:r>
    </w:p>
    <w:p w14:paraId="3957F2DB" w14:textId="77777777" w:rsidR="00034F6D" w:rsidRPr="00197F75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197F75" w:rsidRDefault="00034F6D" w:rsidP="008F3A6E">
      <w:pPr>
        <w:ind w:firstLine="709"/>
        <w:jc w:val="center"/>
        <w:rPr>
          <w:lang w:val="bg-BG"/>
        </w:rPr>
      </w:pPr>
    </w:p>
    <w:p w14:paraId="790F0D27" w14:textId="4C274093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>за землището на с</w:t>
      </w:r>
      <w:r w:rsidR="0011621C" w:rsidRPr="00197F75">
        <w:rPr>
          <w:lang w:val="bg-BG"/>
        </w:rPr>
        <w:t>.</w:t>
      </w:r>
      <w:r w:rsidR="00CE0395">
        <w:rPr>
          <w:lang w:val="bg-BG"/>
        </w:rPr>
        <w:t>Голак</w:t>
      </w:r>
      <w:r w:rsidRPr="00CE78CA">
        <w:rPr>
          <w:lang w:val="bg-BG"/>
        </w:rPr>
        <w:t xml:space="preserve">, </w:t>
      </w:r>
      <w:r w:rsidR="00E1632B" w:rsidRPr="00CE78CA">
        <w:rPr>
          <w:lang w:val="bg-BG"/>
        </w:rPr>
        <w:t xml:space="preserve">ЕКАТТЕ </w:t>
      </w:r>
      <w:r w:rsidR="002102CE">
        <w:rPr>
          <w:lang w:val="bg-BG"/>
        </w:rPr>
        <w:t>15374</w:t>
      </w:r>
      <w:r w:rsidR="00E1632B"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 w:rsidR="002102CE">
        <w:rPr>
          <w:lang w:val="bg-BG"/>
        </w:rPr>
        <w:t>Костенец</w:t>
      </w:r>
      <w:r w:rsidRPr="00CE78CA">
        <w:rPr>
          <w:lang w:val="bg-BG"/>
        </w:rPr>
        <w:t xml:space="preserve">, област </w:t>
      </w:r>
      <w:r w:rsidR="00D66684"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EE2FF9" w:rsidRPr="00CE78CA">
        <w:rPr>
          <w:lang w:val="bg-BG"/>
        </w:rPr>
        <w:t xml:space="preserve"> – 20</w:t>
      </w:r>
      <w:r w:rsidR="002E0A30">
        <w:rPr>
          <w:lang w:val="bg-BG"/>
        </w:rPr>
        <w:t>2</w:t>
      </w:r>
      <w:r w:rsidR="00CC444F">
        <w:rPr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5BF4B005" w14:textId="65385C65" w:rsidR="00707F86" w:rsidRDefault="00707F86" w:rsidP="005745ED">
      <w:pPr>
        <w:ind w:firstLine="720"/>
        <w:jc w:val="both"/>
        <w:rPr>
          <w:lang w:val="bg-BG"/>
        </w:rPr>
      </w:pPr>
    </w:p>
    <w:tbl>
      <w:tblPr>
        <w:tblW w:w="9438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3"/>
        <w:gridCol w:w="850"/>
        <w:gridCol w:w="851"/>
        <w:gridCol w:w="850"/>
        <w:gridCol w:w="851"/>
        <w:gridCol w:w="850"/>
        <w:gridCol w:w="993"/>
      </w:tblGrid>
      <w:tr w:rsidR="00FD0F5D" w:rsidRPr="00B80A63" w14:paraId="4C2778BD" w14:textId="77777777" w:rsidTr="00FD0F5D">
        <w:trPr>
          <w:cantSplit/>
          <w:trHeight w:val="227"/>
        </w:trPr>
        <w:tc>
          <w:tcPr>
            <w:tcW w:w="41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B177A" w14:textId="77777777" w:rsidR="00FD0F5D" w:rsidRPr="00B80A63" w:rsidRDefault="00FD0F5D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09BF5" w14:textId="77777777" w:rsidR="00FD0F5D" w:rsidRPr="00B80A63" w:rsidRDefault="00FD0F5D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BCA6A" w14:textId="77777777" w:rsidR="00FD0F5D" w:rsidRPr="00B80A63" w:rsidRDefault="00FD0F5D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11820" w14:textId="77777777" w:rsidR="00FD0F5D" w:rsidRPr="00B80A63" w:rsidRDefault="00FD0F5D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</w:tr>
      <w:tr w:rsidR="00FD0F5D" w:rsidRPr="00B80A63" w14:paraId="60341F56" w14:textId="77777777" w:rsidTr="00FD0F5D">
        <w:trPr>
          <w:cantSplit/>
          <w:trHeight w:val="227"/>
        </w:trPr>
        <w:tc>
          <w:tcPr>
            <w:tcW w:w="41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FC0E8" w14:textId="77777777" w:rsidR="00FD0F5D" w:rsidRPr="00B80A63" w:rsidRDefault="00FD0F5D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83A62" w14:textId="77777777" w:rsidR="00FD0F5D" w:rsidRPr="00B80A63" w:rsidRDefault="00FD0F5D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47A9F" w14:textId="77777777" w:rsidR="00FD0F5D" w:rsidRPr="00B80A63" w:rsidRDefault="00FD0F5D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1085F" w14:textId="77777777" w:rsidR="00FD0F5D" w:rsidRPr="00B80A63" w:rsidRDefault="00FD0F5D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AD97C" w14:textId="77777777" w:rsidR="00FD0F5D" w:rsidRPr="00B80A63" w:rsidRDefault="00FD0F5D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53FF" w14:textId="77777777" w:rsidR="00FD0F5D" w:rsidRPr="00B80A63" w:rsidRDefault="00FD0F5D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1317B" w14:textId="77777777" w:rsidR="00FD0F5D" w:rsidRPr="00B80A63" w:rsidRDefault="00FD0F5D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</w:tr>
      <w:tr w:rsidR="000A526A" w:rsidRPr="00B80A63" w14:paraId="658290D6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E0FAD" w14:textId="55975EB2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21EE" w14:textId="2B18BA4B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EAF9C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A8CC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F6BA1" w14:textId="6EAF8ABD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F14E" w14:textId="5F6A570A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613CE" w14:textId="0D9A0782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8.65</w:t>
            </w:r>
          </w:p>
        </w:tc>
      </w:tr>
      <w:tr w:rsidR="000A526A" w:rsidRPr="00B80A63" w14:paraId="02A78483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6C42" w14:textId="691EB6C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3DE18" w14:textId="5A56E51B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0873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CF36D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379A8" w14:textId="52A01D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F12CD" w14:textId="63974435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4.164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041B" w14:textId="3D208743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54.13</w:t>
            </w:r>
          </w:p>
        </w:tc>
      </w:tr>
      <w:tr w:rsidR="000A526A" w:rsidRPr="00B80A63" w14:paraId="3C05A166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CCA7B" w14:textId="3F0D9F38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0B337" w14:textId="08A20708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8195A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15967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F97BD" w14:textId="4AF46FA9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D06E6" w14:textId="1E6C7140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2.427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E8C35" w14:textId="41416956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31.55</w:t>
            </w:r>
          </w:p>
        </w:tc>
      </w:tr>
      <w:tr w:rsidR="000A526A" w:rsidRPr="00B80A63" w14:paraId="7FF6E93B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8D2E3" w14:textId="3E5E72E5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4E5E" w14:textId="486A9BC6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E4863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BC871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58605" w14:textId="3CE6D9F0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34807" w14:textId="7F43B250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2.032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F290F" w14:textId="631C9701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26.41</w:t>
            </w:r>
          </w:p>
        </w:tc>
      </w:tr>
      <w:tr w:rsidR="000A526A" w:rsidRPr="00B80A63" w14:paraId="1135C3C0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6BD47" w14:textId="56A355B2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81C37" w14:textId="531B694D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5880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FD57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E074" w14:textId="5DA38E6E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880B4" w14:textId="669BFB88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E6CEE" w14:textId="090D8DFD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</w:tr>
      <w:tr w:rsidR="000A526A" w:rsidRPr="00B80A63" w14:paraId="4C824132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EEB9C" w14:textId="3C0BE71B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9C36" w14:textId="2FADC0FD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2839A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FAFCA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7DA8A" w14:textId="37D17D02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80E1" w14:textId="7AB57A0F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7F9AE" w14:textId="1F1884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19.30</w:t>
            </w:r>
          </w:p>
        </w:tc>
      </w:tr>
      <w:tr w:rsidR="000A526A" w:rsidRPr="00B80A63" w14:paraId="7C9CD151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82536" w14:textId="27171D38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833A1" w14:textId="3CC8AC82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16501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CB614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1C129" w14:textId="798ED5C8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BF599" w14:textId="77AC62B2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9BA4D" w14:textId="2B534F69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12.74</w:t>
            </w:r>
          </w:p>
        </w:tc>
      </w:tr>
      <w:tr w:rsidR="000A526A" w:rsidRPr="00B80A63" w14:paraId="74140810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00811" w14:textId="3F863B35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23596" w14:textId="1B9A419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EAB4A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DE9A8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9BF93" w14:textId="07D2EF76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759D2" w14:textId="42393EC9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DAAF3" w14:textId="292A7259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8.01</w:t>
            </w:r>
          </w:p>
        </w:tc>
      </w:tr>
      <w:tr w:rsidR="000A526A" w:rsidRPr="00B80A63" w14:paraId="16350A25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6AE6F" w14:textId="0BD2ECAF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ED2E8" w14:textId="35CEB4BD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DEE6B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03413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A6F07" w14:textId="55F89538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24D3E" w14:textId="3C816806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0B02" w14:textId="4B80907C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6.07</w:t>
            </w:r>
          </w:p>
        </w:tc>
      </w:tr>
      <w:tr w:rsidR="000A526A" w:rsidRPr="00B80A63" w14:paraId="39E755D6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2F6CD" w14:textId="7AD4C935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2D8B6" w14:textId="5037E79F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08779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1721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63597" w14:textId="0BBD91DC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AB35" w14:textId="02916943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F09CA" w14:textId="1F7FD5A1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23.94</w:t>
            </w:r>
          </w:p>
        </w:tc>
      </w:tr>
      <w:tr w:rsidR="000A526A" w:rsidRPr="00B80A63" w14:paraId="304EC972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70C3D" w14:textId="5992E0D9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D3B5C" w14:textId="72C8C04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AEF91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581E3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D72E" w14:textId="1A856B6A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FC0FA" w14:textId="0B7692A9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AF251" w14:textId="5EE50601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18.77</w:t>
            </w:r>
          </w:p>
        </w:tc>
      </w:tr>
      <w:tr w:rsidR="000A526A" w:rsidRPr="00B80A63" w14:paraId="39786D88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D0B22" w14:textId="5C0EBF44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10C05" w14:textId="3CCC6AC5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6C82C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A2E35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B623A" w14:textId="0928E3F5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3FCAD" w14:textId="00BDE00F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3.374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135C4" w14:textId="0F495FD1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43.86</w:t>
            </w:r>
          </w:p>
        </w:tc>
      </w:tr>
      <w:tr w:rsidR="000A526A" w:rsidRPr="00B80A63" w14:paraId="443FF3E4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D4B77" w14:textId="647C58C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F3C3" w14:textId="1166BA2A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87062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C32B3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1C15D" w14:textId="2D009801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3D96F" w14:textId="0AD4216D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9708F" w14:textId="07131BE2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23.46</w:t>
            </w:r>
          </w:p>
        </w:tc>
      </w:tr>
      <w:tr w:rsidR="000A526A" w:rsidRPr="00B80A63" w14:paraId="306AAD15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6C06" w14:textId="077EDC5E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115F2" w14:textId="28D8BE8B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3B0D0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31BD8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DFBE" w14:textId="1E129D69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777A7" w14:textId="4B2D807D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1.532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636A1" w14:textId="2BA70FDB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19.92</w:t>
            </w:r>
          </w:p>
        </w:tc>
      </w:tr>
      <w:tr w:rsidR="000A526A" w:rsidRPr="00B80A63" w14:paraId="2B4F64E9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C803C" w14:textId="1FDEF7E4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032B2" w14:textId="47D8B6FA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5B9A5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FC6C1" w14:textId="77777777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8D5D2" w14:textId="5FF063CB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FAEEE" w14:textId="24314DD2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2.937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6D1E7" w14:textId="12833A6C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38.19</w:t>
            </w:r>
          </w:p>
        </w:tc>
      </w:tr>
      <w:tr w:rsidR="000A526A" w:rsidRPr="00B80A63" w14:paraId="1341148A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86A2" w14:textId="42BDC082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БОЯН СПАСОВ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FC0AE" w14:textId="048F14EB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A629" w14:textId="00223F1C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6294A" w14:textId="3CDBD071" w:rsidR="000A526A" w:rsidRPr="00B80A63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2.667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AF724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7F247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64B3C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26A" w:rsidRPr="00B80A63" w14:paraId="39AA0B14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7D74" w14:textId="4B77CA78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0A068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6AABE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1299F" w14:textId="4D9F2D04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b/>
                <w:bCs/>
                <w:sz w:val="18"/>
                <w:szCs w:val="18"/>
              </w:rPr>
              <w:t>2.667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67022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8AB1C" w14:textId="6E8EE0F8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b/>
                <w:bCs/>
                <w:sz w:val="18"/>
                <w:szCs w:val="18"/>
              </w:rPr>
              <w:t>26.539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143D" w14:textId="7A598739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b/>
                <w:bCs/>
                <w:sz w:val="18"/>
                <w:szCs w:val="18"/>
              </w:rPr>
              <w:t>345.00</w:t>
            </w:r>
          </w:p>
        </w:tc>
      </w:tr>
      <w:tr w:rsidR="000A526A" w:rsidRPr="00B80A63" w14:paraId="1FB57FBC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4C2A7" w14:textId="10F21B34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C4B4C" w14:textId="330A4D71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17926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19F24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2F720" w14:textId="2D49C0B1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78AB" w14:textId="01721B93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FD49" w14:textId="11987EA4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14.81</w:t>
            </w:r>
          </w:p>
        </w:tc>
      </w:tr>
      <w:tr w:rsidR="000A526A" w:rsidRPr="00B80A63" w14:paraId="7E102A01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B50A5" w14:textId="4D28547C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C161" w14:textId="1F3DF716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46E64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BEF76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E4288" w14:textId="273CB8E5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B2BE2" w14:textId="5F8E01FB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F33BA" w14:textId="65EEDD63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3.62</w:t>
            </w:r>
          </w:p>
        </w:tc>
      </w:tr>
      <w:tr w:rsidR="000A526A" w:rsidRPr="00B80A63" w14:paraId="78F5FF0E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560ED" w14:textId="1046AAC2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44308" w14:textId="021192E5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C6911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77EE1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3F13" w14:textId="773D1A6E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A4BB" w14:textId="7E2BD37D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F51E7" w14:textId="725D57F8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3.94</w:t>
            </w:r>
          </w:p>
        </w:tc>
      </w:tr>
      <w:tr w:rsidR="000A526A" w:rsidRPr="00B80A63" w14:paraId="5A5E4EA3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C43B" w14:textId="6EFBA272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DFDB3" w14:textId="4693EA72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A95F0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1731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8824" w14:textId="3395FB25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0C903" w14:textId="1BD08B3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C3C34" w14:textId="2A798F7A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1.82</w:t>
            </w:r>
          </w:p>
        </w:tc>
      </w:tr>
      <w:tr w:rsidR="000A526A" w:rsidRPr="00B80A63" w14:paraId="68EF9B29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5D64F" w14:textId="4B206DF4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B62A0" w14:textId="3626FF5C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36A5E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749D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A640D" w14:textId="111F3E79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4FB1" w14:textId="76AC5775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1.612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714A3" w14:textId="4CA429DA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20.95</w:t>
            </w:r>
          </w:p>
        </w:tc>
      </w:tr>
      <w:tr w:rsidR="000A526A" w:rsidRPr="00B80A63" w14:paraId="2DEBAA3F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DA03" w14:textId="44EF00E3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6691" w14:textId="2001E1AE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FB030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70BFB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A7C7" w14:textId="033B8231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8400D" w14:textId="1CFE4B33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E2CDA" w14:textId="62979C40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5.68</w:t>
            </w:r>
          </w:p>
        </w:tc>
      </w:tr>
      <w:tr w:rsidR="000A526A" w:rsidRPr="00B80A63" w14:paraId="2D8B0E04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95D3B" w14:textId="4AA58698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A55DC" w14:textId="4B295893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C9FF4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34F9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A0C6D" w14:textId="0C37D3B3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B6E85" w14:textId="54C13AC4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0.646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B8B47" w14:textId="13F848A6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</w:tr>
      <w:tr w:rsidR="000A526A" w:rsidRPr="00B80A63" w14:paraId="7880FEBA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93877" w14:textId="07B92088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7FC22" w14:textId="6421B7BA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07918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27844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ADC9" w14:textId="7C924EDB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ACC5" w14:textId="13E8242B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7D69C" w14:textId="4BC03BCB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</w:tr>
      <w:tr w:rsidR="000A526A" w:rsidRPr="00B80A63" w14:paraId="63CC9139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FF5BE" w14:textId="39EC1538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338E4" w14:textId="30F6D332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A4584" w14:textId="0810F471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9A5C0" w14:textId="0D7E4D46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BDEB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AD449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ECE49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26A" w:rsidRPr="00B80A63" w14:paraId="2B84E3EC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ED121" w14:textId="2428A343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9CF61" w14:textId="460C029A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A7C2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1B06A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9C4EC" w14:textId="55CCAFCD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7995" w14:textId="28812DDB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93FE4" w14:textId="7EC8F0FD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</w:tr>
      <w:tr w:rsidR="000A526A" w:rsidRPr="00B80A63" w14:paraId="52742CD9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4054F" w14:textId="4DE958CC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lastRenderedPageBreak/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C867C" w14:textId="0C006D65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1445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67101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A40AE" w14:textId="077162A8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01CDD" w14:textId="23E28BE4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954" w14:textId="451D80E5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4.06</w:t>
            </w:r>
          </w:p>
        </w:tc>
      </w:tr>
      <w:tr w:rsidR="000A526A" w:rsidRPr="00B80A63" w14:paraId="46D0D5F0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A473" w14:textId="54AC20CB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99995" w14:textId="6A72E5F5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5CE21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C280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5B60" w14:textId="54ECDC84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15886" w14:textId="1DD49F1A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E0709" w14:textId="00E8788C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3.56</w:t>
            </w:r>
          </w:p>
        </w:tc>
      </w:tr>
      <w:tr w:rsidR="000A526A" w:rsidRPr="00B80A63" w14:paraId="756477D5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11D1D" w14:textId="2A562EC0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6CC76" w14:textId="474C45B4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E8611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9DA53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952B5" w14:textId="541AEEF2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6B834" w14:textId="284D8A9D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5838D" w14:textId="41CB7490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2.61</w:t>
            </w:r>
          </w:p>
        </w:tc>
      </w:tr>
      <w:tr w:rsidR="000A526A" w:rsidRPr="00B80A63" w14:paraId="49CCE298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67748" w14:textId="541DB896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СПАС ГЕОРГИЕВ ГЕНЧЕВ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F027" w14:textId="133F2464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BF0B2" w14:textId="7863D842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9F0D" w14:textId="296C4434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sz w:val="18"/>
                <w:szCs w:val="18"/>
              </w:rPr>
              <w:t>1.754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B8D04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D9D61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84A8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26A" w:rsidRPr="00B80A63" w14:paraId="3AC7AC6D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FAF8" w14:textId="192E9EDA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9F4CD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4E36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2637B" w14:textId="2C90CF16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b/>
                <w:bCs/>
                <w:sz w:val="18"/>
                <w:szCs w:val="18"/>
              </w:rPr>
              <w:t>2.094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F34E3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C9BB7" w14:textId="4A655A2E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b/>
                <w:bCs/>
                <w:sz w:val="18"/>
                <w:szCs w:val="18"/>
              </w:rPr>
              <w:t>6.220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E9E9B" w14:textId="2D4172B9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461">
              <w:rPr>
                <w:rFonts w:ascii="Arial" w:hAnsi="Arial" w:cs="Arial"/>
                <w:b/>
                <w:bCs/>
                <w:sz w:val="18"/>
                <w:szCs w:val="18"/>
              </w:rPr>
              <w:t>80.86</w:t>
            </w:r>
          </w:p>
        </w:tc>
      </w:tr>
      <w:tr w:rsidR="000A526A" w:rsidRPr="00B80A63" w14:paraId="50064F26" w14:textId="77777777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48D3E" w14:textId="7CC93C9F" w:rsidR="000A526A" w:rsidRPr="00FD1F77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  <w:r w:rsidR="00FD1F77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</w:t>
            </w:r>
            <w:r w:rsidR="00FD1F77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FD1F77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дка</w:t>
            </w:r>
            <w:r w:rsidR="00FD1F7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B2B4F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960D9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34EE" w14:textId="4F278E94" w:rsidR="000A526A" w:rsidRPr="00FD1F77" w:rsidRDefault="00FD1F77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C6EF9" w14:textId="77777777" w:rsidR="000A526A" w:rsidRPr="00915461" w:rsidRDefault="000A526A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9F823" w14:textId="3B95B67B" w:rsidR="000A526A" w:rsidRPr="00FD1F77" w:rsidRDefault="00FD1F77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32.759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11A99" w14:textId="79866A0B" w:rsidR="000A526A" w:rsidRPr="00FD1F77" w:rsidRDefault="00FD1F77" w:rsidP="00CD4B0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425.86</w:t>
            </w:r>
          </w:p>
        </w:tc>
      </w:tr>
    </w:tbl>
    <w:p w14:paraId="13D9AD52" w14:textId="77777777" w:rsidR="00505A7C" w:rsidRDefault="00505A7C" w:rsidP="005745ED">
      <w:pPr>
        <w:ind w:firstLine="720"/>
        <w:jc w:val="both"/>
        <w:rPr>
          <w:lang w:val="bg-BG"/>
        </w:rPr>
      </w:pPr>
    </w:p>
    <w:p w14:paraId="6034D740" w14:textId="77777777" w:rsidR="00B52585" w:rsidRPr="001B0C8B" w:rsidRDefault="00B52585" w:rsidP="00B52585">
      <w:pPr>
        <w:ind w:firstLine="708"/>
        <w:jc w:val="both"/>
        <w:rPr>
          <w:lang w:val="bg-BG"/>
        </w:rPr>
      </w:pPr>
      <w:r w:rsidRPr="001B0C8B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"Земеделие“.</w:t>
      </w:r>
    </w:p>
    <w:p w14:paraId="6632AB42" w14:textId="77777777" w:rsidR="00B52585" w:rsidRDefault="00B52585" w:rsidP="00B52585">
      <w:pPr>
        <w:ind w:firstLine="708"/>
        <w:jc w:val="both"/>
      </w:pPr>
      <w:r w:rsidRPr="001B0C8B">
        <w:rPr>
          <w:lang w:val="bg-BG"/>
        </w:rPr>
        <w:t>Заповедта може да бъде обжалвана в 14-дневен срок по реда на Административно-процесуалния кодекс.</w:t>
      </w:r>
    </w:p>
    <w:p w14:paraId="40E0EA3A" w14:textId="77777777" w:rsidR="00B52585" w:rsidRPr="001B0C8B" w:rsidRDefault="00B52585" w:rsidP="00B52585">
      <w:pPr>
        <w:ind w:firstLine="708"/>
        <w:jc w:val="both"/>
        <w:rPr>
          <w:lang w:val="bg-BG"/>
        </w:rPr>
      </w:pPr>
      <w:r w:rsidRPr="001B0C8B">
        <w:rPr>
          <w:lang w:val="bg-BG"/>
        </w:rPr>
        <w:t>Обжалването на заповедта не спира изпълнението й.</w:t>
      </w:r>
    </w:p>
    <w:p w14:paraId="0F869874" w14:textId="77777777" w:rsidR="00B52585" w:rsidRPr="001B0C8B" w:rsidRDefault="00B52585" w:rsidP="00B52585">
      <w:pPr>
        <w:ind w:firstLine="708"/>
        <w:jc w:val="both"/>
        <w:rPr>
          <w:lang w:val="bg-BG"/>
        </w:rPr>
      </w:pPr>
      <w:r w:rsidRPr="001B0C8B">
        <w:rPr>
          <w:lang w:val="bg-BG"/>
        </w:rPr>
        <w:t xml:space="preserve">Ползвателите на земеделски земи са длъжни да внесат по сметка за чужди средства в областна дирекция "Земеделие" – София област, </w:t>
      </w:r>
      <w:r w:rsidRPr="00B03881">
        <w:rPr>
          <w:b/>
          <w:lang w:val="bg-BG"/>
        </w:rPr>
        <w:t>Банка: УниКредитБулбанк, BIC: UNCRBGSF, IBAN: BG67 UNCR 7000 3319 7337 51</w:t>
      </w:r>
      <w:r w:rsidRPr="001B0C8B">
        <w:rPr>
          <w:lang w:val="bg-BG"/>
        </w:rPr>
        <w:t xml:space="preserve">, сумата в размер на средното годишно рентно плащане за землището в </w:t>
      </w:r>
      <w:r w:rsidRPr="00B03881">
        <w:rPr>
          <w:b/>
          <w:lang w:val="bg-BG"/>
        </w:rPr>
        <w:t>срок до три месеца</w:t>
      </w:r>
      <w:r w:rsidRPr="001B0C8B">
        <w:rPr>
          <w:lang w:val="bg-BG"/>
        </w:rPr>
        <w:t xml:space="preserve"> от публикуване на заповедта.</w:t>
      </w:r>
    </w:p>
    <w:p w14:paraId="39934467" w14:textId="77777777" w:rsidR="00B52585" w:rsidRPr="001B0C8B" w:rsidRDefault="00B52585" w:rsidP="00B52585">
      <w:pPr>
        <w:ind w:firstLine="708"/>
        <w:jc w:val="both"/>
        <w:rPr>
          <w:lang w:val="bg-BG"/>
        </w:rPr>
      </w:pPr>
      <w:r w:rsidRPr="001B0C8B">
        <w:rPr>
          <w:lang w:val="bg-BG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B03881">
        <w:rPr>
          <w:b/>
          <w:lang w:val="bg-BG"/>
        </w:rPr>
        <w:t>се прилага чл. 37в, ал. 7 от ЗСПЗЗ.</w:t>
      </w:r>
    </w:p>
    <w:p w14:paraId="61B3E7FA" w14:textId="77777777" w:rsidR="00B52585" w:rsidRPr="001B0C8B" w:rsidRDefault="00B52585" w:rsidP="00B52585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Заповедта влиза в сила по отношение на съответния ползвател при изпълнение на условието по чл. 72 ал.1 от ППЗСПЗЗ.</w:t>
      </w:r>
    </w:p>
    <w:p w14:paraId="12D9C5D2" w14:textId="0F1B4DEC" w:rsidR="00DC12F3" w:rsidRPr="00681816" w:rsidRDefault="00B52585" w:rsidP="00B52585">
      <w:pPr>
        <w:ind w:firstLine="709"/>
        <w:jc w:val="both"/>
        <w:rPr>
          <w:lang w:val="bg-BG"/>
        </w:rPr>
      </w:pPr>
      <w:r w:rsidRPr="001B0C8B">
        <w:rPr>
          <w:lang w:val="bg-BG"/>
        </w:rPr>
        <w:t>Копие от заповедта да бъде връчена на началника на ОСЗ –</w:t>
      </w:r>
      <w:r>
        <w:t xml:space="preserve"> </w:t>
      </w:r>
      <w:r w:rsidR="00784AC7">
        <w:rPr>
          <w:lang w:val="bg-BG"/>
        </w:rPr>
        <w:t>Костенец</w:t>
      </w:r>
      <w:bookmarkStart w:id="5" w:name="_GoBack"/>
      <w:bookmarkEnd w:id="5"/>
      <w:r w:rsidRPr="001B0C8B">
        <w:rPr>
          <w:lang w:val="bg-BG"/>
        </w:rPr>
        <w:t xml:space="preserve"> и на представителите на община</w:t>
      </w:r>
      <w:r w:rsidR="002102CE" w:rsidRPr="00681816">
        <w:rPr>
          <w:lang w:val="bg-BG"/>
        </w:rPr>
        <w:t xml:space="preserve"> Костенец</w:t>
      </w:r>
      <w:r w:rsidR="00DC12F3" w:rsidRPr="00681816">
        <w:rPr>
          <w:lang w:val="bg-BG"/>
        </w:rPr>
        <w:t xml:space="preserve"> и кметс</w:t>
      </w:r>
      <w:r w:rsidR="000E478C" w:rsidRPr="00681816">
        <w:rPr>
          <w:lang w:val="bg-BG"/>
        </w:rPr>
        <w:t>тво</w:t>
      </w:r>
      <w:r w:rsidR="00DC12F3" w:rsidRPr="00681816">
        <w:rPr>
          <w:lang w:val="bg-BG"/>
        </w:rPr>
        <w:t xml:space="preserve"> с.</w:t>
      </w:r>
      <w:r w:rsidR="00681816">
        <w:t xml:space="preserve"> </w:t>
      </w:r>
      <w:r w:rsidR="002102CE" w:rsidRPr="00681816">
        <w:rPr>
          <w:lang w:val="bg-BG"/>
        </w:rPr>
        <w:t>Голак</w:t>
      </w:r>
      <w:r w:rsidR="00DC12F3" w:rsidRPr="00681816">
        <w:rPr>
          <w:lang w:val="bg-BG"/>
        </w:rPr>
        <w:t>, участници в комисията – за сведение и изпълнение.</w:t>
      </w:r>
    </w:p>
    <w:p w14:paraId="1FC546BA" w14:textId="6B26E1A0" w:rsidR="0083710E" w:rsidRPr="00681816" w:rsidRDefault="0083710E" w:rsidP="0083710E">
      <w:pPr>
        <w:ind w:firstLine="709"/>
        <w:jc w:val="both"/>
        <w:rPr>
          <w:lang w:val="bg-BG"/>
        </w:rPr>
      </w:pPr>
      <w:bookmarkStart w:id="6" w:name="_Hlk83646044"/>
      <w:r w:rsidRPr="00681816">
        <w:rPr>
          <w:lang w:val="bg-BG"/>
        </w:rPr>
        <w:tab/>
        <w:t>Контрола по изпълн</w:t>
      </w:r>
      <w:r w:rsidR="00681816">
        <w:rPr>
          <w:lang w:val="bg-BG"/>
        </w:rPr>
        <w:t>ение на настоящата заповед ще</w:t>
      </w:r>
      <w:r w:rsidRPr="00681816">
        <w:rPr>
          <w:lang w:val="bg-BG"/>
        </w:rPr>
        <w:t xml:space="preserve"> упражнява</w:t>
      </w:r>
      <w:r w:rsidR="00681816">
        <w:rPr>
          <w:lang w:val="bg-BG"/>
        </w:rPr>
        <w:t>м лично.</w:t>
      </w:r>
      <w:r w:rsidRPr="00681816">
        <w:rPr>
          <w:lang w:val="bg-BG"/>
        </w:rPr>
        <w:t xml:space="preserve"> </w:t>
      </w:r>
    </w:p>
    <w:p w14:paraId="6E371533" w14:textId="77777777" w:rsidR="0083710E" w:rsidRPr="00681816" w:rsidRDefault="0083710E" w:rsidP="0083710E">
      <w:pPr>
        <w:jc w:val="both"/>
        <w:rPr>
          <w:lang w:val="bg-BG"/>
        </w:rPr>
      </w:pPr>
    </w:p>
    <w:p w14:paraId="5235383E" w14:textId="77777777" w:rsidR="0083710E" w:rsidRDefault="0083710E" w:rsidP="0083710E">
      <w:pPr>
        <w:jc w:val="both"/>
        <w:rPr>
          <w:lang w:val="bg-BG"/>
        </w:rPr>
      </w:pPr>
    </w:p>
    <w:p w14:paraId="713A6B1D" w14:textId="77777777" w:rsidR="002D3026" w:rsidRDefault="002D3026" w:rsidP="0083710E">
      <w:pPr>
        <w:jc w:val="both"/>
        <w:rPr>
          <w:lang w:val="bg-BG"/>
        </w:rPr>
      </w:pPr>
    </w:p>
    <w:p w14:paraId="692C25AD" w14:textId="77777777" w:rsidR="002D3026" w:rsidRPr="00681816" w:rsidRDefault="002D3026" w:rsidP="0083710E">
      <w:pPr>
        <w:jc w:val="both"/>
        <w:rPr>
          <w:lang w:val="bg-BG"/>
        </w:rPr>
      </w:pPr>
    </w:p>
    <w:p w14:paraId="5A28C740" w14:textId="7E124D34" w:rsidR="0083710E" w:rsidRPr="00681816" w:rsidRDefault="00681816" w:rsidP="0083710E">
      <w:pPr>
        <w:rPr>
          <w:b/>
          <w:lang w:val="bg-BG"/>
        </w:rPr>
      </w:pPr>
      <w:r w:rsidRPr="00681816">
        <w:rPr>
          <w:b/>
          <w:lang w:val="bg-BG"/>
        </w:rPr>
        <w:t>ЕМИЛ АТАНАСОВ</w:t>
      </w:r>
      <w:r w:rsidR="002D3026">
        <w:rPr>
          <w:b/>
          <w:lang w:val="bg-BG"/>
        </w:rPr>
        <w:tab/>
      </w:r>
      <w:r w:rsidR="002D3026">
        <w:rPr>
          <w:b/>
          <w:lang w:val="bg-BG"/>
        </w:rPr>
        <w:tab/>
        <w:t>/П/</w:t>
      </w:r>
    </w:p>
    <w:p w14:paraId="6970B5A5" w14:textId="7CE4356E" w:rsidR="0083710E" w:rsidRPr="00CE78CA" w:rsidRDefault="00681816" w:rsidP="0083710E">
      <w:pPr>
        <w:rPr>
          <w:i/>
          <w:lang w:val="ru-RU"/>
        </w:rPr>
      </w:pPr>
      <w:r>
        <w:rPr>
          <w:i/>
          <w:lang w:val="bg-BG"/>
        </w:rPr>
        <w:t>главен директор</w:t>
      </w:r>
      <w:r w:rsidR="0083710E" w:rsidRPr="00CE78CA">
        <w:rPr>
          <w:i/>
          <w:lang w:val="bg-BG"/>
        </w:rPr>
        <w:t xml:space="preserve"> на </w:t>
      </w:r>
      <w:r>
        <w:rPr>
          <w:i/>
          <w:lang w:val="bg-BG"/>
        </w:rPr>
        <w:t>ГД „Аграрно развитие“</w:t>
      </w:r>
    </w:p>
    <w:p w14:paraId="23F55B27" w14:textId="77777777" w:rsidR="0083710E" w:rsidRPr="00CE78CA" w:rsidRDefault="0083710E" w:rsidP="0083710E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16B6A357" w14:textId="77777777" w:rsidR="0083710E" w:rsidRDefault="0083710E" w:rsidP="0083710E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9E2B392" w14:textId="65200D5B" w:rsidR="00681816" w:rsidRPr="00681816" w:rsidRDefault="00681816" w:rsidP="0083710E">
      <w:pPr>
        <w:rPr>
          <w:i/>
          <w:sz w:val="18"/>
          <w:szCs w:val="18"/>
          <w:lang w:val="bg-BG"/>
        </w:rPr>
      </w:pPr>
      <w:r w:rsidRPr="00681816">
        <w:rPr>
          <w:i/>
          <w:sz w:val="18"/>
          <w:szCs w:val="18"/>
          <w:lang w:val="bg-BG"/>
        </w:rPr>
        <w:t>(оправомощен съгласно Заповед РД-04-127/15.09.2022г.)</w:t>
      </w:r>
    </w:p>
    <w:p w14:paraId="77A4EE9C" w14:textId="77777777" w:rsidR="0083710E" w:rsidRDefault="0083710E" w:rsidP="0083710E">
      <w:pPr>
        <w:rPr>
          <w:i/>
          <w:lang w:val="bg-BG"/>
        </w:rPr>
      </w:pPr>
    </w:p>
    <w:p w14:paraId="0D62C4BF" w14:textId="77777777" w:rsidR="0083710E" w:rsidRPr="00CE78CA" w:rsidRDefault="0083710E" w:rsidP="0083710E">
      <w:pPr>
        <w:rPr>
          <w:i/>
          <w:lang w:val="bg-BG"/>
        </w:rPr>
      </w:pPr>
    </w:p>
    <w:bookmarkEnd w:id="6"/>
    <w:p w14:paraId="11F2CBA5" w14:textId="2A7B30D7" w:rsidR="00EE0F93" w:rsidRDefault="00EE0F93" w:rsidP="0083710E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FD0F5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0C418" w14:textId="77777777" w:rsidR="006E2B66" w:rsidRDefault="006E2B66">
      <w:r>
        <w:separator/>
      </w:r>
    </w:p>
  </w:endnote>
  <w:endnote w:type="continuationSeparator" w:id="0">
    <w:p w14:paraId="7E1B42F5" w14:textId="77777777" w:rsidR="006E2B66" w:rsidRDefault="006E2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6A760F" w:rsidRDefault="006A760F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6A760F" w:rsidRDefault="006A760F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E0488" w14:textId="1101353A" w:rsidR="006A760F" w:rsidRPr="00713EC9" w:rsidRDefault="006A760F" w:rsidP="00C37346">
    <w:pPr>
      <w:pStyle w:val="a5"/>
      <w:framePr w:wrap="around" w:vAnchor="text" w:hAnchor="margin" w:xAlign="right" w:y="1"/>
      <w:rPr>
        <w:rStyle w:val="ad"/>
        <w:sz w:val="18"/>
      </w:rPr>
    </w:pPr>
    <w:r w:rsidRPr="00713EC9">
      <w:rPr>
        <w:rStyle w:val="ad"/>
        <w:sz w:val="18"/>
      </w:rPr>
      <w:fldChar w:fldCharType="begin"/>
    </w:r>
    <w:r w:rsidRPr="00713EC9">
      <w:rPr>
        <w:rStyle w:val="ad"/>
        <w:sz w:val="18"/>
      </w:rPr>
      <w:instrText xml:space="preserve">PAGE  </w:instrText>
    </w:r>
    <w:r w:rsidRPr="00713EC9">
      <w:rPr>
        <w:rStyle w:val="ad"/>
        <w:sz w:val="18"/>
      </w:rPr>
      <w:fldChar w:fldCharType="separate"/>
    </w:r>
    <w:r w:rsidR="00784AC7">
      <w:rPr>
        <w:rStyle w:val="ad"/>
        <w:noProof/>
        <w:sz w:val="18"/>
      </w:rPr>
      <w:t>2</w:t>
    </w:r>
    <w:r w:rsidRPr="00713EC9">
      <w:rPr>
        <w:rStyle w:val="ad"/>
        <w:sz w:val="18"/>
      </w:rPr>
      <w:fldChar w:fldCharType="end"/>
    </w:r>
  </w:p>
  <w:p w14:paraId="4CFF07B4" w14:textId="77777777" w:rsidR="00076A9F" w:rsidRPr="00076A9F" w:rsidRDefault="00076A9F" w:rsidP="00076A9F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гр. София 1000, бул. "Витоша" №4, ет.6; https://www.mzh.government.bg/ODZ-Sofiaoblast/bg/Home.aspx</w:t>
    </w:r>
  </w:p>
  <w:p w14:paraId="6ED75F0D" w14:textId="77777777" w:rsidR="00076A9F" w:rsidRPr="00076A9F" w:rsidRDefault="00076A9F" w:rsidP="00076A9F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14:paraId="0DF700C8" w14:textId="77777777" w:rsidR="006A760F" w:rsidRPr="00835BBA" w:rsidRDefault="006A760F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C87AC" w14:textId="77777777" w:rsidR="002879AE" w:rsidRPr="00076A9F" w:rsidRDefault="002879AE" w:rsidP="002879AE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гр. София 1000, бул. "Витоша" №4, ет.6; https://www.mzh.government.bg/ODZ-Sofiaoblast/bg/Home.aspx</w:t>
    </w:r>
  </w:p>
  <w:p w14:paraId="5E2DB729" w14:textId="77777777" w:rsidR="002879AE" w:rsidRPr="00076A9F" w:rsidRDefault="002879AE" w:rsidP="002879AE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14:paraId="1AD88C65" w14:textId="77777777" w:rsidR="002879AE" w:rsidRPr="00835BBA" w:rsidRDefault="002879AE" w:rsidP="002879AE">
    <w:pPr>
      <w:jc w:val="center"/>
      <w:rPr>
        <w:rFonts w:ascii="Verdana" w:hAnsi="Verdana"/>
        <w:noProof/>
        <w:sz w:val="16"/>
        <w:szCs w:val="16"/>
        <w:lang w:val="bg-BG"/>
      </w:rPr>
    </w:pPr>
  </w:p>
  <w:p w14:paraId="4D099F30" w14:textId="565AD711" w:rsidR="006A760F" w:rsidRPr="002879AE" w:rsidRDefault="006A760F" w:rsidP="002879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08E81" w14:textId="77777777" w:rsidR="006E2B66" w:rsidRDefault="006E2B66">
      <w:r>
        <w:separator/>
      </w:r>
    </w:p>
  </w:footnote>
  <w:footnote w:type="continuationSeparator" w:id="0">
    <w:p w14:paraId="213A32DA" w14:textId="77777777" w:rsidR="006E2B66" w:rsidRDefault="006E2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6A760F" w:rsidRPr="005B69F7" w:rsidRDefault="00E339BB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1DD881B9" w:rsidR="006A760F" w:rsidRPr="005B69F7" w:rsidRDefault="00E339BB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8F338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FC49FA">
      <w:rPr>
        <w:rFonts w:ascii="Helen Bg Condensed" w:hAnsi="Helen Bg Condensed"/>
        <w:spacing w:val="40"/>
        <w:sz w:val="30"/>
        <w:szCs w:val="30"/>
      </w:rPr>
      <w:t xml:space="preserve">          </w:t>
    </w:r>
    <w:r w:rsidR="001761C8">
      <w:rPr>
        <w:rFonts w:ascii="Helen Bg Condensed" w:hAnsi="Helen Bg Condensed"/>
        <w:spacing w:val="40"/>
        <w:sz w:val="30"/>
        <w:szCs w:val="30"/>
      </w:rPr>
      <w:t xml:space="preserve"> </w:t>
    </w:r>
    <w:r w:rsidR="006A760F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6A760F" w:rsidRPr="0023186B" w:rsidRDefault="006A760F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6A760F" w:rsidRPr="00983B22" w:rsidRDefault="006A760F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 xml:space="preserve">Областна дирекция „Земеделие” – </w:t>
    </w:r>
    <w:r w:rsidR="00D66684">
      <w:rPr>
        <w:rFonts w:ascii="Helen Bg Condensed" w:hAnsi="Helen Bg Condensed"/>
        <w:b w:val="0"/>
        <w:spacing w:val="40"/>
        <w:sz w:val="26"/>
        <w:szCs w:val="26"/>
      </w:rPr>
      <w:t>София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14:paraId="0A998BDC" w14:textId="77777777" w:rsidR="006A760F" w:rsidRPr="00983B22" w:rsidRDefault="006A760F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76A9F"/>
    <w:rsid w:val="0008557E"/>
    <w:rsid w:val="0009344D"/>
    <w:rsid w:val="00094932"/>
    <w:rsid w:val="000A35D3"/>
    <w:rsid w:val="000A519D"/>
    <w:rsid w:val="000A526A"/>
    <w:rsid w:val="000B05B1"/>
    <w:rsid w:val="000C25BA"/>
    <w:rsid w:val="000C5047"/>
    <w:rsid w:val="000C7C46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451D2"/>
    <w:rsid w:val="0015050F"/>
    <w:rsid w:val="00155469"/>
    <w:rsid w:val="00157D1E"/>
    <w:rsid w:val="00164A60"/>
    <w:rsid w:val="001738C2"/>
    <w:rsid w:val="00173A32"/>
    <w:rsid w:val="00174EB5"/>
    <w:rsid w:val="001761C8"/>
    <w:rsid w:val="001850C9"/>
    <w:rsid w:val="001956ED"/>
    <w:rsid w:val="00197F75"/>
    <w:rsid w:val="001A06E4"/>
    <w:rsid w:val="001A1BA3"/>
    <w:rsid w:val="001A1C66"/>
    <w:rsid w:val="001B4BA5"/>
    <w:rsid w:val="001C7910"/>
    <w:rsid w:val="001E1CD9"/>
    <w:rsid w:val="0020653E"/>
    <w:rsid w:val="002102CE"/>
    <w:rsid w:val="00210677"/>
    <w:rsid w:val="00212573"/>
    <w:rsid w:val="00215957"/>
    <w:rsid w:val="00225E60"/>
    <w:rsid w:val="0023186B"/>
    <w:rsid w:val="00236727"/>
    <w:rsid w:val="002373F2"/>
    <w:rsid w:val="0024276E"/>
    <w:rsid w:val="002557CA"/>
    <w:rsid w:val="002639F4"/>
    <w:rsid w:val="00266D04"/>
    <w:rsid w:val="0027018A"/>
    <w:rsid w:val="002725F6"/>
    <w:rsid w:val="002879AE"/>
    <w:rsid w:val="00291BDD"/>
    <w:rsid w:val="002A10AF"/>
    <w:rsid w:val="002B00FB"/>
    <w:rsid w:val="002C5874"/>
    <w:rsid w:val="002D3026"/>
    <w:rsid w:val="002D3B8A"/>
    <w:rsid w:val="002E0A30"/>
    <w:rsid w:val="002E25EF"/>
    <w:rsid w:val="002E7A90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2944"/>
    <w:rsid w:val="0035766D"/>
    <w:rsid w:val="003813FC"/>
    <w:rsid w:val="0038518E"/>
    <w:rsid w:val="0039684D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165F"/>
    <w:rsid w:val="00443D11"/>
    <w:rsid w:val="00446795"/>
    <w:rsid w:val="004517AC"/>
    <w:rsid w:val="00454CDE"/>
    <w:rsid w:val="0045733A"/>
    <w:rsid w:val="00457F33"/>
    <w:rsid w:val="00463733"/>
    <w:rsid w:val="00464DCD"/>
    <w:rsid w:val="00465D07"/>
    <w:rsid w:val="00470179"/>
    <w:rsid w:val="00471AF4"/>
    <w:rsid w:val="00492D75"/>
    <w:rsid w:val="004968A3"/>
    <w:rsid w:val="00496975"/>
    <w:rsid w:val="004A35CC"/>
    <w:rsid w:val="004B10BF"/>
    <w:rsid w:val="004C3144"/>
    <w:rsid w:val="004C4B62"/>
    <w:rsid w:val="004E31E0"/>
    <w:rsid w:val="004E5FF6"/>
    <w:rsid w:val="004F5882"/>
    <w:rsid w:val="004F765C"/>
    <w:rsid w:val="00505A7C"/>
    <w:rsid w:val="0051429F"/>
    <w:rsid w:val="00522D1E"/>
    <w:rsid w:val="00533524"/>
    <w:rsid w:val="00535D58"/>
    <w:rsid w:val="00544517"/>
    <w:rsid w:val="0055423E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3FA7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1816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B66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67C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4AC7"/>
    <w:rsid w:val="00785809"/>
    <w:rsid w:val="00787497"/>
    <w:rsid w:val="007947AE"/>
    <w:rsid w:val="00794D64"/>
    <w:rsid w:val="007964C9"/>
    <w:rsid w:val="007A06D3"/>
    <w:rsid w:val="007A6290"/>
    <w:rsid w:val="007B4B8A"/>
    <w:rsid w:val="007B66B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532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8F7D42"/>
    <w:rsid w:val="00931B42"/>
    <w:rsid w:val="00933CBA"/>
    <w:rsid w:val="0093599B"/>
    <w:rsid w:val="00936425"/>
    <w:rsid w:val="00945150"/>
    <w:rsid w:val="00946D85"/>
    <w:rsid w:val="0094770C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1912"/>
    <w:rsid w:val="00A22B5D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52585"/>
    <w:rsid w:val="00B54180"/>
    <w:rsid w:val="00B65B7A"/>
    <w:rsid w:val="00B80B62"/>
    <w:rsid w:val="00B8450A"/>
    <w:rsid w:val="00B97B20"/>
    <w:rsid w:val="00BA5128"/>
    <w:rsid w:val="00BA5CA9"/>
    <w:rsid w:val="00BC0B35"/>
    <w:rsid w:val="00BC4496"/>
    <w:rsid w:val="00BC45FC"/>
    <w:rsid w:val="00BD0CEF"/>
    <w:rsid w:val="00BD1BCF"/>
    <w:rsid w:val="00BD5937"/>
    <w:rsid w:val="00BD7539"/>
    <w:rsid w:val="00BE215C"/>
    <w:rsid w:val="00BE4052"/>
    <w:rsid w:val="00C00904"/>
    <w:rsid w:val="00C02136"/>
    <w:rsid w:val="00C06313"/>
    <w:rsid w:val="00C120B5"/>
    <w:rsid w:val="00C34BD9"/>
    <w:rsid w:val="00C34FAA"/>
    <w:rsid w:val="00C37346"/>
    <w:rsid w:val="00C41B72"/>
    <w:rsid w:val="00C41FCC"/>
    <w:rsid w:val="00C473A4"/>
    <w:rsid w:val="00C8597B"/>
    <w:rsid w:val="00CA17DF"/>
    <w:rsid w:val="00CA3258"/>
    <w:rsid w:val="00CA41E3"/>
    <w:rsid w:val="00CA7A14"/>
    <w:rsid w:val="00CB7319"/>
    <w:rsid w:val="00CC444F"/>
    <w:rsid w:val="00CC671B"/>
    <w:rsid w:val="00CD6A9A"/>
    <w:rsid w:val="00CE0395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318C2"/>
    <w:rsid w:val="00D411BD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6F70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1632B"/>
    <w:rsid w:val="00E237A5"/>
    <w:rsid w:val="00E276F4"/>
    <w:rsid w:val="00E339BB"/>
    <w:rsid w:val="00E52E11"/>
    <w:rsid w:val="00E5627C"/>
    <w:rsid w:val="00E60D7B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23532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A7CE7"/>
    <w:rsid w:val="00FB2631"/>
    <w:rsid w:val="00FB3A94"/>
    <w:rsid w:val="00FB775A"/>
    <w:rsid w:val="00FC49FA"/>
    <w:rsid w:val="00FD0F5D"/>
    <w:rsid w:val="00FD129D"/>
    <w:rsid w:val="00FD1F77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157458A"/>
  <w15:docId w15:val="{A3CAB4A8-6B77-4A9B-B8FC-728980AFA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5A2287"/>
  </w:style>
  <w:style w:type="numbering" w:customStyle="1" w:styleId="NoList2">
    <w:name w:val="No List2"/>
    <w:next w:val="ListNo4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17150-41EE-4860-967C-25BA8314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ZHD</cp:lastModifiedBy>
  <cp:revision>6</cp:revision>
  <cp:lastPrinted>2016-09-16T10:47:00Z</cp:lastPrinted>
  <dcterms:created xsi:type="dcterms:W3CDTF">2022-09-26T07:18:00Z</dcterms:created>
  <dcterms:modified xsi:type="dcterms:W3CDTF">2022-10-07T10:39:00Z</dcterms:modified>
</cp:coreProperties>
</file>