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253F0" w14:textId="2FC4C957" w:rsidR="001A64BE" w:rsidRPr="00FF3E51" w:rsidRDefault="00713EC9" w:rsidP="00713EC9">
      <w:pPr>
        <w:ind w:left="2160" w:firstLine="720"/>
        <w:rPr>
          <w:b/>
          <w:sz w:val="32"/>
          <w:lang w:val="bg-BG"/>
        </w:rPr>
      </w:pPr>
      <w:r w:rsidRPr="00FF3E51">
        <w:rPr>
          <w:b/>
          <w:sz w:val="32"/>
          <w:lang w:val="bg-BG"/>
        </w:rPr>
        <w:t xml:space="preserve">                        </w:t>
      </w:r>
    </w:p>
    <w:p w14:paraId="40DFF367" w14:textId="1ECFEBDF" w:rsidR="00454CDE" w:rsidRPr="00FF3E51" w:rsidRDefault="001A64BE" w:rsidP="001A64BE">
      <w:pPr>
        <w:ind w:left="3600"/>
        <w:rPr>
          <w:b/>
          <w:sz w:val="32"/>
          <w:lang w:val="bg-BG"/>
        </w:rPr>
      </w:pPr>
      <w:r w:rsidRPr="00FF3E51">
        <w:rPr>
          <w:b/>
          <w:sz w:val="32"/>
          <w:lang w:val="bg-BG"/>
        </w:rPr>
        <w:t xml:space="preserve">     </w:t>
      </w:r>
      <w:r w:rsidR="00713EC9" w:rsidRPr="00FF3E51">
        <w:rPr>
          <w:b/>
          <w:sz w:val="32"/>
          <w:lang w:val="bg-BG"/>
        </w:rPr>
        <w:t xml:space="preserve"> </w:t>
      </w:r>
      <w:r w:rsidR="00454CDE" w:rsidRPr="00FF3E51">
        <w:rPr>
          <w:b/>
          <w:sz w:val="32"/>
          <w:lang w:val="bg-BG"/>
        </w:rPr>
        <w:t>З А П О В Е Д</w:t>
      </w:r>
    </w:p>
    <w:p w14:paraId="4ECE4D13" w14:textId="55DF6124" w:rsidR="00BD7667" w:rsidRPr="00FF3E51" w:rsidRDefault="00DA0B07" w:rsidP="00BD7667">
      <w:pPr>
        <w:ind w:left="3600"/>
        <w:rPr>
          <w:b/>
          <w:lang w:val="bg-BG"/>
        </w:rPr>
      </w:pPr>
      <w:r w:rsidRPr="00FF3E51">
        <w:rPr>
          <w:b/>
          <w:lang w:val="bg-BG"/>
        </w:rPr>
        <w:t xml:space="preserve">  </w:t>
      </w:r>
      <w:r w:rsidR="00BD7667" w:rsidRPr="00FF3E51">
        <w:rPr>
          <w:b/>
          <w:lang w:val="bg-BG"/>
        </w:rPr>
        <w:t xml:space="preserve">       </w:t>
      </w:r>
      <w:r w:rsidR="005A2287" w:rsidRPr="00FF3E51">
        <w:rPr>
          <w:b/>
          <w:lang w:val="bg-BG"/>
        </w:rPr>
        <w:t xml:space="preserve"> </w:t>
      </w:r>
      <w:r w:rsidR="00454CDE" w:rsidRPr="00FF3E51">
        <w:rPr>
          <w:b/>
          <w:lang w:val="bg-BG"/>
        </w:rPr>
        <w:t>№</w:t>
      </w:r>
      <w:r w:rsidR="00BD7667" w:rsidRPr="00FF3E51">
        <w:rPr>
          <w:b/>
          <w:lang w:val="bg-BG"/>
        </w:rPr>
        <w:t xml:space="preserve"> ПО-09-3264-3</w:t>
      </w:r>
    </w:p>
    <w:p w14:paraId="3795E67F" w14:textId="11517920" w:rsidR="00454CDE" w:rsidRPr="00FF3E51" w:rsidRDefault="00BD7667" w:rsidP="00BD7667">
      <w:pPr>
        <w:ind w:left="2880" w:firstLine="720"/>
        <w:rPr>
          <w:b/>
          <w:lang w:val="bg-BG"/>
        </w:rPr>
      </w:pPr>
      <w:r w:rsidRPr="00FF3E51">
        <w:rPr>
          <w:b/>
          <w:lang w:val="bg-BG"/>
        </w:rPr>
        <w:t xml:space="preserve">       </w:t>
      </w:r>
      <w:r w:rsidR="00454CDE" w:rsidRPr="00FF3E51">
        <w:rPr>
          <w:b/>
          <w:lang w:val="bg-BG"/>
        </w:rPr>
        <w:t>София,</w:t>
      </w:r>
      <w:r w:rsidRPr="00FF3E51">
        <w:rPr>
          <w:b/>
          <w:lang w:val="bg-BG"/>
        </w:rPr>
        <w:t xml:space="preserve"> </w:t>
      </w:r>
      <w:r w:rsidR="00D16229" w:rsidRPr="00FF3E51">
        <w:rPr>
          <w:b/>
          <w:lang w:val="bg-BG"/>
        </w:rPr>
        <w:t>30.09</w:t>
      </w:r>
      <w:r w:rsidRPr="00FF3E51">
        <w:rPr>
          <w:b/>
          <w:lang w:val="bg-BG"/>
        </w:rPr>
        <w:t>.</w:t>
      </w:r>
      <w:r w:rsidR="0023186B" w:rsidRPr="00FF3E51">
        <w:rPr>
          <w:b/>
          <w:lang w:val="bg-BG"/>
        </w:rPr>
        <w:t>20</w:t>
      </w:r>
      <w:r w:rsidR="005A5B96" w:rsidRPr="00FF3E51">
        <w:rPr>
          <w:b/>
          <w:lang w:val="bg-BG"/>
        </w:rPr>
        <w:t>2</w:t>
      </w:r>
      <w:r w:rsidR="00CC444F" w:rsidRPr="00FF3E51">
        <w:rPr>
          <w:b/>
          <w:lang w:val="bg-BG"/>
        </w:rPr>
        <w:t>2</w:t>
      </w:r>
      <w:r w:rsidRPr="00FF3E51">
        <w:rPr>
          <w:b/>
          <w:lang w:val="bg-BG"/>
        </w:rPr>
        <w:t xml:space="preserve"> </w:t>
      </w:r>
      <w:r w:rsidR="0023186B" w:rsidRPr="00FF3E51">
        <w:rPr>
          <w:b/>
          <w:lang w:val="bg-BG"/>
        </w:rPr>
        <w:t>г.</w:t>
      </w:r>
      <w:r w:rsidR="006727E9" w:rsidRPr="00FF3E51">
        <w:rPr>
          <w:b/>
          <w:lang w:val="bg-BG"/>
        </w:rPr>
        <w:t xml:space="preserve">  </w:t>
      </w:r>
    </w:p>
    <w:p w14:paraId="0CB87A78" w14:textId="3D22F48A" w:rsidR="00576362" w:rsidRPr="00FF3E51" w:rsidRDefault="00576362" w:rsidP="00576362">
      <w:pPr>
        <w:spacing w:line="360" w:lineRule="auto"/>
        <w:rPr>
          <w:lang w:val="bg-BG"/>
        </w:rPr>
      </w:pPr>
    </w:p>
    <w:p w14:paraId="2F16D744" w14:textId="77777777" w:rsidR="00FA2A89" w:rsidRPr="00FF3E51" w:rsidRDefault="00FA2A89" w:rsidP="00FA2A89">
      <w:pPr>
        <w:ind w:firstLine="708"/>
        <w:jc w:val="both"/>
        <w:rPr>
          <w:lang w:val="bg-BG"/>
        </w:rPr>
      </w:pPr>
      <w:r w:rsidRPr="00FF3E51">
        <w:rPr>
          <w:lang w:val="bg-BG"/>
        </w:rPr>
        <w:t xml:space="preserve">На основание чл. 3, ал.4 от </w:t>
      </w:r>
      <w:proofErr w:type="spellStart"/>
      <w:r w:rsidRPr="00FF3E51">
        <w:rPr>
          <w:lang w:val="bg-BG"/>
        </w:rPr>
        <w:t>Устройствения</w:t>
      </w:r>
      <w:proofErr w:type="spellEnd"/>
      <w:r w:rsidRPr="00FF3E51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FF3E51">
        <w:rPr>
          <w:lang w:val="bg-BG"/>
        </w:rPr>
        <w:t>обн</w:t>
      </w:r>
      <w:proofErr w:type="spellEnd"/>
      <w:r w:rsidRPr="00FF3E51">
        <w:rPr>
          <w:lang w:val="bg-BG"/>
        </w:rPr>
        <w:t xml:space="preserve">. ДВ, бр.7/26.01.2010г., </w:t>
      </w:r>
      <w:proofErr w:type="spellStart"/>
      <w:r w:rsidRPr="00FF3E51">
        <w:rPr>
          <w:lang w:val="bg-BG"/>
        </w:rPr>
        <w:t>посл</w:t>
      </w:r>
      <w:proofErr w:type="spellEnd"/>
      <w:r w:rsidRPr="00FF3E51">
        <w:rPr>
          <w:lang w:val="bg-BG"/>
        </w:rPr>
        <w:t>. изм. ДВ</w:t>
      </w:r>
      <w:bookmarkStart w:id="0" w:name="_Hlk83647061"/>
      <w:r w:rsidRPr="00FF3E51">
        <w:rPr>
          <w:lang w:val="bg-BG"/>
        </w:rPr>
        <w:t xml:space="preserve">, </w:t>
      </w:r>
      <w:bookmarkStart w:id="1" w:name="_Hlk83647891"/>
      <w:r w:rsidRPr="00FF3E51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FF3E51">
        <w:rPr>
          <w:lang w:val="bg-BG"/>
        </w:rPr>
        <w:t xml:space="preserve">41 от 03 </w:t>
      </w:r>
      <w:bookmarkEnd w:id="2"/>
      <w:bookmarkEnd w:id="3"/>
      <w:bookmarkEnd w:id="4"/>
      <w:r w:rsidRPr="00FF3E51">
        <w:rPr>
          <w:lang w:val="bg-BG"/>
        </w:rPr>
        <w:t xml:space="preserve">юни 2022 г., </w:t>
      </w:r>
      <w:bookmarkEnd w:id="0"/>
      <w:bookmarkEnd w:id="1"/>
      <w:r w:rsidRPr="00FF3E51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FF3E51">
        <w:rPr>
          <w:b/>
          <w:lang w:val="bg-BG"/>
        </w:rPr>
        <w:t>№ ПО-09-</w:t>
      </w:r>
    </w:p>
    <w:p w14:paraId="31639020" w14:textId="792F8539" w:rsidR="004A3929" w:rsidRPr="00FF3E51" w:rsidRDefault="001A64BE" w:rsidP="00FA2A89">
      <w:pPr>
        <w:jc w:val="both"/>
        <w:rPr>
          <w:b/>
          <w:sz w:val="26"/>
          <w:szCs w:val="26"/>
          <w:lang w:val="bg-BG"/>
        </w:rPr>
      </w:pPr>
      <w:r w:rsidRPr="00FF3E51">
        <w:rPr>
          <w:b/>
          <w:sz w:val="26"/>
          <w:szCs w:val="26"/>
          <w:lang w:val="bg-BG"/>
        </w:rPr>
        <w:t>3264</w:t>
      </w:r>
      <w:r w:rsidR="004A3929" w:rsidRPr="00FF3E51">
        <w:rPr>
          <w:b/>
          <w:sz w:val="26"/>
          <w:szCs w:val="26"/>
          <w:lang w:val="bg-BG"/>
        </w:rPr>
        <w:t>/2</w:t>
      </w:r>
      <w:r w:rsidRPr="00FF3E51">
        <w:rPr>
          <w:b/>
          <w:sz w:val="26"/>
          <w:szCs w:val="26"/>
          <w:lang w:val="bg-BG"/>
        </w:rPr>
        <w:t>8</w:t>
      </w:r>
      <w:r w:rsidR="004A3929" w:rsidRPr="00FF3E51">
        <w:rPr>
          <w:b/>
          <w:sz w:val="26"/>
          <w:szCs w:val="26"/>
          <w:lang w:val="bg-BG"/>
        </w:rPr>
        <w:t>.07.2022г.</w:t>
      </w:r>
    </w:p>
    <w:p w14:paraId="7E0C97DE" w14:textId="514FE643" w:rsidR="008F3A6E" w:rsidRPr="00FF3E51" w:rsidRDefault="00C41B72" w:rsidP="005E5F37">
      <w:pPr>
        <w:ind w:left="2160" w:firstLine="720"/>
        <w:jc w:val="both"/>
        <w:rPr>
          <w:lang w:val="bg-BG"/>
        </w:rPr>
      </w:pPr>
      <w:r w:rsidRPr="00FF3E51">
        <w:rPr>
          <w:b/>
          <w:lang w:val="bg-BG"/>
        </w:rPr>
        <w:t xml:space="preserve">  </w:t>
      </w:r>
      <w:r w:rsidR="0058230C" w:rsidRPr="00FF3E51">
        <w:rPr>
          <w:b/>
          <w:lang w:val="bg-BG"/>
        </w:rPr>
        <w:t xml:space="preserve">   </w:t>
      </w:r>
      <w:r w:rsidR="003813FC" w:rsidRPr="00FF3E51">
        <w:rPr>
          <w:b/>
          <w:lang w:val="bg-BG"/>
        </w:rPr>
        <w:t xml:space="preserve">  </w:t>
      </w:r>
      <w:r w:rsidR="001A64BE" w:rsidRPr="00FF3E51">
        <w:rPr>
          <w:b/>
          <w:lang w:val="bg-BG"/>
        </w:rPr>
        <w:tab/>
        <w:t xml:space="preserve">      </w:t>
      </w:r>
      <w:r w:rsidR="003813FC" w:rsidRPr="00FF3E51">
        <w:rPr>
          <w:b/>
          <w:lang w:val="bg-BG"/>
        </w:rPr>
        <w:t xml:space="preserve"> </w:t>
      </w:r>
      <w:r w:rsidR="00463733" w:rsidRPr="00FF3E51">
        <w:rPr>
          <w:b/>
          <w:lang w:val="bg-BG"/>
        </w:rPr>
        <w:t>О П Р Е Д Е Л Я</w:t>
      </w:r>
      <w:r w:rsidR="00463733" w:rsidRPr="00FF3E51">
        <w:rPr>
          <w:lang w:val="bg-BG"/>
        </w:rPr>
        <w:t xml:space="preserve"> </w:t>
      </w:r>
      <w:r w:rsidR="00463733" w:rsidRPr="00FF3E51">
        <w:rPr>
          <w:b/>
          <w:lang w:val="bg-BG"/>
        </w:rPr>
        <w:t>М</w:t>
      </w:r>
      <w:r w:rsidR="00463733" w:rsidRPr="00FF3E51">
        <w:rPr>
          <w:lang w:val="bg-BG"/>
        </w:rPr>
        <w:t>:</w:t>
      </w:r>
    </w:p>
    <w:p w14:paraId="442FCE6D" w14:textId="4A8CC64D" w:rsidR="00034F6D" w:rsidRPr="00FF3E51" w:rsidRDefault="00034F6D" w:rsidP="008F3A6E">
      <w:pPr>
        <w:ind w:firstLine="709"/>
        <w:jc w:val="center"/>
        <w:rPr>
          <w:lang w:val="bg-BG"/>
        </w:rPr>
      </w:pPr>
    </w:p>
    <w:p w14:paraId="790F0D27" w14:textId="014187C3" w:rsidR="00E52E11" w:rsidRPr="00FF3E51" w:rsidRDefault="00E52E11" w:rsidP="005745ED">
      <w:pPr>
        <w:ind w:firstLine="720"/>
        <w:jc w:val="both"/>
        <w:rPr>
          <w:lang w:val="bg-BG"/>
        </w:rPr>
      </w:pPr>
      <w:r w:rsidRPr="00FF3E51">
        <w:rPr>
          <w:lang w:val="bg-BG"/>
        </w:rPr>
        <w:t>Масивите за ползване /МП/ и имоти за ползване</w:t>
      </w:r>
      <w:r w:rsidR="00871654" w:rsidRPr="00FF3E51">
        <w:rPr>
          <w:lang w:val="bg-BG"/>
        </w:rPr>
        <w:t xml:space="preserve"> по  чл. 37в ал.</w:t>
      </w:r>
      <w:r w:rsidR="00713EC9" w:rsidRPr="00FF3E51">
        <w:rPr>
          <w:lang w:val="bg-BG"/>
        </w:rPr>
        <w:t>2</w:t>
      </w:r>
      <w:r w:rsidR="00871654" w:rsidRPr="00FF3E51">
        <w:rPr>
          <w:color w:val="FF0000"/>
          <w:lang w:val="bg-BG"/>
        </w:rPr>
        <w:t xml:space="preserve"> </w:t>
      </w:r>
      <w:r w:rsidR="00713EC9" w:rsidRPr="00FF3E51">
        <w:rPr>
          <w:lang w:val="bg-BG"/>
        </w:rPr>
        <w:t xml:space="preserve">  </w:t>
      </w:r>
      <w:r w:rsidR="00871654" w:rsidRPr="00FF3E51">
        <w:rPr>
          <w:lang w:val="bg-BG"/>
        </w:rPr>
        <w:t>от ЗСПЗЗ</w:t>
      </w:r>
      <w:r w:rsidRPr="00FF3E51">
        <w:rPr>
          <w:lang w:val="bg-BG"/>
        </w:rPr>
        <w:t>, разпределени в границите им съобразно, изготвеното</w:t>
      </w:r>
      <w:r w:rsidR="006655C6" w:rsidRPr="00FF3E51">
        <w:rPr>
          <w:lang w:val="bg-BG"/>
        </w:rPr>
        <w:t xml:space="preserve"> </w:t>
      </w:r>
      <w:r w:rsidR="005E5F37" w:rsidRPr="00FF3E51">
        <w:rPr>
          <w:b/>
          <w:u w:val="single"/>
          <w:lang w:val="bg-BG"/>
        </w:rPr>
        <w:t>доброволно споразумение</w:t>
      </w:r>
      <w:r w:rsidR="005E5F37" w:rsidRPr="00FF3E51">
        <w:rPr>
          <w:u w:val="single"/>
          <w:lang w:val="bg-BG"/>
        </w:rPr>
        <w:t xml:space="preserve"> за </w:t>
      </w:r>
      <w:r w:rsidR="005E5F37" w:rsidRPr="00FF3E51">
        <w:rPr>
          <w:b/>
          <w:u w:val="single"/>
          <w:lang w:val="bg-BG"/>
        </w:rPr>
        <w:t>орна земя</w:t>
      </w:r>
      <w:r w:rsidR="005E5F37" w:rsidRPr="00FF3E51">
        <w:rPr>
          <w:u w:val="single"/>
          <w:lang w:val="bg-BG"/>
        </w:rPr>
        <w:t xml:space="preserve"> </w:t>
      </w:r>
      <w:r w:rsidR="003361C6" w:rsidRPr="00FF3E51">
        <w:rPr>
          <w:lang w:val="bg-BG"/>
        </w:rPr>
        <w:t>за землището на</w:t>
      </w:r>
      <w:r w:rsidR="001A64BE" w:rsidRPr="00FF3E51">
        <w:rPr>
          <w:lang w:val="bg-BG"/>
        </w:rPr>
        <w:t xml:space="preserve"> </w:t>
      </w:r>
      <w:r w:rsidR="001A64BE" w:rsidRPr="00FF3E51">
        <w:rPr>
          <w:b/>
          <w:lang w:val="bg-BG"/>
        </w:rPr>
        <w:t>гр. Златица</w:t>
      </w:r>
      <w:r w:rsidRPr="00FF3E51">
        <w:rPr>
          <w:b/>
          <w:lang w:val="bg-BG"/>
        </w:rPr>
        <w:t xml:space="preserve">, общ. </w:t>
      </w:r>
      <w:r w:rsidR="001A64BE" w:rsidRPr="00FF3E51">
        <w:rPr>
          <w:b/>
          <w:lang w:val="bg-BG"/>
        </w:rPr>
        <w:t>Златица</w:t>
      </w:r>
      <w:r w:rsidRPr="00FF3E51">
        <w:rPr>
          <w:b/>
          <w:lang w:val="bg-BG"/>
        </w:rPr>
        <w:t xml:space="preserve">, ЕКАТТЕ </w:t>
      </w:r>
      <w:r w:rsidR="001A64BE" w:rsidRPr="00FF3E51">
        <w:rPr>
          <w:b/>
          <w:lang w:val="bg-BG"/>
        </w:rPr>
        <w:t>31044</w:t>
      </w:r>
      <w:r w:rsidRPr="00FF3E51">
        <w:rPr>
          <w:lang w:val="bg-BG"/>
        </w:rPr>
        <w:t xml:space="preserve"> област </w:t>
      </w:r>
      <w:r w:rsidR="00D66684" w:rsidRPr="00FF3E51">
        <w:rPr>
          <w:lang w:val="bg-BG"/>
        </w:rPr>
        <w:t>София</w:t>
      </w:r>
      <w:r w:rsidRPr="00FF3E51">
        <w:rPr>
          <w:lang w:val="bg-BG"/>
        </w:rPr>
        <w:t xml:space="preserve">, за стопанската </w:t>
      </w:r>
      <w:r w:rsidRPr="00FF3E51">
        <w:rPr>
          <w:b/>
          <w:lang w:val="bg-BG"/>
        </w:rPr>
        <w:t>20</w:t>
      </w:r>
      <w:r w:rsidR="005A5B96" w:rsidRPr="00FF3E51">
        <w:rPr>
          <w:b/>
          <w:lang w:val="bg-BG"/>
        </w:rPr>
        <w:t>2</w:t>
      </w:r>
      <w:r w:rsidR="00CC444F" w:rsidRPr="00FF3E51">
        <w:rPr>
          <w:b/>
          <w:lang w:val="bg-BG"/>
        </w:rPr>
        <w:t>2</w:t>
      </w:r>
      <w:r w:rsidR="00EE2FF9" w:rsidRPr="00FF3E51">
        <w:rPr>
          <w:b/>
          <w:lang w:val="bg-BG"/>
        </w:rPr>
        <w:t xml:space="preserve"> – 20</w:t>
      </w:r>
      <w:r w:rsidR="002E0A30" w:rsidRPr="00FF3E51">
        <w:rPr>
          <w:b/>
          <w:lang w:val="bg-BG"/>
        </w:rPr>
        <w:t>2</w:t>
      </w:r>
      <w:r w:rsidR="00CC444F" w:rsidRPr="00FF3E51">
        <w:rPr>
          <w:b/>
          <w:lang w:val="bg-BG"/>
        </w:rPr>
        <w:t>3</w:t>
      </w:r>
      <w:r w:rsidR="00871654" w:rsidRPr="00FF3E51">
        <w:rPr>
          <w:lang w:val="bg-BG"/>
        </w:rPr>
        <w:t xml:space="preserve"> </w:t>
      </w:r>
      <w:r w:rsidRPr="00FF3E51">
        <w:rPr>
          <w:lang w:val="bg-BG"/>
        </w:rPr>
        <w:t>година, както следва:</w:t>
      </w:r>
    </w:p>
    <w:p w14:paraId="5BF4B005" w14:textId="6703B23D" w:rsidR="00707F86" w:rsidRPr="00FF3E51" w:rsidRDefault="00707F86" w:rsidP="005745ED">
      <w:pPr>
        <w:ind w:firstLine="72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567"/>
        <w:gridCol w:w="993"/>
        <w:gridCol w:w="1134"/>
        <w:gridCol w:w="992"/>
        <w:gridCol w:w="850"/>
        <w:gridCol w:w="1560"/>
      </w:tblGrid>
      <w:tr w:rsidR="001A64BE" w:rsidRPr="00FF3E51" w14:paraId="04FBFE80" w14:textId="77777777" w:rsidTr="00FF3E51">
        <w:trPr>
          <w:cantSplit/>
          <w:trHeight w:val="227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25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30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3C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73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A64BE" w:rsidRPr="00FF3E51" w14:paraId="3A1B6038" w14:textId="77777777" w:rsidTr="00FF3E51">
        <w:trPr>
          <w:cantSplit/>
          <w:trHeight w:val="227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36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59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3C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FC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C9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D4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2E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1A64BE" w:rsidRPr="00FF3E51" w14:paraId="59CB4AE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08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87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0F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D40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17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CE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A8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E4BB3A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5E2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AC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CA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8F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59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89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146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9F623B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39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29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2B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5A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57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14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30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CE1F2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0F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E4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91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07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38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7F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4.567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B9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150.70</w:t>
            </w:r>
          </w:p>
        </w:tc>
      </w:tr>
      <w:tr w:rsidR="001A64BE" w:rsidRPr="00FF3E51" w14:paraId="14B31B5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3B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A0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C0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FD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1F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79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01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142.76</w:t>
            </w:r>
          </w:p>
        </w:tc>
      </w:tr>
      <w:tr w:rsidR="001A64BE" w:rsidRPr="00FF3E51" w14:paraId="2EA4AA0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E0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DB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0E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E0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19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59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25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137.66</w:t>
            </w:r>
          </w:p>
        </w:tc>
      </w:tr>
      <w:tr w:rsidR="001A64BE" w:rsidRPr="00FF3E51" w14:paraId="1E91AAA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7F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89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1C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72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B7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DA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B6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998C57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C1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90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6F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3D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C8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61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07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E4A544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89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05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AE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F2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A2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2F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79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120.78</w:t>
            </w:r>
          </w:p>
        </w:tc>
      </w:tr>
      <w:tr w:rsidR="001A64BE" w:rsidRPr="00FF3E51" w14:paraId="0F74A54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BC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EC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E3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99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D6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FE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42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B7E51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7B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8DE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B9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BC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7F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D2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3.489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E0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115.13</w:t>
            </w:r>
          </w:p>
        </w:tc>
      </w:tr>
      <w:tr w:rsidR="001A64BE" w:rsidRPr="00FF3E51" w14:paraId="1FE2BB4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97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92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DB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58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8C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CA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A7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110.58</w:t>
            </w:r>
          </w:p>
        </w:tc>
      </w:tr>
      <w:tr w:rsidR="001A64BE" w:rsidRPr="00FF3E51" w14:paraId="24F68AB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72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0F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2B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70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AC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3B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60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93.71</w:t>
            </w:r>
          </w:p>
        </w:tc>
      </w:tr>
      <w:tr w:rsidR="001A64BE" w:rsidRPr="00FF3E51" w14:paraId="02E5BDE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1F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80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2F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C0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43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80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82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82.19</w:t>
            </w:r>
          </w:p>
        </w:tc>
      </w:tr>
      <w:tr w:rsidR="001A64BE" w:rsidRPr="00FF3E51" w14:paraId="5DDAA4E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FC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03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E7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64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DC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DE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55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16B8AC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81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17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E5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C5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D3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34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C1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43.09</w:t>
            </w:r>
          </w:p>
        </w:tc>
      </w:tr>
      <w:tr w:rsidR="001A64BE" w:rsidRPr="00FF3E51" w14:paraId="6B07A2E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0F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35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68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08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A4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8A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8E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951762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62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2E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5B1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26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5B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D31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79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5.70</w:t>
            </w:r>
          </w:p>
        </w:tc>
      </w:tr>
      <w:tr w:rsidR="001A64BE" w:rsidRPr="00FF3E51" w14:paraId="2A83B76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0F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B2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84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24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63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D4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FF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0D6376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2A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D3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59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D0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3F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09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55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104.72</w:t>
            </w:r>
          </w:p>
        </w:tc>
      </w:tr>
      <w:tr w:rsidR="001A64BE" w:rsidRPr="00FF3E51" w14:paraId="0FD51AA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7F3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F4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73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47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BB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72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AD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98.96</w:t>
            </w:r>
          </w:p>
        </w:tc>
      </w:tr>
      <w:tr w:rsidR="001A64BE" w:rsidRPr="00FF3E51" w14:paraId="056AB6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9B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39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F2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7C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46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E5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064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50B0F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0C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06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041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A8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B2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DE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D0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150.59</w:t>
            </w:r>
          </w:p>
        </w:tc>
      </w:tr>
      <w:tr w:rsidR="001A64BE" w:rsidRPr="00FF3E51" w14:paraId="0F3578C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94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74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4A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D8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20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36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DE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104.49</w:t>
            </w:r>
          </w:p>
        </w:tc>
      </w:tr>
      <w:tr w:rsidR="001A64BE" w:rsidRPr="00FF3E51" w14:paraId="1A47FA5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3F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BF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C3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6F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25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CC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F6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100.84</w:t>
            </w:r>
          </w:p>
        </w:tc>
      </w:tr>
      <w:tr w:rsidR="001A64BE" w:rsidRPr="00FF3E51" w14:paraId="38ECFB2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31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52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80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65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21C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68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5F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901D1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1E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4A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23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B2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C5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5B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28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158.62</w:t>
            </w:r>
          </w:p>
        </w:tc>
      </w:tr>
      <w:tr w:rsidR="001A64BE" w:rsidRPr="00FF3E51" w14:paraId="087E340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F2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D7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43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18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6D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7C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F5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4EEE85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BC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54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F5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B6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26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ED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A7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D161D5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B9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4A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19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F0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C3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0D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4B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1FEF9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E8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86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64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AF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BA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FA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73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B4BD3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9B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F8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12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D9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0A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64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BF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B75AD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E0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81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90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CC6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DD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08B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C8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59.28</w:t>
            </w:r>
          </w:p>
        </w:tc>
      </w:tr>
      <w:tr w:rsidR="001A64BE" w:rsidRPr="00FF3E51" w14:paraId="0D3B581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F0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25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65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AD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90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26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B6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9E4F7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CE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D5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EC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B6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BF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38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1ED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B3056E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94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26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DE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4F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2A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E7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64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88.88</w:t>
            </w:r>
          </w:p>
        </w:tc>
      </w:tr>
      <w:tr w:rsidR="001A64BE" w:rsidRPr="00FF3E51" w14:paraId="7BE93AB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A5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FB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81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37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D6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69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16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9D690A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EB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АТАНАС ЙОРДАНОВ ГЕОРГИЕВ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16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08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7C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A3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08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B9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14D11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8E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9A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7C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FC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80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B8C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56.627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26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1868.68</w:t>
            </w:r>
          </w:p>
        </w:tc>
      </w:tr>
      <w:tr w:rsidR="001A64BE" w:rsidRPr="00FF3E51" w14:paraId="14D2886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37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E1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0D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5F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41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4F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A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D93B4E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D2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AF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AB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20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82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67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63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87.44</w:t>
            </w:r>
          </w:p>
        </w:tc>
      </w:tr>
      <w:tr w:rsidR="001A64BE" w:rsidRPr="00FF3E51" w14:paraId="1460615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24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B5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8C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FB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D2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62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34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A8869D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97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D3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7A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8B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A2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38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2.650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79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87.44</w:t>
            </w:r>
          </w:p>
        </w:tc>
      </w:tr>
      <w:tr w:rsidR="001A64BE" w:rsidRPr="00FF3E51" w14:paraId="5EB8D04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7A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04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EA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0B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3F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A2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A1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F0810B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FA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38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F1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10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13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6C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E5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21D13C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27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81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BA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FE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B8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25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D9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FD9E6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D8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99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B8B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86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C5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1B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14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9662D9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CA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59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25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4B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2A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2C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C1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69207D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0D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07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23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C0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6B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40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DC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F93B09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AB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8E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F14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88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19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08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40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FD8F27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F6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0F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A0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C4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80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74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76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67D57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D9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BE3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C5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82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31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DD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10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1A64BE" w:rsidRPr="00FF3E51" w14:paraId="245D1DB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33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5D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AB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B0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96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31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92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1F0AA9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55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C0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5D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7F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D5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74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2C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</w:tr>
      <w:tr w:rsidR="001A64BE" w:rsidRPr="00FF3E51" w14:paraId="51CE297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D1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69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DB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BD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BE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21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12.877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507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424.93</w:t>
            </w:r>
          </w:p>
        </w:tc>
      </w:tr>
      <w:tr w:rsidR="001A64BE" w:rsidRPr="00FF3E51" w14:paraId="6925620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8A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99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53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75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11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47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89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62.30</w:t>
            </w:r>
          </w:p>
        </w:tc>
      </w:tr>
      <w:tr w:rsidR="001A64BE" w:rsidRPr="00FF3E51" w14:paraId="7B2E8A9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7B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C9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0E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E0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63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93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11.156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A8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368.16</w:t>
            </w:r>
          </w:p>
        </w:tc>
      </w:tr>
      <w:tr w:rsidR="001A64BE" w:rsidRPr="00FF3E51" w14:paraId="2B546CE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AF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6A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55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1C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F7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C5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DB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161C3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18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FE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5B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7D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D8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A4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A0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155.03</w:t>
            </w:r>
          </w:p>
        </w:tc>
      </w:tr>
      <w:tr w:rsidR="001A64BE" w:rsidRPr="00FF3E51" w14:paraId="2D5C47B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21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DB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38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C2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8A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C9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01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131.78</w:t>
            </w:r>
          </w:p>
        </w:tc>
      </w:tr>
      <w:tr w:rsidR="001A64BE" w:rsidRPr="00FF3E51" w14:paraId="4A68097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E9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E7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3E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71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34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20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37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131.73</w:t>
            </w:r>
          </w:p>
        </w:tc>
      </w:tr>
      <w:tr w:rsidR="001A64BE" w:rsidRPr="00FF3E51" w14:paraId="4D6AD9A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28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7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62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E8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83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40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D9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115.20</w:t>
            </w:r>
          </w:p>
        </w:tc>
      </w:tr>
      <w:tr w:rsidR="001A64BE" w:rsidRPr="00FF3E51" w14:paraId="47670B7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A4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CB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50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98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24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9C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47E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112.17</w:t>
            </w:r>
          </w:p>
        </w:tc>
      </w:tr>
      <w:tr w:rsidR="001A64BE" w:rsidRPr="00FF3E51" w14:paraId="194E6CE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03C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84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97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52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4B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C9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9D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99.07</w:t>
            </w:r>
          </w:p>
        </w:tc>
      </w:tr>
      <w:tr w:rsidR="001A64BE" w:rsidRPr="00FF3E51" w14:paraId="73A6BC9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C1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58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7B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C09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CA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48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C3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98.61</w:t>
            </w:r>
          </w:p>
        </w:tc>
      </w:tr>
      <w:tr w:rsidR="001A64BE" w:rsidRPr="00FF3E51" w14:paraId="3F72802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5C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2A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A2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4B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F9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9A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06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96.49</w:t>
            </w:r>
          </w:p>
        </w:tc>
      </w:tr>
      <w:tr w:rsidR="001A64BE" w:rsidRPr="00FF3E51" w14:paraId="20CEFF6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9B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D2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DC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42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C9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22F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E3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92.28</w:t>
            </w:r>
          </w:p>
        </w:tc>
      </w:tr>
      <w:tr w:rsidR="001A64BE" w:rsidRPr="00FF3E51" w14:paraId="2195062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F4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6A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D99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D3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C0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A2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5A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85.87</w:t>
            </w:r>
          </w:p>
        </w:tc>
      </w:tr>
      <w:tr w:rsidR="001A64BE" w:rsidRPr="00FF3E51" w14:paraId="707B4D5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FF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8D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44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36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87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67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D9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84.55</w:t>
            </w:r>
          </w:p>
        </w:tc>
      </w:tr>
      <w:tr w:rsidR="001A64BE" w:rsidRPr="00FF3E51" w14:paraId="39FE26A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07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29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FB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7D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85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FE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C7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82.50</w:t>
            </w:r>
          </w:p>
        </w:tc>
      </w:tr>
      <w:tr w:rsidR="001A64BE" w:rsidRPr="00FF3E51" w14:paraId="2723B8F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BB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89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9E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29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D7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8F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9A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66.04</w:t>
            </w:r>
          </w:p>
        </w:tc>
      </w:tr>
      <w:tr w:rsidR="001A64BE" w:rsidRPr="00FF3E51" w14:paraId="32E9A04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F2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0A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6D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7C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C5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88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E1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792B20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70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0E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FA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D6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EE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D4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F0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61.08</w:t>
            </w:r>
          </w:p>
        </w:tc>
      </w:tr>
      <w:tr w:rsidR="001A64BE" w:rsidRPr="00FF3E51" w14:paraId="37C96D3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BB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9F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9B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6E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91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A7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CB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59.27</w:t>
            </w:r>
          </w:p>
        </w:tc>
      </w:tr>
      <w:tr w:rsidR="001A64BE" w:rsidRPr="00FF3E51" w14:paraId="3C3B96A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9C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DC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91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C9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B1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D4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C3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58.62</w:t>
            </w:r>
          </w:p>
        </w:tc>
      </w:tr>
      <w:tr w:rsidR="001A64BE" w:rsidRPr="00FF3E51" w14:paraId="43A6E69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4B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D9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20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26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D5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4C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1C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</w:tr>
      <w:tr w:rsidR="001A64BE" w:rsidRPr="00FF3E51" w14:paraId="3BAA144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CC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94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35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C8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75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61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15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47.99</w:t>
            </w:r>
          </w:p>
        </w:tc>
      </w:tr>
      <w:tr w:rsidR="001A64BE" w:rsidRPr="00FF3E51" w14:paraId="51BBEF9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8D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F5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DB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6B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06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CE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75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9AD322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D1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D3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23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94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55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10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AE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</w:tr>
      <w:tr w:rsidR="001A64BE" w:rsidRPr="00FF3E51" w14:paraId="42459F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F7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9A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AF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86C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51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A5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20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7961E6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5F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DE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06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761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F7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FF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FD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40C8F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34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C6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A8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99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CC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35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DF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93.56</w:t>
            </w:r>
          </w:p>
        </w:tc>
      </w:tr>
      <w:tr w:rsidR="001A64BE" w:rsidRPr="00FF3E51" w14:paraId="6BBD31F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C7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F2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F8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A9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E7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00A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FA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84.07</w:t>
            </w:r>
          </w:p>
        </w:tc>
      </w:tr>
      <w:tr w:rsidR="001A64BE" w:rsidRPr="00FF3E51" w14:paraId="3A11A88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B9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94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8A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BF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68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76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1A3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D0C73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AC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E3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42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E1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F5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E0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F3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77.19</w:t>
            </w:r>
          </w:p>
        </w:tc>
      </w:tr>
      <w:tr w:rsidR="001A64BE" w:rsidRPr="00FF3E51" w14:paraId="6AE52C3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40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B9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AF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F7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21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DF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B7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65.84</w:t>
            </w:r>
          </w:p>
        </w:tc>
      </w:tr>
      <w:tr w:rsidR="001A64BE" w:rsidRPr="00FF3E51" w14:paraId="7C05AB7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39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70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D8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9D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59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5B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FF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57.68</w:t>
            </w:r>
          </w:p>
        </w:tc>
      </w:tr>
      <w:tr w:rsidR="001A64BE" w:rsidRPr="00FF3E51" w14:paraId="36857B2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A2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4B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1E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2C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4F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B2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0D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53.00</w:t>
            </w:r>
          </w:p>
        </w:tc>
      </w:tr>
      <w:tr w:rsidR="001A64BE" w:rsidRPr="00FF3E51" w14:paraId="5CBC7E5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33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4A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A2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A4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9A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06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02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40.75</w:t>
            </w:r>
          </w:p>
        </w:tc>
      </w:tr>
      <w:tr w:rsidR="001A64BE" w:rsidRPr="00FF3E51" w14:paraId="39AB911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FD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01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01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7B2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74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8C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B9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37.52</w:t>
            </w:r>
          </w:p>
        </w:tc>
      </w:tr>
      <w:tr w:rsidR="001A64BE" w:rsidRPr="00FF3E51" w14:paraId="76939F9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49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F9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5D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A3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68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11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24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4E5A4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F2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AF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CB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33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77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8A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E6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160.95</w:t>
            </w:r>
          </w:p>
        </w:tc>
      </w:tr>
      <w:tr w:rsidR="001A64BE" w:rsidRPr="00FF3E51" w14:paraId="50A58F4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92E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A8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78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FA0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E9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E7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0C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1381E5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7C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F4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F0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7E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5D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7E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40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132.39</w:t>
            </w:r>
          </w:p>
        </w:tc>
      </w:tr>
      <w:tr w:rsidR="001A64BE" w:rsidRPr="00FF3E51" w14:paraId="6C0C4A7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B6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32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B0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0D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AB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66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FD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131.93</w:t>
            </w:r>
          </w:p>
        </w:tc>
      </w:tr>
      <w:tr w:rsidR="001A64BE" w:rsidRPr="00FF3E51" w14:paraId="54E7239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8F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ED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05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52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02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5B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03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101.82</w:t>
            </w:r>
          </w:p>
        </w:tc>
      </w:tr>
      <w:tr w:rsidR="001A64BE" w:rsidRPr="00FF3E51" w14:paraId="12343D0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60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DA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81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12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4C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07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A3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7861A1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7D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EF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DF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0E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D6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18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FC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58A28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4B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9B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1B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0C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BA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C6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9E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CF5F2D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FA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CA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2A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61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09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1C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05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D400B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7D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BF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BE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D0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11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73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8B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D48DE1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96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7F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10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43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33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67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2B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7A9E91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66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4B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32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9C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92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C8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46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ADFCD7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51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190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8E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C1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E0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60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96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9B4A87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5A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D4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28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CD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7E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BB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3A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72.09</w:t>
            </w:r>
          </w:p>
        </w:tc>
      </w:tr>
      <w:tr w:rsidR="001A64BE" w:rsidRPr="00FF3E51" w14:paraId="4E51AE1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EC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E3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42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4E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32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A2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5.304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C6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175.03</w:t>
            </w:r>
          </w:p>
        </w:tc>
      </w:tr>
      <w:tr w:rsidR="001A64BE" w:rsidRPr="00FF3E51" w14:paraId="47DC9BE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42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FE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6C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7E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16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CB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6A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130.41</w:t>
            </w:r>
          </w:p>
        </w:tc>
      </w:tr>
      <w:tr w:rsidR="001A64BE" w:rsidRPr="00FF3E51" w14:paraId="38A4A34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F1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E9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89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8F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3E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D2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50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125.77</w:t>
            </w:r>
          </w:p>
        </w:tc>
      </w:tr>
      <w:tr w:rsidR="001A64BE" w:rsidRPr="00FF3E51" w14:paraId="57DDFD1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47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BF9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3D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4A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0A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49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2D8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108.93</w:t>
            </w:r>
          </w:p>
        </w:tc>
      </w:tr>
      <w:tr w:rsidR="001A64BE" w:rsidRPr="00FF3E51" w14:paraId="7520AB6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8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31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7E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0B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25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FF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20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</w:tr>
      <w:tr w:rsidR="001A64BE" w:rsidRPr="00FF3E51" w14:paraId="47EFA9F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A4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9C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11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80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9F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D2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2B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28.79</w:t>
            </w:r>
          </w:p>
        </w:tc>
      </w:tr>
      <w:tr w:rsidR="001A64BE" w:rsidRPr="00FF3E51" w14:paraId="0DB71E4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75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D0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52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48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DB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35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5F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11.79</w:t>
            </w:r>
          </w:p>
        </w:tc>
      </w:tr>
      <w:tr w:rsidR="001A64BE" w:rsidRPr="00FF3E51" w14:paraId="44D6540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19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0F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B5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35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A3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F2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CA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99.05</w:t>
            </w:r>
          </w:p>
        </w:tc>
      </w:tr>
      <w:tr w:rsidR="001A64BE" w:rsidRPr="00FF3E51" w14:paraId="63D7214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7D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68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78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A7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1A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94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A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56.35</w:t>
            </w:r>
          </w:p>
        </w:tc>
      </w:tr>
      <w:tr w:rsidR="001A64BE" w:rsidRPr="00FF3E51" w14:paraId="6F931EF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51E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2E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8A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3D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8B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9A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B4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3.59</w:t>
            </w:r>
          </w:p>
        </w:tc>
      </w:tr>
      <w:tr w:rsidR="001A64BE" w:rsidRPr="00FF3E51" w14:paraId="57D3944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04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D3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2B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E1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7B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69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51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117.89</w:t>
            </w:r>
          </w:p>
        </w:tc>
      </w:tr>
      <w:tr w:rsidR="001A64BE" w:rsidRPr="00FF3E51" w14:paraId="765E269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B8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82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51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50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F7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E0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DD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75.99</w:t>
            </w:r>
          </w:p>
        </w:tc>
      </w:tr>
      <w:tr w:rsidR="001A64BE" w:rsidRPr="00FF3E51" w14:paraId="60598B5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63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5E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DC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23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C2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69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B1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C9AD4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CB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EC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AF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83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80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72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5D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A925E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83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49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86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D6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2D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B4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94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E91D1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50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32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F05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BB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E5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D6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29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D14E2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25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6B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48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C0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F0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6C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6A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89.91</w:t>
            </w:r>
          </w:p>
        </w:tc>
      </w:tr>
      <w:tr w:rsidR="001A64BE" w:rsidRPr="00FF3E51" w14:paraId="034E761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1E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85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CC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75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B4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4A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5.188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6E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171.19</w:t>
            </w:r>
          </w:p>
        </w:tc>
      </w:tr>
      <w:tr w:rsidR="001A64BE" w:rsidRPr="00FF3E51" w14:paraId="3DC9F5D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A0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A4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4B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28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2B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94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12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35.88</w:t>
            </w:r>
          </w:p>
        </w:tc>
      </w:tr>
      <w:tr w:rsidR="001A64BE" w:rsidRPr="00FF3E51" w14:paraId="5EBB93B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9C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CC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A6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78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1C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EA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49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</w:tr>
      <w:tr w:rsidR="001A64BE" w:rsidRPr="00FF3E51" w14:paraId="18E27E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EA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70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EB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78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A4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76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63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0F2A97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47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A4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D0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66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19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A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E4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51.83</w:t>
            </w:r>
          </w:p>
        </w:tc>
      </w:tr>
      <w:tr w:rsidR="001A64BE" w:rsidRPr="00FF3E51" w14:paraId="04018DB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15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BF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C3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0B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50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F8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FA0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</w:tr>
      <w:tr w:rsidR="001A64BE" w:rsidRPr="00FF3E51" w14:paraId="4204DBE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F2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B2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C4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8A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43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A8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F4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17.64</w:t>
            </w:r>
          </w:p>
        </w:tc>
      </w:tr>
      <w:tr w:rsidR="001A64BE" w:rsidRPr="00FF3E51" w14:paraId="34FF3F2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60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51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BE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DA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05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37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05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</w:tr>
      <w:tr w:rsidR="001A64BE" w:rsidRPr="00FF3E51" w14:paraId="26FB892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C4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EC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BF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36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F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A3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98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18.66</w:t>
            </w:r>
          </w:p>
        </w:tc>
      </w:tr>
      <w:tr w:rsidR="001A64BE" w:rsidRPr="00FF3E51" w14:paraId="413DC73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9E0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22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85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7C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42A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A1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21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68.34</w:t>
            </w:r>
          </w:p>
        </w:tc>
      </w:tr>
      <w:tr w:rsidR="001A64BE" w:rsidRPr="00FF3E51" w14:paraId="7151F14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6F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ED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90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ED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1D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B6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157.709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81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5204.38</w:t>
            </w:r>
          </w:p>
        </w:tc>
      </w:tr>
      <w:tr w:rsidR="001A64BE" w:rsidRPr="00FF3E51" w14:paraId="68E5420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B9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E6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B4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F4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C9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83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01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4524E5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9A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5A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9EA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EF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7B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12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CD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BF50C0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F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E7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EE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59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476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7C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1F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3A58D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C6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B6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EA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AD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7B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31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74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2999DF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4A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E4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99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57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26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62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96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F97D45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E9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1B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55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84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31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A9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AA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A1B53E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DD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DC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AF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E1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EE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2F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9E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C01156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23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DF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95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37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37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36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8A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7C5F4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2A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89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73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EC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91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7E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8C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7F504C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04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F1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39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AA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F4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68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80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726B4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5A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24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2B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0B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4C9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93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44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9E520E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6A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6A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5F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E0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B6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85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5B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A8DB33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C4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2E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89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71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74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1A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0F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87A34D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EC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4D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26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51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15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D1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31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61191D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4F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96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27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65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EC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55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14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E8BED7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55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98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0F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DC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7F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33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83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ECED2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E9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F2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3C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8E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C8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7B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877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C593E3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8A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32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42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18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BF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70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1D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197ACE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5E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67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7A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F8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8A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A7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5D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B00468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1D3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28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26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E8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0E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50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8E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35.74</w:t>
            </w:r>
          </w:p>
        </w:tc>
      </w:tr>
      <w:tr w:rsidR="001A64BE" w:rsidRPr="00FF3E51" w14:paraId="3C5F4AB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B6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CA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6C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F1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79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F7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14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18.52</w:t>
            </w:r>
          </w:p>
        </w:tc>
      </w:tr>
      <w:tr w:rsidR="001A64BE" w:rsidRPr="00FF3E51" w14:paraId="7A7D7B1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2AA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42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79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F36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ED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AC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F5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141.12</w:t>
            </w:r>
          </w:p>
        </w:tc>
      </w:tr>
      <w:tr w:rsidR="001A64BE" w:rsidRPr="00FF3E51" w14:paraId="08C7CF2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40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4E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16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0C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A0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4B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10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117.28</w:t>
            </w:r>
          </w:p>
        </w:tc>
      </w:tr>
      <w:tr w:rsidR="001A64BE" w:rsidRPr="00FF3E51" w14:paraId="49317F4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DF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1F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60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A9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F7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5B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09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102.43</w:t>
            </w:r>
          </w:p>
        </w:tc>
      </w:tr>
      <w:tr w:rsidR="001A64BE" w:rsidRPr="00FF3E51" w14:paraId="39DF53B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84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AF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B9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957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22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26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2D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85.19</w:t>
            </w:r>
          </w:p>
        </w:tc>
      </w:tr>
      <w:tr w:rsidR="001A64BE" w:rsidRPr="00FF3E51" w14:paraId="7C03A6A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19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E5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95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FA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1A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5C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E7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65.15</w:t>
            </w:r>
          </w:p>
        </w:tc>
      </w:tr>
      <w:tr w:rsidR="001A64BE" w:rsidRPr="00FF3E51" w14:paraId="4E5C602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1C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C2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B3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F2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F77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73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4D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5BE706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1C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73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6E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26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B0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929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47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48.31</w:t>
            </w:r>
          </w:p>
        </w:tc>
      </w:tr>
      <w:tr w:rsidR="001A64BE" w:rsidRPr="00FF3E51" w14:paraId="2991901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F4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32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82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9C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83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75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F5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</w:tr>
      <w:tr w:rsidR="001A64BE" w:rsidRPr="00FF3E51" w14:paraId="3C01ED7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64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DB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03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82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64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E0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76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26.33</w:t>
            </w:r>
          </w:p>
        </w:tc>
      </w:tr>
      <w:tr w:rsidR="001A64BE" w:rsidRPr="00FF3E51" w14:paraId="1849204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39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88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ED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96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11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4D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5B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16.57</w:t>
            </w:r>
          </w:p>
        </w:tc>
      </w:tr>
      <w:tr w:rsidR="001A64BE" w:rsidRPr="00FF3E51" w14:paraId="43BCE46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97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C8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AA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D5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24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95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3.744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6F9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123.55</w:t>
            </w:r>
          </w:p>
        </w:tc>
      </w:tr>
      <w:tr w:rsidR="001A64BE" w:rsidRPr="00FF3E51" w14:paraId="7BCAD9D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73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5A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A9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5F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19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58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422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98.42</w:t>
            </w:r>
          </w:p>
        </w:tc>
      </w:tr>
      <w:tr w:rsidR="001A64BE" w:rsidRPr="00FF3E51" w14:paraId="050F315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D9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59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DFB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9B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AD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44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5B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4408D6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54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BB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F0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7A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52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E9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4C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79.15</w:t>
            </w:r>
          </w:p>
        </w:tc>
      </w:tr>
      <w:tr w:rsidR="001A64BE" w:rsidRPr="00FF3E51" w14:paraId="366A42D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2C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43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2D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8F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75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8C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30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74.79</w:t>
            </w:r>
          </w:p>
        </w:tc>
      </w:tr>
      <w:tr w:rsidR="001A64BE" w:rsidRPr="00FF3E51" w14:paraId="163D6E3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F7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350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2C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AC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F9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2B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5A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2DB924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1E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65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BF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FF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C5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F8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75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91.13</w:t>
            </w:r>
          </w:p>
        </w:tc>
      </w:tr>
      <w:tr w:rsidR="001A64BE" w:rsidRPr="00FF3E51" w14:paraId="5115018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A0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3E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B1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62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B4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25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DA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54.98</w:t>
            </w:r>
          </w:p>
        </w:tc>
      </w:tr>
      <w:tr w:rsidR="001A64BE" w:rsidRPr="00FF3E51" w14:paraId="0E5654C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38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85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05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9CF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D2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3F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A1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C95239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C2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9D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08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A7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C9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20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08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E7C19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8C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48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16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D4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C7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E0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ED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</w:tr>
      <w:tr w:rsidR="001A64BE" w:rsidRPr="00FF3E51" w14:paraId="7095514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7B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4E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2C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18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E4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8D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23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104.58</w:t>
            </w:r>
          </w:p>
        </w:tc>
      </w:tr>
      <w:tr w:rsidR="001A64BE" w:rsidRPr="00FF3E51" w14:paraId="15E9B92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9D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7E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39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E1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68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C7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B4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98.51</w:t>
            </w:r>
          </w:p>
        </w:tc>
      </w:tr>
      <w:tr w:rsidR="001A64BE" w:rsidRPr="00FF3E51" w14:paraId="52C1884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FB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9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FEF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51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B5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98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51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97.81</w:t>
            </w:r>
          </w:p>
        </w:tc>
      </w:tr>
      <w:tr w:rsidR="001A64BE" w:rsidRPr="00FF3E51" w14:paraId="5BA4B15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19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D5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8F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7A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D9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FB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D0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97.55</w:t>
            </w:r>
          </w:p>
        </w:tc>
      </w:tr>
      <w:tr w:rsidR="001A64BE" w:rsidRPr="00FF3E51" w14:paraId="42E8E1B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6D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F4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C6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36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FF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01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70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91.96</w:t>
            </w:r>
          </w:p>
        </w:tc>
      </w:tr>
      <w:tr w:rsidR="001A64BE" w:rsidRPr="00FF3E51" w14:paraId="1E4A122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2B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D4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50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CC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D9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89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C4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</w:tr>
      <w:tr w:rsidR="001A64BE" w:rsidRPr="00FF3E51" w14:paraId="576557F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89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C5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C5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58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C9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E9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E3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64.24</w:t>
            </w:r>
          </w:p>
        </w:tc>
      </w:tr>
      <w:tr w:rsidR="001A64BE" w:rsidRPr="00FF3E51" w14:paraId="12C8469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B3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BF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E7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EC0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61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A7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17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132.13</w:t>
            </w:r>
          </w:p>
        </w:tc>
      </w:tr>
      <w:tr w:rsidR="001A64BE" w:rsidRPr="00FF3E51" w14:paraId="1117DA5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D4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E3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5A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CA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8E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B5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A7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44.48</w:t>
            </w:r>
          </w:p>
        </w:tc>
      </w:tr>
      <w:tr w:rsidR="001A64BE" w:rsidRPr="00FF3E51" w14:paraId="295C954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9B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7B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F15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1B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DD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BD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3.190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04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105.28</w:t>
            </w:r>
          </w:p>
        </w:tc>
      </w:tr>
      <w:tr w:rsidR="001A64BE" w:rsidRPr="00FF3E51" w14:paraId="42C342E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37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70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5B6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2D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8B4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A3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D1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98.58</w:t>
            </w:r>
          </w:p>
        </w:tc>
      </w:tr>
      <w:tr w:rsidR="001A64BE" w:rsidRPr="00FF3E51" w14:paraId="2CB13F0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52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E6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D9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50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F1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8A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04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98.58</w:t>
            </w:r>
          </w:p>
        </w:tc>
      </w:tr>
      <w:tr w:rsidR="001A64BE" w:rsidRPr="00FF3E51" w14:paraId="332F36C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CD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79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60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70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BF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B1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CB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82.17</w:t>
            </w:r>
          </w:p>
        </w:tc>
      </w:tr>
      <w:tr w:rsidR="001A64BE" w:rsidRPr="00FF3E51" w14:paraId="630A14F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83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03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A7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73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E5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89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83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917462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7E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28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B1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CB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06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DB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60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</w:tr>
      <w:tr w:rsidR="001A64BE" w:rsidRPr="00FF3E51" w14:paraId="4646798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5C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D5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07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D0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5D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46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45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72.06</w:t>
            </w:r>
          </w:p>
        </w:tc>
      </w:tr>
      <w:tr w:rsidR="001A64BE" w:rsidRPr="00FF3E51" w14:paraId="2B7C5D3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B7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A2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67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4E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6A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5E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35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360AE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72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2E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DE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FA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36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39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9.832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12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324.44</w:t>
            </w:r>
          </w:p>
        </w:tc>
      </w:tr>
      <w:tr w:rsidR="001A64BE" w:rsidRPr="00FF3E51" w14:paraId="3A5C0F8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B6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F6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E6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D7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CE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51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D6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157.80</w:t>
            </w:r>
          </w:p>
        </w:tc>
      </w:tr>
      <w:tr w:rsidR="001A64BE" w:rsidRPr="00FF3E51" w14:paraId="7CAEEBD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54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93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2A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28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BB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F5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83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78.93</w:t>
            </w:r>
          </w:p>
        </w:tc>
      </w:tr>
      <w:tr w:rsidR="001A64BE" w:rsidRPr="00FF3E51" w14:paraId="6CC8E8E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88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9C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21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2B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68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B6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4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67.50</w:t>
            </w:r>
          </w:p>
        </w:tc>
      </w:tr>
      <w:tr w:rsidR="001A64BE" w:rsidRPr="00FF3E51" w14:paraId="7C99A87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88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CC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4B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59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B0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5D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E7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97.29</w:t>
            </w:r>
          </w:p>
        </w:tc>
      </w:tr>
      <w:tr w:rsidR="001A64BE" w:rsidRPr="00FF3E51" w14:paraId="159142E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FA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CB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3E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5E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6E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26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D5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1A64BE" w:rsidRPr="00FF3E51" w14:paraId="2ACCD0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5F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17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51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32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57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B9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B4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A64BE" w:rsidRPr="00FF3E51" w14:paraId="2003924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AE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90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24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9E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16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4BA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B4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28.99</w:t>
            </w:r>
          </w:p>
        </w:tc>
      </w:tr>
      <w:tr w:rsidR="001A64BE" w:rsidRPr="00FF3E51" w14:paraId="0EAAACF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BD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87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FB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22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E5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19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D5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A8E173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0A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6F0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A0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44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41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53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84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0945C8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35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F43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9B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569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B8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41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30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CA186D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E5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E1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96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F1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59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CF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CE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51.50</w:t>
            </w:r>
          </w:p>
        </w:tc>
      </w:tr>
      <w:tr w:rsidR="001A64BE" w:rsidRPr="00FF3E51" w14:paraId="3D55E92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68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AF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09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0F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48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E6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F2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43.35</w:t>
            </w:r>
          </w:p>
        </w:tc>
      </w:tr>
      <w:tr w:rsidR="001A64BE" w:rsidRPr="00FF3E51" w14:paraId="2DBF8C6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37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6AE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18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CA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DA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C6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67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19.69</w:t>
            </w:r>
          </w:p>
        </w:tc>
      </w:tr>
      <w:tr w:rsidR="001A64BE" w:rsidRPr="00FF3E51" w14:paraId="54435FE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53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F0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6B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DF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E3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6F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25C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74.63</w:t>
            </w:r>
          </w:p>
        </w:tc>
      </w:tr>
      <w:tr w:rsidR="001A64BE" w:rsidRPr="00FF3E51" w14:paraId="481D2AF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91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4C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AD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E4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64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D9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0B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651A7F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04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93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E1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9A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96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0E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5.351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73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176.60</w:t>
            </w:r>
          </w:p>
        </w:tc>
      </w:tr>
      <w:tr w:rsidR="001A64BE" w:rsidRPr="00FF3E51" w14:paraId="009BEC6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B7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E63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1C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90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F85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2C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9.620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0F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317.46</w:t>
            </w:r>
          </w:p>
        </w:tc>
      </w:tr>
      <w:tr w:rsidR="001A64BE" w:rsidRPr="00FF3E51" w14:paraId="17DC387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C1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5B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048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8A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65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B2E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5.684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F6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187.58</w:t>
            </w:r>
          </w:p>
        </w:tc>
      </w:tr>
      <w:tr w:rsidR="001A64BE" w:rsidRPr="00FF3E51" w14:paraId="3D65ED7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DE6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00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B8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E2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EE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72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56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46.42</w:t>
            </w:r>
          </w:p>
        </w:tc>
      </w:tr>
      <w:tr w:rsidR="001A64BE" w:rsidRPr="00FF3E51" w14:paraId="29E1CB5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03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02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63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D5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E9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36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80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128.17</w:t>
            </w:r>
          </w:p>
        </w:tc>
      </w:tr>
      <w:tr w:rsidR="001A64BE" w:rsidRPr="00FF3E51" w14:paraId="0D3FF88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2C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D2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EA8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C6E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7D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0B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A2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65.59</w:t>
            </w:r>
          </w:p>
        </w:tc>
      </w:tr>
      <w:tr w:rsidR="001A64BE" w:rsidRPr="00FF3E51" w14:paraId="299EB38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64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A4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A6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7E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07D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CC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17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0F2564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E1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04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97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67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97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93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28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B372DE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20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52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E6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32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73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17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8C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BA48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B4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64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FC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B3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06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5B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A1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85.55</w:t>
            </w:r>
          </w:p>
        </w:tc>
      </w:tr>
      <w:tr w:rsidR="001A64BE" w:rsidRPr="00FF3E51" w14:paraId="7214B56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79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B5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DE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CD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A2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0F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2.544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E3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83.95</w:t>
            </w:r>
          </w:p>
        </w:tc>
      </w:tr>
      <w:tr w:rsidR="001A64BE" w:rsidRPr="00FF3E51" w14:paraId="625F76B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0E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11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E3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12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9D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D4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73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72.32</w:t>
            </w:r>
          </w:p>
        </w:tc>
      </w:tr>
      <w:tr w:rsidR="001A64BE" w:rsidRPr="00FF3E51" w14:paraId="1EA665C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5C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54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CF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2D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BE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99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37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136.88</w:t>
            </w:r>
          </w:p>
        </w:tc>
      </w:tr>
      <w:tr w:rsidR="001A64BE" w:rsidRPr="00FF3E51" w14:paraId="5CDF101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45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76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D9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57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3C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4E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617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110.09</w:t>
            </w:r>
          </w:p>
        </w:tc>
      </w:tr>
      <w:tr w:rsidR="001A64BE" w:rsidRPr="00FF3E51" w14:paraId="418E357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67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13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53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5F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84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F8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8C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37.55</w:t>
            </w:r>
          </w:p>
        </w:tc>
      </w:tr>
      <w:tr w:rsidR="001A64BE" w:rsidRPr="00FF3E51" w14:paraId="59F8377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B7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F5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B1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B3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BD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26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66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157.82</w:t>
            </w:r>
          </w:p>
        </w:tc>
      </w:tr>
      <w:tr w:rsidR="001A64BE" w:rsidRPr="00FF3E51" w14:paraId="4C42A2C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B4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93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B1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CA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04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59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63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137.89</w:t>
            </w:r>
          </w:p>
        </w:tc>
      </w:tr>
      <w:tr w:rsidR="001A64BE" w:rsidRPr="00FF3E51" w14:paraId="50A0582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C8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2B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14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73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F1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E7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2A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35.89</w:t>
            </w:r>
          </w:p>
        </w:tc>
      </w:tr>
      <w:tr w:rsidR="001A64BE" w:rsidRPr="00FF3E51" w14:paraId="2A93F43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1A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5E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CA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AE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84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5E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8A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81.83</w:t>
            </w:r>
          </w:p>
        </w:tc>
      </w:tr>
      <w:tr w:rsidR="001A64BE" w:rsidRPr="00FF3E51" w14:paraId="647D996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11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65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C6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B7D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85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79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2F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46.82</w:t>
            </w:r>
          </w:p>
        </w:tc>
      </w:tr>
      <w:tr w:rsidR="001A64BE" w:rsidRPr="00FF3E51" w14:paraId="31D5C61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AF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52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69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E8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A8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1A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CB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46.64</w:t>
            </w:r>
          </w:p>
        </w:tc>
      </w:tr>
      <w:tr w:rsidR="001A64BE" w:rsidRPr="00FF3E51" w14:paraId="666100A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B4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C8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E2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C5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52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C1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94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118.84</w:t>
            </w:r>
          </w:p>
        </w:tc>
      </w:tr>
      <w:tr w:rsidR="001A64BE" w:rsidRPr="00FF3E51" w14:paraId="3AE1F30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71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6D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4F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00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11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60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AF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50.87</w:t>
            </w:r>
          </w:p>
        </w:tc>
      </w:tr>
      <w:tr w:rsidR="001A64BE" w:rsidRPr="00FF3E51" w14:paraId="08FE866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A0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6D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24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A1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B2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61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34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40.82</w:t>
            </w:r>
          </w:p>
        </w:tc>
      </w:tr>
      <w:tr w:rsidR="001A64BE" w:rsidRPr="00FF3E51" w14:paraId="69583A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C5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2C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52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7D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19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30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6.044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20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199.46</w:t>
            </w:r>
          </w:p>
        </w:tc>
      </w:tr>
      <w:tr w:rsidR="001A64BE" w:rsidRPr="00FF3E51" w14:paraId="1E7227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D2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092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9A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62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C4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61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F2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A2AD0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2F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9A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97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23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9A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12C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4D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483B2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E5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A3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3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6E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FD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D3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A6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8DF1F0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87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0B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2BA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75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BB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35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F4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62E3A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9E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55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FE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A3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B3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AB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E5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B946C5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4A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DD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28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2F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8F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AA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44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4F23E1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1E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45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BE0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21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2D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71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40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E9789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CB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CC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2F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D7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EF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39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F0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61.56</w:t>
            </w:r>
          </w:p>
        </w:tc>
      </w:tr>
      <w:tr w:rsidR="001A64BE" w:rsidRPr="00FF3E51" w14:paraId="42351E3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BC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B3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14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9B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F5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30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64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42.32</w:t>
            </w:r>
          </w:p>
        </w:tc>
      </w:tr>
      <w:tr w:rsidR="001A64BE" w:rsidRPr="00FF3E51" w14:paraId="3036BEF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D1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06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28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5C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20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2B2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A5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18.89</w:t>
            </w:r>
          </w:p>
        </w:tc>
      </w:tr>
      <w:tr w:rsidR="001A64BE" w:rsidRPr="00FF3E51" w14:paraId="2B30D5F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F9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C3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47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19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160.488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6A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27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186.050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DF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6139.63</w:t>
            </w:r>
          </w:p>
        </w:tc>
      </w:tr>
      <w:tr w:rsidR="001A64BE" w:rsidRPr="00FF3E51" w14:paraId="3236ABB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C8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EA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6CC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EA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9E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C6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21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AD982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82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9A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7A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94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12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61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94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2920EE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A5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56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59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45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EA2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78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64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70.69</w:t>
            </w:r>
          </w:p>
        </w:tc>
      </w:tr>
      <w:tr w:rsidR="001A64BE" w:rsidRPr="00FF3E51" w14:paraId="75D9E9F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78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21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AC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07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CA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0E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EC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63.53</w:t>
            </w:r>
          </w:p>
        </w:tc>
      </w:tr>
      <w:tr w:rsidR="001A64BE" w:rsidRPr="00FF3E51" w14:paraId="160B177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90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7A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03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43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7B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3B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F55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FCC730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13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3B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A15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1C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20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FF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87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2765C0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70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08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CB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3F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5C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0C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29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3E8BF4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8E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1D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2B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2C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AB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9A5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5C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85398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EF3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98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27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AA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25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05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80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D6724B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96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87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2D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9D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1A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C1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65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</w:tr>
      <w:tr w:rsidR="001A64BE" w:rsidRPr="00FF3E51" w14:paraId="1EB3142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1B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BF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02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FA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3C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B2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01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846803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08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F5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32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67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9A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8F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FD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116.51</w:t>
            </w:r>
          </w:p>
        </w:tc>
      </w:tr>
      <w:tr w:rsidR="001A64BE" w:rsidRPr="00FF3E51" w14:paraId="76827F0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54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39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1B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FC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BF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1F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9A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8BB88F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C0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63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74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66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31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5C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3D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88.69</w:t>
            </w:r>
          </w:p>
        </w:tc>
      </w:tr>
      <w:tr w:rsidR="001A64BE" w:rsidRPr="00FF3E51" w14:paraId="468FC61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2C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EF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DB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CD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7D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9B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82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6BF61A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83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64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35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F3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AA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96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CD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C291E3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84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3E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A3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50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F4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CC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20E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149.71</w:t>
            </w:r>
          </w:p>
        </w:tc>
      </w:tr>
      <w:tr w:rsidR="001A64BE" w:rsidRPr="00FF3E51" w14:paraId="48F2827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34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F3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E6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85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5D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20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6D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68A9CC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1F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4A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9D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2D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A6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42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DC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12371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7E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79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3D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67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01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49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C2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D38E0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3C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B4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D3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90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DD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ED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C2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</w:tr>
      <w:tr w:rsidR="001A64BE" w:rsidRPr="00FF3E51" w14:paraId="424B102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CB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6B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EC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F4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AB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96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C0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5.66</w:t>
            </w:r>
          </w:p>
        </w:tc>
      </w:tr>
      <w:tr w:rsidR="001A64BE" w:rsidRPr="00FF3E51" w14:paraId="7143B1A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62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CF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E5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DF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DD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72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98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F16EAE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27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B7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89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5C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98E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B4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DF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01A6B7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6A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EE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88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2D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23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E4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8.980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2C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296.35</w:t>
            </w:r>
          </w:p>
        </w:tc>
      </w:tr>
      <w:tr w:rsidR="001A64BE" w:rsidRPr="00FF3E51" w14:paraId="4527276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64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A7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09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62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C6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80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C31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71.42</w:t>
            </w:r>
          </w:p>
        </w:tc>
      </w:tr>
      <w:tr w:rsidR="001A64BE" w:rsidRPr="00FF3E51" w14:paraId="6F76ECB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CC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C1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A5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C0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89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3F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02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7878C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16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92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5D5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DE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DD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AC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CC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C37C1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34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FF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16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2A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82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53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AA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145.70</w:t>
            </w:r>
          </w:p>
        </w:tc>
      </w:tr>
      <w:tr w:rsidR="001A64BE" w:rsidRPr="00FF3E51" w14:paraId="4E117D9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4C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FC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C5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D4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58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4A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6C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79.78</w:t>
            </w:r>
          </w:p>
        </w:tc>
      </w:tr>
      <w:tr w:rsidR="001A64BE" w:rsidRPr="00FF3E51" w14:paraId="4A7A304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AE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7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09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82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55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B1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06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75.31</w:t>
            </w:r>
          </w:p>
        </w:tc>
      </w:tr>
      <w:tr w:rsidR="001A64BE" w:rsidRPr="00FF3E51" w14:paraId="1EBEAC6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91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77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DE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B9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55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EE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AED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93.39</w:t>
            </w:r>
          </w:p>
        </w:tc>
      </w:tr>
      <w:tr w:rsidR="001A64BE" w:rsidRPr="00FF3E51" w14:paraId="4D6B3E2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95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D2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1A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530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04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0A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79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51.86</w:t>
            </w:r>
          </w:p>
        </w:tc>
      </w:tr>
      <w:tr w:rsidR="001A64BE" w:rsidRPr="00FF3E51" w14:paraId="27DD458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5F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EB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6C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1A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34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7D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62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161.32</w:t>
            </w:r>
          </w:p>
        </w:tc>
      </w:tr>
      <w:tr w:rsidR="001A64BE" w:rsidRPr="00FF3E51" w14:paraId="18B454E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20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0F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95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FF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5C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0F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77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160.13</w:t>
            </w:r>
          </w:p>
        </w:tc>
      </w:tr>
      <w:tr w:rsidR="001A64BE" w:rsidRPr="00FF3E51" w14:paraId="442A5A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76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40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7F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01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E0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06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47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566EBE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AD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84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A9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1C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A5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C6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A37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111.36</w:t>
            </w:r>
          </w:p>
        </w:tc>
      </w:tr>
      <w:tr w:rsidR="001A64BE" w:rsidRPr="00FF3E51" w14:paraId="6A0EDB5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6C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1F8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5ED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4E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F4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D3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70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</w:tr>
      <w:tr w:rsidR="001A64BE" w:rsidRPr="00FF3E51" w14:paraId="2CD29AE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72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51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92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87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7B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0A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25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145.10</w:t>
            </w:r>
          </w:p>
        </w:tc>
      </w:tr>
      <w:tr w:rsidR="001A64BE" w:rsidRPr="00FF3E51" w14:paraId="5F0BCF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F6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D5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46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A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00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33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9E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45C2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A5B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55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F7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23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29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C4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08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23.94</w:t>
            </w:r>
          </w:p>
        </w:tc>
      </w:tr>
      <w:tr w:rsidR="001A64BE" w:rsidRPr="00FF3E51" w14:paraId="35B7427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C7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22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F4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BE7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83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74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F0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22.03</w:t>
            </w:r>
          </w:p>
        </w:tc>
      </w:tr>
      <w:tr w:rsidR="001A64BE" w:rsidRPr="00FF3E51" w14:paraId="0AD9452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B6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D2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62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BC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A5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B2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46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</w:tr>
      <w:tr w:rsidR="001A64BE" w:rsidRPr="00FF3E51" w14:paraId="6033950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26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CA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CA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67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2D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FD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7F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18.23</w:t>
            </w:r>
          </w:p>
        </w:tc>
      </w:tr>
      <w:tr w:rsidR="001A64BE" w:rsidRPr="00FF3E51" w14:paraId="2BCBF09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42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8C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64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53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98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55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06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50.77</w:t>
            </w:r>
          </w:p>
        </w:tc>
      </w:tr>
      <w:tr w:rsidR="001A64BE" w:rsidRPr="00FF3E51" w14:paraId="6BAD04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66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1B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A0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4E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BF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D5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81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71.72</w:t>
            </w:r>
          </w:p>
        </w:tc>
      </w:tr>
      <w:tr w:rsidR="001A64BE" w:rsidRPr="00FF3E51" w14:paraId="1116F6F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88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C4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C5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5B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DE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C3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99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97A68D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C14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1F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BB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D5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A7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8C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0F8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20.58</w:t>
            </w:r>
          </w:p>
        </w:tc>
      </w:tr>
      <w:tr w:rsidR="001A64BE" w:rsidRPr="00FF3E51" w14:paraId="656418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BF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52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1A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D0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47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9E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AA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65.62</w:t>
            </w:r>
          </w:p>
        </w:tc>
      </w:tr>
      <w:tr w:rsidR="001A64BE" w:rsidRPr="00FF3E51" w14:paraId="70C0BDB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E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F1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00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85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3BD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BC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38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64.98</w:t>
            </w:r>
          </w:p>
        </w:tc>
      </w:tr>
      <w:tr w:rsidR="001A64BE" w:rsidRPr="00FF3E51" w14:paraId="2CE4C76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FC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31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0E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D7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871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BB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53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66.00</w:t>
            </w:r>
          </w:p>
        </w:tc>
      </w:tr>
      <w:tr w:rsidR="001A64BE" w:rsidRPr="00FF3E51" w14:paraId="2C1E5D0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60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D8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E8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FA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9B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2C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48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C8BCA9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EB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E7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E1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65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C0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8B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34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111.38</w:t>
            </w:r>
          </w:p>
        </w:tc>
      </w:tr>
      <w:tr w:rsidR="001A64BE" w:rsidRPr="00FF3E51" w14:paraId="7D654A5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E3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A4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EE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E3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B1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DD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54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939F2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ED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D3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61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82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7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1E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EC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B01576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D0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DB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CB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07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B3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79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6C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57.51</w:t>
            </w:r>
          </w:p>
        </w:tc>
      </w:tr>
      <w:tr w:rsidR="001A64BE" w:rsidRPr="00FF3E51" w14:paraId="2689663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4A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78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96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C6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A8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DB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4F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56.82</w:t>
            </w:r>
          </w:p>
        </w:tc>
      </w:tr>
      <w:tr w:rsidR="001A64BE" w:rsidRPr="00FF3E51" w14:paraId="4D0156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05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29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0A6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6B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7B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2B7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9A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</w:tr>
      <w:tr w:rsidR="001A64BE" w:rsidRPr="00FF3E51" w14:paraId="63665E2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7B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99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0F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BC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8D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5A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63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37.99</w:t>
            </w:r>
          </w:p>
        </w:tc>
      </w:tr>
      <w:tr w:rsidR="001A64BE" w:rsidRPr="00FF3E51" w14:paraId="5948B14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2B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46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C3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C4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49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81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EB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6.49</w:t>
            </w:r>
          </w:p>
        </w:tc>
      </w:tr>
      <w:tr w:rsidR="001A64BE" w:rsidRPr="00FF3E51" w14:paraId="11A4D1A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95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B6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27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00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C3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92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0E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</w:tr>
      <w:tr w:rsidR="001A64BE" w:rsidRPr="00FF3E51" w14:paraId="4272E5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AA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FC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D7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1A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CA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04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DE1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29.72</w:t>
            </w:r>
          </w:p>
        </w:tc>
      </w:tr>
      <w:tr w:rsidR="001A64BE" w:rsidRPr="00FF3E51" w14:paraId="153E5CB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98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CA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D7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E6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D0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24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79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23.84</w:t>
            </w:r>
          </w:p>
        </w:tc>
      </w:tr>
      <w:tr w:rsidR="001A64BE" w:rsidRPr="00FF3E51" w14:paraId="7987E3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EF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D5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79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D8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38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43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00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6FA248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65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65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20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8F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99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10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9A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E7E4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A2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FF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AE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7C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DF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B0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51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747A9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43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BA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FD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E5D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D7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6B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4B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32.51</w:t>
            </w:r>
          </w:p>
        </w:tc>
      </w:tr>
      <w:tr w:rsidR="001A64BE" w:rsidRPr="00FF3E51" w14:paraId="388D953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C4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22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34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4A0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AA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A5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05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35.45</w:t>
            </w:r>
          </w:p>
        </w:tc>
      </w:tr>
      <w:tr w:rsidR="001A64BE" w:rsidRPr="00FF3E51" w14:paraId="08AB3F3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A3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4A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FA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B97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A7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29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D0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29.66</w:t>
            </w:r>
          </w:p>
        </w:tc>
      </w:tr>
      <w:tr w:rsidR="001A64BE" w:rsidRPr="00FF3E51" w14:paraId="270041B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C2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0FC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1F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DA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4A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E3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B3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29.66</w:t>
            </w:r>
          </w:p>
        </w:tc>
      </w:tr>
      <w:tr w:rsidR="001A64BE" w:rsidRPr="00FF3E51" w14:paraId="3C5C9DB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09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70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F0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D3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C8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2D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6A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66.07</w:t>
            </w:r>
          </w:p>
        </w:tc>
      </w:tr>
      <w:tr w:rsidR="001A64BE" w:rsidRPr="00FF3E51" w14:paraId="1D88F0E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2A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07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B5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20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FF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C3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6B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AB0ABB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D5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5A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C3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68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77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11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18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</w:tr>
      <w:tr w:rsidR="001A64BE" w:rsidRPr="00FF3E51" w14:paraId="0468EC8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32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EB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9B1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30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68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FE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33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616374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0A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DC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14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7B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E0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06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84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CFD78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F0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62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07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2A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A9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B9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66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72.47</w:t>
            </w:r>
          </w:p>
        </w:tc>
      </w:tr>
      <w:tr w:rsidR="001A64BE" w:rsidRPr="00FF3E51" w14:paraId="7E09DF5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9C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C1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F6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2B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AE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E9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25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AAD406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48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D2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B5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93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2C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F8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C5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35.53</w:t>
            </w:r>
          </w:p>
        </w:tc>
      </w:tr>
      <w:tr w:rsidR="001A64BE" w:rsidRPr="00FF3E51" w14:paraId="2986911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0D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1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3C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09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11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2C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8F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CF8504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D6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5B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25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05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79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04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E6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42.47</w:t>
            </w:r>
          </w:p>
        </w:tc>
      </w:tr>
      <w:tr w:rsidR="001A64BE" w:rsidRPr="00FF3E51" w14:paraId="2E7C3AB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9F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39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1F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13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CE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FC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3C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19.07</w:t>
            </w:r>
          </w:p>
        </w:tc>
      </w:tr>
      <w:tr w:rsidR="001A64BE" w:rsidRPr="00FF3E51" w14:paraId="4DB5670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DA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52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466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F6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44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E7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88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36.83</w:t>
            </w:r>
          </w:p>
        </w:tc>
      </w:tr>
      <w:tr w:rsidR="001A64BE" w:rsidRPr="00FF3E51" w14:paraId="3A8294E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25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C0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63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00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03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E6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AF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18.52</w:t>
            </w:r>
          </w:p>
        </w:tc>
      </w:tr>
      <w:tr w:rsidR="001A64BE" w:rsidRPr="00FF3E51" w14:paraId="5554BA4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3C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0B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06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43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0C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0E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6F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8.88</w:t>
            </w:r>
          </w:p>
        </w:tc>
      </w:tr>
      <w:tr w:rsidR="001A64BE" w:rsidRPr="00FF3E51" w14:paraId="1F42E2E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08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5E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0A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FA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113.013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F3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0B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104.480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2F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3447.83</w:t>
            </w:r>
          </w:p>
        </w:tc>
      </w:tr>
      <w:tr w:rsidR="001A64BE" w:rsidRPr="00FF3E51" w14:paraId="2F20D61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BF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62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4B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CF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05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E1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EB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9E8F2D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7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04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66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3B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35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D1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5E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74E7E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FE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86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3E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72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1D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11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57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C8A1C6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11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24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51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94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2E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85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B7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AD2A39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FF7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6F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80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52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070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36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D8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B4DC6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E5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AB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BD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5B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35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AB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AE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184.73</w:t>
            </w:r>
          </w:p>
        </w:tc>
      </w:tr>
      <w:tr w:rsidR="001A64BE" w:rsidRPr="00FF3E51" w14:paraId="548ACD7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C9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BB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39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F5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E2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25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5.139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95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169.59</w:t>
            </w:r>
          </w:p>
        </w:tc>
      </w:tr>
      <w:tr w:rsidR="001A64BE" w:rsidRPr="00FF3E51" w14:paraId="65CDE6B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B7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B4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69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E8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BC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13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D1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87421F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D4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84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AA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D7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5B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59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B4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164.21</w:t>
            </w:r>
          </w:p>
        </w:tc>
      </w:tr>
      <w:tr w:rsidR="001A64BE" w:rsidRPr="00FF3E51" w14:paraId="61A3359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C0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52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66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12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FD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B8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F6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968807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62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7D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BB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B6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70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C3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55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63868A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E6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DB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B8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E6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14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80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BA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128.29</w:t>
            </w:r>
          </w:p>
        </w:tc>
      </w:tr>
      <w:tr w:rsidR="001A64BE" w:rsidRPr="00FF3E51" w14:paraId="586497B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1A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6A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2A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C5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43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A3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37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35EA98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9A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41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E1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64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81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10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32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118.51</w:t>
            </w:r>
          </w:p>
        </w:tc>
      </w:tr>
      <w:tr w:rsidR="001A64BE" w:rsidRPr="00FF3E51" w14:paraId="1FC3A0D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D0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89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74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382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C1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94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B1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FE66D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4C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3A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7D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A2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75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843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2F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83.81</w:t>
            </w:r>
          </w:p>
        </w:tc>
      </w:tr>
      <w:tr w:rsidR="001A64BE" w:rsidRPr="00FF3E51" w14:paraId="0D5CF77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A9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E5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EC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4A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D7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CA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52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A178DD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05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13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43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DE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AA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4B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5F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33004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91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17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F7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9D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0B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41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F3C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C30BAC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D1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15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D3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12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54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58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62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9E2814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E1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F6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BF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AC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DF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EF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84A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DF9CCD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4B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A5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1A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07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0C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68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32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49.40</w:t>
            </w:r>
          </w:p>
        </w:tc>
      </w:tr>
      <w:tr w:rsidR="001A64BE" w:rsidRPr="00FF3E51" w14:paraId="4D16034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13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C3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C5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ED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FE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2B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BD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39.63</w:t>
            </w:r>
          </w:p>
        </w:tc>
      </w:tr>
      <w:tr w:rsidR="001A64BE" w:rsidRPr="00FF3E51" w14:paraId="7EC62E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35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66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ED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56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12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A7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B7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</w:tr>
      <w:tr w:rsidR="001A64BE" w:rsidRPr="00FF3E51" w14:paraId="260018A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F8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7F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D0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82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82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50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6.776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EC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223.60</w:t>
            </w:r>
          </w:p>
        </w:tc>
      </w:tr>
      <w:tr w:rsidR="001A64BE" w:rsidRPr="00FF3E51" w14:paraId="7484A41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08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71C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54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11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4CA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E9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5C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AE1C44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55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E6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EA3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D2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2D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D4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8D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06C7D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89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30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5F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6C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74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A3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3E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134.54</w:t>
            </w:r>
          </w:p>
        </w:tc>
      </w:tr>
      <w:tr w:rsidR="001A64BE" w:rsidRPr="00FF3E51" w14:paraId="42E7029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73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3B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0A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28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C6A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58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A9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081F5B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A0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62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AF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C0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D5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EF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9B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F13784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59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00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09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ED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F8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30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B5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93.87</w:t>
            </w:r>
          </w:p>
        </w:tc>
      </w:tr>
      <w:tr w:rsidR="001A64BE" w:rsidRPr="00FF3E51" w14:paraId="10111CF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43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89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85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E4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89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AF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64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6B86C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4D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C3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F3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12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B3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C6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A2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29CAEC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8F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B9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0C7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15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37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7A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43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F6ECA1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32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D73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D0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83A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F2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23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6D3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E4F99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1B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A8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35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AB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1F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D3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4D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104D16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87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64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73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770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0C0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F5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044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697E4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31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A2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62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02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25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8B6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FA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755A4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5C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7E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9A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EC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2D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86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A66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456FC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40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8F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E1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72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10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E9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3C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995749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E4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7FA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8B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DF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76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9A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7BB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8C51DB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2F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64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E7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D7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35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1A2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12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95A2EB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57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E5D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39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73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D1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6B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6F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A260B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23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4A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82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47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1E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1D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36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33216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D7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FC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E5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D0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E8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D9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E2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E168B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F4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30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9C0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0D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89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12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DC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E5C0B9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A9B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17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E2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8D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C1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4B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4.929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3E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162.65</w:t>
            </w:r>
          </w:p>
        </w:tc>
      </w:tr>
      <w:tr w:rsidR="001A64BE" w:rsidRPr="00FF3E51" w14:paraId="087A046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D3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18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EC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68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73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48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06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FD4E43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734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AA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29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1B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58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25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4.405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C9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145.35</w:t>
            </w:r>
          </w:p>
        </w:tc>
      </w:tr>
      <w:tr w:rsidR="001A64BE" w:rsidRPr="00FF3E51" w14:paraId="7E4F97D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F5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511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8A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6C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DC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AF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34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901AE5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88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DF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16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EB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DE8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DD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25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83F90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15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9C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3F6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3A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E42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63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DA3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F5221D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4B8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0A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57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E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2E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20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7C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E77DD9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F9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6F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B7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C6D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6E3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62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09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8E354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8C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55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1C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F7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4C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2F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92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15B0C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D2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703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C3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EA4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66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C83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C7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</w:tr>
      <w:tr w:rsidR="001A64BE" w:rsidRPr="00FF3E51" w14:paraId="2E18755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CD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3B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C7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88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E0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DC5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05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95.25</w:t>
            </w:r>
          </w:p>
        </w:tc>
      </w:tr>
      <w:tr w:rsidR="001A64BE" w:rsidRPr="00FF3E51" w14:paraId="71F99AB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B39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EB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E4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91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E0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60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995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14153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53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D4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93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D1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90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B9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48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94A79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F9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92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7F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E7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66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59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FA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8A0CA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2A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2D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03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49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5F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15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50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51.86</w:t>
            </w:r>
          </w:p>
        </w:tc>
      </w:tr>
      <w:tr w:rsidR="001A64BE" w:rsidRPr="00FF3E51" w14:paraId="4F0DE55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5BA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51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D4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23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15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1C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1C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48.88</w:t>
            </w:r>
          </w:p>
        </w:tc>
      </w:tr>
      <w:tr w:rsidR="001A64BE" w:rsidRPr="00FF3E51" w14:paraId="07F9C8E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1A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26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A9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97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AE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D1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3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C1BF5C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F7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13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BD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C1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6AA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EBD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63E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656F2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FA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BE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CE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D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B2C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E1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0F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CCAF9D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FE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41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89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87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1FF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D8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27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58.06</w:t>
            </w:r>
          </w:p>
        </w:tc>
      </w:tr>
      <w:tr w:rsidR="001A64BE" w:rsidRPr="00FF3E51" w14:paraId="207A948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24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53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DB2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609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6E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46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F5B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F6D59D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26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C1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74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8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65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21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20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FF2A6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8F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C3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47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E1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BB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B9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59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19B203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21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F1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B6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B9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CE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693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0F6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87.76</w:t>
            </w:r>
          </w:p>
        </w:tc>
      </w:tr>
      <w:tr w:rsidR="001A64BE" w:rsidRPr="00FF3E51" w14:paraId="055DEB0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93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41D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27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45C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B3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56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60C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09BB07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73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22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97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53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DE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BA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565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C98235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E3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30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09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B0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DF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19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7E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F29578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20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71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8E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7A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5B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5F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21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1E5A0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50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E2D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454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ED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8B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18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20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D59C6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E1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61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ED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F5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19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A6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41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99ED2B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F1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73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13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EF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57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A4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E0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C8378B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02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00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64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0D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92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B0B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DB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1954C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7C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29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17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BB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53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20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65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CBC6E4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3F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B9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19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50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BD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BF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3F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133.24</w:t>
            </w:r>
          </w:p>
        </w:tc>
      </w:tr>
      <w:tr w:rsidR="001A64BE" w:rsidRPr="00FF3E51" w14:paraId="299A9D6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EF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2A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33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EB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C6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26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059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F225DF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EA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B2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0B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0F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0B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F4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A7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CE20AA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26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8DE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F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31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EA2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E3C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9E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E01DBD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EF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65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60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A19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5A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2A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F7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C8C522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23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55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86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BA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DB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19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F8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A8CCF9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834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66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21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B15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066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DA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90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ED82C5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3B9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3C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E97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65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23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B4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D4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DE7612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B8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2D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5F0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29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171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C79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6C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25471D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AD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27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A0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BB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D5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9F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89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624F5E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60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4A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07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B7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38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BF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B4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68.41</w:t>
            </w:r>
          </w:p>
        </w:tc>
      </w:tr>
      <w:tr w:rsidR="001A64BE" w:rsidRPr="00FF3E51" w14:paraId="05A6803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38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91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41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54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B6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F2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06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647BFB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C9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86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AA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C4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63C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49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21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99E242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18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C0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85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C7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45D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D2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F17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</w:tr>
      <w:tr w:rsidR="001A64BE" w:rsidRPr="00FF3E51" w14:paraId="516F31D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35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EC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EA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46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64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753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23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B27753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B8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03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49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13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176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91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8E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EEB89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825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E8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79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E0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49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50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BF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581026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DB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36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F8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D6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45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E5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205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DBFBFB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04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51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9A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73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21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E2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6B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0E3294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99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314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D8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DB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66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4E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81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016132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AF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47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3F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E4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F4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DB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95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E07F6F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57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0B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61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3B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20D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87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5AB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900763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4F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B8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A4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778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8E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0B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FB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624CA9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3D2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627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9A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440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65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29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CF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66A68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E0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A3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74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CF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42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42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D8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4495AE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7B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3E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9B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AD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CB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05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C4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48102C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40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22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A7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699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0D6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7D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EA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69.68</w:t>
            </w:r>
          </w:p>
        </w:tc>
      </w:tr>
      <w:tr w:rsidR="001A64BE" w:rsidRPr="00FF3E51" w14:paraId="4624FD3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87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DF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6D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53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B1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36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25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1C45E9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F6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66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79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07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D6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9B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36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</w:tr>
      <w:tr w:rsidR="001A64BE" w:rsidRPr="00FF3E51" w14:paraId="74F600F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77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45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E0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10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EF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77B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C5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00983C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93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FB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E82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81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10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5EC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F5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3F8156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45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7E3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F55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245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A4F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2A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32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D16461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5B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6E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29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FB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641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1C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E1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1FD32A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52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F4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40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E6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4D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5A5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C2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93.60</w:t>
            </w:r>
          </w:p>
        </w:tc>
      </w:tr>
      <w:tr w:rsidR="001A64BE" w:rsidRPr="00FF3E51" w14:paraId="0907B75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7B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AB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8A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271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D9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46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97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B3190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23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4D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CE0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7E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D4F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13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97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D86497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95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B2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DA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84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49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14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22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747B06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A4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20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3E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D4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C9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F2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58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128.47</w:t>
            </w:r>
          </w:p>
        </w:tc>
      </w:tr>
      <w:tr w:rsidR="001A64BE" w:rsidRPr="00FF3E51" w14:paraId="5DC3A1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5F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1AE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2A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E5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7E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81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1E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9F85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4C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A6B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873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3F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C6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38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5B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65.85</w:t>
            </w:r>
          </w:p>
        </w:tc>
      </w:tr>
      <w:tr w:rsidR="001A64BE" w:rsidRPr="00FF3E51" w14:paraId="68A3D5A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4F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76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E1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42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F0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7B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D8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8D8334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4B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8B9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51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15D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08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19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B9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C0DB60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37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4E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D7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C7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8FD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5E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35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F98E25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E0D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DAB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9C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EF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76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2C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38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A79C42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2B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E6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12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20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4F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D3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16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986CBE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75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BF4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F8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2E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7A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A3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C6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50DB91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CB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61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D6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BF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04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E7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F3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96AB08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3BD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0B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CA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A8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C2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25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D1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4AB718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9C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77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B2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9A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17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BD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63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145291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23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C9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84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89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A9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9E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12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A0DB31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1B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9B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839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C3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FD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F3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7A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DF058B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EE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41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C6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CB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73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17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F4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81E6C3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949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B4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F9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05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68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DC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7B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846374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A68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D8D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64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07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61B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6E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282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43D133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15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21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531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8E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F0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5B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B3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900CF7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C8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34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63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D0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86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71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6C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50E95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91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70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97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8F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5B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FD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24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2020D7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A7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A98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392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8A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EFF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3B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38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37DF08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58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ED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8A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27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FC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43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84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026CE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77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86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4C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18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AB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10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23A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54E977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907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BA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F2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40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D5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C6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A2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D08417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C9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5E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66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2E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5A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AB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B76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B053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07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DD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00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C2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80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BF0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897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02A495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CC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63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DF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80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531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0E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916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143.15</w:t>
            </w:r>
          </w:p>
        </w:tc>
      </w:tr>
      <w:tr w:rsidR="001A64BE" w:rsidRPr="00FF3E51" w14:paraId="082ABD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41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F2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A1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6C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F9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77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8B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36EDD2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17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DC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EC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E5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BD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542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A2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3B61E5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48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07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75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E5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4A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16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04B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656421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D6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1BC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97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0E2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BBD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7F5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95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132.10</w:t>
            </w:r>
          </w:p>
        </w:tc>
      </w:tr>
      <w:tr w:rsidR="001A64BE" w:rsidRPr="00FF3E51" w14:paraId="2DCA56F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1B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27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38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67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F0A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F3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6B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3377C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B0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20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E1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58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131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7E2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E16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8A097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FA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E1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1E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64C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7D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F3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69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45DC4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0E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31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3D2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9D8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F8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35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4E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DE190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A3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92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17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C4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BB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BE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61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9539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71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064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B1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1E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82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4E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D5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91BE57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D5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09E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00D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4B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47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DF2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93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EED66B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FB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4F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1D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90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5B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0E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4DC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DC9302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8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FDE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F0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D7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79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51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2F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B1ABE1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8F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34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23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8A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5E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45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2D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01AA29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6F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83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13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C8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5F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D8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CF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77296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46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601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52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A20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8E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BC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34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99.07</w:t>
            </w:r>
          </w:p>
        </w:tc>
      </w:tr>
      <w:tr w:rsidR="001A64BE" w:rsidRPr="00FF3E51" w14:paraId="278674F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17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52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AD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15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8F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52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7E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7A8C4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E3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C9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144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96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0F7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59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00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22481F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01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B1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65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349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C6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7F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82F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EB0BC3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4E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46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DC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7F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04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3E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510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7A4188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6F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F3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78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52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74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40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AA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98.31</w:t>
            </w:r>
          </w:p>
        </w:tc>
      </w:tr>
      <w:tr w:rsidR="001A64BE" w:rsidRPr="00FF3E51" w14:paraId="7B060C1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47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5D1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3C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13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8A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2D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EE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7C6931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CE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9C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C54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FA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F0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4D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36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FF106C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4DD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87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A5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A8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691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15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3F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25ADAE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AF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A5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625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7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8A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AE5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1D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16CDC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2A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2B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08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2E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C62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67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5D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75C8B6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21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FD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3E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C3D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F45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2FF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91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63112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43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23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4E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69C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12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EB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E4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4A77CB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A8D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F2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F8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45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1D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02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EE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69.37</w:t>
            </w:r>
          </w:p>
        </w:tc>
      </w:tr>
      <w:tr w:rsidR="001A64BE" w:rsidRPr="00FF3E51" w14:paraId="153553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977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EB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DD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80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9D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CC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0E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97B009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DA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04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50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93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9A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9A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67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7743E9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65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5A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0B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DC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85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9B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C7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65.90</w:t>
            </w:r>
          </w:p>
        </w:tc>
      </w:tr>
      <w:tr w:rsidR="001A64BE" w:rsidRPr="00FF3E51" w14:paraId="427EC07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F4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8E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6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E3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E0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899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26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7BAE3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7A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3D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C4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81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F4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77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09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5968CA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C9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CD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6E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AF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FA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1C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6A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52.87</w:t>
            </w:r>
          </w:p>
        </w:tc>
      </w:tr>
      <w:tr w:rsidR="001A64BE" w:rsidRPr="00FF3E51" w14:paraId="5424DB4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F94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03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87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93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FB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FE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3A6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75B54C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8B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2A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84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ED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A0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13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8A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81E923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16D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36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F2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96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19A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F88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E9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1356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41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B0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74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39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7E8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FE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76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0569A1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33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2D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04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C4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E9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48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9C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5368E6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00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A0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38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6A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75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FD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65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A4744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18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7B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A2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28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52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30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93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</w:tr>
      <w:tr w:rsidR="001A64BE" w:rsidRPr="00FF3E51" w14:paraId="2D07FE9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E6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73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A43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E4D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E6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D6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14.593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5E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481.58</w:t>
            </w:r>
          </w:p>
        </w:tc>
      </w:tr>
      <w:tr w:rsidR="001A64BE" w:rsidRPr="00FF3E51" w14:paraId="76DBCE3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FF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F2B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F9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F5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29D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7B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96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EEA471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37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A3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08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42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C7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E1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3C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6AD667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96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C8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94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0D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20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58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7D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8E0BDD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E3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60A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F7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96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88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DB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6.203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AF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204.70</w:t>
            </w:r>
          </w:p>
        </w:tc>
      </w:tr>
      <w:tr w:rsidR="001A64BE" w:rsidRPr="00FF3E51" w14:paraId="4E14F62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E1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5F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F8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85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85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40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A9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FDC3C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2F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52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21A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8B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2A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272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29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33F31E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BA9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537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E5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6F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00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F8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73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2579E9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D7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34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EC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4C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6D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CF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3E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A550ED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BEF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C4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C1C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57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7F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60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08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AA3CCF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3A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A0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B0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70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9A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3B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62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9C500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F6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8D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81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2B2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FA0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FC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C0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6675D3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668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B4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83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EB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A6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C2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53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9683AD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19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BEE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35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0D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06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E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4E1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85BC60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E7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B5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90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9A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C5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05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C67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FEDB9B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A02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BB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EA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04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3C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E3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55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CBE55D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80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5B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4D2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DC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D5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6C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D7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62.04</w:t>
            </w:r>
          </w:p>
        </w:tc>
      </w:tr>
      <w:tr w:rsidR="001A64BE" w:rsidRPr="00FF3E51" w14:paraId="3B2BBBF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F1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62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1A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16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08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9F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1E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E782E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B3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F9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49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87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1E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D6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6F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E64126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EC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BE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DEA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C0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64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50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0C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</w:tr>
      <w:tr w:rsidR="001A64BE" w:rsidRPr="00FF3E51" w14:paraId="4A56D18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E3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BA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57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11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CE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9D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02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18.71</w:t>
            </w:r>
          </w:p>
        </w:tc>
      </w:tr>
      <w:tr w:rsidR="001A64BE" w:rsidRPr="00FF3E51" w14:paraId="51E1081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71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66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026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BD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AA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4F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44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9E1CCB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0C2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1D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6B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22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AF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E0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A7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B78001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16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7E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31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09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B2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861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F9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2C4A7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845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77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3C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F5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3B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2B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0A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2B7C39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BD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04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33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28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99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40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25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0170B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6B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90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D4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E48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70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7C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0C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E4493F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1A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235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3A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A7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B3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5B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770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0A252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9E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8C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70E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B4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C9D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22E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8F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2CA4BB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6B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91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76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34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E7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ED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DC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925D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68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9E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EE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98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F6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A7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C2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258B16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27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FA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FA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27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1D7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177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E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554AC4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9E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6C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3F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84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EDB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7E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74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B5729A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77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CA3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EB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F9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3A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1F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01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08044B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89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2C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9A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A8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74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8A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12F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514EB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B5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3E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BC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3C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44B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73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EC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675EBA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4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7C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9A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DA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1A6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83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F2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E9C1D0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2C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71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16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85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3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0D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F4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69.83</w:t>
            </w:r>
          </w:p>
        </w:tc>
      </w:tr>
      <w:tr w:rsidR="001A64BE" w:rsidRPr="00FF3E51" w14:paraId="73C4EA9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91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B19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D31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FE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3E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03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11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</w:tr>
      <w:tr w:rsidR="001A64BE" w:rsidRPr="00FF3E51" w14:paraId="1E62588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D4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F3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DE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11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0A9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B17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36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D05E7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FB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09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F7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AD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6A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86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52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2EE52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F2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11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58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D5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E7D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030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74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630DEB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207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636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80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97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4CC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45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BF8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4C0C3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FF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55C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44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61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E8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DC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B2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24E7CB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F4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B2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A2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AC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9B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E42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BC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F49A5F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265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3E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27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05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FF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F1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49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444CE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D7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73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65C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17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22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078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57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FB4FA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13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844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F23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09A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58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75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06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268F29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4B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70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6D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4A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98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FA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4B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F2D5EF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E9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66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94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8F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18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FB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46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73DBB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3C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A1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DF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02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33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2F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D1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D7001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BA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F1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85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34B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BC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33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98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827ECD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00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EE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0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BB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40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B9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87C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148.30</w:t>
            </w:r>
          </w:p>
        </w:tc>
      </w:tr>
      <w:tr w:rsidR="001A64BE" w:rsidRPr="00FF3E51" w14:paraId="12D8BE0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C4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BF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8E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C7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7B2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EF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A8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2B5B6A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0E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4C8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C0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BB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8A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C5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F4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9262C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AA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23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D15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E1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27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54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D5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874FED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23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CF9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AA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32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A6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6E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78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F30A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BF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77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95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07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AA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58B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85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F069CD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88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28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77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56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20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C1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7A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9E3B3F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FE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CF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13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6F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40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49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99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52E88A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84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2D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0A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3D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14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28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633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C586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DB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D0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71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DF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D5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61E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F3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9EB73F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0A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626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D6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8A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8F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5E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C2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92D38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03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22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0A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C3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07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57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CE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C21885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A5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11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18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18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EC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86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4D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B9FB03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733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E9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05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9F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91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5D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985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70.94</w:t>
            </w:r>
          </w:p>
        </w:tc>
      </w:tr>
      <w:tr w:rsidR="001A64BE" w:rsidRPr="00FF3E51" w14:paraId="61EAAB8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897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DC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0E8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F8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73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36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474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96FD8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3E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A4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0C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C2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D8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88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FD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62.28</w:t>
            </w:r>
          </w:p>
        </w:tc>
      </w:tr>
      <w:tr w:rsidR="001A64BE" w:rsidRPr="00FF3E51" w14:paraId="62EBA7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1C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24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E5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1C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04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DE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74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7D845C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78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83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B5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031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58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2D7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96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54.74</w:t>
            </w:r>
          </w:p>
        </w:tc>
      </w:tr>
      <w:tr w:rsidR="001A64BE" w:rsidRPr="00FF3E51" w14:paraId="4B21BCB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E2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873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E6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91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D5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64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AD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49.75</w:t>
            </w:r>
          </w:p>
        </w:tc>
      </w:tr>
      <w:tr w:rsidR="001A64BE" w:rsidRPr="00FF3E51" w14:paraId="286DB9E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3D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3D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8B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56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EF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17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B3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32.38</w:t>
            </w:r>
          </w:p>
        </w:tc>
      </w:tr>
      <w:tr w:rsidR="001A64BE" w:rsidRPr="00FF3E51" w14:paraId="1112742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85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0A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95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A4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1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C3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EF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DA705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12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D8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C5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57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5F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6C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25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</w:tr>
      <w:tr w:rsidR="001A64BE" w:rsidRPr="00FF3E51" w14:paraId="27FBD08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F9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FD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18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D1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E7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CC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10.668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0B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352.04</w:t>
            </w:r>
          </w:p>
        </w:tc>
      </w:tr>
      <w:tr w:rsidR="001A64BE" w:rsidRPr="00FF3E51" w14:paraId="2FA87E2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8B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50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FB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A5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EC1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E9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5.205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7B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171.77</w:t>
            </w:r>
          </w:p>
        </w:tc>
      </w:tr>
      <w:tr w:rsidR="001A64BE" w:rsidRPr="00FF3E51" w14:paraId="1461E9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7F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8F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2E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3C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9E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7F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4.581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196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151.18</w:t>
            </w:r>
          </w:p>
        </w:tc>
      </w:tr>
      <w:tr w:rsidR="001A64BE" w:rsidRPr="00FF3E51" w14:paraId="45E0A4E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C55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68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44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94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81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19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884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99.03</w:t>
            </w:r>
          </w:p>
        </w:tc>
      </w:tr>
      <w:tr w:rsidR="001A64BE" w:rsidRPr="00FF3E51" w14:paraId="086E690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5C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51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ED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8C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E9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3AE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35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E014D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93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0F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8A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8DE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ED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BB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32C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F58831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27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DF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BB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02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4D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C6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93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BA768E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31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45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04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4F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66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0D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4C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335F5A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FD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7A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B3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35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2AB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0D8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B8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BEF7C4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D7E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D4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2C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57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61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F2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21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62093F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81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E6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15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90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FD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2E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C8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15.69</w:t>
            </w:r>
          </w:p>
        </w:tc>
      </w:tr>
      <w:tr w:rsidR="001A64BE" w:rsidRPr="00FF3E51" w14:paraId="35BBD21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D2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4B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09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FD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D9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73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66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E4C194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25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657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9B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08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03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AC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7F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5E8C2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5C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5A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C3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10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1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3D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03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8.76</w:t>
            </w:r>
          </w:p>
        </w:tc>
      </w:tr>
      <w:tr w:rsidR="001A64BE" w:rsidRPr="00FF3E51" w14:paraId="1C36F8A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75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44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EBA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40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9F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411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93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A42CEA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C6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DA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93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4F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0A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B0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C6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75C9FF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B4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69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C8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80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F44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F30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E2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FAB53C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3E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7C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B8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64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3F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38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45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2BAAD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7F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7E1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FA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A8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CC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532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19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E6F0D7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A0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54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86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C5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EF3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A5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71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B18EE9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C5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D0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28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D5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1B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BC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6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805608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EB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FD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25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A5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AF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79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0E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7D106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58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E1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A8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AD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CC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63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A0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FB8FA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48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5D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CA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38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71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C94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D8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B7781D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C3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B1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9D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7D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30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25A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98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5F5EB5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3D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C9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F2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C0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9C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9D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EA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66280D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6D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51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D9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56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50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944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4BD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4B68D5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46C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3D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602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94B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5A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54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18C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0E37DA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72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F59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DA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BC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E28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F4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50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C15EC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63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E4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0F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1E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91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0A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3F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6573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BB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2F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61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3B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DA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7C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07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30C877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EE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6A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11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D1E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85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4B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1C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8C53A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4E4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87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97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41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37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FF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49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3CDD23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6A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07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07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D7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6DA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0B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87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110.06</w:t>
            </w:r>
          </w:p>
        </w:tc>
      </w:tr>
      <w:tr w:rsidR="001A64BE" w:rsidRPr="00FF3E51" w14:paraId="7AA1ADD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AB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41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C7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06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4A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14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2BD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FEC3C2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7C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1D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5B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7D4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86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01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07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106.94</w:t>
            </w:r>
          </w:p>
        </w:tc>
      </w:tr>
      <w:tr w:rsidR="001A64BE" w:rsidRPr="00FF3E51" w14:paraId="07BEDFF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FB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46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ED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9F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4B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A6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38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106.83</w:t>
            </w:r>
          </w:p>
        </w:tc>
      </w:tr>
      <w:tr w:rsidR="001A64BE" w:rsidRPr="00FF3E51" w14:paraId="7153A26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B3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66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49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89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B21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992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C9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6411D8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E9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10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855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A9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2B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AA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65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329D1A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9B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7C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F4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7A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E5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40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B8E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BB4AF3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BA5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24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43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3E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D6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1E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18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23A0FF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324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19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DDE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BB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58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04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11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A38713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5D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AC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46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6C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35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7B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2E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12D9B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CF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57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2C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01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26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E3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E0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25407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4E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18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25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5D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DE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161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8F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6E40C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41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E2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FB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B1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227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78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5B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82A8D4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AF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8E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5D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CF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19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8F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55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A1C70B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9F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E4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F4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B3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DC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50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1A6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D3F9C8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CC6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2B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D4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C0A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498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91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EB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91.70</w:t>
            </w:r>
          </w:p>
        </w:tc>
      </w:tr>
      <w:tr w:rsidR="001A64BE" w:rsidRPr="00FF3E51" w14:paraId="584F1B6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C5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47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BB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ED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764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7B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048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57E97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9D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86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3F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2E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84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23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31A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90.34</w:t>
            </w:r>
          </w:p>
        </w:tc>
      </w:tr>
      <w:tr w:rsidR="001A64BE" w:rsidRPr="00FF3E51" w14:paraId="6AAAA93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96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15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80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E3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E1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0B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2.714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46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89.56</w:t>
            </w:r>
          </w:p>
        </w:tc>
      </w:tr>
      <w:tr w:rsidR="001A64BE" w:rsidRPr="00FF3E51" w14:paraId="1ABD7D4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FD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78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BC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16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DB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95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F31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3FEF4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25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BA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08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36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17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EE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AF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D3639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BDF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52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9C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90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348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ED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ED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97ED12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E0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C5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9B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5B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55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6E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17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FEE5CE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97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14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3F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D6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1A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7E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EF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6B3E0C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5B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046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A70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4E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87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A9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AD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73.43</w:t>
            </w:r>
          </w:p>
        </w:tc>
      </w:tr>
      <w:tr w:rsidR="001A64BE" w:rsidRPr="00FF3E51" w14:paraId="7C425CB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12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BB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EC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59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8F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1C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E4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239FAD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F3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D0F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60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AB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3C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21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CA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39C6E3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9F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C9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46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FA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FB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16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6D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63.79</w:t>
            </w:r>
          </w:p>
        </w:tc>
      </w:tr>
      <w:tr w:rsidR="001A64BE" w:rsidRPr="00FF3E51" w14:paraId="7817F79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26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B2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B8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CE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5A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86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AE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5849D5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95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53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20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D1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74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05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AE0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</w:tr>
      <w:tr w:rsidR="001A64BE" w:rsidRPr="00FF3E51" w14:paraId="5089E23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43C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D2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CC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8E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73C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F5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835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6082E5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15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C8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86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137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C8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FB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4B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647C81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5D3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F1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FC8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C3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E7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39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74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</w:tr>
      <w:tr w:rsidR="001A64BE" w:rsidRPr="00FF3E51" w14:paraId="29C4D94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EA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CA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E2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6C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2C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89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CD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47.57</w:t>
            </w:r>
          </w:p>
        </w:tc>
      </w:tr>
      <w:tr w:rsidR="001A64BE" w:rsidRPr="00FF3E51" w14:paraId="635F93C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4E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090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9B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01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8E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1A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557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38.45</w:t>
            </w:r>
          </w:p>
        </w:tc>
      </w:tr>
      <w:tr w:rsidR="001A64BE" w:rsidRPr="00FF3E51" w14:paraId="56769B6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E2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E4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77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C8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C23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CD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A2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</w:tr>
      <w:tr w:rsidR="001A64BE" w:rsidRPr="00FF3E51" w14:paraId="749D9F4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E1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CF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4A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9A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BC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AE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DC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0EB5E7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E7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18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F3C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21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1C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45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0F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29.37</w:t>
            </w:r>
          </w:p>
        </w:tc>
      </w:tr>
      <w:tr w:rsidR="001A64BE" w:rsidRPr="00FF3E51" w14:paraId="729B956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441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2A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F3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84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FE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B6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99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23.21</w:t>
            </w:r>
          </w:p>
        </w:tc>
      </w:tr>
      <w:tr w:rsidR="001A64BE" w:rsidRPr="00FF3E51" w14:paraId="0C4F19D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CC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207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1E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FBE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E8B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46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886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FCA65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5D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7F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1C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4C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69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B0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56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4.43</w:t>
            </w:r>
          </w:p>
        </w:tc>
      </w:tr>
      <w:tr w:rsidR="001A64BE" w:rsidRPr="00FF3E51" w14:paraId="7A60EF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DB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07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2A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7B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CB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FC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7.036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4B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232.19</w:t>
            </w:r>
          </w:p>
        </w:tc>
      </w:tr>
      <w:tr w:rsidR="001A64BE" w:rsidRPr="00FF3E51" w14:paraId="1499FFC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02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09B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B58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FA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20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96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B1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193.39</w:t>
            </w:r>
          </w:p>
        </w:tc>
      </w:tr>
      <w:tr w:rsidR="001A64BE" w:rsidRPr="00FF3E51" w14:paraId="2A6E721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5D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44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B8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9D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F1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35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4F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F58A0A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78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5D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E24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C9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BD4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58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84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8CAFD1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16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A1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E6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74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0B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151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A2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9C91C1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AE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B9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8DC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C8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BB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60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294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37.49</w:t>
            </w:r>
          </w:p>
        </w:tc>
      </w:tr>
      <w:tr w:rsidR="001A64BE" w:rsidRPr="00FF3E51" w14:paraId="40026B0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6D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BA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19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27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F7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720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089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6835BD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3A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67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0B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94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2C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13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6A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CB5394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9C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19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6D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4A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8B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E26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CF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E970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24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35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18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FC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A0A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E3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83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E57504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4B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D3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F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17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13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740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05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710139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FF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A6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2B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20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3F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D3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18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483B5D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D45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B1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C6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DD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8E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AD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08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71.24</w:t>
            </w:r>
          </w:p>
        </w:tc>
      </w:tr>
      <w:tr w:rsidR="001A64BE" w:rsidRPr="00FF3E51" w14:paraId="0C070CB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79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F9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A9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42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CE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196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A4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EF76CF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80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C9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A9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37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EF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D7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ED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197.58</w:t>
            </w:r>
          </w:p>
        </w:tc>
      </w:tr>
      <w:tr w:rsidR="001A64BE" w:rsidRPr="00FF3E51" w14:paraId="21B2F18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C6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C9D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6E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9E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13F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01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5.286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6B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174.44</w:t>
            </w:r>
          </w:p>
        </w:tc>
      </w:tr>
      <w:tr w:rsidR="001A64BE" w:rsidRPr="00FF3E51" w14:paraId="6843B7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EF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86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19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18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2D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DDC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D8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1BAB41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0A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25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CA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66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92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59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A7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A9E293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55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C1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971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FE5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B36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3D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09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128.02</w:t>
            </w:r>
          </w:p>
        </w:tc>
      </w:tr>
      <w:tr w:rsidR="001A64BE" w:rsidRPr="00FF3E51" w14:paraId="103C08D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2B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FE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3EC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B8F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54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C5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D6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027273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29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D8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1E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1E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F2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07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B2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BE64A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41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4C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1D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D5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FB7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E0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4.149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69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136.91</w:t>
            </w:r>
          </w:p>
        </w:tc>
      </w:tr>
      <w:tr w:rsidR="001A64BE" w:rsidRPr="00FF3E51" w14:paraId="314E5BC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17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64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18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1B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6C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5B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62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7F772C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A7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1A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846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EF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8D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00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106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3829A9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9E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F7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62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55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31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24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AA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4D735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181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55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F3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C4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E8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01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CF1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118.90</w:t>
            </w:r>
          </w:p>
        </w:tc>
      </w:tr>
      <w:tr w:rsidR="001A64BE" w:rsidRPr="00FF3E51" w14:paraId="176BB00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55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E1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B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D7F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A9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A9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6E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88.30</w:t>
            </w:r>
          </w:p>
        </w:tc>
      </w:tr>
      <w:tr w:rsidR="001A64BE" w:rsidRPr="00FF3E51" w14:paraId="65A7C62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A8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3B3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20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C05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EE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89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09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372641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D5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E1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C79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7D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78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BB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B7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9CE28A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BB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26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AE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BC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91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0A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8D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63.76</w:t>
            </w:r>
          </w:p>
        </w:tc>
      </w:tr>
      <w:tr w:rsidR="001A64BE" w:rsidRPr="00FF3E51" w14:paraId="738A7B9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6D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B2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19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A8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CF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FE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B7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9FB172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20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38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92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B63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84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95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FB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7B259C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17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7F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84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73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51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3A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F2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98.42</w:t>
            </w:r>
          </w:p>
        </w:tc>
      </w:tr>
      <w:tr w:rsidR="001A64BE" w:rsidRPr="00FF3E51" w14:paraId="20DF534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07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22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DA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06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91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73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21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AAE3A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6F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01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68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9E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1D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80A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BF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155.13</w:t>
            </w:r>
          </w:p>
        </w:tc>
      </w:tr>
      <w:tr w:rsidR="001A64BE" w:rsidRPr="00FF3E51" w14:paraId="1C94F5C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C88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53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18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24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E3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51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18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85142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6C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93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F7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8D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5F0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9D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CA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</w:tr>
      <w:tr w:rsidR="001A64BE" w:rsidRPr="00FF3E51" w14:paraId="65990E2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6D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8D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69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0E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43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EA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3D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20B1A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15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A0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01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95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CF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9C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90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D00009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76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EC5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67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17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C5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56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68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2436A2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33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4A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B3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5B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3B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63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54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CC388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D2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2A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22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88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1E6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D0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FF3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CC7135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8F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69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D7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15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9A7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36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82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AAACCC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D3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1F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85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DD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56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FA7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D81D3B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41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9E0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81E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0D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32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B1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45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A0F8B0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AB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25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F3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E6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65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C7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90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7649F7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1B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B2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2D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FD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F3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85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F5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38.38</w:t>
            </w:r>
          </w:p>
        </w:tc>
      </w:tr>
      <w:tr w:rsidR="001A64BE" w:rsidRPr="00FF3E51" w14:paraId="4D8B4A8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717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50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5D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686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99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E4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21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104F87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783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3B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F27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A9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540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7CA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FC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2EC73E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2B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7B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05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79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B9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83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82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559E3D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6ED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F5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33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F4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4BC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6B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C3C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64.95</w:t>
            </w:r>
          </w:p>
        </w:tc>
      </w:tr>
      <w:tr w:rsidR="001A64BE" w:rsidRPr="00FF3E51" w14:paraId="0E23016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1A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62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42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52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7C6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CA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F4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BA761F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6B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E80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FE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48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9F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07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3.070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7F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101.30</w:t>
            </w:r>
          </w:p>
        </w:tc>
      </w:tr>
      <w:tr w:rsidR="001A64BE" w:rsidRPr="00FF3E51" w14:paraId="52F5007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BF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A8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21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7D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5C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71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D3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FF3700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35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EF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5B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C2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BE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1E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56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64.12</w:t>
            </w:r>
          </w:p>
        </w:tc>
      </w:tr>
      <w:tr w:rsidR="001A64BE" w:rsidRPr="00FF3E51" w14:paraId="1FB662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6D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EC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B2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91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1219.406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28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F8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261.394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D2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8626.02</w:t>
            </w:r>
          </w:p>
        </w:tc>
      </w:tr>
      <w:tr w:rsidR="001A64BE" w:rsidRPr="00FF3E51" w14:paraId="000BE85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B99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F5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45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41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61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55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A5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F8EE3F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C7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72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BE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9F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04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50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B6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DC8CBA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44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97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AE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FC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EF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E4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FDA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E1757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A5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EC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C4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9D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C2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7A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97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4F29C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A6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47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5D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2C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A8C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66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8E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71831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C1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E2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E1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95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26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6D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79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9B1000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EAC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26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69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26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98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1F0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00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1F317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40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93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0B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70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41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A9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22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121.87</w:t>
            </w:r>
          </w:p>
        </w:tc>
      </w:tr>
      <w:tr w:rsidR="001A64BE" w:rsidRPr="00FF3E51" w14:paraId="4710F5D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CE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9D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9C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C2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9D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5C8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A5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B84C1A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43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A6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14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6C7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AB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CB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CC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115.47</w:t>
            </w:r>
          </w:p>
        </w:tc>
      </w:tr>
      <w:tr w:rsidR="001A64BE" w:rsidRPr="00FF3E51" w14:paraId="78B8156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C6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3A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2E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CF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B7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94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F0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2230E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52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C3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B0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83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E2D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77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22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E335D4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8B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54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5D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7D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76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8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DB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5CFB2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82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F6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481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EA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50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1A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C4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356D3E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C7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24E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B61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9F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3C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79C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7B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864F0F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22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C2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17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F0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95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89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B1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A9744A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C4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4F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28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2F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C0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45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B5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8ED98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A2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BE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DE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CC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D8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3D4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55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06362E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F3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5E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C3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51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82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56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43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66.07</w:t>
            </w:r>
          </w:p>
        </w:tc>
      </w:tr>
      <w:tr w:rsidR="001A64BE" w:rsidRPr="00FF3E51" w14:paraId="433C022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17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E87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27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F3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AC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24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7C0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81B7AC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0F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5F9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3B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ED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D3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6E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76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53E6A7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37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26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1E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19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343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EA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21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65.90</w:t>
            </w:r>
          </w:p>
        </w:tc>
      </w:tr>
      <w:tr w:rsidR="001A64BE" w:rsidRPr="00FF3E51" w14:paraId="1D5DE4F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46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06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ACA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74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7F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FBD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CE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65.87</w:t>
            </w:r>
          </w:p>
        </w:tc>
      </w:tr>
      <w:tr w:rsidR="001A64BE" w:rsidRPr="00FF3E51" w14:paraId="6090BE8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5B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D4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6C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839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2D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F7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CD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6F623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FC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F7C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23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04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89C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39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D9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1FB2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07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603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67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2C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67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C9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B6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BA460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98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B4E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5F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93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70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09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7F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D42B18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13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4E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61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3D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16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231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890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3EE0BF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59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81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14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3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12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88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B5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1BFB6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B9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00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FC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C1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70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26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B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D4E328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19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33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C6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9C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DE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33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86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E3B4C8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44C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D8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78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D5E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1F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32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1A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C369F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3A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EC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BD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73F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6A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BE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FA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30DCC5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E3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407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28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6A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E4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71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F8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DEAD2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0F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68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D1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A1F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F8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8B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19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9B76B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8B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A3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D9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A1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D6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93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E5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196.57</w:t>
            </w:r>
          </w:p>
        </w:tc>
      </w:tr>
      <w:tr w:rsidR="001A64BE" w:rsidRPr="00FF3E51" w14:paraId="79B4C0A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08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45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4C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5A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FB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19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4A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F63421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09B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DB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A4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4C5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CC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B0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04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126AF7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B4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59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67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0F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1E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71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3F5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88.82</w:t>
            </w:r>
          </w:p>
        </w:tc>
      </w:tr>
      <w:tr w:rsidR="001A64BE" w:rsidRPr="00FF3E51" w14:paraId="48676DE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4F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CC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E63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1F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46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F3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87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3010D4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A4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8EE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A5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BA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1A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AF5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CBC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C990A4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15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007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35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7E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5F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B1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6F5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</w:tr>
      <w:tr w:rsidR="001A64BE" w:rsidRPr="00FF3E51" w14:paraId="47EFBC1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F0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EC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0D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4A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5AA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9A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BE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8BC204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CC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A7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B3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BD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F0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A1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B1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5D0E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F21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DB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72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C9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40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CB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64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78BB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CB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1BA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47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13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86B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88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FF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F5C0B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B3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A7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39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FC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661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A6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E7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D6B4EA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8D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D9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C0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45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5B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4B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CE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5BD5C0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57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38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79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249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6C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24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CE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F653C1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EA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FE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91D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CE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A8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7B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BD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06D6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23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2D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D02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6F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96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10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0D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5B64C1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F7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3D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62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48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71E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0D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C6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857BA8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98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B7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43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29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64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F0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08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</w:tr>
      <w:tr w:rsidR="001A64BE" w:rsidRPr="00FF3E51" w14:paraId="4D48D42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B16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77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29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30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6E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54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C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</w:tr>
      <w:tr w:rsidR="001A64BE" w:rsidRPr="00FF3E51" w14:paraId="3EE7C4E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FA0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C2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90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0E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44D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2F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B8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099438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90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4B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81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38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5E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0C8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E6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7ABFDF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D9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F6B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1A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6AB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F7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DE6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C3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21.42</w:t>
            </w:r>
          </w:p>
        </w:tc>
      </w:tr>
      <w:tr w:rsidR="001A64BE" w:rsidRPr="00FF3E51" w14:paraId="690872E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DE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BD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97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A1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34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6C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4D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</w:tr>
      <w:tr w:rsidR="001A64BE" w:rsidRPr="00FF3E51" w14:paraId="4A64A1E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0A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41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F5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46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F4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14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57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9B37C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9C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86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914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09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D2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30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29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121.90</w:t>
            </w:r>
          </w:p>
        </w:tc>
      </w:tr>
      <w:tr w:rsidR="001A64BE" w:rsidRPr="00FF3E51" w14:paraId="04837A5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763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49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6E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B9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F6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F5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DEF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9B7320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DD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E6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A2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C6D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20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D8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FA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8F0CFB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12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93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DA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C2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12D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014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99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AE909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0B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34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58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E5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DB1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164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EE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105.58</w:t>
            </w:r>
          </w:p>
        </w:tc>
      </w:tr>
      <w:tr w:rsidR="001A64BE" w:rsidRPr="00FF3E51" w14:paraId="3678D22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95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36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CC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5B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C5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5A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EC5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95.02</w:t>
            </w:r>
          </w:p>
        </w:tc>
      </w:tr>
      <w:tr w:rsidR="001A64BE" w:rsidRPr="00FF3E51" w14:paraId="43B46AA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4A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FC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FD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87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D9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95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16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6AC574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5F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E6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85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5A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DE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DC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B0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FAE5B5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A5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0D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99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521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E3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76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0B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740F0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C8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F9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D9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E6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D4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07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BF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87.68</w:t>
            </w:r>
          </w:p>
        </w:tc>
      </w:tr>
      <w:tr w:rsidR="001A64BE" w:rsidRPr="00FF3E51" w14:paraId="76F6310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138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6E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26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42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6C0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FC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BDF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</w:tr>
      <w:tr w:rsidR="001A64BE" w:rsidRPr="00FF3E51" w14:paraId="123E7D9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B6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BC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D7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4A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AF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8D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66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88D007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FE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27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68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AD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C0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58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FB9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FADB62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757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F4D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69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BA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61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C6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4D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455845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4A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A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4B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57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CC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5A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35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8D6DB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234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5A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48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A8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7A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FE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E3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111.65</w:t>
            </w:r>
          </w:p>
        </w:tc>
      </w:tr>
      <w:tr w:rsidR="001A64BE" w:rsidRPr="00FF3E51" w14:paraId="22B4628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61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B7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D59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0A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69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5B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22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2E0A7A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439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B0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21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F8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E0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07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AA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2B296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A7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7C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C8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98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ED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333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67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0E9E91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E5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6E2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32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98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A91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50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46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62D73F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AF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2E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41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9F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D9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1D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D8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283664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F7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D2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FC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3D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D4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7F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14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4FEF09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4F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7F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14F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ED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23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46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B8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82.53</w:t>
            </w:r>
          </w:p>
        </w:tc>
      </w:tr>
      <w:tr w:rsidR="001A64BE" w:rsidRPr="00FF3E51" w14:paraId="7D6DD3F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6C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F2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AD2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2D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29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40A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1E2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DB0044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4A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AB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60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713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A6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1A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39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2AD194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B4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15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26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B3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C8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EAA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52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9654D0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CD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D6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C0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71C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21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48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4A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8E96A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0F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9BC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E8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D9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31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55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66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10F281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9A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65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97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80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0C2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E9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8E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65.09</w:t>
            </w:r>
          </w:p>
        </w:tc>
      </w:tr>
      <w:tr w:rsidR="001A64BE" w:rsidRPr="00FF3E51" w14:paraId="30678EA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30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2F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35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54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3F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C2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8E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27090A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767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5D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EF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CF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7B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64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E4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45D45D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57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19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F1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98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34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E5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5F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137.49</w:t>
            </w:r>
          </w:p>
        </w:tc>
      </w:tr>
      <w:tr w:rsidR="001A64BE" w:rsidRPr="00FF3E51" w14:paraId="30C4280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33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82C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E9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DA2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FB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286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964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8EAC11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0B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E8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E5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5B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D2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DE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B2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C5CF4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5D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EF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71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1D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B0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CC4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24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144.14</w:t>
            </w:r>
          </w:p>
        </w:tc>
      </w:tr>
      <w:tr w:rsidR="001A64BE" w:rsidRPr="00FF3E51" w14:paraId="4267126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41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99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4D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C9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07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31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ED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95.81</w:t>
            </w:r>
          </w:p>
        </w:tc>
      </w:tr>
      <w:tr w:rsidR="001A64BE" w:rsidRPr="00FF3E51" w14:paraId="2B1A1F7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29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A8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C2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A4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9B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40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BA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A87072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38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AE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316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0F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CA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1F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CC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F99A2F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5C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6A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143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EC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900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EF1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4C5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D1272F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D06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60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DB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6B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11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14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6A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B9A8EE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06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F3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F5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D7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1F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EE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AF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F08FB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8ED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35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A5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C8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A2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59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E6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2B5FB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84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ДАНИЕЛ МАРИНОВ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94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04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46B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F1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78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CC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3B39F4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6C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37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73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B4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194.411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69E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77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59.318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18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1957.48</w:t>
            </w:r>
          </w:p>
        </w:tc>
      </w:tr>
      <w:tr w:rsidR="001A64BE" w:rsidRPr="00FF3E51" w14:paraId="54B4B85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363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A1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49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82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7C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61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8B0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37.58</w:t>
            </w:r>
          </w:p>
        </w:tc>
      </w:tr>
      <w:tr w:rsidR="001A64BE" w:rsidRPr="00FF3E51" w14:paraId="18043D1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06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DA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1FB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955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5E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4E9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21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A00D53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89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D3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861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31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04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39E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EB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35.35</w:t>
            </w:r>
          </w:p>
        </w:tc>
      </w:tr>
      <w:tr w:rsidR="001A64BE" w:rsidRPr="00FF3E51" w14:paraId="7175E4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70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4F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31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22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6B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10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24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F9172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8C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FB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E2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EF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AB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7F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FE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3174D6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79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7B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2B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F2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C64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DF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54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3E08F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D4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EC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64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AE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AD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530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3F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AD95A6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B8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60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D3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650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43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9E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CE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216AB3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6E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09E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E3E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AA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D6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66D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1E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1168C5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DC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BB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04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194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9F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39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C4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DA5985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B2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08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291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6B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91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7EB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D1D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79F235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99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DC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2B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29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F0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28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59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98.90</w:t>
            </w:r>
          </w:p>
        </w:tc>
      </w:tr>
      <w:tr w:rsidR="001A64BE" w:rsidRPr="00FF3E51" w14:paraId="1C208C4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B3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2D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9D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D4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2D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EE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742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</w:tr>
      <w:tr w:rsidR="001A64BE" w:rsidRPr="00FF3E51" w14:paraId="5893CEB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2C0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BC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61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21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8A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D6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3C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9B429B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F3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74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37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0E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A62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91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6.908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D0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227.96</w:t>
            </w:r>
          </w:p>
        </w:tc>
      </w:tr>
      <w:tr w:rsidR="001A64BE" w:rsidRPr="00FF3E51" w14:paraId="471A22B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212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2B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68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96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C8E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57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C0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1EFFE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A7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88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EF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53C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A4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90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F9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338EC1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74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1B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E8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54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39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E9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07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164.97</w:t>
            </w:r>
          </w:p>
        </w:tc>
      </w:tr>
      <w:tr w:rsidR="001A64BE" w:rsidRPr="00FF3E51" w14:paraId="179D22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A4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03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02D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17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0C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0EC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E7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5749C7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381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0C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731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53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04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A4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60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A9590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0D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DF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CB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B5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34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24E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45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132.25</w:t>
            </w:r>
          </w:p>
        </w:tc>
      </w:tr>
      <w:tr w:rsidR="001A64BE" w:rsidRPr="00FF3E51" w14:paraId="79039A9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74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0D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8B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54F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F5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93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EA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5BCCF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BE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2C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86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433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06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496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31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26EF90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46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1A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06C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C8E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9A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41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7C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49.63</w:t>
            </w:r>
          </w:p>
        </w:tc>
      </w:tr>
      <w:tr w:rsidR="001A64BE" w:rsidRPr="00FF3E51" w14:paraId="0D34E6A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84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4E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C8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59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3E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19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59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8AB1FA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F2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59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7C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83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FB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68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F2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6FBBF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2A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4BE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70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84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D4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20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10.510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3D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346.84</w:t>
            </w:r>
          </w:p>
        </w:tc>
      </w:tr>
      <w:tr w:rsidR="001A64BE" w:rsidRPr="00FF3E51" w14:paraId="3BF26FF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CE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FEA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C8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900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24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AA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E7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CE3AAB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AA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8F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B3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E8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FF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25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E2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197.94</w:t>
            </w:r>
          </w:p>
        </w:tc>
      </w:tr>
      <w:tr w:rsidR="001A64BE" w:rsidRPr="00FF3E51" w14:paraId="17CCD21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AA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84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D1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C8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02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0F8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77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0DD8ED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0F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FB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22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03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61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A1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4A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197.50</w:t>
            </w:r>
          </w:p>
        </w:tc>
      </w:tr>
      <w:tr w:rsidR="001A64BE" w:rsidRPr="00FF3E51" w14:paraId="1EBD0AB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33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669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D92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75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3D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BB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96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3AE9B3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F3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49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90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9F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34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16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30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6D3286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8C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91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54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1E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DF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BBC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70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163.11</w:t>
            </w:r>
          </w:p>
        </w:tc>
      </w:tr>
      <w:tr w:rsidR="001A64BE" w:rsidRPr="00FF3E51" w14:paraId="4437D7C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0CF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FF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E9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718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34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E1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44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6F5FA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73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CA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D8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22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90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F5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DE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00369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377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40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BF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C6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4AE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76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CC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EC745C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A24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FB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24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42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4E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09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82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131.99</w:t>
            </w:r>
          </w:p>
        </w:tc>
      </w:tr>
      <w:tr w:rsidR="001A64BE" w:rsidRPr="00FF3E51" w14:paraId="10BBA39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58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66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9D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AF1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61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CE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20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1968A5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F4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0B8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8C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07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88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7A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4B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E033B3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10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24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35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C4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21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65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F47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0790A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2E3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31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5F5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E4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63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F06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C2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8D0D9B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02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06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02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EC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78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08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75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CE45E7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1E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0B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47A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C1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857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47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E0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110.45</w:t>
            </w:r>
          </w:p>
        </w:tc>
      </w:tr>
      <w:tr w:rsidR="001A64BE" w:rsidRPr="00FF3E51" w14:paraId="443B6C8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17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A6C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82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3D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5D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EC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1D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ABA88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F6C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90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20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3AA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DD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FB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C7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14590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67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EC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99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F7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B7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C8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03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99.00</w:t>
            </w:r>
          </w:p>
        </w:tc>
      </w:tr>
      <w:tr w:rsidR="001A64BE" w:rsidRPr="00FF3E51" w14:paraId="231AEC2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91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97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F0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58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C4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3C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55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D28C1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30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05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B7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5E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DA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A2C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76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370007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01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B4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5E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26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12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30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1C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AA6EC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0F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B0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3B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9B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5E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55A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07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89.21</w:t>
            </w:r>
          </w:p>
        </w:tc>
      </w:tr>
      <w:tr w:rsidR="001A64BE" w:rsidRPr="00FF3E51" w14:paraId="12C19A8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AB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4D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55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0B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76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E45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219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7631DB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0ED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23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9A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84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D4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EEA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D0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85.72</w:t>
            </w:r>
          </w:p>
        </w:tc>
      </w:tr>
      <w:tr w:rsidR="001A64BE" w:rsidRPr="00FF3E51" w14:paraId="7F5AB44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A3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19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F5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A2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9C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86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8D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CC50D9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FC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61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CD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B0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14F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DE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1A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65.97</w:t>
            </w:r>
          </w:p>
        </w:tc>
      </w:tr>
      <w:tr w:rsidR="001A64BE" w:rsidRPr="00FF3E51" w14:paraId="3C8EB6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96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F5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4AD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73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E8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E8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2F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65.93</w:t>
            </w:r>
          </w:p>
        </w:tc>
      </w:tr>
      <w:tr w:rsidR="001A64BE" w:rsidRPr="00FF3E51" w14:paraId="3E35D2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86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48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9F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AD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04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BF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4D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65.90</w:t>
            </w:r>
          </w:p>
        </w:tc>
      </w:tr>
      <w:tr w:rsidR="001A64BE" w:rsidRPr="00FF3E51" w14:paraId="22296CB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F1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16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97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56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66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18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85F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7DD931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CA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B2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6B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96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62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C5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27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60.68</w:t>
            </w:r>
          </w:p>
        </w:tc>
      </w:tr>
      <w:tr w:rsidR="001A64BE" w:rsidRPr="00FF3E51" w14:paraId="1C3A2B5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8E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21C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975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27C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52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74A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6C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58.50</w:t>
            </w:r>
          </w:p>
        </w:tc>
      </w:tr>
      <w:tr w:rsidR="001A64BE" w:rsidRPr="00FF3E51" w14:paraId="52F604A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C9B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90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3D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95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09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F4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5FF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4C3699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6A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4A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8E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1E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26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CE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57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BA480D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EA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26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8C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99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F93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64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2A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B2821A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45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2C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76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86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F0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A9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FD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184.80</w:t>
            </w:r>
          </w:p>
        </w:tc>
      </w:tr>
      <w:tr w:rsidR="001A64BE" w:rsidRPr="00FF3E51" w14:paraId="1133FEA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0D1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A1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0F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CEF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92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7D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42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86C0D2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19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7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F0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19D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D0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ADC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5F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72A90C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36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F8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16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24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25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98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A6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59568D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05F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384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D1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FA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8A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7B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47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8A0DF8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4C66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D2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C4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4D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B3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746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D8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938727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85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074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B5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B3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E7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B5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BE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6478BC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45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72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4C9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C5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BA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06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8F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A12C3C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7A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D85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A6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F9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CA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E9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BF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CC1E50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D75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FB7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F65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C7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6C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8AB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2C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C109D3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DC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22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13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70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5E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D7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D42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14555C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3A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77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AB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80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2A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AE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E2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F1FFF2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82E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47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F9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4C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75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430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3.330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AC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109.89</w:t>
            </w:r>
          </w:p>
        </w:tc>
      </w:tr>
      <w:tr w:rsidR="001A64BE" w:rsidRPr="00FF3E51" w14:paraId="1DAAF44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A3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AE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71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0B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34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31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D0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105.90</w:t>
            </w:r>
          </w:p>
        </w:tc>
      </w:tr>
      <w:tr w:rsidR="001A64BE" w:rsidRPr="00FF3E51" w14:paraId="5FCF3B1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E3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E7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FA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AF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FC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923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C0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E41C3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B10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EB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D0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BB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FF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71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00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71.54</w:t>
            </w:r>
          </w:p>
        </w:tc>
      </w:tr>
      <w:tr w:rsidR="001A64BE" w:rsidRPr="00FF3E51" w14:paraId="3B56A23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6A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FD8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78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72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6C2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83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07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BB0A8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36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7A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C7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19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DA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6CD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ED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0CDDAC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D53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B5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5D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3D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8A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B3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9E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F2C7BA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76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E9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53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FCD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4E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DB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52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135.87</w:t>
            </w:r>
          </w:p>
        </w:tc>
      </w:tr>
      <w:tr w:rsidR="001A64BE" w:rsidRPr="00FF3E51" w14:paraId="3C66FDB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7B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88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65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68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58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54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52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81.36</w:t>
            </w:r>
          </w:p>
        </w:tc>
      </w:tr>
      <w:tr w:rsidR="001A64BE" w:rsidRPr="00FF3E51" w14:paraId="4B45390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0FE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ДИМИТРИНА ИЛИЕВА ГЕОРГИЕВА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1C9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E0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E7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E1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51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F1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6.59</w:t>
            </w:r>
          </w:p>
        </w:tc>
      </w:tr>
      <w:tr w:rsidR="001A64BE" w:rsidRPr="00FF3E51" w14:paraId="35B0C5D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9F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22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53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1B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161.751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65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69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63.269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0E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2087.87</w:t>
            </w:r>
          </w:p>
        </w:tc>
      </w:tr>
      <w:tr w:rsidR="001A64BE" w:rsidRPr="00FF3E51" w14:paraId="7157C76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EB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263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A0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36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93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BF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73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94.57</w:t>
            </w:r>
          </w:p>
        </w:tc>
      </w:tr>
      <w:tr w:rsidR="001A64BE" w:rsidRPr="00FF3E51" w14:paraId="72E7610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C7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40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D9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1EC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DD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43A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CC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FACC62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A3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9B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DF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A1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88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70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E7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52.29</w:t>
            </w:r>
          </w:p>
        </w:tc>
      </w:tr>
      <w:tr w:rsidR="001A64BE" w:rsidRPr="00FF3E51" w14:paraId="7A6DACB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AD6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300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25E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1AF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55B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8F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F8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92886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53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95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87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34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78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C96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80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65.25</w:t>
            </w:r>
          </w:p>
        </w:tc>
      </w:tr>
      <w:tr w:rsidR="001A64BE" w:rsidRPr="00FF3E51" w14:paraId="2B0645C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E13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5D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F8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395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79C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21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D7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126.17</w:t>
            </w:r>
          </w:p>
        </w:tc>
      </w:tr>
      <w:tr w:rsidR="001A64BE" w:rsidRPr="00FF3E51" w14:paraId="4998F00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E7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F0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D5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B4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B8D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78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47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70.64</w:t>
            </w:r>
          </w:p>
        </w:tc>
      </w:tr>
      <w:tr w:rsidR="001A64BE" w:rsidRPr="00FF3E51" w14:paraId="4889CBC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7E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AB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AB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A5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EB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A96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3D8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157.99</w:t>
            </w:r>
          </w:p>
        </w:tc>
      </w:tr>
      <w:tr w:rsidR="001A64BE" w:rsidRPr="00FF3E51" w14:paraId="39BA9A5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57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F70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07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43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3A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76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86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F37303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39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7B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55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55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3B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95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78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98.95</w:t>
            </w:r>
          </w:p>
        </w:tc>
      </w:tr>
      <w:tr w:rsidR="001A64BE" w:rsidRPr="00FF3E51" w14:paraId="004EB67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067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A5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A0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EF7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8A0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88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5A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82.59</w:t>
            </w:r>
          </w:p>
        </w:tc>
      </w:tr>
      <w:tr w:rsidR="001A64BE" w:rsidRPr="00FF3E51" w14:paraId="3682631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CF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33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82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C5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28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82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8A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33.06</w:t>
            </w:r>
          </w:p>
        </w:tc>
      </w:tr>
      <w:tr w:rsidR="001A64BE" w:rsidRPr="00FF3E51" w14:paraId="4F89DE8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51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D53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46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38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5E1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4E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B6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124.50</w:t>
            </w:r>
          </w:p>
        </w:tc>
      </w:tr>
      <w:tr w:rsidR="001A64BE" w:rsidRPr="00FF3E51" w14:paraId="148BBBA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11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E2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01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989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B0A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1F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27.455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17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906.01</w:t>
            </w:r>
          </w:p>
        </w:tc>
      </w:tr>
      <w:tr w:rsidR="001A64BE" w:rsidRPr="00FF3E51" w14:paraId="43BA8F1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13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A3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1F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AD9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49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5D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29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EA9BAE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ED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66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BC8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EF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01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D3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FB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4DA309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CD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71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A2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28C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69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8C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DF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24.45</w:t>
            </w:r>
          </w:p>
        </w:tc>
      </w:tr>
      <w:tr w:rsidR="001A64BE" w:rsidRPr="00FF3E51" w14:paraId="057D862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B4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DD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C6B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F5A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30A7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45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AB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1A64BE" w:rsidRPr="00FF3E51" w14:paraId="4122F8C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12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80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4A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20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2B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44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A6A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22.59</w:t>
            </w:r>
          </w:p>
        </w:tc>
      </w:tr>
      <w:tr w:rsidR="001A64BE" w:rsidRPr="00FF3E51" w14:paraId="0DED030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F7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C0B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34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60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9E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82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10.896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99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359.57</w:t>
            </w:r>
          </w:p>
        </w:tc>
      </w:tr>
      <w:tr w:rsidR="001A64BE" w:rsidRPr="00FF3E51" w14:paraId="7ABC92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08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90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C16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E7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5ED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DE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6A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134.48</w:t>
            </w:r>
          </w:p>
        </w:tc>
      </w:tr>
      <w:tr w:rsidR="001A64BE" w:rsidRPr="00FF3E51" w14:paraId="43B4414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38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75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C6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109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40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AF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78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98.09</w:t>
            </w:r>
          </w:p>
        </w:tc>
      </w:tr>
      <w:tr w:rsidR="001A64BE" w:rsidRPr="00FF3E51" w14:paraId="1E6866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F9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C9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DE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4C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393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E4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78E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1B20B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725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861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05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74C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7FB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0F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92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120.03</w:t>
            </w:r>
          </w:p>
        </w:tc>
      </w:tr>
      <w:tr w:rsidR="001A64BE" w:rsidRPr="00FF3E51" w14:paraId="26923B1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3B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D6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A4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51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B7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D2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56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85.12</w:t>
            </w:r>
          </w:p>
        </w:tc>
      </w:tr>
      <w:tr w:rsidR="001A64BE" w:rsidRPr="00FF3E51" w14:paraId="47CC6F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DA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168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95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D8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6E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E1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75B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164.59</w:t>
            </w:r>
          </w:p>
        </w:tc>
      </w:tr>
      <w:tr w:rsidR="001A64BE" w:rsidRPr="00FF3E51" w14:paraId="7B15B39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F3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A8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1F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CF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4D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D0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4B0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134.46</w:t>
            </w:r>
          </w:p>
        </w:tc>
      </w:tr>
      <w:tr w:rsidR="001A64BE" w:rsidRPr="00FF3E51" w14:paraId="2585A09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99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79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0B3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31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6E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E9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3.609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D5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119.10</w:t>
            </w:r>
          </w:p>
        </w:tc>
      </w:tr>
      <w:tr w:rsidR="001A64BE" w:rsidRPr="00FF3E51" w14:paraId="5190EE7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EA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66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2F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E9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B6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03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68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103.95</w:t>
            </w:r>
          </w:p>
        </w:tc>
      </w:tr>
      <w:tr w:rsidR="001A64BE" w:rsidRPr="00FF3E51" w14:paraId="21FB0D9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99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E6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ED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F0A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A8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55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927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81.47</w:t>
            </w:r>
          </w:p>
        </w:tc>
      </w:tr>
      <w:tr w:rsidR="001A64BE" w:rsidRPr="00FF3E51" w14:paraId="46DB51C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48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81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4D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A75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7B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68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A1F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78.64</w:t>
            </w:r>
          </w:p>
        </w:tc>
      </w:tr>
      <w:tr w:rsidR="001A64BE" w:rsidRPr="00FF3E51" w14:paraId="4F998FC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E9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011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7C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67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9C4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73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3.489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3A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115.12</w:t>
            </w:r>
          </w:p>
        </w:tc>
      </w:tr>
      <w:tr w:rsidR="001A64BE" w:rsidRPr="00FF3E51" w14:paraId="199FE25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33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ED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1C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57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79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72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9D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11.39</w:t>
            </w:r>
          </w:p>
        </w:tc>
      </w:tr>
      <w:tr w:rsidR="001A64BE" w:rsidRPr="00FF3E51" w14:paraId="7343A32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BD9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14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F8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B2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C8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2A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AE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59A6D8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72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F0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88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26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38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A5F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34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87.03</w:t>
            </w:r>
          </w:p>
        </w:tc>
      </w:tr>
      <w:tr w:rsidR="001A64BE" w:rsidRPr="00FF3E51" w14:paraId="65F086C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8B4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FD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AC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82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DD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DB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90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56.54</w:t>
            </w:r>
          </w:p>
        </w:tc>
      </w:tr>
      <w:tr w:rsidR="001A64BE" w:rsidRPr="00FF3E51" w14:paraId="58BF8C0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5B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99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09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91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08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8C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78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7D7D4E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C1B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62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44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879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83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053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3A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700DFA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F8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F5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E9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940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B4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91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00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A25C47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D3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F8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E6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ED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02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81E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6F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191.29</w:t>
            </w:r>
          </w:p>
        </w:tc>
      </w:tr>
      <w:tr w:rsidR="001A64BE" w:rsidRPr="00FF3E51" w14:paraId="0A4F6DA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9A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F7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61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5B7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EE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72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C40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0E9196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EA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70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9C1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E62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E0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17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62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58DBC5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ED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623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0A2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87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66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F6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64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96.46</w:t>
            </w:r>
          </w:p>
        </w:tc>
      </w:tr>
      <w:tr w:rsidR="001A64BE" w:rsidRPr="00FF3E51" w14:paraId="6379E81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5A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B6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597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6A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95C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31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75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574F7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4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74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43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71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5F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AB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4.786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7A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157.95</w:t>
            </w:r>
          </w:p>
        </w:tc>
      </w:tr>
      <w:tr w:rsidR="001A64BE" w:rsidRPr="00FF3E51" w14:paraId="17170D4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BF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DD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A6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ED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B2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7E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B0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89C0FA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62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64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1D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7F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9E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EB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1C9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131.98</w:t>
            </w:r>
          </w:p>
        </w:tc>
      </w:tr>
      <w:tr w:rsidR="001A64BE" w:rsidRPr="00FF3E51" w14:paraId="23C3C5C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FA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CD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3DE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A9B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9A8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B9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98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4F4B07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CD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333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EB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2DE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F8A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EE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F2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D4CBB7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BBC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5B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6C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53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9C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6C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7BE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89.12</w:t>
            </w:r>
          </w:p>
        </w:tc>
      </w:tr>
      <w:tr w:rsidR="001A64BE" w:rsidRPr="00FF3E51" w14:paraId="7FFC090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A4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04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BD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78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34D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8EB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5F5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81.98</w:t>
            </w:r>
          </w:p>
        </w:tc>
      </w:tr>
      <w:tr w:rsidR="001A64BE" w:rsidRPr="00FF3E51" w14:paraId="7843ABD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11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AC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BD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86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6D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79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9E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54.34</w:t>
            </w:r>
          </w:p>
        </w:tc>
      </w:tr>
      <w:tr w:rsidR="001A64BE" w:rsidRPr="00FF3E51" w14:paraId="3033CAE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5D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9E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63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1E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64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52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1C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DACC0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D3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03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D5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5B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27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97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5F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E6C2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59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3E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06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35E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95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C7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47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AA3DF0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6A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B0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97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58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50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EA4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E6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133.13</w:t>
            </w:r>
          </w:p>
        </w:tc>
      </w:tr>
      <w:tr w:rsidR="001A64BE" w:rsidRPr="00FF3E51" w14:paraId="57BD9AF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20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CE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D13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43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83D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8E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53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14F918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2C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9F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2C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0F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AB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34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46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65.09</w:t>
            </w:r>
          </w:p>
        </w:tc>
      </w:tr>
      <w:tr w:rsidR="001A64BE" w:rsidRPr="00FF3E51" w14:paraId="29E5494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99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79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2D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FEB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44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13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D6A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1F7DD3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05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26C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01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51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CF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79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9.413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7A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310.62</w:t>
            </w:r>
          </w:p>
        </w:tc>
      </w:tr>
      <w:tr w:rsidR="001A64BE" w:rsidRPr="00FF3E51" w14:paraId="144AB27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408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1B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F0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A3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94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1F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CA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0B261C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C5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775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FA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6A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B24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13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6B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430F0F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BA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3DF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96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DA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5B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AB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0C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C26AAA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F1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A3B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B5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B3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54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41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A01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9A2CB2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B7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C2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1C4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51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86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92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32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85.06</w:t>
            </w:r>
          </w:p>
        </w:tc>
      </w:tr>
      <w:tr w:rsidR="001A64BE" w:rsidRPr="00FF3E51" w14:paraId="16E4A6B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1C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63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E9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DF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B5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3D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D2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1A64BE" w:rsidRPr="00FF3E51" w14:paraId="62C1DB2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CC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FD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40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F0A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266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12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99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A36834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48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AE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C6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24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F2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B2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10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130.75</w:t>
            </w:r>
          </w:p>
        </w:tc>
      </w:tr>
      <w:tr w:rsidR="001A64BE" w:rsidRPr="00FF3E51" w14:paraId="588A126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F0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3B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BD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140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4E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45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A1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1E0A5A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15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51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B6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82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A7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8F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ED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8ECFDB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F1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DC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1A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AC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4AC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55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D5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89.34</w:t>
            </w:r>
          </w:p>
        </w:tc>
      </w:tr>
      <w:tr w:rsidR="001A64BE" w:rsidRPr="00FF3E51" w14:paraId="05817B0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95A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297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E0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A8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574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D2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34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73.91</w:t>
            </w:r>
          </w:p>
        </w:tc>
      </w:tr>
      <w:tr w:rsidR="001A64BE" w:rsidRPr="00FF3E51" w14:paraId="67567FC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2F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320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0F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F2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63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0A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2C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F017E8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FB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16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22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183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F6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30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4D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43F658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F9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F06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48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A0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EA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FE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C1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AE08A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31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A7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AE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FB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AB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1E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5.965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C18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196.84</w:t>
            </w:r>
          </w:p>
        </w:tc>
      </w:tr>
      <w:tr w:rsidR="001A64BE" w:rsidRPr="00FF3E51" w14:paraId="578413B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B2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60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CE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6B0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CB8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FA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7E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4E79A6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C2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AD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00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D8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BD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34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D27B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81E4C7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66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94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F4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7D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B7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932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D54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98.25</w:t>
            </w:r>
          </w:p>
        </w:tc>
      </w:tr>
      <w:tr w:rsidR="001A64BE" w:rsidRPr="00FF3E51" w14:paraId="4A96B13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9CE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B5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78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E0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490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4E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93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106.94</w:t>
            </w:r>
          </w:p>
        </w:tc>
      </w:tr>
      <w:tr w:rsidR="001A64BE" w:rsidRPr="00FF3E51" w14:paraId="29D1973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6D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2F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51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4B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DB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91A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4D2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</w:tr>
      <w:tr w:rsidR="001A64BE" w:rsidRPr="00FF3E51" w14:paraId="1FD5DD4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19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F6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123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C8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E5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98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8F3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A34CFC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BD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10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AA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3F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2F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26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4B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108.77</w:t>
            </w:r>
          </w:p>
        </w:tc>
      </w:tr>
      <w:tr w:rsidR="001A64BE" w:rsidRPr="00FF3E51" w14:paraId="487C532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6F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8B4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DA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4D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FA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3B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6B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5EFDB7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E622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900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62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270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001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9E9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DC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113.76</w:t>
            </w:r>
          </w:p>
        </w:tc>
      </w:tr>
      <w:tr w:rsidR="001A64BE" w:rsidRPr="00FF3E51" w14:paraId="427A75B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347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DA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9F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4A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4E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8DD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1C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09962F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2A8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3A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310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2D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B8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2B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F8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55.88</w:t>
            </w:r>
          </w:p>
        </w:tc>
      </w:tr>
      <w:tr w:rsidR="001A64BE" w:rsidRPr="00FF3E51" w14:paraId="5176D1A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D1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B1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A6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25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6A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CD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7.760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CF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256.07</w:t>
            </w:r>
          </w:p>
        </w:tc>
      </w:tr>
      <w:tr w:rsidR="001A64BE" w:rsidRPr="00FF3E51" w14:paraId="708C3C5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DF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BE0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D4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0B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D5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DAB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D00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A710E5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B3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73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32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2C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1A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7C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014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117.96</w:t>
            </w:r>
          </w:p>
        </w:tc>
      </w:tr>
      <w:tr w:rsidR="001A64BE" w:rsidRPr="00FF3E51" w14:paraId="740F418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EB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F3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41D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BC6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64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90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E8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0923DD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0B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3B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09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B3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55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2F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F0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145.29</w:t>
            </w:r>
          </w:p>
        </w:tc>
      </w:tr>
      <w:tr w:rsidR="001A64BE" w:rsidRPr="00FF3E51" w14:paraId="07DF798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B75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61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06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301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CE3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6EE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4.186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23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138.13</w:t>
            </w:r>
          </w:p>
        </w:tc>
      </w:tr>
      <w:tr w:rsidR="001A64BE" w:rsidRPr="00FF3E51" w14:paraId="21647F4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66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CD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EB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E4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75A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E4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2.442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AF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80.57</w:t>
            </w:r>
          </w:p>
        </w:tc>
      </w:tr>
      <w:tr w:rsidR="001A64BE" w:rsidRPr="00FF3E51" w14:paraId="646FDFA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3BDD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46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97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61D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BA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90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F4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64.69</w:t>
            </w:r>
          </w:p>
        </w:tc>
      </w:tr>
      <w:tr w:rsidR="001A64BE" w:rsidRPr="00FF3E51" w14:paraId="42AD4CA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4C8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CE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12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79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8B5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E1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88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C343A7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2D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20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F7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445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E9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6459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AE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112.39</w:t>
            </w:r>
          </w:p>
        </w:tc>
      </w:tr>
      <w:tr w:rsidR="001A64BE" w:rsidRPr="00FF3E51" w14:paraId="312BC2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A4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B1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51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94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7B1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E8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409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</w:tr>
      <w:tr w:rsidR="001A64BE" w:rsidRPr="00FF3E51" w14:paraId="3593ADD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C42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2F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D12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DB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B6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12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F19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D2BC34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DD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F5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35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B2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C2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56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DD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2CACF6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2F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39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E3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1F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BA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04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C2B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B7CE91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CE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16D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DB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A3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C3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94A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B5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422769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14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A5A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5A9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94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2D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34B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B1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921A66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CD4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20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EE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1960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23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8B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50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82.52</w:t>
            </w:r>
          </w:p>
        </w:tc>
      </w:tr>
      <w:tr w:rsidR="001A64BE" w:rsidRPr="00FF3E51" w14:paraId="13FDE0F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D5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DF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E5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B2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BD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07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DD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141428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C0F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CA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1F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73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9B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D7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BF6B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D6AE88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B87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C1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F24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10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42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F1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C03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29.69</w:t>
            </w:r>
          </w:p>
        </w:tc>
      </w:tr>
      <w:tr w:rsidR="001A64BE" w:rsidRPr="00FF3E51" w14:paraId="0B5F8D0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4D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90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8E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0D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2F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DE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82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0055C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0D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88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51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DD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E6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4A8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3B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</w:tr>
      <w:tr w:rsidR="001A64BE" w:rsidRPr="00FF3E51" w14:paraId="2834675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48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0E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DFD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83B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A4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59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8F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73.91</w:t>
            </w:r>
          </w:p>
        </w:tc>
      </w:tr>
      <w:tr w:rsidR="001A64BE" w:rsidRPr="00FF3E51" w14:paraId="54905F1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82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43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F4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D0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84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24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A3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6C48845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44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31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92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01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591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09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726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75.07</w:t>
            </w:r>
          </w:p>
        </w:tc>
      </w:tr>
      <w:tr w:rsidR="001A64BE" w:rsidRPr="00FF3E51" w14:paraId="5E0BA30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71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97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8C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E92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045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41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3BE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24282E5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1A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ИЛКО ГАНЧЕВ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09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29E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01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8F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5E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D0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36.34</w:t>
            </w:r>
          </w:p>
        </w:tc>
      </w:tr>
      <w:tr w:rsidR="001A64BE" w:rsidRPr="00FF3E51" w14:paraId="285A8EE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B0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59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0D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DDF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159.918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71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94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170.192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648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5616.33</w:t>
            </w:r>
          </w:p>
        </w:tc>
      </w:tr>
      <w:tr w:rsidR="001A64BE" w:rsidRPr="00FF3E51" w14:paraId="4E3B992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8A0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299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7F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48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9DFF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85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7.064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AEF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233.11</w:t>
            </w:r>
          </w:p>
        </w:tc>
      </w:tr>
      <w:tr w:rsidR="001A64BE" w:rsidRPr="00FF3E51" w14:paraId="6C841D9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4F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41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AB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29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4B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F4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F8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65.95</w:t>
            </w:r>
          </w:p>
        </w:tc>
      </w:tr>
      <w:tr w:rsidR="001A64BE" w:rsidRPr="00FF3E51" w14:paraId="2B197DB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51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D956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12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2F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56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01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B77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6DC1F0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896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A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259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23D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9EB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687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D34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</w:tr>
      <w:tr w:rsidR="001A64BE" w:rsidRPr="00FF3E51" w14:paraId="0CFBA9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C3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B5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17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77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E5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94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21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1BCD0C0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72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0E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13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64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98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2F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92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153.44</w:t>
            </w:r>
          </w:p>
        </w:tc>
      </w:tr>
      <w:tr w:rsidR="001A64BE" w:rsidRPr="00FF3E51" w14:paraId="0862757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49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195F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D09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2E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A3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6C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2.247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013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74.14</w:t>
            </w:r>
          </w:p>
        </w:tc>
      </w:tr>
      <w:tr w:rsidR="001A64BE" w:rsidRPr="00FF3E51" w14:paraId="643E46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7CD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29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2A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D7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A50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EF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38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</w:tr>
      <w:tr w:rsidR="001A64BE" w:rsidRPr="00FF3E51" w14:paraId="193BAA8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AC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1E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12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9C5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FC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B4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19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54.72</w:t>
            </w:r>
          </w:p>
        </w:tc>
      </w:tr>
      <w:tr w:rsidR="001A64BE" w:rsidRPr="00FF3E51" w14:paraId="5888F06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AF9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77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06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90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DA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E9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FB9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40.54</w:t>
            </w:r>
          </w:p>
        </w:tc>
      </w:tr>
      <w:tr w:rsidR="001A64BE" w:rsidRPr="00FF3E51" w14:paraId="42C6435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82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21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45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356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D5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9B8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71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</w:tr>
      <w:tr w:rsidR="001A64BE" w:rsidRPr="00FF3E51" w14:paraId="452355B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32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0D8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14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2E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2D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D1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DC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A9F78E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2A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C7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A89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2C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33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4A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AF4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55.57</w:t>
            </w:r>
          </w:p>
        </w:tc>
      </w:tr>
      <w:tr w:rsidR="001A64BE" w:rsidRPr="00FF3E51" w14:paraId="79CA072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DE1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67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DE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3C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F2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73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52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28.63</w:t>
            </w:r>
          </w:p>
        </w:tc>
      </w:tr>
      <w:tr w:rsidR="001A64BE" w:rsidRPr="00FF3E51" w14:paraId="3FEB2A1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66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85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96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6C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E7F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5D6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C63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D9FB8F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ADE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88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19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63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8C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16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FC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</w:tr>
      <w:tr w:rsidR="001A64BE" w:rsidRPr="00FF3E51" w14:paraId="2CFFDBD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D8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77F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FFF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C95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F55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F03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2A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44.61</w:t>
            </w:r>
          </w:p>
        </w:tc>
      </w:tr>
      <w:tr w:rsidR="001A64BE" w:rsidRPr="00FF3E51" w14:paraId="05D7D8B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B0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FA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908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CA9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0504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9CC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26.804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F7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884.54</w:t>
            </w:r>
          </w:p>
        </w:tc>
      </w:tr>
      <w:tr w:rsidR="001A64BE" w:rsidRPr="00FF3E51" w14:paraId="7D26019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0E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2D7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1C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3C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DA7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04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6.606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63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218.00</w:t>
            </w:r>
          </w:p>
        </w:tc>
      </w:tr>
      <w:tr w:rsidR="001A64BE" w:rsidRPr="00FF3E51" w14:paraId="33A7632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E1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CF1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1E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3A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D9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50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6.011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88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198.36</w:t>
            </w:r>
          </w:p>
        </w:tc>
      </w:tr>
      <w:tr w:rsidR="001A64BE" w:rsidRPr="00FF3E51" w14:paraId="3212AD4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34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733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D8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E12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5B8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39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5.584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084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184.27</w:t>
            </w:r>
          </w:p>
        </w:tc>
      </w:tr>
      <w:tr w:rsidR="001A64BE" w:rsidRPr="00FF3E51" w14:paraId="3EE7D96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49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27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64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4248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931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C2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5.405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43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178.37</w:t>
            </w:r>
          </w:p>
        </w:tc>
      </w:tr>
      <w:tr w:rsidR="001A64BE" w:rsidRPr="00FF3E51" w14:paraId="59516B5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86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68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28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63C5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44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32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373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178.17</w:t>
            </w:r>
          </w:p>
        </w:tc>
      </w:tr>
      <w:tr w:rsidR="001A64BE" w:rsidRPr="00FF3E51" w14:paraId="2602634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EEE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EE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9DD4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0B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4A5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5D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310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98500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68B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0F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AA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F7B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F1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0C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AB1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164.90</w:t>
            </w:r>
          </w:p>
        </w:tc>
      </w:tr>
      <w:tr w:rsidR="001A64BE" w:rsidRPr="00FF3E51" w14:paraId="61FFEDFF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13A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D24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85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BC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CE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A2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C2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164.87</w:t>
            </w:r>
          </w:p>
        </w:tc>
      </w:tr>
      <w:tr w:rsidR="001A64BE" w:rsidRPr="00FF3E51" w14:paraId="3D16C85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30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F3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960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ECD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49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F2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4.655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42C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153.62</w:t>
            </w:r>
          </w:p>
        </w:tc>
      </w:tr>
      <w:tr w:rsidR="001A64BE" w:rsidRPr="00FF3E51" w14:paraId="2038694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4F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B4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33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06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9D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2A4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B19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142.55</w:t>
            </w:r>
          </w:p>
        </w:tc>
      </w:tr>
      <w:tr w:rsidR="001A64BE" w:rsidRPr="00FF3E51" w14:paraId="39CC160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98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7D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70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C8F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B3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AF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2E5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132.10</w:t>
            </w:r>
          </w:p>
        </w:tc>
      </w:tr>
      <w:tr w:rsidR="001A64BE" w:rsidRPr="00FF3E51" w14:paraId="233FFD2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6E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81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16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91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CD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AE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3.825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C2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126.22</w:t>
            </w:r>
          </w:p>
        </w:tc>
      </w:tr>
      <w:tr w:rsidR="001A64BE" w:rsidRPr="00FF3E51" w14:paraId="7B56F2C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6F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771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7F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29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404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C9B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71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115.43</w:t>
            </w:r>
          </w:p>
        </w:tc>
      </w:tr>
      <w:tr w:rsidR="001A64BE" w:rsidRPr="00FF3E51" w14:paraId="4AF723B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D1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5AF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64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96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8C5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E8B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3.060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FCB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100.99</w:t>
            </w:r>
          </w:p>
        </w:tc>
      </w:tr>
      <w:tr w:rsidR="001A64BE" w:rsidRPr="00FF3E51" w14:paraId="0F40BC0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593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8DF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1F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22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B28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54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72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78.82</w:t>
            </w:r>
          </w:p>
        </w:tc>
      </w:tr>
      <w:tr w:rsidR="001A64BE" w:rsidRPr="00FF3E51" w14:paraId="714DDD9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33E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28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BB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0B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B21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CB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76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67.88</w:t>
            </w:r>
          </w:p>
        </w:tc>
      </w:tr>
      <w:tr w:rsidR="001A64BE" w:rsidRPr="00FF3E51" w14:paraId="392DB7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0B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52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6D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B6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7DC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33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76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66.20</w:t>
            </w:r>
          </w:p>
        </w:tc>
      </w:tr>
      <w:tr w:rsidR="001A64BE" w:rsidRPr="00FF3E51" w14:paraId="181643C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0A4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DC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C37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52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16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CB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27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</w:tr>
      <w:tr w:rsidR="001A64BE" w:rsidRPr="00FF3E51" w14:paraId="64D3C5B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20C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AA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0141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EC0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E74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ED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96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62.83</w:t>
            </w:r>
          </w:p>
        </w:tc>
      </w:tr>
      <w:tr w:rsidR="001A64BE" w:rsidRPr="00FF3E51" w14:paraId="68E2175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AF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C0F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BA7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C49C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B8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4DC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4D3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62.67</w:t>
            </w:r>
          </w:p>
        </w:tc>
      </w:tr>
      <w:tr w:rsidR="001A64BE" w:rsidRPr="00FF3E51" w14:paraId="4ECCA21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BC1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CE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04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A63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551B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BB6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94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59.33</w:t>
            </w:r>
          </w:p>
        </w:tc>
      </w:tr>
      <w:tr w:rsidR="001A64BE" w:rsidRPr="00FF3E51" w14:paraId="2833807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8E7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69D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3B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E24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AD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AD7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93A2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58.71</w:t>
            </w:r>
          </w:p>
        </w:tc>
      </w:tr>
      <w:tr w:rsidR="001A64BE" w:rsidRPr="00FF3E51" w14:paraId="5CC286C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80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63E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183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CF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FD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1B3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19E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56.86</w:t>
            </w:r>
          </w:p>
        </w:tc>
      </w:tr>
      <w:tr w:rsidR="001A64BE" w:rsidRPr="00FF3E51" w14:paraId="5C7C22F9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F3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53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10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4C5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79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0D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30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54.76</w:t>
            </w:r>
          </w:p>
        </w:tc>
      </w:tr>
      <w:tr w:rsidR="001A64BE" w:rsidRPr="00FF3E51" w14:paraId="59B7A08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8A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7F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62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50B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AC2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65F2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7FA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52.00</w:t>
            </w:r>
          </w:p>
        </w:tc>
      </w:tr>
      <w:tr w:rsidR="001A64BE" w:rsidRPr="00FF3E51" w14:paraId="46B4B9C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DE9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4E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CEB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4F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55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298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C78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33.07</w:t>
            </w:r>
          </w:p>
        </w:tc>
      </w:tr>
      <w:tr w:rsidR="001A64BE" w:rsidRPr="00FF3E51" w14:paraId="302157C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89D0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DE2A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D05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ED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BA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D2D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84.155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27F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2777.13</w:t>
            </w:r>
          </w:p>
        </w:tc>
      </w:tr>
      <w:tr w:rsidR="001A64BE" w:rsidRPr="00FF3E51" w14:paraId="75D0012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0AA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E33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6A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B7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9D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CF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97E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A4D573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B3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70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915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67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43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BD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6.496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25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214.37</w:t>
            </w:r>
          </w:p>
        </w:tc>
      </w:tr>
      <w:tr w:rsidR="001A64BE" w:rsidRPr="00FF3E51" w14:paraId="6E6B717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39B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0B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88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B6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FA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92E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84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4B4886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CD1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790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AA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04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0C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80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7BC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4C172EB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E63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C211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7F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E3C6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B19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42A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D5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53.88</w:t>
            </w:r>
          </w:p>
        </w:tc>
      </w:tr>
      <w:tr w:rsidR="001A64BE" w:rsidRPr="00FF3E51" w14:paraId="71A0AB3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EB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BE7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1BD7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E36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35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558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DE9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77D8248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4FD6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0B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A96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CC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71B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92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4F5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</w:tr>
      <w:tr w:rsidR="001A64BE" w:rsidRPr="00FF3E51" w14:paraId="2329D64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DA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96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BDA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A1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CF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AC40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4.946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5FA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163.22</w:t>
            </w:r>
          </w:p>
        </w:tc>
      </w:tr>
      <w:tr w:rsidR="001A64BE" w:rsidRPr="00FF3E51" w14:paraId="5F72E67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96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E2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87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B7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775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62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11F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97.67</w:t>
            </w:r>
          </w:p>
        </w:tc>
      </w:tr>
      <w:tr w:rsidR="001A64BE" w:rsidRPr="00FF3E51" w14:paraId="20DB89AB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0B8D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579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1D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0C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15D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E1F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2.733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EE5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90.20</w:t>
            </w:r>
          </w:p>
        </w:tc>
      </w:tr>
      <w:tr w:rsidR="001A64BE" w:rsidRPr="00FF3E51" w14:paraId="3382264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180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784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982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EBCF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37A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FF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BD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E86ED4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CB9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D4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A1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DB3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7A5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34AE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5A1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67.58</w:t>
            </w:r>
          </w:p>
        </w:tc>
      </w:tr>
      <w:tr w:rsidR="001A64BE" w:rsidRPr="00FF3E51" w14:paraId="0A9229AC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98A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0C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32B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AD6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82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642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D2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164.87</w:t>
            </w:r>
          </w:p>
        </w:tc>
      </w:tr>
      <w:tr w:rsidR="001A64BE" w:rsidRPr="00FF3E51" w14:paraId="11632D5D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5E2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36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2D3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D42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8E7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0A6C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EC9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4EE81B5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F9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EC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306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F399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ED1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24A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153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65D9C9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F22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276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059E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6C0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4FAA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94D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D03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34C9DE03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48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8B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880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D3A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439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453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25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65.90</w:t>
            </w:r>
          </w:p>
        </w:tc>
      </w:tr>
      <w:tr w:rsidR="001A64BE" w:rsidRPr="00FF3E51" w14:paraId="345624C0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DF8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E7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7DE1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C5B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977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6AD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B5E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65.61</w:t>
            </w:r>
          </w:p>
        </w:tc>
      </w:tr>
      <w:tr w:rsidR="001A64BE" w:rsidRPr="00FF3E51" w14:paraId="6774BAF4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CA01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1B2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7D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40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F20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282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B19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52.61</w:t>
            </w:r>
          </w:p>
        </w:tc>
      </w:tr>
      <w:tr w:rsidR="001A64BE" w:rsidRPr="00FF3E51" w14:paraId="2F5D349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01C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E32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F6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806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B2D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D16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697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</w:tr>
      <w:tr w:rsidR="001A64BE" w:rsidRPr="00FF3E51" w14:paraId="461E699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78A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816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3F5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2E8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81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108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4.031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557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133.02</w:t>
            </w:r>
          </w:p>
        </w:tc>
      </w:tr>
      <w:tr w:rsidR="001A64BE" w:rsidRPr="00FF3E51" w14:paraId="7C0B14C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9FE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E0F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974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5AB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8.635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D32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4D8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811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0B18C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640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CBF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91E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F0AF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524A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58C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BD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69.47</w:t>
            </w:r>
          </w:p>
        </w:tc>
      </w:tr>
      <w:tr w:rsidR="001A64BE" w:rsidRPr="00FF3E51" w14:paraId="55FD973E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0A0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B1C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C7F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B3D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EA4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244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7F6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52.89</w:t>
            </w:r>
          </w:p>
        </w:tc>
      </w:tr>
      <w:tr w:rsidR="001A64BE" w:rsidRPr="00FF3E51" w14:paraId="2334D097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FDA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47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327C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8B9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450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F77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1C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7D05D0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2F4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85D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685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A64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AF0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C8E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06D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50C931C1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9BB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D0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D71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9E8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D53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A5D0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BA7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107.03</w:t>
            </w:r>
          </w:p>
        </w:tc>
      </w:tr>
      <w:tr w:rsidR="001A64BE" w:rsidRPr="00FF3E51" w14:paraId="700188A2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8D7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95C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E06F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DB9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2.687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09F7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1CB9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D6CD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00663296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A71E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НИКОЛАЙ ИЛКОВ АТАНАСОВ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CB8B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35C5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CB4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sz w:val="18"/>
                <w:szCs w:val="18"/>
                <w:lang w:val="bg-BG"/>
              </w:rPr>
              <w:t>0.551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FE3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7041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3326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A64BE" w:rsidRPr="00FF3E51" w14:paraId="7FC1CBCA" w14:textId="77777777" w:rsidTr="00FF3E51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59EA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9536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8624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BFE2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32C5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7818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45.808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2A53" w14:textId="77777777" w:rsidR="001A64BE" w:rsidRPr="00FF3E51" w:rsidRDefault="001A64BE" w:rsidP="00BD76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F3E5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1511.65</w:t>
            </w:r>
          </w:p>
        </w:tc>
      </w:tr>
    </w:tbl>
    <w:p w14:paraId="318FE1C4" w14:textId="77777777" w:rsidR="001A64BE" w:rsidRPr="00FF3E51" w:rsidRDefault="001A64BE" w:rsidP="005745ED">
      <w:pPr>
        <w:ind w:firstLine="720"/>
        <w:jc w:val="both"/>
        <w:rPr>
          <w:lang w:val="bg-BG"/>
        </w:rPr>
      </w:pPr>
    </w:p>
    <w:p w14:paraId="4305A498" w14:textId="77777777" w:rsidR="00FF3E51" w:rsidRPr="001B0C8B" w:rsidRDefault="00FF3E51" w:rsidP="00FF3E51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14:paraId="4A883189" w14:textId="77777777" w:rsidR="00FF3E51" w:rsidRPr="001B0C8B" w:rsidRDefault="00FF3E51" w:rsidP="00FF3E51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14:paraId="65E13833" w14:textId="77777777" w:rsidR="00FF3E51" w:rsidRPr="001B0C8B" w:rsidRDefault="00FF3E51" w:rsidP="00FF3E51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Банка: </w:t>
      </w:r>
      <w:proofErr w:type="spellStart"/>
      <w:r w:rsidRPr="001B0C8B">
        <w:rPr>
          <w:lang w:val="bg-BG"/>
        </w:rPr>
        <w:t>УниКредитБулбанк</w:t>
      </w:r>
      <w:proofErr w:type="spellEnd"/>
      <w:r w:rsidRPr="001B0C8B">
        <w:rPr>
          <w:lang w:val="bg-BG"/>
        </w:rPr>
        <w:t xml:space="preserve">, BIC: UNCRBGSF, IBAN: BG67 UNCR 7000 3319 7337 51, сумата в размер на средното годишно </w:t>
      </w:r>
      <w:proofErr w:type="spellStart"/>
      <w:r w:rsidRPr="001B0C8B">
        <w:rPr>
          <w:lang w:val="bg-BG"/>
        </w:rPr>
        <w:t>рентно</w:t>
      </w:r>
      <w:proofErr w:type="spellEnd"/>
      <w:r w:rsidRPr="001B0C8B">
        <w:rPr>
          <w:lang w:val="bg-BG"/>
        </w:rPr>
        <w:t xml:space="preserve"> плащане за землището в срок до три месеца от публикуване на заповедта.</w:t>
      </w:r>
    </w:p>
    <w:p w14:paraId="0C35D7CB" w14:textId="77777777" w:rsidR="00FF3E51" w:rsidRPr="001B0C8B" w:rsidRDefault="00FF3E51" w:rsidP="00FF3E51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 ползвател който не е заплатил сумите за ползваните земи по чл.37в ал. 3 т. 2 от ЗСПЗЗ, съгласно заповедта по ал. 4, се прилага чл. 37в, ал. 7 от ЗСПЗЗ.</w:t>
      </w:r>
    </w:p>
    <w:p w14:paraId="08A4435E" w14:textId="77777777" w:rsidR="00FF3E51" w:rsidRPr="001B0C8B" w:rsidRDefault="00FF3E51" w:rsidP="00FF3E51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14:paraId="12D9C5D2" w14:textId="20B91E9A" w:rsidR="00DC12F3" w:rsidRPr="00FF3E51" w:rsidRDefault="00FF3E51" w:rsidP="00FF3E51">
      <w:pPr>
        <w:ind w:firstLine="567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Pr="001B0C8B">
        <w:rPr>
          <w:lang w:val="bg-BG"/>
        </w:rPr>
        <w:t>Пирдоп и на представителите на община</w:t>
      </w:r>
      <w:r w:rsidR="00DC12F3" w:rsidRPr="00FF3E51">
        <w:rPr>
          <w:lang w:val="bg-BG"/>
        </w:rPr>
        <w:t xml:space="preserve"> </w:t>
      </w:r>
      <w:r w:rsidR="001A64BE" w:rsidRPr="00FF3E51">
        <w:rPr>
          <w:lang w:val="bg-BG"/>
        </w:rPr>
        <w:t>Златица</w:t>
      </w:r>
      <w:r w:rsidR="00DC12F3" w:rsidRPr="00FF3E51">
        <w:rPr>
          <w:lang w:val="bg-BG"/>
        </w:rPr>
        <w:t>, участници в комисията – за сведение и изпълнение.</w:t>
      </w:r>
    </w:p>
    <w:p w14:paraId="16689823" w14:textId="071BB79F" w:rsidR="002213A1" w:rsidRPr="00FF3E51" w:rsidRDefault="002213A1" w:rsidP="00991849">
      <w:pPr>
        <w:ind w:firstLine="567"/>
        <w:jc w:val="both"/>
        <w:rPr>
          <w:lang w:val="bg-BG"/>
        </w:rPr>
      </w:pPr>
      <w:bookmarkStart w:id="5" w:name="_Hlk83646044"/>
      <w:r w:rsidRPr="00FF3E51">
        <w:rPr>
          <w:lang w:val="bg-BG"/>
        </w:rPr>
        <w:t xml:space="preserve">Контрола по изпълнение на настоящата заповед ще упражнявам лично. </w:t>
      </w:r>
    </w:p>
    <w:p w14:paraId="78F9A727" w14:textId="77777777" w:rsidR="002213A1" w:rsidRDefault="002213A1" w:rsidP="002213A1">
      <w:pPr>
        <w:ind w:firstLine="709"/>
        <w:jc w:val="both"/>
        <w:rPr>
          <w:u w:val="single"/>
          <w:lang w:val="bg-BG"/>
        </w:rPr>
      </w:pPr>
    </w:p>
    <w:p w14:paraId="5ED5DDB7" w14:textId="77777777" w:rsidR="00623E3D" w:rsidRDefault="00623E3D" w:rsidP="002213A1">
      <w:pPr>
        <w:ind w:firstLine="709"/>
        <w:jc w:val="both"/>
        <w:rPr>
          <w:u w:val="single"/>
          <w:lang w:val="bg-BG"/>
        </w:rPr>
      </w:pPr>
    </w:p>
    <w:p w14:paraId="4DA799F5" w14:textId="77777777" w:rsidR="00623E3D" w:rsidRPr="00FF3E51" w:rsidRDefault="00623E3D" w:rsidP="002213A1">
      <w:pPr>
        <w:ind w:firstLine="709"/>
        <w:jc w:val="both"/>
        <w:rPr>
          <w:u w:val="single"/>
          <w:lang w:val="bg-BG"/>
        </w:rPr>
      </w:pPr>
    </w:p>
    <w:p w14:paraId="78D7CF49" w14:textId="77777777" w:rsidR="00FF3E51" w:rsidRDefault="00FF3E51" w:rsidP="002213A1">
      <w:pPr>
        <w:rPr>
          <w:b/>
          <w:lang w:val="bg-BG"/>
        </w:rPr>
      </w:pPr>
    </w:p>
    <w:p w14:paraId="1C8E8DA3" w14:textId="4415E614" w:rsidR="002213A1" w:rsidRPr="00FF3E51" w:rsidRDefault="002213A1" w:rsidP="002213A1">
      <w:pPr>
        <w:rPr>
          <w:b/>
          <w:lang w:val="bg-BG"/>
        </w:rPr>
      </w:pPr>
      <w:r w:rsidRPr="00FF3E51">
        <w:rPr>
          <w:b/>
          <w:lang w:val="bg-BG"/>
        </w:rPr>
        <w:t>ЕМИЛ АТАНАСОВ</w:t>
      </w:r>
      <w:r w:rsidR="00C963C9">
        <w:rPr>
          <w:b/>
          <w:lang w:val="bg-BG"/>
        </w:rPr>
        <w:tab/>
        <w:t>/П/</w:t>
      </w:r>
    </w:p>
    <w:p w14:paraId="23DC7378" w14:textId="77777777" w:rsidR="002213A1" w:rsidRPr="00FF3E51" w:rsidRDefault="002213A1" w:rsidP="002213A1">
      <w:pPr>
        <w:rPr>
          <w:i/>
          <w:lang w:val="bg-BG"/>
        </w:rPr>
      </w:pPr>
      <w:r w:rsidRPr="00FF3E51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FF3E51" w:rsidRDefault="002213A1" w:rsidP="002213A1">
      <w:pPr>
        <w:rPr>
          <w:i/>
          <w:lang w:val="bg-BG"/>
        </w:rPr>
      </w:pPr>
      <w:r w:rsidRPr="00FF3E51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FF3E51" w:rsidRDefault="002213A1" w:rsidP="002213A1">
      <w:pPr>
        <w:rPr>
          <w:i/>
          <w:lang w:val="bg-BG"/>
        </w:rPr>
      </w:pPr>
      <w:r w:rsidRPr="00FF3E51">
        <w:rPr>
          <w:i/>
          <w:lang w:val="bg-BG"/>
        </w:rPr>
        <w:t>София област</w:t>
      </w:r>
    </w:p>
    <w:p w14:paraId="56FC09CF" w14:textId="77777777" w:rsidR="002213A1" w:rsidRPr="00FF3E51" w:rsidRDefault="002213A1" w:rsidP="002213A1">
      <w:pPr>
        <w:rPr>
          <w:iCs/>
          <w:sz w:val="20"/>
          <w:lang w:val="bg-BG"/>
        </w:rPr>
      </w:pPr>
      <w:r w:rsidRPr="00FF3E51">
        <w:rPr>
          <w:iCs/>
          <w:sz w:val="20"/>
          <w:lang w:val="bg-BG"/>
        </w:rPr>
        <w:t>(</w:t>
      </w:r>
      <w:proofErr w:type="spellStart"/>
      <w:r w:rsidRPr="00FF3E51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FF3E51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FF3E51">
        <w:rPr>
          <w:iCs/>
          <w:sz w:val="20"/>
          <w:lang w:val="bg-BG"/>
        </w:rPr>
        <w:t>)</w:t>
      </w:r>
    </w:p>
    <w:p w14:paraId="12F0E1B0" w14:textId="77777777" w:rsidR="002213A1" w:rsidRPr="00FF3E51" w:rsidRDefault="002213A1" w:rsidP="002213A1">
      <w:pPr>
        <w:rPr>
          <w:i/>
          <w:lang w:val="bg-BG"/>
        </w:rPr>
      </w:pPr>
      <w:bookmarkStart w:id="6" w:name="_GoBack"/>
      <w:bookmarkEnd w:id="5"/>
      <w:bookmarkEnd w:id="6"/>
    </w:p>
    <w:sectPr w:rsidR="002213A1" w:rsidRPr="00FF3E51" w:rsidSect="00FF3E51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134" w:bottom="851" w:left="993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3EDF9" w14:textId="77777777" w:rsidR="003228BE" w:rsidRDefault="003228BE">
      <w:r>
        <w:separator/>
      </w:r>
    </w:p>
  </w:endnote>
  <w:endnote w:type="continuationSeparator" w:id="0">
    <w:p w14:paraId="115482EB" w14:textId="77777777" w:rsidR="003228BE" w:rsidRDefault="0032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C150" w14:textId="77777777" w:rsidR="00374021" w:rsidRDefault="00374021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374021" w:rsidRDefault="00374021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E0488" w14:textId="77B95DEA" w:rsidR="00374021" w:rsidRPr="00713EC9" w:rsidRDefault="00374021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C963C9">
      <w:rPr>
        <w:rStyle w:val="PageNumber"/>
        <w:noProof/>
        <w:sz w:val="18"/>
      </w:rPr>
      <w:t>18</w:t>
    </w:r>
    <w:r w:rsidRPr="00713EC9">
      <w:rPr>
        <w:rStyle w:val="PageNumber"/>
        <w:sz w:val="18"/>
      </w:rPr>
      <w:fldChar w:fldCharType="end"/>
    </w:r>
  </w:p>
  <w:p w14:paraId="5D1A324B" w14:textId="77777777" w:rsidR="00374021" w:rsidRPr="005B6DEF" w:rsidRDefault="00374021" w:rsidP="00A73F5A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51084F65" w14:textId="77777777" w:rsidR="00374021" w:rsidRPr="00004F45" w:rsidRDefault="00374021" w:rsidP="00A73F5A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46DAC1F6" w14:textId="77777777" w:rsidR="00374021" w:rsidRPr="00835BBA" w:rsidRDefault="00374021" w:rsidP="00A73F5A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14:paraId="0DF700C8" w14:textId="77777777" w:rsidR="00374021" w:rsidRPr="00835BBA" w:rsidRDefault="00374021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676D5" w14:textId="77777777" w:rsidR="00374021" w:rsidRPr="005B6DEF" w:rsidRDefault="00374021" w:rsidP="00A73F5A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47E9C157" w14:textId="77777777" w:rsidR="00374021" w:rsidRPr="00004F45" w:rsidRDefault="00374021" w:rsidP="00A73F5A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6DAAF919" w14:textId="77777777" w:rsidR="00374021" w:rsidRPr="00835BBA" w:rsidRDefault="00374021" w:rsidP="00A73F5A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14:paraId="4D099F30" w14:textId="2340721D" w:rsidR="00374021" w:rsidRPr="00A73F5A" w:rsidRDefault="00374021" w:rsidP="00A73F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A2298" w14:textId="77777777" w:rsidR="003228BE" w:rsidRDefault="003228BE">
      <w:r>
        <w:separator/>
      </w:r>
    </w:p>
  </w:footnote>
  <w:footnote w:type="continuationSeparator" w:id="0">
    <w:p w14:paraId="6CE5040E" w14:textId="77777777" w:rsidR="003228BE" w:rsidRDefault="00322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25CA8" w14:textId="77777777" w:rsidR="00374021" w:rsidRPr="005B69F7" w:rsidRDefault="00374021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74021" w:rsidRPr="005B69F7" w:rsidRDefault="00374021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74021" w:rsidRPr="0023186B" w:rsidRDefault="0037402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74021" w:rsidRPr="00983B22" w:rsidRDefault="0037402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74021" w:rsidRPr="00983B22" w:rsidRDefault="00374021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C6CD7"/>
    <w:rsid w:val="000D4272"/>
    <w:rsid w:val="000E2804"/>
    <w:rsid w:val="000E46A8"/>
    <w:rsid w:val="000E478C"/>
    <w:rsid w:val="000F15F8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A64BE"/>
    <w:rsid w:val="001B4BA5"/>
    <w:rsid w:val="001C7910"/>
    <w:rsid w:val="001E1CD9"/>
    <w:rsid w:val="0020653E"/>
    <w:rsid w:val="00212573"/>
    <w:rsid w:val="00215957"/>
    <w:rsid w:val="00220B42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45D5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28BE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021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23EBE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184D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0C7F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23E3D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2B5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1849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BD6"/>
    <w:rsid w:val="009E7D8E"/>
    <w:rsid w:val="009F2A96"/>
    <w:rsid w:val="00A21340"/>
    <w:rsid w:val="00A23BFD"/>
    <w:rsid w:val="00A2419F"/>
    <w:rsid w:val="00A36C2A"/>
    <w:rsid w:val="00A56EBD"/>
    <w:rsid w:val="00A60928"/>
    <w:rsid w:val="00A73F5A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344EB"/>
    <w:rsid w:val="00B54180"/>
    <w:rsid w:val="00B61E85"/>
    <w:rsid w:val="00B65B7A"/>
    <w:rsid w:val="00B80B62"/>
    <w:rsid w:val="00B97B20"/>
    <w:rsid w:val="00BA5128"/>
    <w:rsid w:val="00BB2D7F"/>
    <w:rsid w:val="00BC0B35"/>
    <w:rsid w:val="00BC45FC"/>
    <w:rsid w:val="00BD0CEF"/>
    <w:rsid w:val="00BD1BCF"/>
    <w:rsid w:val="00BD5937"/>
    <w:rsid w:val="00BD7539"/>
    <w:rsid w:val="00BD7667"/>
    <w:rsid w:val="00BE215C"/>
    <w:rsid w:val="00BE4052"/>
    <w:rsid w:val="00BF47CC"/>
    <w:rsid w:val="00C00904"/>
    <w:rsid w:val="00C02136"/>
    <w:rsid w:val="00C06313"/>
    <w:rsid w:val="00C120B5"/>
    <w:rsid w:val="00C34BD9"/>
    <w:rsid w:val="00C34FAA"/>
    <w:rsid w:val="00C37346"/>
    <w:rsid w:val="00C41B72"/>
    <w:rsid w:val="00C473A4"/>
    <w:rsid w:val="00C963C9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16229"/>
    <w:rsid w:val="00D23A8B"/>
    <w:rsid w:val="00D259F5"/>
    <w:rsid w:val="00D30D14"/>
    <w:rsid w:val="00D41589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0B07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77F1E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2A89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3E5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94ED-AA59-4876-BD00-A0EDAC97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18</TotalTime>
  <Pages>18</Pages>
  <Words>7118</Words>
  <Characters>40575</Characters>
  <Application>Microsoft Office Word</Application>
  <DocSecurity>0</DocSecurity>
  <Lines>338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14</cp:revision>
  <cp:lastPrinted>2022-10-06T06:48:00Z</cp:lastPrinted>
  <dcterms:created xsi:type="dcterms:W3CDTF">2022-09-28T12:50:00Z</dcterms:created>
  <dcterms:modified xsi:type="dcterms:W3CDTF">2022-10-06T06:50:00Z</dcterms:modified>
</cp:coreProperties>
</file>