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F86054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F86054" w:rsidRDefault="005A2287" w:rsidP="00F63071">
      <w:pPr>
        <w:ind w:left="3600"/>
        <w:rPr>
          <w:b/>
          <w:lang w:val="bg-BG"/>
        </w:rPr>
      </w:pPr>
      <w:r w:rsidRPr="00F86054">
        <w:rPr>
          <w:b/>
          <w:lang w:val="bg-BG"/>
        </w:rPr>
        <w:t xml:space="preserve">   </w:t>
      </w:r>
      <w:r w:rsidR="00454CDE" w:rsidRPr="00F86054">
        <w:rPr>
          <w:b/>
          <w:lang w:val="bg-BG"/>
        </w:rPr>
        <w:t>№</w:t>
      </w:r>
      <w:r w:rsidR="00F63071" w:rsidRPr="00F86054">
        <w:rPr>
          <w:b/>
          <w:lang w:val="bg-BG"/>
        </w:rPr>
        <w:t xml:space="preserve"> ПО-09-3143-3</w:t>
      </w:r>
    </w:p>
    <w:p w:rsidR="00454CDE" w:rsidRDefault="00454CDE" w:rsidP="00BE4052">
      <w:pPr>
        <w:ind w:left="2880" w:firstLine="720"/>
        <w:rPr>
          <w:b/>
          <w:lang w:val="bg-BG"/>
        </w:rPr>
      </w:pPr>
      <w:r w:rsidRPr="00F86054">
        <w:rPr>
          <w:b/>
          <w:lang w:val="bg-BG"/>
        </w:rPr>
        <w:t>София,</w:t>
      </w:r>
      <w:r w:rsidR="00F63071" w:rsidRPr="00F86054">
        <w:rPr>
          <w:b/>
          <w:lang w:val="bg-BG"/>
        </w:rPr>
        <w:t>23.09.</w:t>
      </w:r>
      <w:r w:rsidR="006A587F" w:rsidRPr="00F86054">
        <w:rPr>
          <w:b/>
          <w:lang w:val="bg-BG"/>
        </w:rPr>
        <w:t>202</w:t>
      </w:r>
      <w:r w:rsidR="00547332" w:rsidRPr="00F86054">
        <w:rPr>
          <w:b/>
          <w:lang w:val="bg-BG"/>
        </w:rPr>
        <w:t>2</w:t>
      </w:r>
      <w:r w:rsidR="00910625" w:rsidRPr="00F86054">
        <w:rPr>
          <w:b/>
          <w:lang w:val="bg-BG"/>
        </w:rPr>
        <w:t xml:space="preserve"> </w:t>
      </w:r>
      <w:r w:rsidR="0023186B" w:rsidRPr="00F86054">
        <w:rPr>
          <w:b/>
          <w:lang w:val="bg-BG"/>
        </w:rPr>
        <w:t>г.</w:t>
      </w:r>
      <w:r w:rsidR="006727E9" w:rsidRPr="00F86054">
        <w:rPr>
          <w:b/>
          <w:lang w:val="bg-BG"/>
        </w:rPr>
        <w:t xml:space="preserve">  </w:t>
      </w:r>
    </w:p>
    <w:p w:rsidR="00F86054" w:rsidRPr="00F86054" w:rsidRDefault="00F86054" w:rsidP="00BE4052">
      <w:pPr>
        <w:ind w:left="2880" w:firstLine="720"/>
        <w:rPr>
          <w:b/>
          <w:lang w:val="bg-BG"/>
        </w:rPr>
      </w:pP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BB682B">
        <w:rPr>
          <w:lang w:val="bg-BG"/>
        </w:rPr>
        <w:t>бр. 4</w:t>
      </w:r>
      <w:r w:rsidR="00BB682B">
        <w:rPr>
          <w:lang w:val="ru-RU"/>
        </w:rPr>
        <w:t>1</w:t>
      </w:r>
      <w:r w:rsidR="00BB682B" w:rsidRPr="00425D20">
        <w:rPr>
          <w:lang w:val="bg-BG"/>
        </w:rPr>
        <w:t xml:space="preserve"> от </w:t>
      </w:r>
      <w:r w:rsidR="00BB682B" w:rsidRPr="00425D20">
        <w:rPr>
          <w:lang w:val="ru-RU"/>
        </w:rPr>
        <w:t>0</w:t>
      </w:r>
      <w:r w:rsidR="00BB682B">
        <w:rPr>
          <w:lang w:val="ru-RU"/>
        </w:rPr>
        <w:t>3</w:t>
      </w:r>
      <w:r w:rsidR="00BB682B" w:rsidRPr="00425D20">
        <w:rPr>
          <w:lang w:val="bg-BG"/>
        </w:rPr>
        <w:t xml:space="preserve"> </w:t>
      </w:r>
      <w:r w:rsidR="00BB682B">
        <w:rPr>
          <w:lang w:val="bg-BG"/>
        </w:rPr>
        <w:t>юни</w:t>
      </w:r>
      <w:r w:rsidR="00BB682B" w:rsidRPr="00425D20">
        <w:rPr>
          <w:lang w:val="bg-BG"/>
        </w:rPr>
        <w:t xml:space="preserve"> 202</w:t>
      </w:r>
      <w:r w:rsidR="00BB682B">
        <w:rPr>
          <w:lang w:val="bg-BG"/>
        </w:rPr>
        <w:t xml:space="preserve">2 </w:t>
      </w:r>
      <w:r w:rsidR="00BB682B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912F01">
        <w:rPr>
          <w:lang w:val="bg-BG"/>
        </w:rPr>
        <w:t>3143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912F01">
        <w:rPr>
          <w:b/>
          <w:lang w:val="bg-BG"/>
        </w:rPr>
        <w:t>с. Ялботина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912F01">
        <w:rPr>
          <w:lang w:val="bg-BG"/>
        </w:rPr>
        <w:t xml:space="preserve"> 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7C0D43" w:rsidRDefault="007C0D43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"АГРОМЕД-ТЕ"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1.577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2.817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2.148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5.89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4.507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4.218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2.253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2.009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lastRenderedPageBreak/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38.92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ДИМИТРИНКА СТОИЛОВА КОЛЕВА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48.33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40.763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A14049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6.6</w:t>
            </w:r>
            <w:r w:rsidR="00A1404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A14049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146.</w:t>
            </w:r>
            <w:r w:rsidR="00A14049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3.769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23.80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КРАСИМИР ВАСИЛЕВ ПЪРВАНОВ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0.691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6.534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1.082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23.80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9.023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6.470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4.727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104.00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4.496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4.421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92.38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3.904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2.778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55.00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2.224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48.39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1.820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40.03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34.95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34.86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17.179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14.246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8.252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6.840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5.771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5.598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5.483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4.829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4.696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4.689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4.099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90.18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3.725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3.710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81.62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76.83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73.68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3.348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73.65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70.38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3.161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2.963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57.54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54.85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52.80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50.60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49.48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43.98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43.96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30.80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28.60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2.928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29.31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21.98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17.60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26.159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5.107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112.36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4.511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99.25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3.955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3.932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86.51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53.89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2.412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2.388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52.53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4.440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2.646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6.262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2.627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57.80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5.556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lastRenderedPageBreak/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11.287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5.484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4.445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41.78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33.00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22.00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10.07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ПЕТЪР ГЕОРГИЕВ СТАВРАКИЕВ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6.93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472.998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D804BC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105.20</w:t>
            </w:r>
            <w:r w:rsidR="00D804B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D804BC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2314.4</w:t>
            </w:r>
            <w:r w:rsidR="00D804B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7.251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31.68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20.65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12.75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5.481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5.185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5.167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4.909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4.262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3.934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3.719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3.594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3.404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3.066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2.166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39.58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lastRenderedPageBreak/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25.51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21.70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ТОДОР НИКОЛОВ ИВАНОВ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81.646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10.403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228.87</w:t>
            </w:r>
          </w:p>
        </w:tc>
      </w:tr>
      <w:tr w:rsidR="00912F01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912F01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</w:t>
            </w:r>
            <w:r w:rsidRPr="00B56E37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6279F4" w:rsidRDefault="006279F4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603.514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B56E37" w:rsidRDefault="00912F01" w:rsidP="00995D76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6279F4" w:rsidRDefault="006279F4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123.336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12F01" w:rsidRPr="006279F4" w:rsidRDefault="006279F4" w:rsidP="00995D76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2713.39</w:t>
            </w:r>
          </w:p>
        </w:tc>
      </w:tr>
    </w:tbl>
    <w:p w:rsidR="00BB682B" w:rsidRDefault="00BB682B" w:rsidP="0005360C">
      <w:pPr>
        <w:jc w:val="both"/>
        <w:textAlignment w:val="center"/>
        <w:rPr>
          <w:lang w:val="bg-BG"/>
        </w:rPr>
      </w:pPr>
    </w:p>
    <w:p w:rsidR="00F06BC9" w:rsidRPr="005938D4" w:rsidRDefault="00BB682B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DD0404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Pr="005938D4">
        <w:rPr>
          <w:b/>
          <w:i/>
          <w:lang w:val="ru-RU"/>
        </w:rPr>
        <w:t>се прилага чл.3</w:t>
      </w:r>
      <w:r w:rsidR="00F63071">
        <w:rPr>
          <w:b/>
          <w:i/>
          <w:lang w:val="ru-RU"/>
        </w:rPr>
        <w:t>7в, ал.7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F06BC9" w:rsidRPr="005938D4" w:rsidRDefault="00713EC9" w:rsidP="0005360C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912F01">
        <w:rPr>
          <w:lang w:val="ru-RU"/>
        </w:rPr>
        <w:t xml:space="preserve"> Ялботина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DD0404" w:rsidRDefault="00DD0404" w:rsidP="00DD0404">
      <w:pPr>
        <w:overflowPunct w:val="0"/>
        <w:autoSpaceDE w:val="0"/>
        <w:autoSpaceDN w:val="0"/>
        <w:adjustRightInd w:val="0"/>
        <w:rPr>
          <w:lang w:val="bg-BG"/>
        </w:rPr>
      </w:pPr>
      <w:r>
        <w:rPr>
          <w:lang w:val="bg-BG"/>
        </w:rPr>
        <w:lastRenderedPageBreak/>
        <w:t xml:space="preserve">    </w:t>
      </w:r>
      <w:r w:rsidRPr="0083710E">
        <w:rPr>
          <w:lang w:val="bg-BG"/>
        </w:rPr>
        <w:t>Контрол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</w:p>
    <w:p w:rsidR="00DD0404" w:rsidRDefault="00DD0404" w:rsidP="00DD0404">
      <w:pPr>
        <w:overflowPunct w:val="0"/>
        <w:autoSpaceDE w:val="0"/>
        <w:autoSpaceDN w:val="0"/>
        <w:adjustRightInd w:val="0"/>
        <w:rPr>
          <w:lang w:val="bg-BG"/>
        </w:rPr>
      </w:pPr>
    </w:p>
    <w:p w:rsidR="00F90A0F" w:rsidRDefault="00F90A0F" w:rsidP="00DD0404">
      <w:pPr>
        <w:overflowPunct w:val="0"/>
        <w:autoSpaceDE w:val="0"/>
        <w:autoSpaceDN w:val="0"/>
        <w:adjustRightInd w:val="0"/>
        <w:rPr>
          <w:lang w:val="bg-BG"/>
        </w:rPr>
      </w:pPr>
    </w:p>
    <w:p w:rsidR="00DD0404" w:rsidRPr="004F52D8" w:rsidRDefault="004F52D8" w:rsidP="004F52D8">
      <w:pPr>
        <w:rPr>
          <w:b/>
          <w:i/>
          <w:sz w:val="16"/>
          <w:szCs w:val="20"/>
          <w:lang w:val="bg-BG"/>
        </w:rPr>
      </w:pPr>
      <w:r>
        <w:rPr>
          <w:b/>
          <w:lang w:val="bg-BG"/>
        </w:rPr>
        <w:t xml:space="preserve">         </w:t>
      </w:r>
      <w:bookmarkStart w:id="0" w:name="_GoBack"/>
      <w:bookmarkEnd w:id="0"/>
      <w:r w:rsidRPr="004F52D8">
        <w:rPr>
          <w:b/>
          <w:lang w:val="bg-BG"/>
        </w:rPr>
        <w:t>/П/</w:t>
      </w:r>
    </w:p>
    <w:p w:rsidR="00DD0404" w:rsidRPr="00CE78CA" w:rsidRDefault="00DD0404" w:rsidP="00DD0404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:rsidR="00F90A0F" w:rsidRDefault="00DD0404" w:rsidP="00DD0404">
      <w:pPr>
        <w:rPr>
          <w:i/>
          <w:lang w:val="bg-BG"/>
        </w:rPr>
      </w:pPr>
      <w:r w:rsidRPr="00FA15EF">
        <w:rPr>
          <w:i/>
          <w:lang w:val="bg-BG"/>
        </w:rPr>
        <w:t xml:space="preserve">главен директор на </w:t>
      </w:r>
    </w:p>
    <w:p w:rsidR="00DD0404" w:rsidRPr="00FA15EF" w:rsidRDefault="00DD0404" w:rsidP="00DD0404">
      <w:pPr>
        <w:rPr>
          <w:i/>
          <w:lang w:val="bg-BG"/>
        </w:rPr>
      </w:pPr>
      <w:r w:rsidRPr="00FA15EF">
        <w:rPr>
          <w:i/>
          <w:lang w:val="bg-BG"/>
        </w:rPr>
        <w:t>ГД</w:t>
      </w:r>
      <w:r w:rsidR="00F90A0F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DD0404" w:rsidRPr="00CE78CA" w:rsidRDefault="00DD0404" w:rsidP="00DD0404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DD0404" w:rsidRPr="00CE78CA" w:rsidRDefault="00DD0404" w:rsidP="00DD0404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DD0404" w:rsidRPr="00374CAD" w:rsidRDefault="00DD0404" w:rsidP="00DD0404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DD0404" w:rsidRPr="00F63071" w:rsidRDefault="00DD0404" w:rsidP="00DD0404">
      <w:pPr>
        <w:rPr>
          <w:i/>
          <w:iCs/>
          <w:color w:val="000000"/>
          <w:sz w:val="22"/>
          <w:shd w:val="clear" w:color="auto" w:fill="FFFFFF"/>
          <w:lang w:val="bg-BG"/>
        </w:rPr>
      </w:pPr>
    </w:p>
    <w:p w:rsidR="00DD0404" w:rsidRDefault="00DD0404" w:rsidP="00DD0404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DD0404" w:rsidRDefault="00DD0404" w:rsidP="00DD0404">
      <w:pPr>
        <w:rPr>
          <w:i/>
          <w:iCs/>
          <w:color w:val="000000"/>
          <w:sz w:val="22"/>
          <w:shd w:val="clear" w:color="auto" w:fill="FFFFFF"/>
          <w:lang w:val="ru-RU"/>
        </w:rPr>
      </w:pPr>
    </w:p>
    <w:p w:rsidR="00F06BC9" w:rsidRPr="005938D4" w:rsidRDefault="00F06BC9" w:rsidP="0005360C">
      <w:pPr>
        <w:rPr>
          <w:i/>
          <w:lang w:val="bg-BG"/>
        </w:rPr>
      </w:pPr>
    </w:p>
    <w:sectPr w:rsidR="00F06BC9" w:rsidRPr="005938D4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4252" w:rsidRDefault="00C54252">
      <w:r>
        <w:separator/>
      </w:r>
    </w:p>
  </w:endnote>
  <w:endnote w:type="continuationSeparator" w:id="0">
    <w:p w:rsidR="00C54252" w:rsidRDefault="00C54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7B12AE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7B12AE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4F52D8">
      <w:rPr>
        <w:rStyle w:val="ac"/>
        <w:noProof/>
        <w:sz w:val="18"/>
      </w:rPr>
      <w:t>6</w:t>
    </w:r>
    <w:r w:rsidRPr="00713EC9">
      <w:rPr>
        <w:rStyle w:val="ac"/>
        <w:sz w:val="18"/>
      </w:rPr>
      <w:fldChar w:fldCharType="end"/>
    </w:r>
  </w:p>
  <w:p w:rsidR="00F63071" w:rsidRPr="00F63071" w:rsidRDefault="00F63071" w:rsidP="00F63071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F6307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F6307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F6307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F63071" w:rsidRPr="00F63071" w:rsidRDefault="00F63071" w:rsidP="00F6307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F6307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071" w:rsidRPr="00F63071" w:rsidRDefault="00F63071" w:rsidP="00F63071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F63071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F63071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F63071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F63071" w:rsidRPr="00F63071" w:rsidRDefault="00F63071" w:rsidP="00F63071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F63071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F63071" w:rsidRDefault="00345A3B" w:rsidP="00F6307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4252" w:rsidRDefault="00C54252">
      <w:r>
        <w:separator/>
      </w:r>
    </w:p>
  </w:footnote>
  <w:footnote w:type="continuationSeparator" w:id="0">
    <w:p w:rsidR="00C54252" w:rsidRDefault="00C542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C54252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9344D"/>
    <w:rsid w:val="00094932"/>
    <w:rsid w:val="00097CB2"/>
    <w:rsid w:val="000A18BE"/>
    <w:rsid w:val="000A519D"/>
    <w:rsid w:val="000A7F52"/>
    <w:rsid w:val="000C5047"/>
    <w:rsid w:val="000D184D"/>
    <w:rsid w:val="000E2804"/>
    <w:rsid w:val="000E46A8"/>
    <w:rsid w:val="000F691D"/>
    <w:rsid w:val="0010044E"/>
    <w:rsid w:val="00101A45"/>
    <w:rsid w:val="00111688"/>
    <w:rsid w:val="00113853"/>
    <w:rsid w:val="0013647C"/>
    <w:rsid w:val="00137F32"/>
    <w:rsid w:val="00155469"/>
    <w:rsid w:val="00157D1E"/>
    <w:rsid w:val="00164A60"/>
    <w:rsid w:val="001738C2"/>
    <w:rsid w:val="00173A32"/>
    <w:rsid w:val="001850C9"/>
    <w:rsid w:val="001A06E4"/>
    <w:rsid w:val="001A1BA3"/>
    <w:rsid w:val="001A1C66"/>
    <w:rsid w:val="001B2CD8"/>
    <w:rsid w:val="001B4BA5"/>
    <w:rsid w:val="001D31E5"/>
    <w:rsid w:val="001E02F8"/>
    <w:rsid w:val="0020653E"/>
    <w:rsid w:val="00212573"/>
    <w:rsid w:val="002157F0"/>
    <w:rsid w:val="00224C72"/>
    <w:rsid w:val="00225E60"/>
    <w:rsid w:val="00227566"/>
    <w:rsid w:val="00230DBA"/>
    <w:rsid w:val="0023186B"/>
    <w:rsid w:val="00236727"/>
    <w:rsid w:val="0024276E"/>
    <w:rsid w:val="002639F4"/>
    <w:rsid w:val="00264CBB"/>
    <w:rsid w:val="00266D04"/>
    <w:rsid w:val="00270F36"/>
    <w:rsid w:val="002725F6"/>
    <w:rsid w:val="0027756D"/>
    <w:rsid w:val="00291439"/>
    <w:rsid w:val="00291BDD"/>
    <w:rsid w:val="002A10AF"/>
    <w:rsid w:val="002A7741"/>
    <w:rsid w:val="002C5874"/>
    <w:rsid w:val="002D19F2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7FDF"/>
    <w:rsid w:val="003813FC"/>
    <w:rsid w:val="0038518E"/>
    <w:rsid w:val="00385330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4DB1"/>
    <w:rsid w:val="00401145"/>
    <w:rsid w:val="00430352"/>
    <w:rsid w:val="0043766A"/>
    <w:rsid w:val="00443D11"/>
    <w:rsid w:val="00446795"/>
    <w:rsid w:val="00454CDE"/>
    <w:rsid w:val="004636D0"/>
    <w:rsid w:val="00463733"/>
    <w:rsid w:val="00463E26"/>
    <w:rsid w:val="00471AF4"/>
    <w:rsid w:val="00496975"/>
    <w:rsid w:val="004B10BF"/>
    <w:rsid w:val="004C3144"/>
    <w:rsid w:val="004C4B62"/>
    <w:rsid w:val="004E31E0"/>
    <w:rsid w:val="004E3BDE"/>
    <w:rsid w:val="004E5FF6"/>
    <w:rsid w:val="004F52D8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42B79"/>
    <w:rsid w:val="00544517"/>
    <w:rsid w:val="00547332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0C3B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279F4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727E9"/>
    <w:rsid w:val="006728A7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C76C2"/>
    <w:rsid w:val="006E1608"/>
    <w:rsid w:val="006E2F1D"/>
    <w:rsid w:val="006E6F28"/>
    <w:rsid w:val="006F0945"/>
    <w:rsid w:val="006F5952"/>
    <w:rsid w:val="00703AAB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1C7B"/>
    <w:rsid w:val="00753FF4"/>
    <w:rsid w:val="00762DA8"/>
    <w:rsid w:val="0078053A"/>
    <w:rsid w:val="00781F58"/>
    <w:rsid w:val="00782B6D"/>
    <w:rsid w:val="00785809"/>
    <w:rsid w:val="00787497"/>
    <w:rsid w:val="00792482"/>
    <w:rsid w:val="007947AE"/>
    <w:rsid w:val="00794F6B"/>
    <w:rsid w:val="00795568"/>
    <w:rsid w:val="007964C9"/>
    <w:rsid w:val="007A06D3"/>
    <w:rsid w:val="007A119C"/>
    <w:rsid w:val="007A6050"/>
    <w:rsid w:val="007A6290"/>
    <w:rsid w:val="007B12AE"/>
    <w:rsid w:val="007B4B8A"/>
    <w:rsid w:val="007C0D43"/>
    <w:rsid w:val="007C49BC"/>
    <w:rsid w:val="007C7B4E"/>
    <w:rsid w:val="007D05C7"/>
    <w:rsid w:val="007D07CD"/>
    <w:rsid w:val="007D6450"/>
    <w:rsid w:val="007E4A4E"/>
    <w:rsid w:val="007F041B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004B"/>
    <w:rsid w:val="00893776"/>
    <w:rsid w:val="008A1BBB"/>
    <w:rsid w:val="008B0206"/>
    <w:rsid w:val="008B1300"/>
    <w:rsid w:val="008D2703"/>
    <w:rsid w:val="008E0E45"/>
    <w:rsid w:val="008E75AB"/>
    <w:rsid w:val="008F3A6E"/>
    <w:rsid w:val="008F62C9"/>
    <w:rsid w:val="009075FB"/>
    <w:rsid w:val="00910625"/>
    <w:rsid w:val="00912F01"/>
    <w:rsid w:val="009212D4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7D8E"/>
    <w:rsid w:val="009F2A96"/>
    <w:rsid w:val="00A05DB4"/>
    <w:rsid w:val="00A14049"/>
    <w:rsid w:val="00A23BFD"/>
    <w:rsid w:val="00A2419F"/>
    <w:rsid w:val="00A36C2A"/>
    <w:rsid w:val="00A56EBD"/>
    <w:rsid w:val="00A60065"/>
    <w:rsid w:val="00A60928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4496C"/>
    <w:rsid w:val="00B54180"/>
    <w:rsid w:val="00B55B93"/>
    <w:rsid w:val="00B65B7A"/>
    <w:rsid w:val="00B65E29"/>
    <w:rsid w:val="00B97B20"/>
    <w:rsid w:val="00BA5128"/>
    <w:rsid w:val="00BB682B"/>
    <w:rsid w:val="00BB7689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6313"/>
    <w:rsid w:val="00C11BA2"/>
    <w:rsid w:val="00C120B5"/>
    <w:rsid w:val="00C2268F"/>
    <w:rsid w:val="00C34BD9"/>
    <w:rsid w:val="00C34FAA"/>
    <w:rsid w:val="00C37346"/>
    <w:rsid w:val="00C41B72"/>
    <w:rsid w:val="00C44A5E"/>
    <w:rsid w:val="00C473A4"/>
    <w:rsid w:val="00C47D60"/>
    <w:rsid w:val="00C54252"/>
    <w:rsid w:val="00C70CB9"/>
    <w:rsid w:val="00C8335B"/>
    <w:rsid w:val="00CA17DF"/>
    <w:rsid w:val="00CA3258"/>
    <w:rsid w:val="00CA35D5"/>
    <w:rsid w:val="00CA41E3"/>
    <w:rsid w:val="00CA7A14"/>
    <w:rsid w:val="00CC671B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42FC"/>
    <w:rsid w:val="00D450FA"/>
    <w:rsid w:val="00D4603D"/>
    <w:rsid w:val="00D472F6"/>
    <w:rsid w:val="00D4743D"/>
    <w:rsid w:val="00D61AE4"/>
    <w:rsid w:val="00D62BC0"/>
    <w:rsid w:val="00D71A31"/>
    <w:rsid w:val="00D742E5"/>
    <w:rsid w:val="00D7472F"/>
    <w:rsid w:val="00D804BC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D0404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562B1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37E58"/>
    <w:rsid w:val="00F419DC"/>
    <w:rsid w:val="00F52056"/>
    <w:rsid w:val="00F5328B"/>
    <w:rsid w:val="00F63071"/>
    <w:rsid w:val="00F632DD"/>
    <w:rsid w:val="00F636AF"/>
    <w:rsid w:val="00F63931"/>
    <w:rsid w:val="00F670A1"/>
    <w:rsid w:val="00F72CF1"/>
    <w:rsid w:val="00F7674E"/>
    <w:rsid w:val="00F77810"/>
    <w:rsid w:val="00F86054"/>
    <w:rsid w:val="00F90A0F"/>
    <w:rsid w:val="00F95DCD"/>
    <w:rsid w:val="00FA10EE"/>
    <w:rsid w:val="00FA4106"/>
    <w:rsid w:val="00FB2631"/>
    <w:rsid w:val="00FB3A94"/>
    <w:rsid w:val="00FB775A"/>
    <w:rsid w:val="00FD129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62A08F8F"/>
  <w15:docId w15:val="{514421A0-303A-4BCA-9B24-E9DD22A5C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ACD46-4AD8-4A07-8344-6B448767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86</TotalTime>
  <Pages>1</Pages>
  <Words>2351</Words>
  <Characters>13403</Characters>
  <Application>Microsoft Office Word</Application>
  <DocSecurity>0</DocSecurity>
  <Lines>111</Lines>
  <Paragraphs>31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60</cp:revision>
  <cp:lastPrinted>2022-09-26T12:12:00Z</cp:lastPrinted>
  <dcterms:created xsi:type="dcterms:W3CDTF">2021-09-17T11:50:00Z</dcterms:created>
  <dcterms:modified xsi:type="dcterms:W3CDTF">2022-09-27T10:55:00Z</dcterms:modified>
</cp:coreProperties>
</file>