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4CDE" w:rsidRPr="005938D4" w:rsidRDefault="00A14AA4" w:rsidP="003F2EC1">
      <w:pPr>
        <w:spacing w:before="240"/>
        <w:ind w:left="2160" w:firstLine="720"/>
        <w:rPr>
          <w:b/>
          <w:sz w:val="32"/>
          <w:lang w:val="bg-BG"/>
        </w:rPr>
      </w:pPr>
      <w:r>
        <w:rPr>
          <w:b/>
          <w:sz w:val="32"/>
          <w:lang w:val="bg-BG"/>
        </w:rPr>
        <w:t xml:space="preserve">        </w:t>
      </w:r>
      <w:r w:rsidR="00713EC9" w:rsidRPr="005938D4">
        <w:rPr>
          <w:b/>
          <w:sz w:val="32"/>
          <w:lang w:val="bg-BG"/>
        </w:rPr>
        <w:t xml:space="preserve"> </w:t>
      </w:r>
      <w:r w:rsidR="00454CDE" w:rsidRPr="005938D4">
        <w:rPr>
          <w:b/>
          <w:sz w:val="32"/>
          <w:lang w:val="bg-BG"/>
        </w:rPr>
        <w:t>З А П О В Е Д</w:t>
      </w:r>
    </w:p>
    <w:p w:rsidR="00454CDE" w:rsidRPr="00A14AA4" w:rsidRDefault="005A2287" w:rsidP="0094531F">
      <w:pPr>
        <w:ind w:left="3600"/>
        <w:rPr>
          <w:b/>
          <w:lang w:val="bg-BG"/>
        </w:rPr>
      </w:pPr>
      <w:r w:rsidRPr="005938D4">
        <w:rPr>
          <w:lang w:val="bg-BG"/>
        </w:rPr>
        <w:t xml:space="preserve">   </w:t>
      </w:r>
      <w:r w:rsidR="00454CDE" w:rsidRPr="00A14AA4">
        <w:rPr>
          <w:b/>
          <w:lang w:val="bg-BG"/>
        </w:rPr>
        <w:t>№</w:t>
      </w:r>
      <w:r w:rsidR="0094531F" w:rsidRPr="00A14AA4">
        <w:rPr>
          <w:b/>
          <w:lang w:val="bg-BG"/>
        </w:rPr>
        <w:t xml:space="preserve"> ПО-09-3111-3</w:t>
      </w:r>
    </w:p>
    <w:p w:rsidR="00454CDE" w:rsidRDefault="00454CDE" w:rsidP="00BE4052">
      <w:pPr>
        <w:ind w:left="2880" w:firstLine="720"/>
        <w:rPr>
          <w:b/>
          <w:lang w:val="bg-BG"/>
        </w:rPr>
      </w:pPr>
      <w:r w:rsidRPr="00A14AA4">
        <w:rPr>
          <w:b/>
          <w:lang w:val="bg-BG"/>
        </w:rPr>
        <w:t>София,</w:t>
      </w:r>
      <w:r w:rsidR="0094531F" w:rsidRPr="00A14AA4">
        <w:rPr>
          <w:b/>
          <w:lang w:val="bg-BG"/>
        </w:rPr>
        <w:t>23.09.</w:t>
      </w:r>
      <w:r w:rsidR="006A587F" w:rsidRPr="00A14AA4">
        <w:rPr>
          <w:b/>
          <w:lang w:val="bg-BG"/>
        </w:rPr>
        <w:t>202</w:t>
      </w:r>
      <w:r w:rsidR="00094A39" w:rsidRPr="00A14AA4">
        <w:rPr>
          <w:b/>
          <w:lang w:val="bg-BG"/>
        </w:rPr>
        <w:t>2</w:t>
      </w:r>
      <w:r w:rsidR="00910625" w:rsidRPr="00A14AA4">
        <w:rPr>
          <w:b/>
          <w:lang w:val="bg-BG"/>
        </w:rPr>
        <w:t xml:space="preserve"> </w:t>
      </w:r>
      <w:r w:rsidR="0023186B" w:rsidRPr="00A14AA4">
        <w:rPr>
          <w:b/>
          <w:lang w:val="bg-BG"/>
        </w:rPr>
        <w:t>г.</w:t>
      </w:r>
      <w:r w:rsidR="006727E9" w:rsidRPr="00A14AA4">
        <w:rPr>
          <w:b/>
          <w:lang w:val="bg-BG"/>
        </w:rPr>
        <w:t xml:space="preserve">  </w:t>
      </w:r>
    </w:p>
    <w:p w:rsidR="00A14AA4" w:rsidRPr="00A14AA4" w:rsidRDefault="00A14AA4" w:rsidP="00BE4052">
      <w:pPr>
        <w:ind w:left="2880" w:firstLine="720"/>
        <w:rPr>
          <w:b/>
          <w:lang w:val="bg-BG"/>
        </w:rPr>
      </w:pPr>
    </w:p>
    <w:p w:rsidR="008361AB" w:rsidRDefault="00576362" w:rsidP="003F2EC1">
      <w:pPr>
        <w:jc w:val="both"/>
        <w:rPr>
          <w:lang w:val="bg-BG"/>
        </w:rPr>
      </w:pPr>
      <w:r w:rsidRPr="005938D4">
        <w:rPr>
          <w:lang w:val="bg-BG"/>
        </w:rPr>
        <w:t xml:space="preserve">На основание чл.3, </w:t>
      </w:r>
      <w:r w:rsidR="008A1BBB" w:rsidRPr="005938D4">
        <w:rPr>
          <w:lang w:val="bg-BG"/>
        </w:rPr>
        <w:t>ал.</w:t>
      </w:r>
      <w:r w:rsidRPr="005938D4">
        <w:rPr>
          <w:lang w:val="bg-BG"/>
        </w:rPr>
        <w:t>4 от Устройствения правилник на областните дирекции “Земеделие”, в сила от 26.01.2010г., издаден от Министерството на земеделието и храни</w:t>
      </w:r>
      <w:r w:rsidR="007A06D3" w:rsidRPr="005938D4">
        <w:rPr>
          <w:lang w:val="bg-BG"/>
        </w:rPr>
        <w:t>те, обн.ДВ. бр.7/26.01.2010г.,</w:t>
      </w:r>
      <w:r w:rsidR="007A06D3" w:rsidRPr="005938D4">
        <w:rPr>
          <w:lang w:val="ru-RU"/>
        </w:rPr>
        <w:t xml:space="preserve"> </w:t>
      </w:r>
      <w:r w:rsidR="00EB44A1" w:rsidRPr="005938D4">
        <w:rPr>
          <w:lang w:val="bg-BG"/>
        </w:rPr>
        <w:t xml:space="preserve">посл. изм. </w:t>
      </w:r>
      <w:r w:rsidR="00940F82" w:rsidRPr="00425D20">
        <w:rPr>
          <w:lang w:val="bg-BG"/>
        </w:rPr>
        <w:t xml:space="preserve">бр. </w:t>
      </w:r>
      <w:r w:rsidR="00940F82">
        <w:rPr>
          <w:lang w:val="bg-BG"/>
        </w:rPr>
        <w:t>4</w:t>
      </w:r>
      <w:r w:rsidR="00940F82">
        <w:rPr>
          <w:lang w:val="ru-RU"/>
        </w:rPr>
        <w:t>1</w:t>
      </w:r>
      <w:r w:rsidR="00940F82" w:rsidRPr="00425D20">
        <w:rPr>
          <w:lang w:val="bg-BG"/>
        </w:rPr>
        <w:t xml:space="preserve"> от </w:t>
      </w:r>
      <w:r w:rsidR="00940F82" w:rsidRPr="00425D20">
        <w:rPr>
          <w:lang w:val="ru-RU"/>
        </w:rPr>
        <w:t>0</w:t>
      </w:r>
      <w:r w:rsidR="00940F82">
        <w:rPr>
          <w:lang w:val="ru-RU"/>
        </w:rPr>
        <w:t>3</w:t>
      </w:r>
      <w:r w:rsidR="00940F82" w:rsidRPr="00425D20">
        <w:rPr>
          <w:lang w:val="bg-BG"/>
        </w:rPr>
        <w:t xml:space="preserve"> </w:t>
      </w:r>
      <w:r w:rsidR="00940F82">
        <w:rPr>
          <w:lang w:val="bg-BG"/>
        </w:rPr>
        <w:t>юни</w:t>
      </w:r>
      <w:r w:rsidR="00940F82" w:rsidRPr="00425D20">
        <w:rPr>
          <w:lang w:val="bg-BG"/>
        </w:rPr>
        <w:t xml:space="preserve"> 202</w:t>
      </w:r>
      <w:r w:rsidR="00940F82">
        <w:rPr>
          <w:lang w:val="bg-BG"/>
        </w:rPr>
        <w:t xml:space="preserve">2 </w:t>
      </w:r>
      <w:r w:rsidR="00940F82" w:rsidRPr="00425D20">
        <w:rPr>
          <w:lang w:val="bg-BG"/>
        </w:rPr>
        <w:t>г</w:t>
      </w:r>
      <w:r w:rsidR="00EB44A1" w:rsidRPr="00641266">
        <w:rPr>
          <w:color w:val="000000" w:themeColor="text1"/>
          <w:lang w:val="bg-BG"/>
        </w:rPr>
        <w:t>.</w:t>
      </w:r>
      <w:r w:rsidR="00713EC9" w:rsidRPr="005938D4">
        <w:rPr>
          <w:lang w:val="bg-BG"/>
        </w:rPr>
        <w:t xml:space="preserve">, </w:t>
      </w:r>
      <w:r w:rsidR="008F3A6E" w:rsidRPr="005938D4">
        <w:rPr>
          <w:lang w:val="bg-BG"/>
        </w:rPr>
        <w:t>чл.37в, ал.4 от Закона за собствеността и ползването на земеделските земи /ЗСПЗЗ/, чл.75а от Правилника за прилагане на ЗСПЗЗ и във връзка с доклад на комисия, назначена с моя</w:t>
      </w:r>
      <w:r w:rsidR="00CA35D5">
        <w:rPr>
          <w:lang w:val="bg-BG"/>
        </w:rPr>
        <w:t xml:space="preserve"> заповед</w:t>
      </w:r>
      <w:r w:rsidR="008F3A6E" w:rsidRPr="005938D4">
        <w:rPr>
          <w:lang w:val="bg-BG"/>
        </w:rPr>
        <w:t xml:space="preserve"> </w:t>
      </w:r>
      <w:r w:rsidR="003F0AB9">
        <w:rPr>
          <w:lang w:val="bg-BG"/>
        </w:rPr>
        <w:t>№  ПО-09-</w:t>
      </w:r>
      <w:r w:rsidR="00094A39">
        <w:rPr>
          <w:lang w:val="bg-BG"/>
        </w:rPr>
        <w:t>3111 от 25</w:t>
      </w:r>
      <w:r w:rsidR="007257D7">
        <w:rPr>
          <w:lang w:val="bg-BG"/>
        </w:rPr>
        <w:t>.07</w:t>
      </w:r>
      <w:r w:rsidR="0088459B">
        <w:rPr>
          <w:lang w:val="bg-BG"/>
        </w:rPr>
        <w:t>.</w:t>
      </w:r>
      <w:r w:rsidR="006A587F">
        <w:rPr>
          <w:lang w:val="bg-BG"/>
        </w:rPr>
        <w:t>202</w:t>
      </w:r>
      <w:r w:rsidR="00094A39">
        <w:rPr>
          <w:lang w:val="bg-BG"/>
        </w:rPr>
        <w:t>2</w:t>
      </w:r>
      <w:r w:rsidR="000A18BE">
        <w:rPr>
          <w:lang w:val="bg-BG"/>
        </w:rPr>
        <w:t xml:space="preserve"> </w:t>
      </w:r>
      <w:r w:rsidR="006A587F">
        <w:rPr>
          <w:lang w:val="bg-BG"/>
        </w:rPr>
        <w:t>г.</w:t>
      </w:r>
    </w:p>
    <w:p w:rsidR="0094531F" w:rsidRDefault="0094531F" w:rsidP="003F2EC1">
      <w:pPr>
        <w:jc w:val="both"/>
        <w:rPr>
          <w:lang w:val="bg-BG"/>
        </w:rPr>
      </w:pPr>
    </w:p>
    <w:p w:rsidR="008F3A6E" w:rsidRPr="005938D4" w:rsidRDefault="00C41B72" w:rsidP="005E5F37">
      <w:pPr>
        <w:ind w:left="2160" w:firstLine="720"/>
        <w:jc w:val="both"/>
        <w:rPr>
          <w:lang w:val="bg-BG"/>
        </w:rPr>
      </w:pPr>
      <w:r w:rsidRPr="005938D4">
        <w:rPr>
          <w:b/>
          <w:lang w:val="bg-BG"/>
        </w:rPr>
        <w:t xml:space="preserve">   </w:t>
      </w:r>
      <w:r w:rsidR="0058230C" w:rsidRPr="005938D4">
        <w:rPr>
          <w:b/>
          <w:lang w:val="bg-BG"/>
        </w:rPr>
        <w:t xml:space="preserve">   </w:t>
      </w:r>
      <w:r w:rsidR="003813FC" w:rsidRPr="005938D4">
        <w:rPr>
          <w:b/>
          <w:lang w:val="bg-BG"/>
        </w:rPr>
        <w:t xml:space="preserve">   </w:t>
      </w:r>
      <w:r w:rsidR="00463733" w:rsidRPr="005938D4">
        <w:rPr>
          <w:b/>
          <w:lang w:val="bg-BG"/>
        </w:rPr>
        <w:t>О П Р Е Д Е Л Я</w:t>
      </w:r>
      <w:r w:rsidR="00463733" w:rsidRPr="005938D4">
        <w:rPr>
          <w:lang w:val="bg-BG"/>
        </w:rPr>
        <w:t xml:space="preserve"> </w:t>
      </w:r>
      <w:r w:rsidR="00463733" w:rsidRPr="005938D4">
        <w:rPr>
          <w:b/>
          <w:lang w:val="bg-BG"/>
        </w:rPr>
        <w:t>М</w:t>
      </w:r>
      <w:r w:rsidR="00463733" w:rsidRPr="005938D4">
        <w:rPr>
          <w:lang w:val="bg-BG"/>
        </w:rPr>
        <w:t>:</w:t>
      </w:r>
    </w:p>
    <w:p w:rsidR="008F3A6E" w:rsidRPr="005938D4" w:rsidRDefault="008F3A6E" w:rsidP="008F3A6E">
      <w:pPr>
        <w:ind w:firstLine="709"/>
        <w:jc w:val="center"/>
        <w:rPr>
          <w:lang w:val="ru-RU"/>
        </w:rPr>
      </w:pPr>
    </w:p>
    <w:p w:rsidR="00E52E11" w:rsidRDefault="00E52E11" w:rsidP="00E02ED9">
      <w:pPr>
        <w:tabs>
          <w:tab w:val="left" w:pos="3544"/>
        </w:tabs>
        <w:ind w:firstLine="720"/>
        <w:jc w:val="both"/>
        <w:rPr>
          <w:lang w:val="bg-BG"/>
        </w:rPr>
      </w:pPr>
      <w:r w:rsidRPr="005938D4">
        <w:rPr>
          <w:lang w:val="bg-BG"/>
        </w:rPr>
        <w:t>Масивите за ползване /МП/</w:t>
      </w:r>
      <w:r w:rsidRPr="005938D4">
        <w:rPr>
          <w:lang w:val="ru-RU"/>
        </w:rPr>
        <w:t xml:space="preserve"> </w:t>
      </w:r>
      <w:r w:rsidRPr="005938D4">
        <w:rPr>
          <w:lang w:val="bg-BG"/>
        </w:rPr>
        <w:t>и имоти за ползване</w:t>
      </w:r>
      <w:r w:rsidR="00871654" w:rsidRPr="005938D4">
        <w:rPr>
          <w:lang w:val="bg-BG"/>
        </w:rPr>
        <w:t xml:space="preserve"> по  чл. 37в ал.</w:t>
      </w:r>
      <w:r w:rsidR="00713EC9" w:rsidRPr="005938D4">
        <w:rPr>
          <w:lang w:val="bg-BG"/>
        </w:rPr>
        <w:t>2</w:t>
      </w:r>
      <w:r w:rsidR="00871654" w:rsidRPr="005938D4">
        <w:rPr>
          <w:lang w:val="ru-RU"/>
        </w:rPr>
        <w:t xml:space="preserve"> </w:t>
      </w:r>
      <w:r w:rsidR="00871654" w:rsidRPr="005938D4">
        <w:rPr>
          <w:lang w:val="bg-BG"/>
        </w:rPr>
        <w:t>от ЗСПЗЗ</w:t>
      </w:r>
      <w:r w:rsidRPr="005938D4">
        <w:rPr>
          <w:lang w:val="bg-BG"/>
        </w:rPr>
        <w:t>, разпределени в границите им съобразно, изготвеното</w:t>
      </w:r>
      <w:r w:rsidR="006655C6" w:rsidRPr="005938D4">
        <w:rPr>
          <w:lang w:val="bg-BG"/>
        </w:rPr>
        <w:t xml:space="preserve"> </w:t>
      </w:r>
      <w:r w:rsidR="005E5F37" w:rsidRPr="005938D4">
        <w:rPr>
          <w:b/>
          <w:lang w:val="bg-BG"/>
        </w:rPr>
        <w:t>доброволно споразумение</w:t>
      </w:r>
      <w:r w:rsidR="005E5F37" w:rsidRPr="005938D4">
        <w:rPr>
          <w:lang w:val="bg-BG"/>
        </w:rPr>
        <w:t xml:space="preserve"> за </w:t>
      </w:r>
      <w:r w:rsidR="005E5F37" w:rsidRPr="005938D4">
        <w:rPr>
          <w:b/>
          <w:lang w:val="bg-BG"/>
        </w:rPr>
        <w:t>орна земя</w:t>
      </w:r>
      <w:r w:rsidR="005E5F37" w:rsidRPr="005938D4">
        <w:rPr>
          <w:lang w:val="bg-BG"/>
        </w:rPr>
        <w:t xml:space="preserve"> </w:t>
      </w:r>
      <w:r w:rsidR="003361C6" w:rsidRPr="005938D4">
        <w:rPr>
          <w:lang w:val="bg-BG"/>
        </w:rPr>
        <w:t xml:space="preserve">за землището на </w:t>
      </w:r>
      <w:r w:rsidR="00684C7E">
        <w:rPr>
          <w:b/>
          <w:lang w:val="bg-BG"/>
        </w:rPr>
        <w:t xml:space="preserve">с. </w:t>
      </w:r>
      <w:r w:rsidR="00A4022A">
        <w:rPr>
          <w:b/>
          <w:lang w:val="bg-BG"/>
        </w:rPr>
        <w:t>Владиславци</w:t>
      </w:r>
      <w:r w:rsidR="00684C7E">
        <w:rPr>
          <w:b/>
          <w:lang w:val="bg-BG"/>
        </w:rPr>
        <w:t>,</w:t>
      </w:r>
      <w:r w:rsidR="00910625">
        <w:rPr>
          <w:b/>
          <w:lang w:val="bg-BG"/>
        </w:rPr>
        <w:t xml:space="preserve"> община</w:t>
      </w:r>
      <w:r w:rsidRPr="005938D4">
        <w:rPr>
          <w:b/>
          <w:lang w:val="bg-BG"/>
        </w:rPr>
        <w:t xml:space="preserve"> </w:t>
      </w:r>
      <w:r w:rsidR="00910625">
        <w:rPr>
          <w:b/>
          <w:lang w:val="bg-BG"/>
        </w:rPr>
        <w:t>Драгоман</w:t>
      </w:r>
      <w:r w:rsidRPr="005938D4">
        <w:rPr>
          <w:lang w:val="bg-BG"/>
        </w:rPr>
        <w:t>,</w:t>
      </w:r>
      <w:r w:rsidRPr="005938D4">
        <w:rPr>
          <w:lang w:val="ru-RU"/>
        </w:rPr>
        <w:t xml:space="preserve"> </w:t>
      </w:r>
      <w:r w:rsidRPr="005938D4">
        <w:rPr>
          <w:lang w:val="bg-BG"/>
        </w:rPr>
        <w:t xml:space="preserve">ЕКАТТЕ </w:t>
      </w:r>
      <w:r w:rsidR="00A4022A">
        <w:rPr>
          <w:lang w:val="bg-BG"/>
        </w:rPr>
        <w:t>11483</w:t>
      </w:r>
      <w:r w:rsidR="00A974AA" w:rsidRPr="005938D4">
        <w:rPr>
          <w:lang w:val="bg-BG"/>
        </w:rPr>
        <w:t>,</w:t>
      </w:r>
      <w:r w:rsidR="00EB44A1" w:rsidRPr="005938D4">
        <w:rPr>
          <w:lang w:val="bg-BG"/>
        </w:rPr>
        <w:t xml:space="preserve"> </w:t>
      </w:r>
      <w:r w:rsidR="00EB44A1" w:rsidRPr="005938D4">
        <w:rPr>
          <w:b/>
          <w:lang w:val="bg-BG"/>
        </w:rPr>
        <w:t xml:space="preserve">област </w:t>
      </w:r>
      <w:r w:rsidR="008361AB" w:rsidRPr="005938D4">
        <w:rPr>
          <w:b/>
          <w:lang w:val="bg-BG"/>
        </w:rPr>
        <w:t>София</w:t>
      </w:r>
      <w:r w:rsidRPr="005938D4">
        <w:rPr>
          <w:lang w:val="bg-BG"/>
        </w:rPr>
        <w:t xml:space="preserve">, за стопанската </w:t>
      </w:r>
      <w:r w:rsidR="006A587F">
        <w:rPr>
          <w:b/>
          <w:lang w:val="bg-BG"/>
        </w:rPr>
        <w:t>202</w:t>
      </w:r>
      <w:r w:rsidR="00094A39">
        <w:rPr>
          <w:b/>
          <w:lang w:val="bg-BG"/>
        </w:rPr>
        <w:t>2</w:t>
      </w:r>
      <w:r w:rsidR="006A587F">
        <w:rPr>
          <w:b/>
          <w:lang w:val="bg-BG"/>
        </w:rPr>
        <w:t xml:space="preserve"> – 202</w:t>
      </w:r>
      <w:r w:rsidR="00094A39">
        <w:rPr>
          <w:b/>
          <w:lang w:val="bg-BG"/>
        </w:rPr>
        <w:t>3</w:t>
      </w:r>
      <w:r w:rsidR="00871654" w:rsidRPr="005938D4">
        <w:rPr>
          <w:b/>
          <w:lang w:val="bg-BG"/>
        </w:rPr>
        <w:t xml:space="preserve"> </w:t>
      </w:r>
      <w:r w:rsidRPr="005938D4">
        <w:rPr>
          <w:b/>
          <w:lang w:val="bg-BG"/>
        </w:rPr>
        <w:t>година</w:t>
      </w:r>
      <w:r w:rsidRPr="005938D4">
        <w:rPr>
          <w:lang w:val="bg-BG"/>
        </w:rPr>
        <w:t>, както следва:</w:t>
      </w:r>
    </w:p>
    <w:p w:rsidR="00627A7A" w:rsidRDefault="00627A7A" w:rsidP="00E02ED9">
      <w:pPr>
        <w:tabs>
          <w:tab w:val="left" w:pos="3544"/>
        </w:tabs>
        <w:ind w:firstLine="720"/>
        <w:jc w:val="both"/>
        <w:rPr>
          <w:lang w:val="bg-BG"/>
        </w:rPr>
      </w:pPr>
    </w:p>
    <w:p w:rsidR="00627A7A" w:rsidRDefault="00627A7A" w:rsidP="00E02ED9">
      <w:pPr>
        <w:tabs>
          <w:tab w:val="left" w:pos="3544"/>
        </w:tabs>
        <w:ind w:firstLine="720"/>
        <w:jc w:val="both"/>
        <w:rPr>
          <w:lang w:val="bg-BG"/>
        </w:rPr>
      </w:pPr>
    </w:p>
    <w:tbl>
      <w:tblPr>
        <w:tblW w:w="9922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536"/>
        <w:gridCol w:w="567"/>
        <w:gridCol w:w="851"/>
        <w:gridCol w:w="992"/>
        <w:gridCol w:w="851"/>
        <w:gridCol w:w="850"/>
        <w:gridCol w:w="1275"/>
      </w:tblGrid>
      <w:tr w:rsidR="006322F2" w:rsidRPr="004003AB" w:rsidTr="002A6FA1">
        <w:trPr>
          <w:cantSplit/>
          <w:trHeight w:val="628"/>
        </w:trPr>
        <w:tc>
          <w:tcPr>
            <w:tcW w:w="453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4003AB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</w:rPr>
            </w:pPr>
            <w:r w:rsidRPr="004003AB">
              <w:rPr>
                <w:b/>
                <w:bCs/>
                <w:sz w:val="18"/>
                <w:szCs w:val="18"/>
              </w:rPr>
              <w:t>ПОЛЗВАТЕЛ</w:t>
            </w:r>
          </w:p>
        </w:tc>
        <w:tc>
          <w:tcPr>
            <w:tcW w:w="56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4003AB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</w:rPr>
            </w:pPr>
            <w:r w:rsidRPr="004003AB">
              <w:rPr>
                <w:b/>
                <w:bCs/>
                <w:sz w:val="18"/>
                <w:szCs w:val="18"/>
              </w:rPr>
              <w:t>МАСИВ №</w:t>
            </w:r>
          </w:p>
        </w:tc>
        <w:tc>
          <w:tcPr>
            <w:tcW w:w="184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4003AB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ru-RU"/>
              </w:rPr>
            </w:pPr>
            <w:r w:rsidRPr="004003AB">
              <w:rPr>
                <w:b/>
                <w:bCs/>
                <w:sz w:val="18"/>
                <w:szCs w:val="18"/>
                <w:lang w:val="ru-RU"/>
              </w:rPr>
              <w:t>ИМОТ С РЕГИСТРИРАНО ПРАВНО ОСНОВАНИЕ</w:t>
            </w:r>
          </w:p>
        </w:tc>
        <w:tc>
          <w:tcPr>
            <w:tcW w:w="297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4003AB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ru-RU"/>
              </w:rPr>
            </w:pPr>
            <w:r w:rsidRPr="004003AB">
              <w:rPr>
                <w:b/>
                <w:bCs/>
                <w:sz w:val="18"/>
                <w:szCs w:val="18"/>
                <w:lang w:val="ru-RU"/>
              </w:rPr>
              <w:t>ИМОТ ПО ЧЛ. 37В, АЛ. 3, Т. 2 ОТ ЗСПЗЗ</w:t>
            </w:r>
          </w:p>
        </w:tc>
      </w:tr>
      <w:tr w:rsidR="006322F2" w:rsidRPr="004003AB" w:rsidTr="002A6FA1">
        <w:trPr>
          <w:cantSplit/>
          <w:trHeight w:val="570"/>
        </w:trPr>
        <w:tc>
          <w:tcPr>
            <w:tcW w:w="453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4003AB" w:rsidRDefault="006322F2" w:rsidP="0092277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4003AB" w:rsidRDefault="006322F2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4003AB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</w:rPr>
            </w:pPr>
            <w:r w:rsidRPr="004003AB">
              <w:rPr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4003AB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</w:rPr>
            </w:pPr>
            <w:r w:rsidRPr="004003AB">
              <w:rPr>
                <w:b/>
                <w:bCs/>
                <w:sz w:val="18"/>
                <w:szCs w:val="18"/>
              </w:rPr>
              <w:t>ПЛОЩ ДКА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4003AB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</w:rPr>
            </w:pPr>
            <w:r w:rsidRPr="004003AB">
              <w:rPr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4003AB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</w:rPr>
            </w:pPr>
            <w:r w:rsidRPr="004003AB">
              <w:rPr>
                <w:b/>
                <w:bCs/>
                <w:sz w:val="18"/>
                <w:szCs w:val="18"/>
              </w:rPr>
              <w:t>ПЛОЩ ДКА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4003AB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ru-RU"/>
              </w:rPr>
            </w:pPr>
            <w:r w:rsidRPr="004003AB">
              <w:rPr>
                <w:b/>
                <w:bCs/>
                <w:sz w:val="18"/>
                <w:szCs w:val="18"/>
                <w:lang w:val="ru-RU"/>
              </w:rPr>
              <w:t>ДЪЛЖИМО РЕНТНО ПЛАЩАНЕ В ЛВ.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89.6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38.784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89.5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3.163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47.44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89.9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1.005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15.08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89.4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0.114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1.71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100.8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3.814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100.9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0.585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b/>
                <w:bCs/>
                <w:sz w:val="18"/>
                <w:szCs w:val="18"/>
              </w:rPr>
              <w:t>43.183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b/>
                <w:bCs/>
                <w:sz w:val="18"/>
                <w:szCs w:val="18"/>
              </w:rPr>
              <w:t>4.282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b/>
                <w:bCs/>
                <w:sz w:val="18"/>
                <w:szCs w:val="18"/>
              </w:rPr>
              <w:t>64.23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30.12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10.897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31.13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9.076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29.1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7.617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30.34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7.399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7.298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109.47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7.199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107.98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30.10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7.000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30.31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6.800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6.600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99.00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30.11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6.597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30.30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6.500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97.50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31.24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6.499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30.38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6.498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30.17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6.399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6.206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93.09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30.21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6.000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31.1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5.842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30.33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5.698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30.6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5.498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5.498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82.47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30.32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5.399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30.14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5.100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lastRenderedPageBreak/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31.17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5.016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29.2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5.007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31.18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4.933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30.13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4.899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4.898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73.47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31.9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4.893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30.29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4.800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30.39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4.799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71.98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4.746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71.19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29.5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4.741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31.16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4.732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4.699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70.48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31.19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4.533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31.5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4.526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4.499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67.48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30.18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30.19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31.6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4.284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30.35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4.100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61.50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59.97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30.28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3.997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59.95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31.3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3.727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30.22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3.699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30.20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3.594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3.500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52.50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52.48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3.399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50.98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29.8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3.348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3.300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49.50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3.298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49.47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30.36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3.199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30.23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30.37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31.4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2.916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31.15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2.800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31.2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2.761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31.27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2.606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2.600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39.00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31.26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37.50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31.25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29.6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2.184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30.24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29.98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1.900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28.50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30.25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27.00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30.26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1.400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31.23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1.301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19.52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31.22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1.299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1.299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19.48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1.094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16.42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30.40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1.006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30.27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1.002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15.03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31.11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0.510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7.66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13.451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11.14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11.049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11.15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8.498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11.9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8.401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8.107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7.583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6.908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103.61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6.685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11.6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6.499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5.998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11.4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5.907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11.27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5.499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lastRenderedPageBreak/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11.21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5.499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5.208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12.24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5.019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75.29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5.000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75.00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74.98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74.98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4.997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74.95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11.22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4.899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73.48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11.24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4.898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11.2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4.799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11.25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4.599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11.23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4.599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12.12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4.540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11.1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4.037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60.55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12.6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12.22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3.952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3.849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57.74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12.13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3.816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11.16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3.799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12.26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3.784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11.28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3.752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11.19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3.599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11.17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12.25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3.445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11.3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3.400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3.399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50.99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12.8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3.299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11.13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3.199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3.199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3.099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46.49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3.099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3.099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3.063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45.94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3.035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44.98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12.16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2.993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2.991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2.963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44.44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2.901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43.52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2.823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11.20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2.799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2.619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39.29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2.599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38.98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12.23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2.580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38.70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11.11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2.501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37.48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2.299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2.299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34.48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12.31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2.196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32.95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131.6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2.004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12.14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1.943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1.933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29.00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11.29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1.895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28.43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12.21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1.795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12.20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1.730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12.19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1.682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1.660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24.00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12.7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lastRenderedPageBreak/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11.26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1.457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21.85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11.10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1.435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12.15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1.413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2.827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42.40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1.249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1.227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18.40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17.99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12.27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131.31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1.059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15.88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131.28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0.605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9.07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0.533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12.30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0.528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7.50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7.50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0.449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0.369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5.53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131.32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0.287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4.31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0.285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4.27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0.202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3.03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131.24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0.200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3.00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131.25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0.200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131.22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0.200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3.00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131.23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0.200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3.00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0.200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3.00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0.198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2.97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0.197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2.96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0.184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2.76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0.123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1.84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131.29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0.115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1.73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131.30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0.110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1.65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131.26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0.109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1.64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0.103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1.54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0.100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1.50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9.698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145.47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28.17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9.498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9.030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135.45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28.18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8.699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7.998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119.97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26.2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6.798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28.1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6.746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25.6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6.734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26.6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6.498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26.7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6.398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28.15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6.201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28.24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6.100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5.674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85.11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28.27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5.598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26.10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5.202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5.099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76.48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28.16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25.11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4.494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4.466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66.99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4.435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66.53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4.300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64.50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26.16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4.199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26.4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3.898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28.19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3.855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28.11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3.799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26.13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3.399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28.8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3.299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3.199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47.99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27.14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3.194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3.087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46.31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lastRenderedPageBreak/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27.10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3.047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28.25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45.00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28.26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45.00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26.8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28.10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28.20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2.997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27.17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2.922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2.899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43.48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26.3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2.899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26.1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2.802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2.688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40.32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28.23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2.599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28.9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2.300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2.199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32.98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2.099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31.49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2.058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30.87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26.14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26.12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1.400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1.400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21.00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25.8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26.11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15.00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25.3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0.641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25.9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0.113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8.092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121.38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7.006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17.1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6.998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6.133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5.987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5.499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5.320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5.235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5.210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78.15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4.768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16.5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4.757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18.3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4.671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4.577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68.66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4.440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66.59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4.399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4.261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4.182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4.085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4.059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4.058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16.2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18.16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3.973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3.969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59.54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18.15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3.878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18.10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3.808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3.804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57.06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16.1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3.650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18.9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3.649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17.3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3.570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17.2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3.399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18.13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3.298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3.268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3.241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3.099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46.49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18.7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3.063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3.034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45.51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44.98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lastRenderedPageBreak/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44.98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18.6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2.938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2.842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42.63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18.8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2.801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18.1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2.761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2.618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39.26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2.448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2.313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34.69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2.299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2.229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2.214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33.20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2.200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18.12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2.200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2.161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2.159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32.38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16.3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2.136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2.121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18.14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1.977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29.66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1.840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27.60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1.818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17.4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1.751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1.739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18.11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1.722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1.682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22.48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1.440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1.335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1.278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1.254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1.253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18.79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1.119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1.092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1.025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15.00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15.00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15.00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0.975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14.63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0.913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13.70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0.895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0.882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13.23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0.775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2.324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34.87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0.749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11.23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0.744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11.16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18.19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0.732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0.453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6.79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16.6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0.384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0.382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134.3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0.143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134.4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0.143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145.615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82.106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145.615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18.929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149.7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1.403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149.6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1.376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149.19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0.874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149.20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0.849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0.776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11.63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149.21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0.651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9.77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lastRenderedPageBreak/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149.9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0.335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0.303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4.54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149.22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0.169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2.54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149.18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0.169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0.168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2.52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0.167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2.51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149.14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0.165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149.8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0.139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22.15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20.809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22.6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11.251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22.7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9.665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23.12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7.243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20.6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5.977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23.7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5.774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21.7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5.599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20.10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22.1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4.883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21.9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4.799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4.780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71.70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22.5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4.742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21.11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4.698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23.4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4.285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23.18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4.264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4.212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63.17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59.99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21.6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59.98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22.2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3.796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23.6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3.699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22.8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3.681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23.2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3.599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21.8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3.593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52.48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21.10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21.4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3.381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22.17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3.107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45.00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23.16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2.875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23.15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2.868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20.5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2.856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2.809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42.14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2.719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40.78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23.3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2.700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20.3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2.616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20.9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2.594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20.11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22.10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2.465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2.366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35.49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2.349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35.23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2.325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34.87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2.126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31.89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23.5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23.17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1.937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23.14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1.927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20.4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1.908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22.9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1.692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20.7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1.624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22.14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21.1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1.485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20.8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1.409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1.217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18.25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20.1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1.191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20.2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1.165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20.12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lastRenderedPageBreak/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15.00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21.2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0.957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13.50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7.50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0.398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5.98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141.2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0.266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141.3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0.218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24.3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2.412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1.858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27.87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24.4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24.5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1.016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0.906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13.59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b/>
                <w:bCs/>
                <w:sz w:val="18"/>
                <w:szCs w:val="18"/>
              </w:rPr>
              <w:t>1070.893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C31C97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6622F">
              <w:rPr>
                <w:rFonts w:ascii="Arial" w:hAnsi="Arial" w:cs="Arial"/>
                <w:b/>
                <w:bCs/>
                <w:sz w:val="18"/>
                <w:szCs w:val="18"/>
              </w:rPr>
              <w:t>407.44</w:t>
            </w:r>
            <w:r w:rsidR="00C31C97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C31C97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6622F">
              <w:rPr>
                <w:rFonts w:ascii="Arial" w:hAnsi="Arial" w:cs="Arial"/>
                <w:b/>
                <w:bCs/>
                <w:sz w:val="18"/>
                <w:szCs w:val="18"/>
              </w:rPr>
              <w:t>6111.</w:t>
            </w:r>
            <w:r w:rsidR="00C31C97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72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АЛЕКСАНДЪР МЛАДЕНОВ КИРОВ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102.2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1.776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АЛЕКСАНДЪР МЛАДЕНОВ КИРОВ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1.737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26.06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АЛЕКСАНДЪР МЛАДЕНОВ КИРОВ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1.162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17.43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АЛЕКСАНДЪР МЛАДЕНОВ КИРОВ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102.4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1.101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АЛЕКСАНДЪР МЛАДЕНОВ КИРОВ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102.6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0.971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АЛЕКСАНДЪР МЛАДЕНОВ КИРОВ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137.40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0.768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11.52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АЛЕКСАНДЪР МЛАДЕНОВ КИРОВ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137.21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0.741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АЛЕКСАНДЪР МЛАДЕНОВ КИРОВ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137.39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0.573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8.60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АЛЕКСАНДЪР МЛАДЕНОВ КИРОВ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137.27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0.352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5.27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АЛЕКСАНДЪР МЛАДЕНОВ КИРОВ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137.22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0.260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3.91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АЛЕКСАНДЪР МЛАДЕНОВ КИРОВ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137.31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0.229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3.43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АЛЕКСАНДЪР МЛАДЕНОВ КИРОВ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137.23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0.219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3.29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АЛЕКСАНДЪР МЛАДЕНОВ КИРОВ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137.26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0.214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3.20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АЛЕКСАНДЪР МЛАДЕНОВ КИРОВ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137.24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0.212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3.18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АЛЕКСАНДЪР МЛАДЕНОВ КИРОВ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137.25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0.210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3.15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АЛЕКСАНДЪР МЛАДЕНОВ КИРОВ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137.34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0.205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3.07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АЛЕКСАНДЪР МЛАДЕНОВ КИРОВ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137.33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0.203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АЛЕКСАНДЪР МЛАДЕНОВ КИРОВ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137.32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0.203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АЛЕКСАНДЪР МЛАДЕНОВ КИРОВ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137.28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0.202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3.03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АЛЕКСАНДЪР МЛАДЕНОВ КИРОВ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137.35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0.201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3.02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АЛЕКСАНДЪР МЛАДЕНОВ КИРОВ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137.37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0.199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2.98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АЛЕКСАНДЪР МЛАДЕНОВ КИРОВ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137.36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0.197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2.96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АЛЕКСАНДЪР МЛАДЕНОВ КИРОВ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137.38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0.197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2.95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АЛЕКСАНДЪР МЛАДЕНОВ КИРОВ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137.29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0.184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2.77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АЛЕКСАНДЪР МЛАДЕНОВ КИРОВ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137.30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0.183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2.74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АЛЕКСАНДЪР МЛАДЕНОВ КИРОВ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1.292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19.38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АЛЕКСАНДЪР МЛАДЕНОВ КИРОВ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33.42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1.151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АЛЕКСАНДЪР МЛАДЕНОВ КИРОВ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0.565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8.48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АЛЕКСАНДЪР МЛАДЕНОВ КИРОВ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33.13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0.315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b/>
                <w:bCs/>
                <w:sz w:val="18"/>
                <w:szCs w:val="18"/>
              </w:rPr>
              <w:t>6.460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C31C97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6622F">
              <w:rPr>
                <w:rFonts w:ascii="Arial" w:hAnsi="Arial" w:cs="Arial"/>
                <w:b/>
                <w:bCs/>
                <w:sz w:val="18"/>
                <w:szCs w:val="18"/>
              </w:rPr>
              <w:t>9.36</w:t>
            </w:r>
            <w:r w:rsidR="00C31C97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b/>
                <w:bCs/>
                <w:sz w:val="18"/>
                <w:szCs w:val="18"/>
              </w:rPr>
              <w:t>140.42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АННА ГЕОРГИЕВА МАРИНОВА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93.6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3.924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58.86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АННА ГЕОРГИЕВА МАРИНОВА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93.8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3.091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46.37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АННА ГЕОРГИЕВА МАРИНОВА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93.7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2.786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41.79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АННА ГЕОРГИЕВА МАРИНОВА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93.9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2.575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38.63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АННА ГЕОРГИЕВА МАРИНОВА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93.10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2.251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АННА ГЕОРГИЕВА МАРИНОВА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93.11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2.016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30.24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АННА ГЕОРГИЕВА МАРИНОВА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93.4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1.902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28.52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АННА ГЕОРГИЕВА МАРИНОВА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93.12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1.653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24.80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АННА ГЕОРГИЕВА МАРИНОВА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93.13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1.286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19.29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АННА ГЕОРГИЕВА МАРИНОВА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93.3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0.996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14.93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АННА ГЕОРГИЕВА МАРИНОВА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93.5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0.886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АННА ГЕОРГИЕВА МАРИНОВА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90.20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0.182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2.73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АННА ГЕОРГИЕВА МАРИНОВА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143.579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9.168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АННА ГЕОРГИЕВА МАРИНОВА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5.173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77.60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АННА ГЕОРГИЕВА МАРИНОВА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19.4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4.882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АННА ГЕОРГИЕВА МАРИНОВА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19.22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4.611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АННА ГЕОРГИЕВА МАРИНОВА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59.99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АННА ГЕОРГИЕВА МАРИНОВА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19.5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3.876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АННА ГЕОРГИЕВА МАРИНОВА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19.8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3.572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АННА ГЕОРГИЕВА МАРИНОВА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19.27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3.495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АННА ГЕОРГИЕВА МАРИНОВА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144.6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3.449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АННА ГЕОРГИЕВА МАРИНОВА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19.23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3.394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lastRenderedPageBreak/>
              <w:t>АННА ГЕОРГИЕВА МАРИНОВА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19.7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АННА ГЕОРГИЕВА МАРИНОВА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19.25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2.966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АННА ГЕОРГИЕВА МАРИНОВА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19.13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2.800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АННА ГЕОРГИЕВА МАРИНОВА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19.19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2.726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40.88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АННА ГЕОРГИЕВА МАРИНОВА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19.20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2.559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АННА ГЕОРГИЕВА МАРИНОВА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19.11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АННА ГЕОРГИЕВА МАРИНОВА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19.12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АННА ГЕОРГИЕВА МАРИНОВА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37.48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АННА ГЕОРГИЕВА МАРИНОВА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2.493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37.39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АННА ГЕОРГИЕВА МАРИНОВА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19.28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2.221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33.32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АННА ГЕОРГИЕВА МАРИНОВА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19.21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2.199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АННА ГЕОРГИЕВА МАРИНОВА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144.4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2.077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АННА ГЕОРГИЕВА МАРИНОВА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19.10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АННА ГЕОРГИЕВА МАРИНОВА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19.24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1.950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29.25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АННА ГЕОРГИЕВА МАРИНОВА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144.2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1.674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АННА ГЕОРГИЕВА МАРИНОВА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144.7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1.504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АННА ГЕОРГИЕВА МАРИНОВА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19.16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1.401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АННА ГЕОРГИЕВА МАРИНОВА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19.29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1.400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21.00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АННА ГЕОРГИЕВА МАРИНОВА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19.30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АННА ГЕОРГИЕВА МАРИНОВА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19.26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1.150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17.25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АННА ГЕОРГИЕВА МАРИНОВА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144.1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1.128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АННА ГЕОРГИЕВА МАРИНОВА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14.97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АННА ГЕОРГИЕВА МАРИНОВА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19.34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АННА ГЕОРГИЕВА МАРИНОВА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19.32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13.50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АННА ГЕОРГИЕВА МАРИНОВА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19.33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0.750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11.25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АННА ГЕОРГИЕВА МАРИНОВА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19.31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0.693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АННА ГЕОРГИЕВА МАРИНОВА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0.656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9.83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АННА ГЕОРГИЕВА МАРИНОВА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19.15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0.541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АННА ГЕОРГИЕВА МАРИНОВА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144.3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0.522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АННА ГЕОРГИЕВА МАРИНОВА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0.393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5.89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АННА ГЕОРГИЕВА МАРИНОВА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19.14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0.376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АННА ГЕОРГИЕВА МАРИНОВА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19.2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0.338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АННА ГЕОРГИЕВА МАРИНОВА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145.7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2.305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АННА ГЕОРГИЕВА МАРИНОВА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1.780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26.70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АННА ГЕОРГИЕВА МАРИНОВА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0.941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14.11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АННА ГЕОРГИЕВА МАРИНОВА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0.474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7.11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АННА ГЕОРГИЕВА МАРИНОВА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0.278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4.18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АННА ГЕОРГИЕВА МАРИНОВА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147.19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1.870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АННА ГЕОРГИЕВА МАРИНОВА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1.622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24.32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АННА ГЕОРГИЕВА МАРИНОВА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0.435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6.52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АННА ГЕОРГИЕВА МАРИНОВА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0.203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3.05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АННА ГЕОРГИЕВА МАРИНОВА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0.202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3.03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АННА ГЕОРГИЕВА МАРИНОВА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76.37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6.198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АННА ГЕОРГИЕВА МАРИНОВА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76.42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2.056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30.84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АННА ГЕОРГИЕВА МАРИНОВА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76.41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1.843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27.65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АННА ГЕОРГИЕВА МАРИНОВА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145.628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11.577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АННА ГЕОРГИЕВА МАРИНОВА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145.628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3.027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АННА ГЕОРГИЕВА МАРИНОВА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0.740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11.09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АННА ГЕОРГИЕВА МАРИНОВА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19.2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0.269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АННА ГЕОРГИЕВА МАРИНОВА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137.21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1.141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АННА ГЕОРГИЕВА МАРИНОВА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137.17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1.063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АННА ГЕОРГИЕВА МАРИНОВА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137.16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1.048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АННА ГЕОРГИЕВА МАРИНОВА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0.531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7.97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АННА ГЕОРГИЕВА МАРИНОВА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0.519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7.79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АННА ГЕОРГИЕВА МАРИНОВА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0.485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7.27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АННА ГЕОРГИЕВА МАРИНОВА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0.312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4.68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АННА ГЕОРГИЕВА МАРИНОВА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0.308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4.61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АННА ГЕОРГИЕВА МАРИНОВА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0.307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4.60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АННА ГЕОРГИЕВА МАРИНОВА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0.305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4.57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АННА ГЕОРГИЕВА МАРИНОВА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0.298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4.46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АННА ГЕОРГИЕВА МАРИНОВА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0.270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4.05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АННА ГЕОРГИЕВА МАРИНОВА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0.254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3.81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АННА ГЕОРГИЕВА МАРИНОВА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0.213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3.19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АННА ГЕОРГИЕВА МАРИНОВА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0.213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3.19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АННА ГЕОРГИЕВА МАРИНОВА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0.174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2.61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lastRenderedPageBreak/>
              <w:t>АННА ГЕОРГИЕВА МАРИНОВА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137.12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0.168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АННА ГЕОРГИЕВА МАРИНОВА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0.148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2.22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АННА ГЕОРГИЕВА МАРИНОВА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0.109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1.63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АННА ГЕОРГИЕВА МАРИНОВА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33.1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3.991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АННА ГЕОРГИЕВА МАРИНОВА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1.426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21.39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АННА ГЕОРГИЕВА МАРИНОВА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0.793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11.90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АННА ГЕОРГИЕВА МАРИНОВА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0.397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5.95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АННА ГЕОРГИЕВА МАРИНОВА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61.2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0.149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2.24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АННА ГЕОРГИЕВА МАРИНОВА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104.1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4.565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АННА ГЕОРГИЕВА МАРИНОВА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4.336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65.05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АННА ГЕОРГИЕВА МАРИНОВА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102.14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1.508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АННА ГЕОРГИЕВА МАРИНОВА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22.50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АННА ГЕОРГИЕВА МАРИНОВА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102.21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1.061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АННА ГЕОРГИЕВА МАРИНОВА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102.13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АННА ГЕОРГИЕВА МАРИНОВА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102.18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0.809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b/>
                <w:bCs/>
                <w:sz w:val="18"/>
                <w:szCs w:val="18"/>
              </w:rPr>
              <w:t>114.317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BC4FD6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6622F">
              <w:rPr>
                <w:rFonts w:ascii="Arial" w:hAnsi="Arial" w:cs="Arial"/>
                <w:b/>
                <w:bCs/>
                <w:sz w:val="18"/>
                <w:szCs w:val="18"/>
              </w:rPr>
              <w:t>71.3</w:t>
            </w:r>
            <w:r w:rsidR="00BC4FD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BC4FD6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6622F">
              <w:rPr>
                <w:rFonts w:ascii="Arial" w:hAnsi="Arial" w:cs="Arial"/>
                <w:b/>
                <w:bCs/>
                <w:sz w:val="18"/>
                <w:szCs w:val="18"/>
              </w:rPr>
              <w:t>1070.</w:t>
            </w:r>
            <w:r w:rsidR="00BC4FD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10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32.35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3.909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58.64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32.6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3.399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32.37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2.700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40.50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2.492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37.37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2.299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34.48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1.985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29.78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32.10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1.918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32.16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1.436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1.384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20.76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15.00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13.50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13.50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32.36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0.882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13.22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0.548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8.21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32.23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7.50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0.499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7.49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4.50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b/>
                <w:bCs/>
                <w:sz w:val="18"/>
                <w:szCs w:val="18"/>
              </w:rPr>
              <w:t>6.753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b/>
                <w:bCs/>
                <w:sz w:val="18"/>
                <w:szCs w:val="18"/>
              </w:rPr>
              <w:t>22.298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b/>
                <w:bCs/>
                <w:sz w:val="18"/>
                <w:szCs w:val="18"/>
              </w:rPr>
              <w:t>334.47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ИВАН РАЙЧЕВ АСЕНОВ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33.30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9.146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ИВАН РАЙЧЕВ АСЕНОВ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33.39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6.468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ИВАН РАЙЧЕВ АСЕНОВ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33.27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3.300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49.50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ИВАН РАЙЧЕВ АСЕНОВ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33.33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2.018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30.27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ИВАН РАЙЧЕВ АСЕНОВ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33.28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ИВАН РАЙЧЕВ АСЕНОВ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33.32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1.774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26.61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ИВАН РАЙЧЕВ АСЕНОВ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33.41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1.241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18.62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ИВАН РАЙЧЕВ АСЕНОВ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33.34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1.220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ИВАН РАЙЧЕВ АСЕНОВ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33.20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1.099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16.48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ИВАН РАЙЧЕВ АСЕНОВ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15.00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ИВАН РАЙЧЕВ АСЕНОВ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15.00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ИВАН РАЙЧЕВ АСЕНОВ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15.00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ИВАН РАЙЧЕВ АСЕНОВ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14.98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ИВАН РАЙЧЕВ АСЕНОВ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33.40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ИВАН РАЙЧЕВ АСЕНОВ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33.23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0.937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14.06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ИВАН РАЙЧЕВ АСЕНОВ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0.913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13.70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ИВАН РАЙЧЕВ АСЕНОВ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33.26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12.00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ИВАН РАЙЧЕВ АСЕНОВ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33.25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12.00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ИВАН РАЙЧЕВ АСЕНОВ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0.799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11.99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ИВАН РАЙЧЕВ АСЕНОВ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33.29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0.783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33.29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0.784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11.76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ИВАН РАЙЧЕВ АСЕНОВ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0.742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11.14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ИВАН РАЙЧЕВ АСЕНОВ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33.24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0.700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10.50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ИВАН РАЙЧЕВ АСЕНОВ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0.672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10.08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ИВАН РАЙЧЕВ АСЕНОВ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33.13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0.597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ИВАН РАЙЧЕВ АСЕНОВ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33.31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0.457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6.86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ИВАН РАЙЧЕВ АСЕНОВ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0.448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6.73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ИВАН РАЙЧЕВ АСЕНОВ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33.38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0.432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6.48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ИВАН РАЙЧЕВ АСЕНОВ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33.11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0.424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ИВАН РАЙЧЕВ АСЕНОВ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0.389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5.84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ИВАН РАЙЧЕВ АСЕНОВ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33.37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0.221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3.31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lastRenderedPageBreak/>
              <w:t>ИВАН РАЙЧЕВ АСЕНОВ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0.208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3.12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ИВАН РАЙЧЕВ АСЕНОВ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97.5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4.812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72.18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ИВАН РАЙЧЕВ АСЕНОВ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97.4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0.689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10.33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ИВАН РАЙЧЕВ АСЕНОВ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35.2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ИВАН РАЙЧЕВ АСЕНОВ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35.4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3.873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ИВАН РАЙЧЕВ АСЕНОВ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35.3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3.492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ИВАН РАЙЧЕВ АСЕНОВ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18.00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ИВАН РАЙЧЕВ АСЕНОВ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25.10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22.463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ИВАН РАЙЧЕВ АСЕНОВ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27.11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11.301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ИВАН РАЙЧЕВ АСЕНОВ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27.1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10.916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ИВАН РАЙЧЕВ АСЕНОВ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25.1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9.459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ИВАН РАЙЧЕВ АСЕНОВ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25.2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5.732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ИВАН РАЙЧЕВ АСЕНОВ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27.8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5.699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ИВАН РАЙЧЕВ АСЕНОВ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27.9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4.625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ИВАН РАЙЧЕВ АСЕНОВ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27.7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ИВАН РАЙЧЕВ АСЕНОВ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27.15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ИВАН РАЙЧЕВ АСЕНОВ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27.16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ИВАН РАЙЧЕВ АСЕНОВ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27.12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3.498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ИВАН РАЙЧЕВ АСЕНОВ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25.3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3.459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ИВАН РАЙЧЕВ АСЕНОВ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27.13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ИВАН РАЙЧЕВ АСЕНОВ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2.600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39.00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ИВАН РАЙЧЕВ АСЕНОВ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27.4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2.200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ИВАН РАЙЧЕВ АСЕНОВ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2.198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32.98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ИВАН РАЙЧЕВ АСЕНОВ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27.5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ИВАН РАЙЧЕВ АСЕНОВ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1.942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29.13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ИВАН РАЙЧЕВ АСЕНОВ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26.1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1.697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ИВАН РАЙЧЕВ АСЕНОВ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27.10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1.648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ИВАН РАЙЧЕВ АСЕНОВ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27.17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1.577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ИВАН РАЙЧЕВ АСЕНОВ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26.20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1.058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15.87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ИВАН РАЙЧЕВ АСЕНОВ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27.3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ИВАН РАЙЧЕВ АСЕНОВ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27.14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0.806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ИВАН РАЙЧЕВ АСЕНОВ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0.395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5.93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ИВАН РАЙЧЕВ АСЕНОВ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26.10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0.197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b/>
                <w:bCs/>
                <w:sz w:val="18"/>
                <w:szCs w:val="18"/>
              </w:rPr>
              <w:t>136.276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2F22FB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6622F">
              <w:rPr>
                <w:rFonts w:ascii="Arial" w:hAnsi="Arial" w:cs="Arial"/>
                <w:b/>
                <w:bCs/>
                <w:sz w:val="18"/>
                <w:szCs w:val="18"/>
              </w:rPr>
              <w:t>37.62</w:t>
            </w:r>
            <w:r w:rsidR="002F22FB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b/>
                <w:bCs/>
                <w:sz w:val="18"/>
                <w:szCs w:val="18"/>
              </w:rPr>
              <w:t>564.43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КРАСИМИР ВАСИЛЕВ ПЪРВАНОВ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2.519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37.78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КРАСИМИР ВАСИЛЕВ ПЪРВАНОВ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148.6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2.005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КРАСИМИР ВАСИЛЕВ ПЪРВАНОВ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1.507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22.60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КРАСИМИР ВАСИЛЕВ ПЪРВАНОВ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148.34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1.275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19.12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КРАСИМИР ВАСИЛЕВ ПЪРВАНОВ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148.35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КРАСИМИР ВАСИЛЕВ ПЪРВАНОВ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1.128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16.91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КРАСИМИР ВАСИЛЕВ ПЪРВАНОВ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1.005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15.07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КРАСИМИР ВАСИЛЕВ ПЪРВАНОВ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148.24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0.921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13.82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КРАСИМИР ВАСИЛЕВ ПЪРВАНОВ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148.30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0.894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13.42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КРАСИМИР ВАСИЛЕВ ПЪРВАНОВ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148.5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0.798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КРАСИМИР ВАСИЛЕВ ПЪРВАНОВ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0.725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10.88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КРАСИМИР ВАСИЛЕВ ПЪРВАНОВ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0.725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10.87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КРАСИМИР ВАСИЛЕВ ПЪРВАНОВ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0.505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7.58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КРАСИМИР ВАСИЛЕВ ПЪРВАНОВ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0.499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7.49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КРАСИМИР ВАСИЛЕВ ПЪРВАНОВ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0.402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6.03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КРАСИМИР ВАСИЛЕВ ПЪРВАНОВ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148.9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0.402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КРАСИМИР ВАСИЛЕВ ПЪРВАНОВ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148.29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0.391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КРАСИМИР ВАСИЛЕВ ПЪРВАНОВ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148.36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0.375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КРАСИМИР ВАСИЛЕВ ПЪРВАНОВ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0.331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4.97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КРАСИМИР ВАСИЛЕВ ПЪРВАНОВ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148.20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0.323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КРАСИМИР ВАСИЛЕВ ПЪРВАНОВ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148.15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0.302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КРАСИМИР ВАСИЛЕВ ПЪРВАНОВ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148.28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0.204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3.06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КРАСИМИР ВАСИЛЕВ ПЪРВАНОВ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148.23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0.113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1.70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КРАСИМИР ВАСИЛЕВ ПЪРВАНОВ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0.105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1.57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КРАСИМИР ВАСИЛЕВ ПЪРВАНОВ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24.14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7.898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КРАСИМИР ВАСИЛЕВ ПЪРВАНОВ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6.093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91.39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КРАСИМИР ВАСИЛЕВ ПЪРВАНОВ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3.609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54.14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КРАСИМИР ВАСИЛЕВ ПЪРВАНОВ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24.13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2.451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КРАСИМИР ВАСИЛЕВ ПЪРВАНОВ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24.7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1.498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КРАСИМИР ВАСИЛЕВ ПЪРВАНОВ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24.12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1.465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КРАСИМИР ВАСИЛЕВ ПЪРВАНОВ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24.6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1.211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lastRenderedPageBreak/>
              <w:t>КРАСИМИР ВАСИЛЕВ ПЪРВАНОВ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149.3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0.969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КРАСИМИР ВАСИЛЕВ ПЪРВАНОВ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0.629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9.43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КРАСИМИР ВАСИЛЕВ ПЪРВАНОВ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0.232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3.49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b/>
                <w:bCs/>
                <w:sz w:val="18"/>
                <w:szCs w:val="18"/>
              </w:rPr>
              <w:t>21.240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b/>
                <w:bCs/>
                <w:sz w:val="18"/>
                <w:szCs w:val="18"/>
              </w:rPr>
              <w:t>23.421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336524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6622F">
              <w:rPr>
                <w:rFonts w:ascii="Arial" w:hAnsi="Arial" w:cs="Arial"/>
                <w:b/>
                <w:bCs/>
                <w:sz w:val="18"/>
                <w:szCs w:val="18"/>
              </w:rPr>
              <w:t>351.3</w:t>
            </w:r>
            <w:r w:rsidR="0033652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ПЕТЪР СВИЛЕНОВ МОДЕВ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25.8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8.898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ПЕТЪР СВИЛЕНОВ МОДЕВ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25.9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4.661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ПЕТЪР СВИЛЕНОВ МОДЕВ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0.468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7.02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ПЕТЪР СВИЛЕНОВ МОДЕВ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2.161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32.41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ПЕТЪР СВИЛЕНОВ МОДЕВ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130.3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1.758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ПЕТЪР СВИЛЕНОВ МОДЕВ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1.359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ПЕТЪР СВИЛЕНОВ МОДЕВ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102.34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2.963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44.44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ПЕТЪР СВИЛЕНОВ МОДЕВ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102.35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2.832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42.48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ПЕТЪР СВИЛЕНОВ МОДЕВ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102.32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ПЕТЪР СВИЛЕНОВ МОДЕВ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102.28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1.995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29.92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ПЕТЪР СВИЛЕНОВ МОДЕВ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102.30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1.134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17.02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ПЕТЪР СВИЛЕНОВ МОДЕВ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102.33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1.083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16.25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b/>
                <w:bCs/>
                <w:sz w:val="18"/>
                <w:szCs w:val="18"/>
              </w:rPr>
              <w:t>16.676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b/>
                <w:bCs/>
                <w:sz w:val="18"/>
                <w:szCs w:val="18"/>
              </w:rPr>
              <w:t>14.636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b/>
                <w:bCs/>
                <w:sz w:val="18"/>
                <w:szCs w:val="18"/>
              </w:rPr>
              <w:t>219.54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СИЛВА ЙОРДАНОВА ПЕТРОВА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126.12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0.995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14.92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СИЛВА ЙОРДАНОВА ПЕТРОВА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126.2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7.50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СИЛВА ЙОРДАНОВА ПЕТРОВА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126.8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0.400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6.00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СИЛВА ЙОРДАНОВА ПЕТРОВА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126.9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0.394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СИЛВА ЙОРДАНОВА ПЕТРОВА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126.13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0.200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3.00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СИЛВА ЙОРДАНОВА ПЕТРОВА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126.14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0.200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3.00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СИЛВА ЙОРДАНОВА ПЕТРОВА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126.11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0.200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3.00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СИЛВА ЙОРДАНОВА ПЕТРОВА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126.7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0.200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3.00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СИЛВА ЙОРДАНОВА ПЕТРОВА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126.37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0.196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2.93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СИЛВА ЙОРДАНОВА ПЕТРОВА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126.10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0.193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2.89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СИЛВА ЙОРДАНОВА ПЕТРОВА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126.6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0.100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1.50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СИЛВА ЙОРДАНОВА ПЕТРОВА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126.5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0.100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1.50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СИЛВА ЙОРДАНОВА ПЕТРОВА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126.4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СИЛВА ЙОРДАНОВА ПЕТРОВА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101.2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10.444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СИЛВА ЙОРДАНОВА ПЕТРОВА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100.7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1.977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СИЛВА ЙОРДАНОВА ПЕТРОВА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101.4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1.497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СИЛВА ЙОРДАНОВА ПЕТРОВА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101.3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1.217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СИЛВА ЙОРДАНОВА ПЕТРОВА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100.4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1.139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СИЛВА ЙОРДАНОВА ПЕТРОВА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0.808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12.12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СИЛВА ЙОРДАНОВА ПЕТРОВА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0.561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8.41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СИЛВА ЙОРДАНОВА ПЕТРОВА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102.16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6.068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СИЛВА ЙОРДАНОВА ПЕТРОВА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102.25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3.014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СИЛВА ЙОРДАНОВА ПЕТРОВА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102.26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2.622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39.33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СИЛВА ЙОРДАНОВА ПЕТРОВА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102.6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2.354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СИЛВА ЙОРДАНОВА ПЕТРОВА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102.24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1.505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22.57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СИЛВА ЙОРДАНОВА ПЕТРОВА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1.462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21.92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СИЛВА ЙОРДАНОВА ПЕТРОВА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102.11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1.072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СИЛВА ЙОРДАНОВА ПЕТРОВА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0.906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13.59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СИЛВА ЙОРДАНОВА ПЕТРОВА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0.805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12.08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СИЛВА ЙОРДАНОВА ПЕТРОВА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0.508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7.62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СИЛВА ЙОРДАНОВА ПЕТРОВА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0.503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7.55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СИЛВА ЙОРДАНОВА ПЕТРОВА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122.35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0.679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СИЛВА ЙОРДАНОВА ПЕТРОВА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122.36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0.666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9.99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СИЛВА ЙОРДАНОВА ПЕТРОВА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122.38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0.346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5.18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СИЛВА ЙОРДАНОВА ПЕТРОВА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122.39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0.120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1.80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СИЛВА ЙОРДАНОВА ПЕТРОВА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122.40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0.120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1.80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СИЛВА ЙОРДАНОВА ПЕТРОВА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122.41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0.120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1.80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СИЛВА ЙОРДАНОВА ПЕТРОВА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123.7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4.103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СИЛВА ЙОРДАНОВА ПЕТРОВА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123.12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2.364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35.46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СИЛВА ЙОРДАНОВА ПЕТРОВА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123.13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1.734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СИЛВА ЙОРДАНОВА ПЕТРОВА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123.20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1.243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18.64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СИЛВА ЙОРДАНОВА ПЕТРОВА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123.2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1.221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18.31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СИЛВА ЙОРДАНОВА ПЕТРОВА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123.11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0.922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13.82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СИЛВА ЙОРДАНОВА ПЕТРОВА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123.8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0.824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СИЛВА ЙОРДАНОВА ПЕТРОВА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123.10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0.776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11.64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СИЛВА ЙОРДАНОВА ПЕТРОВА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116.20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2.012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30.18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СИЛВА ЙОРДАНОВА ПЕТРОВА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116.9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1.715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25.72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СИЛВА ЙОРДАНОВА ПЕТРОВА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116.10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1.705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25.58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lastRenderedPageBreak/>
              <w:t>СИЛВА ЙОРДАНОВА ПЕТРОВА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116.7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1.701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СИЛВА ЙОРДАНОВА ПЕТРОВА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116.18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1.672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25.08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СИЛВА ЙОРДАНОВА ПЕТРОВА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116.15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1.457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21.86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СИЛВА ЙОРДАНОВА ПЕТРОВА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116.14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1.334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20.01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СИЛВА ЙОРДАНОВА ПЕТРОВА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116.19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1.295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19.43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СИЛВА ЙОРДАНОВА ПЕТРОВА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116.21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1.221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18.31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СИЛВА ЙОРДАНОВА ПЕТРОВА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116.17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1.201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18.02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СИЛВА ЙОРДАНОВА ПЕТРОВА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116.24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1.059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15.89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СИЛВА ЙОРДАНОВА ПЕТРОВА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116.12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15.01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СИЛВА ЙОРДАНОВА ПЕТРОВА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116.6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0.967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14.50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СИЛВА ЙОРДАНОВА ПЕТРОВА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116.5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0.940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14.11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СИЛВА ЙОРДАНОВА ПЕТРОВА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116.26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0.933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14.00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СИЛВА ЙОРДАНОВА ПЕТРОВА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116.16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0.912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13.68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СИЛВА ЙОРДАНОВА ПЕТРОВА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116.11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0.905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13.58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СИЛВА ЙОРДАНОВА ПЕТРОВА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116.22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0.817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12.26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СИЛВА ЙОРДАНОВА ПЕТРОВА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116.3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0.774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СИЛВА ЙОРДАНОВА ПЕТРОВА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116.13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0.771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11.57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СИЛВА ЙОРДАНОВА ПЕТРОВА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116.2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0.771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11.56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СИЛВА ЙОРДАНОВА ПЕТРОВА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116.4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0.756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11.34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СИЛВА ЙОРДАНОВА ПЕТРОВА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120.13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4.471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СИЛВА ЙОРДАНОВА ПЕТРОВА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124.33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3.005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СИЛВА ЙОРДАНОВА ПЕТРОВА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124.23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2.830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СИЛВА ЙОРДАНОВА ПЕТРОВА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124.12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2.808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42.12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СИЛВА ЙОРДАНОВА ПЕТРОВА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124.10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2.759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41.39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СИЛВА ЙОРДАНОВА ПЕТРОВА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120.4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2.334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СИЛВА ЙОРДАНОВА ПЕТРОВА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124.13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2.129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31.93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СИЛВА ЙОРДАНОВА ПЕТРОВА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118.2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2.037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СИЛВА ЙОРДАНОВА ПЕТРОВА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120.12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2.020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30.30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СИЛВА ЙОРДАНОВА ПЕТРОВА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124.28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1.957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СИЛВА ЙОРДАНОВА ПЕТРОВА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124.40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1.946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29.19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СИЛВА ЙОРДАНОВА ПЕТРОВА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124.1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1.714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25.70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СИЛВА ЙОРДАНОВА ПЕТРОВА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124.29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1.622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24.33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СИЛВА ЙОРДАНОВА ПЕТРОВА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120.6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1.612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24.18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СИЛВА ЙОРДАНОВА ПЕТРОВА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119.2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1.561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23.41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СИЛВА ЙОРДАНОВА ПЕТРОВА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124.37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1.510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22.65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СИЛВА ЙОРДАНОВА ПЕТРОВА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124.18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1.491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22.36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СИЛВА ЙОРДАНОВА ПЕТРОВА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124.32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1.449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СИЛВА ЙОРДАНОВА ПЕТРОВА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124.17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1.356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20.34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СИЛВА ЙОРДАНОВА ПЕТРОВА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124.26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1.320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19.81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СИЛВА ЙОРДАНОВА ПЕТРОВА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120.9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1.225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СИЛВА ЙОРДАНОВА ПЕТРОВА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120.7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1.204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18.06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СИЛВА ЙОРДАНОВА ПЕТРОВА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120.10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1.203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18.05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СИЛВА ЙОРДАНОВА ПЕТРОВА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124.41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1.102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16.54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СИЛВА ЙОРДАНОВА ПЕТРОВА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124.34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1.025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15.37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СИЛВА ЙОРДАНОВА ПЕТРОВА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120.3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1.020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15.30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СИЛВА ЙОРДАНОВА ПЕТРОВА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124.16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1.002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15.02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СИЛВА ЙОРДАНОВА ПЕТРОВА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124.43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15.00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СИЛВА ЙОРДАНОВА ПЕТРОВА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124.14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0.965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14.47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СИЛВА ЙОРДАНОВА ПЕТРОВА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124.36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13.50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СИЛВА ЙОРДАНОВА ПЕТРОВА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124.30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0.837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12.55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СИЛВА ЙОРДАНОВА ПЕТРОВА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124.19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0.801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12.01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СИЛВА ЙОРДАНОВА ПЕТРОВА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124.27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0.778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11.67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СИЛВА ЙОРДАНОВА ПЕТРОВА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124.25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0.731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10.96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СИЛВА ЙОРДАНОВА ПЕТРОВА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124.31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0.710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10.65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СИЛВА ЙОРДАНОВА ПЕТРОВА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124.35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0.510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СИЛВА ЙОРДАНОВА ПЕТРОВА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124.39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0.435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6.53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СИЛВА ЙОРДАНОВА ПЕТРОВА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117.9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1.535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23.02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СИЛВА ЙОРДАНОВА ПЕТРОВА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117.4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1.444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СИЛВА ЙОРДАНОВА ПЕТРОВА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117.3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19.50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СИЛВА ЙОРДАНОВА ПЕТРОВА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117.16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1.181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СИЛВА ЙОРДАНОВА ПЕТРОВА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117.14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1.173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СИЛВА ЙОРДАНОВА ПЕТРОВА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117.1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1.014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117.1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1.014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15.21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СИЛВА ЙОРДАНОВА ПЕТРОВА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117.7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0.802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12.02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СИЛВА ЙОРДАНОВА ПЕТРОВА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117.8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0.771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11.56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СИЛВА ЙОРДАНОВА ПЕТРОВА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117.5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0.604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9.06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lastRenderedPageBreak/>
              <w:t>СИЛВА ЙОРДАНОВА ПЕТРОВА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117.6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0.587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8.81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СИЛВА ЙОРДАНОВА ПЕТРОВА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123.18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4.040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60.60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b/>
                <w:bCs/>
                <w:sz w:val="18"/>
                <w:szCs w:val="18"/>
              </w:rPr>
              <w:t>63.722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336524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6622F">
              <w:rPr>
                <w:rFonts w:ascii="Arial" w:hAnsi="Arial" w:cs="Arial"/>
                <w:b/>
                <w:bCs/>
                <w:sz w:val="18"/>
                <w:szCs w:val="18"/>
              </w:rPr>
              <w:t>92.5</w:t>
            </w:r>
            <w:r w:rsidR="0033652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336524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6622F">
              <w:rPr>
                <w:rFonts w:ascii="Arial" w:hAnsi="Arial" w:cs="Arial"/>
                <w:b/>
                <w:bCs/>
                <w:sz w:val="18"/>
                <w:szCs w:val="18"/>
              </w:rPr>
              <w:t>1387.</w:t>
            </w:r>
            <w:r w:rsidR="0033652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80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32.41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10.925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163.88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32.59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3.518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52.78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32.40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3.347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50.20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32.47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32.38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2.498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37.47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32.39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2.479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37.18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32.44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2.394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35.91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32.42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2.350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35.24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32.58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2.171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32.56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32.43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2.130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31.94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32.49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2.099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31.49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32.45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32.48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29.99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32.51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1.997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32.61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1.982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32.60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1.944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29.16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1.870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28.04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1.564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23.46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32.21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1.514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22.72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32.57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1.353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32.62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1.166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32.50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1.091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16.36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32.46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32.34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0.960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32.20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0.839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32.32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32.33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0.798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11.96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32.19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0.756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32.26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0.700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10.50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32.27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0.700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32.28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0.700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10.50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32.29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0.700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10.50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32.30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0.687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10.31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32.31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0.667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10.00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32.56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0.646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9.69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32.63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0.560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8.40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32.25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7.50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32.55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0.494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7.41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32.54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0.483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7.25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32.24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0.400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6.00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32.52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0.186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2.80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b/>
                <w:bCs/>
                <w:sz w:val="18"/>
                <w:szCs w:val="18"/>
              </w:rPr>
              <w:t>14.053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b/>
                <w:bCs/>
                <w:sz w:val="18"/>
                <w:szCs w:val="18"/>
              </w:rPr>
              <w:t>53.413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305E9A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6622F">
              <w:rPr>
                <w:rFonts w:ascii="Arial" w:hAnsi="Arial" w:cs="Arial"/>
                <w:b/>
                <w:bCs/>
                <w:sz w:val="18"/>
                <w:szCs w:val="18"/>
              </w:rPr>
              <w:t>801.</w:t>
            </w:r>
            <w:r w:rsidR="00305E9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21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ТОДОР НИКОЛОВ ИВАНОВ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150.13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3.736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ТОДОР НИКОЛОВ ИВАНОВ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1.489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22.33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ТОДОР НИКОЛОВ ИВАНОВ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1.155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17.33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ТОДОР НИКОЛОВ ИВАНОВ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150.12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0.997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ТОДОР НИКОЛОВ ИВАНОВ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150.11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0.814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ТОДОР НИКОЛОВ ИВАНОВ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0.784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11.76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ТОДОР НИКОЛОВ ИВАНОВ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0.778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11.67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ТОДОР НИКОЛОВ ИВАНОВ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0.532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7.98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ТОДОР НИКОЛОВ ИВАНОВ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0.476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7.14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ТОДОР НИКОЛОВ ИВАНОВ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150.3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0.397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5.95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ТОДОР НИКОЛОВ ИВАНОВ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24.10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5.299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ТОДОР НИКОЛОВ ИВАНОВ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24.9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5.000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ТОДОР НИКОЛОВ ИВАНОВ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24.8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4.796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ТОДОР НИКОЛОВ ИВАНОВ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24.7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2.995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ТОДОР НИКОЛОВ ИВАНОВ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24.5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2.352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ТОДОР НИКОЛОВ ИВАНОВ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24.4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ТОДОР НИКОЛОВ ИВАНОВ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24.11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0.391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sz w:val="18"/>
                <w:szCs w:val="18"/>
              </w:rPr>
              <w:t>5.86</w:t>
            </w:r>
          </w:p>
        </w:tc>
      </w:tr>
      <w:tr w:rsidR="009F3898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b/>
                <w:bCs/>
                <w:sz w:val="18"/>
                <w:szCs w:val="18"/>
              </w:rPr>
              <w:t>26.830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b/>
                <w:bCs/>
                <w:sz w:val="18"/>
                <w:szCs w:val="18"/>
              </w:rPr>
              <w:t>6.002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3898" w:rsidRPr="0016622F" w:rsidRDefault="009F3898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622F">
              <w:rPr>
                <w:rFonts w:ascii="Arial" w:hAnsi="Arial" w:cs="Arial"/>
                <w:b/>
                <w:bCs/>
                <w:sz w:val="18"/>
                <w:szCs w:val="18"/>
              </w:rPr>
              <w:t>90.03</w:t>
            </w:r>
          </w:p>
        </w:tc>
      </w:tr>
      <w:tr w:rsidR="00922729" w:rsidRPr="004003AB" w:rsidTr="002A6FA1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22729" w:rsidRPr="00922729" w:rsidRDefault="00922729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 xml:space="preserve">ОБЩО за землището </w:t>
            </w:r>
            <w:r w:rsidRPr="0016622F">
              <w:rPr>
                <w:rFonts w:ascii="Arial" w:hAnsi="Arial" w:cs="Arial"/>
                <w:b/>
                <w:bCs/>
                <w:sz w:val="18"/>
                <w:szCs w:val="18"/>
              </w:rPr>
              <w:t>(дка)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22729" w:rsidRPr="0016622F" w:rsidRDefault="00922729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22729" w:rsidRPr="0016622F" w:rsidRDefault="00922729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22729" w:rsidRPr="00305E9A" w:rsidRDefault="00305E9A" w:rsidP="00305E9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1520.395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22729" w:rsidRPr="0016622F" w:rsidRDefault="00922729" w:rsidP="0093339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22729" w:rsidRPr="00110E87" w:rsidRDefault="00110E87" w:rsidP="009333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742.349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22729" w:rsidRPr="006812B2" w:rsidRDefault="006812B2" w:rsidP="00110E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11135.24</w:t>
            </w:r>
          </w:p>
        </w:tc>
      </w:tr>
    </w:tbl>
    <w:p w:rsidR="00627A7A" w:rsidRDefault="00713EC9" w:rsidP="0005360C">
      <w:pPr>
        <w:jc w:val="both"/>
        <w:textAlignment w:val="center"/>
        <w:rPr>
          <w:lang w:val="bg-BG"/>
        </w:rPr>
      </w:pPr>
      <w:r w:rsidRPr="005938D4">
        <w:rPr>
          <w:lang w:val="bg-BG"/>
        </w:rPr>
        <w:lastRenderedPageBreak/>
        <w:t xml:space="preserve"> </w:t>
      </w:r>
    </w:p>
    <w:p w:rsidR="00F06BC9" w:rsidRPr="005938D4" w:rsidRDefault="00713EC9" w:rsidP="0005360C">
      <w:pPr>
        <w:jc w:val="both"/>
        <w:textAlignment w:val="center"/>
        <w:rPr>
          <w:lang w:val="bg-BG"/>
        </w:rPr>
      </w:pPr>
      <w:r w:rsidRPr="005938D4">
        <w:rPr>
          <w:lang w:val="bg-BG"/>
        </w:rPr>
        <w:t xml:space="preserve">   </w:t>
      </w:r>
      <w:r w:rsidR="00F06BC9" w:rsidRPr="005938D4">
        <w:rPr>
          <w:lang w:val="bg-BG"/>
        </w:rPr>
        <w:t>Н</w:t>
      </w:r>
      <w:r w:rsidR="00F06BC9" w:rsidRPr="005938D4">
        <w:rPr>
          <w:lang w:val="ru-RU"/>
        </w:rPr>
        <w:t>астоящата заповед, заедно с окончателните регистри и карта на ползването, да се обяви в кметството и в сградата на общинската служба по земеделие и се публикува на интернет страницата на общината и на областната дирекция "Земеделие</w:t>
      </w:r>
      <w:r w:rsidR="00F06BC9" w:rsidRPr="005938D4">
        <w:rPr>
          <w:lang w:val="bg-BG"/>
        </w:rPr>
        <w:t>“</w:t>
      </w:r>
    </w:p>
    <w:p w:rsidR="00F06BC9" w:rsidRPr="005938D4" w:rsidRDefault="00713EC9" w:rsidP="0005360C">
      <w:pPr>
        <w:jc w:val="both"/>
        <w:textAlignment w:val="center"/>
        <w:rPr>
          <w:lang w:val="ru-RU"/>
        </w:rPr>
      </w:pPr>
      <w:r w:rsidRPr="005938D4">
        <w:rPr>
          <w:lang w:val="ru-RU"/>
        </w:rPr>
        <w:t xml:space="preserve">    </w:t>
      </w:r>
      <w:r w:rsidR="00F06BC9" w:rsidRPr="005938D4">
        <w:rPr>
          <w:lang w:val="ru-RU"/>
        </w:rPr>
        <w:t xml:space="preserve">Заповедта може да бъде обжалвана в 14-дневен срок по реда на </w:t>
      </w:r>
      <w:r w:rsidRPr="005938D4">
        <w:rPr>
          <w:lang w:val="ru-RU"/>
        </w:rPr>
        <w:t xml:space="preserve">      </w:t>
      </w:r>
      <w:r w:rsidR="00F06BC9" w:rsidRPr="005938D4">
        <w:rPr>
          <w:lang w:val="ru-RU"/>
        </w:rPr>
        <w:t>Административнопроцесуалния кодекс.</w:t>
      </w:r>
    </w:p>
    <w:p w:rsidR="00F06BC9" w:rsidRDefault="00F06BC9" w:rsidP="0005360C">
      <w:pPr>
        <w:jc w:val="both"/>
        <w:textAlignment w:val="center"/>
        <w:rPr>
          <w:lang w:val="ru-RU"/>
        </w:rPr>
      </w:pPr>
      <w:r w:rsidRPr="005938D4">
        <w:rPr>
          <w:lang w:val="ru-RU"/>
        </w:rPr>
        <w:t>Обжалването на заповедта не спира изпълнението й.</w:t>
      </w:r>
    </w:p>
    <w:p w:rsidR="009B3FDB" w:rsidRPr="005938D4" w:rsidRDefault="00713EC9" w:rsidP="0005360C">
      <w:pPr>
        <w:jc w:val="both"/>
        <w:rPr>
          <w:b/>
          <w:lang w:val="ru-RU"/>
        </w:rPr>
      </w:pPr>
      <w:r w:rsidRPr="005938D4">
        <w:rPr>
          <w:lang w:val="ru-RU"/>
        </w:rPr>
        <w:t xml:space="preserve">    </w:t>
      </w:r>
      <w:r w:rsidR="009B3FDB" w:rsidRPr="005938D4">
        <w:rPr>
          <w:lang w:val="ru-RU"/>
        </w:rPr>
        <w:t>Ползвателите на земеделски земи са длъжни да внес</w:t>
      </w:r>
      <w:r w:rsidR="009B3FDB" w:rsidRPr="005938D4">
        <w:rPr>
          <w:lang w:val="bg-BG"/>
        </w:rPr>
        <w:t>а</w:t>
      </w:r>
      <w:r w:rsidR="009B3FDB" w:rsidRPr="005938D4">
        <w:rPr>
          <w:lang w:val="ru-RU"/>
        </w:rPr>
        <w:t xml:space="preserve">т по </w:t>
      </w:r>
      <w:r w:rsidR="00940F82">
        <w:rPr>
          <w:lang w:val="ru-RU"/>
        </w:rPr>
        <w:t xml:space="preserve">сметка за чужди средства </w:t>
      </w:r>
      <w:r w:rsidR="009B3FDB" w:rsidRPr="005938D4">
        <w:rPr>
          <w:lang w:val="ru-RU"/>
        </w:rPr>
        <w:t>в областна</w:t>
      </w:r>
      <w:r w:rsidR="00EB44A1" w:rsidRPr="005938D4">
        <w:rPr>
          <w:lang w:val="ru-RU"/>
        </w:rPr>
        <w:t xml:space="preserve"> дирекция "Земеделие" – София</w:t>
      </w:r>
      <w:r w:rsidR="009B3FDB" w:rsidRPr="005938D4">
        <w:rPr>
          <w:lang w:val="ru-RU"/>
        </w:rPr>
        <w:t xml:space="preserve"> област</w:t>
      </w:r>
      <w:r w:rsidR="00992DF8" w:rsidRPr="005938D4">
        <w:rPr>
          <w:b/>
          <w:lang w:val="ru-RU"/>
        </w:rPr>
        <w:t xml:space="preserve">, Банка: УниКредитБулбанк, </w:t>
      </w:r>
      <w:r w:rsidR="00992DF8" w:rsidRPr="005938D4">
        <w:rPr>
          <w:b/>
        </w:rPr>
        <w:t>BIC</w:t>
      </w:r>
      <w:r w:rsidR="00992DF8" w:rsidRPr="005938D4">
        <w:rPr>
          <w:b/>
          <w:lang w:val="ru-RU"/>
        </w:rPr>
        <w:t xml:space="preserve">: </w:t>
      </w:r>
      <w:r w:rsidR="00992DF8" w:rsidRPr="005938D4">
        <w:rPr>
          <w:b/>
        </w:rPr>
        <w:t>UNCRBGSF</w:t>
      </w:r>
      <w:r w:rsidR="00992DF8" w:rsidRPr="005938D4">
        <w:rPr>
          <w:b/>
          <w:lang w:val="ru-RU"/>
        </w:rPr>
        <w:t xml:space="preserve">, </w:t>
      </w:r>
      <w:r w:rsidR="00992DF8" w:rsidRPr="005938D4">
        <w:rPr>
          <w:b/>
        </w:rPr>
        <w:t>IBAN</w:t>
      </w:r>
      <w:r w:rsidR="00992DF8" w:rsidRPr="005938D4">
        <w:rPr>
          <w:b/>
          <w:lang w:val="ru-RU"/>
        </w:rPr>
        <w:t xml:space="preserve">: </w:t>
      </w:r>
      <w:r w:rsidR="00992DF8" w:rsidRPr="005938D4">
        <w:rPr>
          <w:b/>
        </w:rPr>
        <w:t>BG</w:t>
      </w:r>
      <w:r w:rsidR="00992DF8" w:rsidRPr="005938D4">
        <w:rPr>
          <w:b/>
          <w:lang w:val="ru-RU"/>
        </w:rPr>
        <w:t xml:space="preserve">67 </w:t>
      </w:r>
      <w:r w:rsidR="00992DF8" w:rsidRPr="005938D4">
        <w:rPr>
          <w:b/>
        </w:rPr>
        <w:t>UNCR</w:t>
      </w:r>
      <w:r w:rsidR="00992DF8" w:rsidRPr="005938D4">
        <w:rPr>
          <w:b/>
          <w:lang w:val="ru-RU"/>
        </w:rPr>
        <w:t xml:space="preserve"> 7000 3319 7337 51</w:t>
      </w:r>
      <w:r w:rsidR="009B3FDB" w:rsidRPr="005938D4">
        <w:rPr>
          <w:lang w:val="ru-RU"/>
        </w:rPr>
        <w:t xml:space="preserve">, сумата в размер на средното годишно рентно плащане за землището </w:t>
      </w:r>
      <w:r w:rsidR="009B3FDB" w:rsidRPr="005938D4">
        <w:rPr>
          <w:b/>
          <w:lang w:val="ru-RU"/>
        </w:rPr>
        <w:t>в срок до три месеца</w:t>
      </w:r>
      <w:r w:rsidR="009B3FDB" w:rsidRPr="005938D4">
        <w:rPr>
          <w:lang w:val="ru-RU"/>
        </w:rPr>
        <w:t xml:space="preserve"> от публикуване на заповедта.</w:t>
      </w:r>
    </w:p>
    <w:p w:rsidR="00BE215C" w:rsidRPr="005938D4" w:rsidRDefault="00BE215C" w:rsidP="0005360C">
      <w:pPr>
        <w:jc w:val="both"/>
        <w:rPr>
          <w:i/>
          <w:lang w:val="ru-RU"/>
        </w:rPr>
      </w:pPr>
      <w:r w:rsidRPr="005938D4">
        <w:rPr>
          <w:i/>
          <w:lang w:val="ru-RU"/>
        </w:rPr>
        <w:t xml:space="preserve">      За ползвател който не е заплати</w:t>
      </w:r>
      <w:r w:rsidR="00343C03" w:rsidRPr="005938D4">
        <w:rPr>
          <w:i/>
          <w:lang w:val="ru-RU"/>
        </w:rPr>
        <w:t xml:space="preserve">л сумите за ползваните земи по </w:t>
      </w:r>
      <w:r w:rsidRPr="005938D4">
        <w:rPr>
          <w:i/>
          <w:lang w:val="ru-RU"/>
        </w:rPr>
        <w:t xml:space="preserve">чл.37в ал.3 т.2 от ЗСПЗЗ, съгласно заповедта по ал.4, </w:t>
      </w:r>
      <w:r w:rsidR="00940F82">
        <w:rPr>
          <w:b/>
          <w:i/>
          <w:lang w:val="ru-RU"/>
        </w:rPr>
        <w:t>се прилага чл.3</w:t>
      </w:r>
      <w:r w:rsidR="0094531F">
        <w:rPr>
          <w:b/>
          <w:i/>
          <w:lang w:val="ru-RU"/>
        </w:rPr>
        <w:t>7в,</w:t>
      </w:r>
      <w:r w:rsidR="00940F82">
        <w:rPr>
          <w:b/>
          <w:i/>
          <w:lang w:val="ru-RU"/>
        </w:rPr>
        <w:t xml:space="preserve"> ал.7</w:t>
      </w:r>
      <w:r w:rsidRPr="005938D4">
        <w:rPr>
          <w:b/>
          <w:i/>
          <w:lang w:val="ru-RU"/>
        </w:rPr>
        <w:t xml:space="preserve"> от ЗСПЗЗ.</w:t>
      </w:r>
    </w:p>
    <w:p w:rsidR="00BE215C" w:rsidRPr="005938D4" w:rsidRDefault="00BE215C" w:rsidP="0005360C">
      <w:pPr>
        <w:jc w:val="both"/>
        <w:rPr>
          <w:i/>
          <w:lang w:val="ru-RU"/>
        </w:rPr>
      </w:pPr>
      <w:r w:rsidRPr="005938D4">
        <w:rPr>
          <w:i/>
          <w:lang w:val="ru-RU"/>
        </w:rPr>
        <w:t xml:space="preserve">     Заповедта влиза в сила по отношение на съответния ползвател при изпълнени</w:t>
      </w:r>
      <w:r w:rsidR="002F2872" w:rsidRPr="005938D4">
        <w:rPr>
          <w:i/>
          <w:lang w:val="ru-RU"/>
        </w:rPr>
        <w:t>е</w:t>
      </w:r>
      <w:r w:rsidRPr="005938D4">
        <w:rPr>
          <w:i/>
          <w:lang w:val="ru-RU"/>
        </w:rPr>
        <w:t xml:space="preserve"> на условието по чл.72 ал.1 от ППЗСПЗЗ.</w:t>
      </w:r>
    </w:p>
    <w:p w:rsidR="005C3BC9" w:rsidRDefault="00713EC9" w:rsidP="005C3BC9">
      <w:pPr>
        <w:jc w:val="both"/>
        <w:rPr>
          <w:lang w:val="ru-RU"/>
        </w:rPr>
      </w:pPr>
      <w:r w:rsidRPr="005938D4">
        <w:rPr>
          <w:lang w:val="ru-RU"/>
        </w:rPr>
        <w:t xml:space="preserve">   </w:t>
      </w:r>
      <w:r w:rsidR="006728A7" w:rsidRPr="00345A3B">
        <w:rPr>
          <w:lang w:val="ru-RU"/>
        </w:rPr>
        <w:t xml:space="preserve"> </w:t>
      </w:r>
      <w:r w:rsidR="00F06BC9" w:rsidRPr="005938D4">
        <w:rPr>
          <w:lang w:val="ru-RU"/>
        </w:rPr>
        <w:t>Копие от заповедта да бъд</w:t>
      </w:r>
      <w:r w:rsidRPr="005938D4">
        <w:rPr>
          <w:lang w:val="ru-RU"/>
        </w:rPr>
        <w:t xml:space="preserve">е връчена на началника на ОСЗ </w:t>
      </w:r>
      <w:r w:rsidR="00CE5C45">
        <w:rPr>
          <w:lang w:val="ru-RU"/>
        </w:rPr>
        <w:t>-  Драгоман</w:t>
      </w:r>
      <w:r w:rsidR="00F06BC9" w:rsidRPr="005938D4">
        <w:rPr>
          <w:lang w:val="ru-RU"/>
        </w:rPr>
        <w:t xml:space="preserve"> и на представителите на община</w:t>
      </w:r>
      <w:r w:rsidR="00E609AD" w:rsidRPr="005938D4">
        <w:rPr>
          <w:lang w:val="ru-RU"/>
        </w:rPr>
        <w:t xml:space="preserve"> </w:t>
      </w:r>
      <w:r w:rsidR="00CE5C45">
        <w:rPr>
          <w:lang w:val="ru-RU"/>
        </w:rPr>
        <w:t>Драгоман</w:t>
      </w:r>
      <w:r w:rsidR="00E609AD" w:rsidRPr="005938D4">
        <w:rPr>
          <w:lang w:val="ru-RU"/>
        </w:rPr>
        <w:t xml:space="preserve"> </w:t>
      </w:r>
      <w:r w:rsidR="00F06BC9" w:rsidRPr="005938D4">
        <w:rPr>
          <w:lang w:val="ru-RU"/>
        </w:rPr>
        <w:t xml:space="preserve">и кметство на </w:t>
      </w:r>
      <w:r w:rsidR="00AC123D">
        <w:rPr>
          <w:lang w:val="ru-RU"/>
        </w:rPr>
        <w:t>с</w:t>
      </w:r>
      <w:r w:rsidR="00EF3588">
        <w:rPr>
          <w:lang w:val="ru-RU"/>
        </w:rPr>
        <w:t>.</w:t>
      </w:r>
      <w:r w:rsidR="00A4022A">
        <w:rPr>
          <w:lang w:val="ru-RU"/>
        </w:rPr>
        <w:t xml:space="preserve"> Владиславци</w:t>
      </w:r>
      <w:r w:rsidR="00F06BC9" w:rsidRPr="005938D4">
        <w:rPr>
          <w:lang w:val="ru-RU"/>
        </w:rPr>
        <w:t>, участници в комисията – за сведение и изпълнение.</w:t>
      </w:r>
    </w:p>
    <w:p w:rsidR="005C3BC9" w:rsidRPr="005C3BC9" w:rsidRDefault="005C3BC9" w:rsidP="005C3BC9">
      <w:pPr>
        <w:jc w:val="both"/>
        <w:rPr>
          <w:lang w:val="ru-RU"/>
        </w:rPr>
      </w:pPr>
      <w:r>
        <w:rPr>
          <w:lang w:val="ru-RU"/>
        </w:rPr>
        <w:t xml:space="preserve">    </w:t>
      </w:r>
      <w:r w:rsidR="0094531F">
        <w:rPr>
          <w:lang w:val="bg-BG"/>
        </w:rPr>
        <w:t>Контрол</w:t>
      </w:r>
      <w:r w:rsidRPr="0083710E">
        <w:rPr>
          <w:lang w:val="bg-BG"/>
        </w:rPr>
        <w:t xml:space="preserve"> по изпълнение на настоящата заповед ще упражнява</w:t>
      </w:r>
      <w:r>
        <w:rPr>
          <w:lang w:val="bg-BG"/>
        </w:rPr>
        <w:t>м</w:t>
      </w:r>
      <w:r w:rsidRPr="0083710E">
        <w:rPr>
          <w:lang w:val="bg-BG"/>
        </w:rPr>
        <w:t xml:space="preserve"> </w:t>
      </w:r>
      <w:r>
        <w:rPr>
          <w:lang w:val="bg-BG"/>
        </w:rPr>
        <w:t>лично</w:t>
      </w:r>
      <w:r w:rsidRPr="0083710E">
        <w:rPr>
          <w:lang w:val="bg-BG"/>
        </w:rPr>
        <w:t>.</w:t>
      </w:r>
      <w:r w:rsidRPr="00535D58">
        <w:rPr>
          <w:lang w:val="bg-BG"/>
        </w:rPr>
        <w:t xml:space="preserve"> </w:t>
      </w:r>
    </w:p>
    <w:p w:rsidR="0092277B" w:rsidRDefault="0092277B" w:rsidP="0005360C">
      <w:pPr>
        <w:jc w:val="both"/>
        <w:rPr>
          <w:color w:val="000000" w:themeColor="text1"/>
          <w:lang w:val="bg-BG"/>
        </w:rPr>
      </w:pPr>
    </w:p>
    <w:p w:rsidR="005C3BC9" w:rsidRPr="00A14AA4" w:rsidRDefault="00A14AA4" w:rsidP="0005360C">
      <w:pPr>
        <w:jc w:val="both"/>
        <w:rPr>
          <w:b/>
          <w:color w:val="000000" w:themeColor="text1"/>
          <w:lang w:val="bg-BG"/>
        </w:rPr>
      </w:pPr>
      <w:r>
        <w:rPr>
          <w:color w:val="000000" w:themeColor="text1"/>
          <w:lang w:val="bg-BG"/>
        </w:rPr>
        <w:tab/>
      </w:r>
      <w:bookmarkStart w:id="0" w:name="_GoBack"/>
      <w:r w:rsidRPr="00A14AA4">
        <w:rPr>
          <w:b/>
          <w:color w:val="000000" w:themeColor="text1"/>
          <w:lang w:val="bg-BG"/>
        </w:rPr>
        <w:t>/П/</w:t>
      </w:r>
      <w:bookmarkEnd w:id="0"/>
    </w:p>
    <w:p w:rsidR="005C3BC9" w:rsidRPr="00CE78CA" w:rsidRDefault="005C3BC9" w:rsidP="005C3BC9">
      <w:pPr>
        <w:rPr>
          <w:b/>
          <w:lang w:val="bg-BG"/>
        </w:rPr>
      </w:pPr>
      <w:r>
        <w:rPr>
          <w:b/>
          <w:lang w:val="bg-BG"/>
        </w:rPr>
        <w:t>ЕМИЛ АТАНАСОВ</w:t>
      </w:r>
    </w:p>
    <w:p w:rsidR="005C3BC9" w:rsidRPr="00FA15EF" w:rsidRDefault="005C3BC9" w:rsidP="005C3BC9">
      <w:pPr>
        <w:rPr>
          <w:i/>
          <w:lang w:val="bg-BG"/>
        </w:rPr>
      </w:pPr>
      <w:r w:rsidRPr="00FA15EF">
        <w:rPr>
          <w:i/>
          <w:lang w:val="bg-BG"/>
        </w:rPr>
        <w:t>главен директор на ГД"Аграрно развитие"</w:t>
      </w:r>
    </w:p>
    <w:p w:rsidR="005C3BC9" w:rsidRPr="00CE78CA" w:rsidRDefault="005C3BC9" w:rsidP="005C3BC9">
      <w:pPr>
        <w:rPr>
          <w:i/>
          <w:lang w:val="ru-RU"/>
        </w:rPr>
      </w:pPr>
      <w:r w:rsidRPr="00CE78CA">
        <w:rPr>
          <w:i/>
          <w:lang w:val="bg-BG"/>
        </w:rPr>
        <w:t xml:space="preserve">Областна дирекция „Земеделие” </w:t>
      </w:r>
    </w:p>
    <w:p w:rsidR="005C3BC9" w:rsidRPr="00CE78CA" w:rsidRDefault="005C3BC9" w:rsidP="005C3BC9">
      <w:pPr>
        <w:rPr>
          <w:i/>
          <w:lang w:val="bg-BG"/>
        </w:rPr>
      </w:pPr>
      <w:r>
        <w:rPr>
          <w:i/>
          <w:lang w:val="bg-BG"/>
        </w:rPr>
        <w:t>София</w:t>
      </w:r>
      <w:r w:rsidRPr="00CE78CA">
        <w:rPr>
          <w:i/>
          <w:lang w:val="bg-BG"/>
        </w:rPr>
        <w:t xml:space="preserve"> област</w:t>
      </w:r>
    </w:p>
    <w:p w:rsidR="005C3BC9" w:rsidRPr="00374CAD" w:rsidRDefault="005C3BC9" w:rsidP="005C3BC9">
      <w:pPr>
        <w:rPr>
          <w:iCs/>
          <w:sz w:val="20"/>
          <w:lang w:val="bg-BG"/>
        </w:rPr>
      </w:pPr>
      <w:r w:rsidRPr="00374CAD">
        <w:rPr>
          <w:iCs/>
          <w:sz w:val="20"/>
          <w:lang w:val="bg-BG"/>
        </w:rPr>
        <w:t>(</w:t>
      </w:r>
      <w:r w:rsidRPr="00374CAD">
        <w:rPr>
          <w:color w:val="000000"/>
          <w:sz w:val="18"/>
          <w:szCs w:val="18"/>
          <w:shd w:val="clear" w:color="auto" w:fill="FFFFFF"/>
          <w:lang w:val="bg-BG"/>
        </w:rPr>
        <w:t>оправомощен съгласно Заповед РД-04-127/15.09.2022 г.</w:t>
      </w:r>
      <w:r w:rsidRPr="00374CAD">
        <w:rPr>
          <w:iCs/>
          <w:sz w:val="20"/>
          <w:lang w:val="bg-BG"/>
        </w:rPr>
        <w:t>)</w:t>
      </w:r>
    </w:p>
    <w:p w:rsidR="005C3BC9" w:rsidRDefault="005C3BC9" w:rsidP="005C3BC9">
      <w:pPr>
        <w:rPr>
          <w:i/>
          <w:lang w:val="bg-BG"/>
        </w:rPr>
      </w:pPr>
    </w:p>
    <w:p w:rsidR="005C3BC9" w:rsidRPr="00CE78CA" w:rsidRDefault="005C3BC9" w:rsidP="005C3BC9">
      <w:pPr>
        <w:rPr>
          <w:i/>
          <w:lang w:val="bg-BG"/>
        </w:rPr>
      </w:pPr>
    </w:p>
    <w:p w:rsidR="00F06BC9" w:rsidRPr="00A14AA4" w:rsidRDefault="00F06BC9" w:rsidP="0005360C">
      <w:pPr>
        <w:rPr>
          <w:i/>
          <w:lang w:val="bg-BG"/>
        </w:rPr>
      </w:pPr>
    </w:p>
    <w:sectPr w:rsidR="00F06BC9" w:rsidRPr="00A14AA4" w:rsidSect="003F2EC1">
      <w:footerReference w:type="even" r:id="rId8"/>
      <w:footerReference w:type="default" r:id="rId9"/>
      <w:headerReference w:type="first" r:id="rId10"/>
      <w:footerReference w:type="first" r:id="rId11"/>
      <w:type w:val="continuous"/>
      <w:pgSz w:w="11907" w:h="16840" w:code="9"/>
      <w:pgMar w:top="683" w:right="1134" w:bottom="709" w:left="1276" w:header="568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390A" w:rsidRDefault="0007390A">
      <w:r>
        <w:separator/>
      </w:r>
    </w:p>
  </w:endnote>
  <w:endnote w:type="continuationSeparator" w:id="0">
    <w:p w:rsidR="0007390A" w:rsidRDefault="00073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A3B" w:rsidRDefault="00B354ED" w:rsidP="00C37346">
    <w:pPr>
      <w:pStyle w:val="a4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345A3B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345A3B" w:rsidRDefault="00345A3B" w:rsidP="00C37346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A3B" w:rsidRPr="00713EC9" w:rsidRDefault="00B354ED" w:rsidP="00C37346">
    <w:pPr>
      <w:pStyle w:val="a4"/>
      <w:framePr w:wrap="around" w:vAnchor="text" w:hAnchor="margin" w:xAlign="right" w:y="1"/>
      <w:rPr>
        <w:rStyle w:val="ac"/>
        <w:sz w:val="18"/>
      </w:rPr>
    </w:pPr>
    <w:r w:rsidRPr="00713EC9">
      <w:rPr>
        <w:rStyle w:val="ac"/>
        <w:sz w:val="18"/>
      </w:rPr>
      <w:fldChar w:fldCharType="begin"/>
    </w:r>
    <w:r w:rsidR="00345A3B" w:rsidRPr="00713EC9">
      <w:rPr>
        <w:rStyle w:val="ac"/>
        <w:sz w:val="18"/>
      </w:rPr>
      <w:instrText xml:space="preserve">PAGE  </w:instrText>
    </w:r>
    <w:r w:rsidRPr="00713EC9">
      <w:rPr>
        <w:rStyle w:val="ac"/>
        <w:sz w:val="18"/>
      </w:rPr>
      <w:fldChar w:fldCharType="separate"/>
    </w:r>
    <w:r w:rsidR="00A14AA4">
      <w:rPr>
        <w:rStyle w:val="ac"/>
        <w:noProof/>
        <w:sz w:val="18"/>
      </w:rPr>
      <w:t>15</w:t>
    </w:r>
    <w:r w:rsidRPr="00713EC9">
      <w:rPr>
        <w:rStyle w:val="ac"/>
        <w:sz w:val="18"/>
      </w:rPr>
      <w:fldChar w:fldCharType="end"/>
    </w:r>
  </w:p>
  <w:p w:rsidR="0094531F" w:rsidRPr="0094531F" w:rsidRDefault="0094531F" w:rsidP="0094531F">
    <w:pPr>
      <w:spacing w:after="200" w:line="276" w:lineRule="auto"/>
      <w:jc w:val="center"/>
      <w:rPr>
        <w:rFonts w:ascii="Verdana" w:hAnsi="Verdana"/>
        <w:sz w:val="16"/>
        <w:szCs w:val="16"/>
        <w:lang w:val="bg-BG" w:eastAsia="bg-BG"/>
      </w:rPr>
    </w:pPr>
    <w:r w:rsidRPr="0094531F">
      <w:rPr>
        <w:rFonts w:ascii="Verdana" w:hAnsi="Verdana"/>
        <w:noProof/>
        <w:sz w:val="16"/>
        <w:szCs w:val="16"/>
        <w:lang w:val="ru-RU" w:eastAsia="bg-BG"/>
      </w:rPr>
      <w:t xml:space="preserve">гр. София 1000, бул. "Витоша" №4, </w:t>
    </w:r>
    <w:r w:rsidRPr="0094531F">
      <w:rPr>
        <w:rFonts w:ascii="Verdana" w:hAnsi="Verdana"/>
        <w:noProof/>
        <w:sz w:val="16"/>
        <w:szCs w:val="16"/>
        <w:lang w:val="bg-BG" w:eastAsia="bg-BG"/>
      </w:rPr>
      <w:t xml:space="preserve">ет.6; </w:t>
    </w:r>
    <w:r w:rsidRPr="0094531F">
      <w:rPr>
        <w:rFonts w:ascii="Verdana" w:hAnsi="Verdana"/>
        <w:sz w:val="16"/>
        <w:szCs w:val="16"/>
        <w:lang w:val="bg-BG" w:eastAsia="bg-BG"/>
      </w:rPr>
      <w:t>https://www.mzh.government.bg/ODZ-Sofiaoblast/bg/Home.aspx</w:t>
    </w:r>
  </w:p>
  <w:p w:rsidR="0094531F" w:rsidRPr="0094531F" w:rsidRDefault="0094531F" w:rsidP="0094531F">
    <w:pPr>
      <w:spacing w:after="200" w:line="276" w:lineRule="auto"/>
      <w:jc w:val="center"/>
      <w:rPr>
        <w:rFonts w:ascii="Verdana" w:hAnsi="Verdana"/>
        <w:noProof/>
        <w:sz w:val="16"/>
        <w:szCs w:val="16"/>
        <w:lang w:val="bg-BG" w:eastAsia="bg-BG"/>
      </w:rPr>
    </w:pPr>
    <w:r w:rsidRPr="0094531F">
      <w:rPr>
        <w:rFonts w:ascii="Verdana" w:hAnsi="Verdana"/>
        <w:noProof/>
        <w:sz w:val="16"/>
        <w:szCs w:val="16"/>
        <w:lang w:val="bg-BG" w:eastAsia="bg-BG"/>
      </w:rPr>
      <w:t>тел:(+3592) 419 70 20, e-mail: odzg_sfoblast@mzh.government.bg</w:t>
    </w:r>
  </w:p>
  <w:p w:rsidR="00345A3B" w:rsidRPr="00835BBA" w:rsidRDefault="00345A3B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31F" w:rsidRPr="0094531F" w:rsidRDefault="0094531F" w:rsidP="0094531F">
    <w:pPr>
      <w:spacing w:after="200" w:line="276" w:lineRule="auto"/>
      <w:jc w:val="center"/>
      <w:rPr>
        <w:rFonts w:ascii="Verdana" w:hAnsi="Verdana"/>
        <w:sz w:val="16"/>
        <w:szCs w:val="16"/>
        <w:lang w:val="bg-BG" w:eastAsia="bg-BG"/>
      </w:rPr>
    </w:pPr>
    <w:r w:rsidRPr="0094531F">
      <w:rPr>
        <w:rFonts w:ascii="Verdana" w:hAnsi="Verdana"/>
        <w:noProof/>
        <w:sz w:val="16"/>
        <w:szCs w:val="16"/>
        <w:lang w:val="ru-RU" w:eastAsia="bg-BG"/>
      </w:rPr>
      <w:t xml:space="preserve">гр. София 1000, бул. "Витоша" №4, </w:t>
    </w:r>
    <w:r w:rsidRPr="0094531F">
      <w:rPr>
        <w:rFonts w:ascii="Verdana" w:hAnsi="Verdana"/>
        <w:noProof/>
        <w:sz w:val="16"/>
        <w:szCs w:val="16"/>
        <w:lang w:val="bg-BG" w:eastAsia="bg-BG"/>
      </w:rPr>
      <w:t xml:space="preserve">ет.6; </w:t>
    </w:r>
    <w:r w:rsidRPr="0094531F">
      <w:rPr>
        <w:rFonts w:ascii="Verdana" w:hAnsi="Verdana"/>
        <w:sz w:val="16"/>
        <w:szCs w:val="16"/>
        <w:lang w:val="bg-BG" w:eastAsia="bg-BG"/>
      </w:rPr>
      <w:t>https://www.mzh.government.bg/ODZ-Sofiaoblast/bg/Home.aspx</w:t>
    </w:r>
  </w:p>
  <w:p w:rsidR="0094531F" w:rsidRPr="0094531F" w:rsidRDefault="0094531F" w:rsidP="0094531F">
    <w:pPr>
      <w:spacing w:after="200" w:line="276" w:lineRule="auto"/>
      <w:jc w:val="center"/>
      <w:rPr>
        <w:rFonts w:ascii="Verdana" w:hAnsi="Verdana"/>
        <w:noProof/>
        <w:sz w:val="16"/>
        <w:szCs w:val="16"/>
        <w:lang w:val="bg-BG" w:eastAsia="bg-BG"/>
      </w:rPr>
    </w:pPr>
    <w:r w:rsidRPr="0094531F">
      <w:rPr>
        <w:rFonts w:ascii="Verdana" w:hAnsi="Verdana"/>
        <w:noProof/>
        <w:sz w:val="16"/>
        <w:szCs w:val="16"/>
        <w:lang w:val="bg-BG" w:eastAsia="bg-BG"/>
      </w:rPr>
      <w:t>тел:(+3592) 419 70 20, e-mail: odzg_sfoblast@mzh.government.bg</w:t>
    </w:r>
  </w:p>
  <w:p w:rsidR="00345A3B" w:rsidRPr="0094531F" w:rsidRDefault="00345A3B" w:rsidP="0094531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390A" w:rsidRDefault="0007390A">
      <w:r>
        <w:separator/>
      </w:r>
    </w:p>
  </w:footnote>
  <w:footnote w:type="continuationSeparator" w:id="0">
    <w:p w:rsidR="0007390A" w:rsidRDefault="000739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A3B" w:rsidRPr="005B69F7" w:rsidRDefault="00D81065" w:rsidP="005B69F7">
    <w:pPr>
      <w:pStyle w:val="2"/>
      <w:rPr>
        <w:rStyle w:val="a8"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-196850</wp:posOffset>
          </wp:positionV>
          <wp:extent cx="600710" cy="832485"/>
          <wp:effectExtent l="0" t="0" r="8890" b="5715"/>
          <wp:wrapSquare wrapText="bothSides"/>
          <wp:docPr id="3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345A3B" w:rsidRPr="005B69F7" w:rsidRDefault="0007390A" w:rsidP="007A6290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lang w:eastAsia="bg-BG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2049" type="#_x0000_t32" style="position:absolute;left:0;text-align:left;margin-left:53.05pt;margin-top:.65pt;width:0;height:48.2pt;z-index:251658240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</w:pict>
    </w:r>
    <w:r w:rsidR="00345A3B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345A3B" w:rsidRPr="0023186B" w:rsidRDefault="00345A3B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 w:rsidRPr="00D450FA">
      <w:rPr>
        <w:sz w:val="36"/>
        <w:szCs w:val="36"/>
      </w:rPr>
      <w:tab/>
    </w:r>
    <w:r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</w:p>
  <w:p w:rsidR="00345A3B" w:rsidRPr="00983B22" w:rsidRDefault="00345A3B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 w15:restartNumberingAfterBreak="0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 w15:restartNumberingAfterBreak="0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 w15:restartNumberingAfterBreak="0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 w15:restartNumberingAfterBreak="0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2"/>
      <o:rules v:ext="edit">
        <o:r id="V:Rule1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2"/>
  </w:compat>
  <w:rsids>
    <w:rsidRoot w:val="00576362"/>
    <w:rsid w:val="00000385"/>
    <w:rsid w:val="00004F45"/>
    <w:rsid w:val="00013A9F"/>
    <w:rsid w:val="00020405"/>
    <w:rsid w:val="000225C4"/>
    <w:rsid w:val="00031A1D"/>
    <w:rsid w:val="0005217F"/>
    <w:rsid w:val="0005360C"/>
    <w:rsid w:val="0005464F"/>
    <w:rsid w:val="00060DBD"/>
    <w:rsid w:val="00067CA3"/>
    <w:rsid w:val="00070E38"/>
    <w:rsid w:val="0007390A"/>
    <w:rsid w:val="0009344D"/>
    <w:rsid w:val="00094932"/>
    <w:rsid w:val="00094A39"/>
    <w:rsid w:val="000A18BE"/>
    <w:rsid w:val="000A519D"/>
    <w:rsid w:val="000C5047"/>
    <w:rsid w:val="000E2804"/>
    <w:rsid w:val="000E46A8"/>
    <w:rsid w:val="000F4128"/>
    <w:rsid w:val="000F691D"/>
    <w:rsid w:val="0010044E"/>
    <w:rsid w:val="00110E87"/>
    <w:rsid w:val="00111688"/>
    <w:rsid w:val="00113853"/>
    <w:rsid w:val="0013647C"/>
    <w:rsid w:val="00137F32"/>
    <w:rsid w:val="001462CB"/>
    <w:rsid w:val="00155469"/>
    <w:rsid w:val="00157D1E"/>
    <w:rsid w:val="00164A60"/>
    <w:rsid w:val="001738C2"/>
    <w:rsid w:val="00173A32"/>
    <w:rsid w:val="001850C9"/>
    <w:rsid w:val="001A06E4"/>
    <w:rsid w:val="001A1BA3"/>
    <w:rsid w:val="001A1C66"/>
    <w:rsid w:val="001B1DBC"/>
    <w:rsid w:val="001B2CD8"/>
    <w:rsid w:val="001B4BA5"/>
    <w:rsid w:val="001D31E5"/>
    <w:rsid w:val="001E02F8"/>
    <w:rsid w:val="0020653E"/>
    <w:rsid w:val="00212573"/>
    <w:rsid w:val="00224C72"/>
    <w:rsid w:val="00225E60"/>
    <w:rsid w:val="00227566"/>
    <w:rsid w:val="00230DBA"/>
    <w:rsid w:val="0023186B"/>
    <w:rsid w:val="00236727"/>
    <w:rsid w:val="0024276E"/>
    <w:rsid w:val="002639F4"/>
    <w:rsid w:val="00264CBB"/>
    <w:rsid w:val="00266D04"/>
    <w:rsid w:val="00270F36"/>
    <w:rsid w:val="002725F6"/>
    <w:rsid w:val="0027756D"/>
    <w:rsid w:val="00291439"/>
    <w:rsid w:val="00291BDD"/>
    <w:rsid w:val="002A10AF"/>
    <w:rsid w:val="002A6FA1"/>
    <w:rsid w:val="002A7741"/>
    <w:rsid w:val="002C025B"/>
    <w:rsid w:val="002C5874"/>
    <w:rsid w:val="002D19F2"/>
    <w:rsid w:val="002D3B8A"/>
    <w:rsid w:val="002E25EF"/>
    <w:rsid w:val="002F22FB"/>
    <w:rsid w:val="002F2872"/>
    <w:rsid w:val="003015D9"/>
    <w:rsid w:val="00305E9A"/>
    <w:rsid w:val="003140CD"/>
    <w:rsid w:val="00325630"/>
    <w:rsid w:val="003261FD"/>
    <w:rsid w:val="0033321F"/>
    <w:rsid w:val="00334F0E"/>
    <w:rsid w:val="003361C6"/>
    <w:rsid w:val="00336524"/>
    <w:rsid w:val="00343C03"/>
    <w:rsid w:val="00343DD9"/>
    <w:rsid w:val="00345A2F"/>
    <w:rsid w:val="00345A3B"/>
    <w:rsid w:val="00352944"/>
    <w:rsid w:val="0035485C"/>
    <w:rsid w:val="003564AC"/>
    <w:rsid w:val="0035766D"/>
    <w:rsid w:val="003813FC"/>
    <w:rsid w:val="0038518E"/>
    <w:rsid w:val="003A6165"/>
    <w:rsid w:val="003A6EF6"/>
    <w:rsid w:val="003A7442"/>
    <w:rsid w:val="003B6B61"/>
    <w:rsid w:val="003C2E20"/>
    <w:rsid w:val="003D27F5"/>
    <w:rsid w:val="003D48FB"/>
    <w:rsid w:val="003D646E"/>
    <w:rsid w:val="003E7141"/>
    <w:rsid w:val="003F0AB9"/>
    <w:rsid w:val="003F12AE"/>
    <w:rsid w:val="003F2EC1"/>
    <w:rsid w:val="003F4DB1"/>
    <w:rsid w:val="004003AB"/>
    <w:rsid w:val="00401145"/>
    <w:rsid w:val="00430352"/>
    <w:rsid w:val="0043766A"/>
    <w:rsid w:val="00443D11"/>
    <w:rsid w:val="00446795"/>
    <w:rsid w:val="00454CDE"/>
    <w:rsid w:val="004636D0"/>
    <w:rsid w:val="00463733"/>
    <w:rsid w:val="00463E26"/>
    <w:rsid w:val="00471AF4"/>
    <w:rsid w:val="00496975"/>
    <w:rsid w:val="004B10BF"/>
    <w:rsid w:val="004C3144"/>
    <w:rsid w:val="004C4B62"/>
    <w:rsid w:val="004E31E0"/>
    <w:rsid w:val="004E3BDE"/>
    <w:rsid w:val="004E5FF6"/>
    <w:rsid w:val="004F5882"/>
    <w:rsid w:val="004F765C"/>
    <w:rsid w:val="0050665C"/>
    <w:rsid w:val="00507D48"/>
    <w:rsid w:val="0051429F"/>
    <w:rsid w:val="00522D1E"/>
    <w:rsid w:val="0052692D"/>
    <w:rsid w:val="00533524"/>
    <w:rsid w:val="00535D58"/>
    <w:rsid w:val="00542B79"/>
    <w:rsid w:val="00544517"/>
    <w:rsid w:val="005604AC"/>
    <w:rsid w:val="00564A90"/>
    <w:rsid w:val="00566258"/>
    <w:rsid w:val="0057056E"/>
    <w:rsid w:val="005745ED"/>
    <w:rsid w:val="00575425"/>
    <w:rsid w:val="00576362"/>
    <w:rsid w:val="005812FB"/>
    <w:rsid w:val="0058230C"/>
    <w:rsid w:val="00592976"/>
    <w:rsid w:val="005938D4"/>
    <w:rsid w:val="00596DB7"/>
    <w:rsid w:val="005A0D6A"/>
    <w:rsid w:val="005A2287"/>
    <w:rsid w:val="005A3B17"/>
    <w:rsid w:val="005B2632"/>
    <w:rsid w:val="005B4D1B"/>
    <w:rsid w:val="005B69F7"/>
    <w:rsid w:val="005C3BC9"/>
    <w:rsid w:val="005D2C61"/>
    <w:rsid w:val="005D42C6"/>
    <w:rsid w:val="005D6987"/>
    <w:rsid w:val="005D7788"/>
    <w:rsid w:val="005E0108"/>
    <w:rsid w:val="005E5F37"/>
    <w:rsid w:val="005E6934"/>
    <w:rsid w:val="005F18B8"/>
    <w:rsid w:val="005F3A9D"/>
    <w:rsid w:val="006001E7"/>
    <w:rsid w:val="00600678"/>
    <w:rsid w:val="00602A0B"/>
    <w:rsid w:val="00606C01"/>
    <w:rsid w:val="00617A58"/>
    <w:rsid w:val="00623B38"/>
    <w:rsid w:val="00627A7A"/>
    <w:rsid w:val="006322F2"/>
    <w:rsid w:val="006359F1"/>
    <w:rsid w:val="00641266"/>
    <w:rsid w:val="006454F2"/>
    <w:rsid w:val="00645F78"/>
    <w:rsid w:val="00654315"/>
    <w:rsid w:val="006655C6"/>
    <w:rsid w:val="006727E9"/>
    <w:rsid w:val="006728A7"/>
    <w:rsid w:val="006754C5"/>
    <w:rsid w:val="006812B2"/>
    <w:rsid w:val="00682F90"/>
    <w:rsid w:val="00684C7E"/>
    <w:rsid w:val="00687C4C"/>
    <w:rsid w:val="00696ABF"/>
    <w:rsid w:val="006A3970"/>
    <w:rsid w:val="006A587F"/>
    <w:rsid w:val="006A760F"/>
    <w:rsid w:val="006B0B9A"/>
    <w:rsid w:val="006B248D"/>
    <w:rsid w:val="006B282B"/>
    <w:rsid w:val="006B5071"/>
    <w:rsid w:val="006B7386"/>
    <w:rsid w:val="006C1BE4"/>
    <w:rsid w:val="006C5E63"/>
    <w:rsid w:val="006E1608"/>
    <w:rsid w:val="006E2F1D"/>
    <w:rsid w:val="006E6F28"/>
    <w:rsid w:val="006F0945"/>
    <w:rsid w:val="006F5952"/>
    <w:rsid w:val="00703AAB"/>
    <w:rsid w:val="00713EC9"/>
    <w:rsid w:val="00715C9E"/>
    <w:rsid w:val="00724CF9"/>
    <w:rsid w:val="00724E5F"/>
    <w:rsid w:val="007257D7"/>
    <w:rsid w:val="0073308F"/>
    <w:rsid w:val="00734758"/>
    <w:rsid w:val="007354A2"/>
    <w:rsid w:val="00735898"/>
    <w:rsid w:val="00736645"/>
    <w:rsid w:val="00737F0F"/>
    <w:rsid w:val="00747D5C"/>
    <w:rsid w:val="00751C7B"/>
    <w:rsid w:val="00753FF4"/>
    <w:rsid w:val="00762DA8"/>
    <w:rsid w:val="0078053A"/>
    <w:rsid w:val="00781F58"/>
    <w:rsid w:val="00782B6D"/>
    <w:rsid w:val="00785809"/>
    <w:rsid w:val="00787497"/>
    <w:rsid w:val="00792482"/>
    <w:rsid w:val="007947AE"/>
    <w:rsid w:val="00794F6B"/>
    <w:rsid w:val="007964C9"/>
    <w:rsid w:val="007A06D3"/>
    <w:rsid w:val="007A6290"/>
    <w:rsid w:val="007B4B8A"/>
    <w:rsid w:val="007C49BC"/>
    <w:rsid w:val="007C7B4E"/>
    <w:rsid w:val="007D05C7"/>
    <w:rsid w:val="007D07CD"/>
    <w:rsid w:val="007D6450"/>
    <w:rsid w:val="00800337"/>
    <w:rsid w:val="0080526F"/>
    <w:rsid w:val="00810556"/>
    <w:rsid w:val="00813E21"/>
    <w:rsid w:val="00822F7A"/>
    <w:rsid w:val="00823FF9"/>
    <w:rsid w:val="008318FA"/>
    <w:rsid w:val="008324AB"/>
    <w:rsid w:val="00835BBA"/>
    <w:rsid w:val="008361AB"/>
    <w:rsid w:val="008374AD"/>
    <w:rsid w:val="0085348A"/>
    <w:rsid w:val="00855BEB"/>
    <w:rsid w:val="0086367E"/>
    <w:rsid w:val="00871654"/>
    <w:rsid w:val="00883AE2"/>
    <w:rsid w:val="0088459B"/>
    <w:rsid w:val="00893776"/>
    <w:rsid w:val="008A1B24"/>
    <w:rsid w:val="008A1BBB"/>
    <w:rsid w:val="008B0206"/>
    <w:rsid w:val="008B1300"/>
    <w:rsid w:val="008D2703"/>
    <w:rsid w:val="008E0E45"/>
    <w:rsid w:val="008E75AB"/>
    <w:rsid w:val="008F3A6E"/>
    <w:rsid w:val="008F62C9"/>
    <w:rsid w:val="009075FB"/>
    <w:rsid w:val="00910625"/>
    <w:rsid w:val="009212D4"/>
    <w:rsid w:val="00922729"/>
    <w:rsid w:val="0092277B"/>
    <w:rsid w:val="00931B42"/>
    <w:rsid w:val="00936425"/>
    <w:rsid w:val="00940F82"/>
    <w:rsid w:val="00945150"/>
    <w:rsid w:val="0094531F"/>
    <w:rsid w:val="00946D85"/>
    <w:rsid w:val="00956CD8"/>
    <w:rsid w:val="00974546"/>
    <w:rsid w:val="00977E39"/>
    <w:rsid w:val="009803EE"/>
    <w:rsid w:val="00983B22"/>
    <w:rsid w:val="00985484"/>
    <w:rsid w:val="00992DF8"/>
    <w:rsid w:val="00996A5D"/>
    <w:rsid w:val="0099762A"/>
    <w:rsid w:val="009A2BA7"/>
    <w:rsid w:val="009A49E5"/>
    <w:rsid w:val="009B3FDB"/>
    <w:rsid w:val="009B57C3"/>
    <w:rsid w:val="009D555E"/>
    <w:rsid w:val="009E7D8E"/>
    <w:rsid w:val="009F2A96"/>
    <w:rsid w:val="009F3898"/>
    <w:rsid w:val="009F3E9A"/>
    <w:rsid w:val="00A05DB4"/>
    <w:rsid w:val="00A11643"/>
    <w:rsid w:val="00A14AA4"/>
    <w:rsid w:val="00A15181"/>
    <w:rsid w:val="00A23BFD"/>
    <w:rsid w:val="00A2419F"/>
    <w:rsid w:val="00A36C2A"/>
    <w:rsid w:val="00A4022A"/>
    <w:rsid w:val="00A4768A"/>
    <w:rsid w:val="00A56EBD"/>
    <w:rsid w:val="00A60065"/>
    <w:rsid w:val="00A60928"/>
    <w:rsid w:val="00A74EBA"/>
    <w:rsid w:val="00A75898"/>
    <w:rsid w:val="00A76B02"/>
    <w:rsid w:val="00A806FD"/>
    <w:rsid w:val="00A86175"/>
    <w:rsid w:val="00A908FE"/>
    <w:rsid w:val="00A92CFD"/>
    <w:rsid w:val="00A974AA"/>
    <w:rsid w:val="00AA37E5"/>
    <w:rsid w:val="00AB53BB"/>
    <w:rsid w:val="00AB69B7"/>
    <w:rsid w:val="00AC123D"/>
    <w:rsid w:val="00AD13E8"/>
    <w:rsid w:val="00AD2747"/>
    <w:rsid w:val="00AD31FE"/>
    <w:rsid w:val="00AD3A76"/>
    <w:rsid w:val="00AD6705"/>
    <w:rsid w:val="00AD6B30"/>
    <w:rsid w:val="00AD7D68"/>
    <w:rsid w:val="00AE6009"/>
    <w:rsid w:val="00B020F2"/>
    <w:rsid w:val="00B02AEB"/>
    <w:rsid w:val="00B14BA2"/>
    <w:rsid w:val="00B17050"/>
    <w:rsid w:val="00B354ED"/>
    <w:rsid w:val="00B4496C"/>
    <w:rsid w:val="00B54180"/>
    <w:rsid w:val="00B55B93"/>
    <w:rsid w:val="00B65B7A"/>
    <w:rsid w:val="00B65E29"/>
    <w:rsid w:val="00B94E14"/>
    <w:rsid w:val="00B97B20"/>
    <w:rsid w:val="00BA5128"/>
    <w:rsid w:val="00BB7689"/>
    <w:rsid w:val="00BC0B35"/>
    <w:rsid w:val="00BC45FC"/>
    <w:rsid w:val="00BC4FD6"/>
    <w:rsid w:val="00BD1BCF"/>
    <w:rsid w:val="00BD5937"/>
    <w:rsid w:val="00BE215C"/>
    <w:rsid w:val="00BE4052"/>
    <w:rsid w:val="00BF7D33"/>
    <w:rsid w:val="00C00904"/>
    <w:rsid w:val="00C00979"/>
    <w:rsid w:val="00C02136"/>
    <w:rsid w:val="00C06313"/>
    <w:rsid w:val="00C120B5"/>
    <w:rsid w:val="00C31C97"/>
    <w:rsid w:val="00C34BD9"/>
    <w:rsid w:val="00C34FAA"/>
    <w:rsid w:val="00C37346"/>
    <w:rsid w:val="00C41B72"/>
    <w:rsid w:val="00C44A5E"/>
    <w:rsid w:val="00C473A4"/>
    <w:rsid w:val="00C67E3F"/>
    <w:rsid w:val="00C70CB9"/>
    <w:rsid w:val="00CA17DF"/>
    <w:rsid w:val="00CA3258"/>
    <w:rsid w:val="00CA35D5"/>
    <w:rsid w:val="00CA41E3"/>
    <w:rsid w:val="00CA7A14"/>
    <w:rsid w:val="00CC671B"/>
    <w:rsid w:val="00CD6A9A"/>
    <w:rsid w:val="00CE47C7"/>
    <w:rsid w:val="00CE5345"/>
    <w:rsid w:val="00CE5C45"/>
    <w:rsid w:val="00CE78CA"/>
    <w:rsid w:val="00CF1702"/>
    <w:rsid w:val="00CF334D"/>
    <w:rsid w:val="00CF769E"/>
    <w:rsid w:val="00D00BD9"/>
    <w:rsid w:val="00D10B5A"/>
    <w:rsid w:val="00D117C6"/>
    <w:rsid w:val="00D1214A"/>
    <w:rsid w:val="00D13F65"/>
    <w:rsid w:val="00D17E53"/>
    <w:rsid w:val="00D259F5"/>
    <w:rsid w:val="00D30D14"/>
    <w:rsid w:val="00D442FC"/>
    <w:rsid w:val="00D450FA"/>
    <w:rsid w:val="00D472F6"/>
    <w:rsid w:val="00D4743D"/>
    <w:rsid w:val="00D61AE4"/>
    <w:rsid w:val="00D71A31"/>
    <w:rsid w:val="00D742E5"/>
    <w:rsid w:val="00D7472F"/>
    <w:rsid w:val="00D81065"/>
    <w:rsid w:val="00D81D3E"/>
    <w:rsid w:val="00D86C51"/>
    <w:rsid w:val="00D94649"/>
    <w:rsid w:val="00DA5FC2"/>
    <w:rsid w:val="00DA6215"/>
    <w:rsid w:val="00DB0831"/>
    <w:rsid w:val="00DB47C4"/>
    <w:rsid w:val="00DC4AA8"/>
    <w:rsid w:val="00E02ED9"/>
    <w:rsid w:val="00E033AB"/>
    <w:rsid w:val="00E05705"/>
    <w:rsid w:val="00E14211"/>
    <w:rsid w:val="00E14AEE"/>
    <w:rsid w:val="00E237A5"/>
    <w:rsid w:val="00E276F4"/>
    <w:rsid w:val="00E34EA3"/>
    <w:rsid w:val="00E52E11"/>
    <w:rsid w:val="00E5627C"/>
    <w:rsid w:val="00E609AD"/>
    <w:rsid w:val="00E61682"/>
    <w:rsid w:val="00E6220A"/>
    <w:rsid w:val="00E71875"/>
    <w:rsid w:val="00E71BA4"/>
    <w:rsid w:val="00E7445E"/>
    <w:rsid w:val="00E76BF6"/>
    <w:rsid w:val="00EA3B1F"/>
    <w:rsid w:val="00EA7108"/>
    <w:rsid w:val="00EA7236"/>
    <w:rsid w:val="00EA778C"/>
    <w:rsid w:val="00EB44A1"/>
    <w:rsid w:val="00EB4DB7"/>
    <w:rsid w:val="00ED12CE"/>
    <w:rsid w:val="00ED1FAE"/>
    <w:rsid w:val="00EE1A25"/>
    <w:rsid w:val="00EE26CB"/>
    <w:rsid w:val="00EE2FF9"/>
    <w:rsid w:val="00EF3588"/>
    <w:rsid w:val="00EF61F2"/>
    <w:rsid w:val="00EF7441"/>
    <w:rsid w:val="00F06BC9"/>
    <w:rsid w:val="00F37E58"/>
    <w:rsid w:val="00F52056"/>
    <w:rsid w:val="00F5328B"/>
    <w:rsid w:val="00F636AF"/>
    <w:rsid w:val="00F63931"/>
    <w:rsid w:val="00F670A1"/>
    <w:rsid w:val="00F72CF1"/>
    <w:rsid w:val="00F7674E"/>
    <w:rsid w:val="00F77810"/>
    <w:rsid w:val="00F95DCD"/>
    <w:rsid w:val="00FA10EE"/>
    <w:rsid w:val="00FA4106"/>
    <w:rsid w:val="00FB2631"/>
    <w:rsid w:val="00FB3A94"/>
    <w:rsid w:val="00FB775A"/>
    <w:rsid w:val="00FD129D"/>
    <w:rsid w:val="00FE345E"/>
    <w:rsid w:val="00FE4761"/>
    <w:rsid w:val="00FF09E3"/>
    <w:rsid w:val="00FF13DE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 "/>
  <w14:docId w14:val="4672F407"/>
  <w15:docId w15:val="{1CACD562-E554-4D73-83F6-93115801A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3A9F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3564AC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rsid w:val="003564AC"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rsid w:val="003564AC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3564AC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564AC"/>
    <w:pPr>
      <w:tabs>
        <w:tab w:val="center" w:pos="4320"/>
        <w:tab w:val="right" w:pos="8640"/>
      </w:tabs>
    </w:pPr>
  </w:style>
  <w:style w:type="paragraph" w:styleId="a4">
    <w:name w:val="footer"/>
    <w:basedOn w:val="a"/>
    <w:link w:val="a5"/>
    <w:uiPriority w:val="99"/>
    <w:rsid w:val="003564AC"/>
    <w:pPr>
      <w:tabs>
        <w:tab w:val="center" w:pos="4320"/>
        <w:tab w:val="right" w:pos="8640"/>
      </w:tabs>
    </w:pPr>
  </w:style>
  <w:style w:type="paragraph" w:styleId="a6">
    <w:name w:val="Body Text"/>
    <w:basedOn w:val="a"/>
    <w:rsid w:val="003564AC"/>
    <w:pPr>
      <w:jc w:val="both"/>
    </w:pPr>
    <w:rPr>
      <w:lang w:val="bg-BG"/>
    </w:rPr>
  </w:style>
  <w:style w:type="paragraph" w:styleId="20">
    <w:name w:val="Body Text 2"/>
    <w:basedOn w:val="a"/>
    <w:rsid w:val="003564AC"/>
    <w:pPr>
      <w:jc w:val="both"/>
    </w:pPr>
    <w:rPr>
      <w:lang w:val="bg-BG"/>
    </w:rPr>
  </w:style>
  <w:style w:type="character" w:styleId="a7">
    <w:name w:val="Hyperlink"/>
    <w:uiPriority w:val="99"/>
    <w:rsid w:val="003564AC"/>
    <w:rPr>
      <w:color w:val="0000FF"/>
      <w:u w:val="single"/>
    </w:rPr>
  </w:style>
  <w:style w:type="character" w:styleId="a8">
    <w:name w:val="Emphasis"/>
    <w:qFormat/>
    <w:rsid w:val="005B69F7"/>
    <w:rPr>
      <w:i/>
      <w:iCs/>
    </w:rPr>
  </w:style>
  <w:style w:type="table" w:styleId="a9">
    <w:name w:val="Table Grid"/>
    <w:basedOn w:val="a1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aa">
    <w:name w:val="Balloon Text"/>
    <w:basedOn w:val="a"/>
    <w:link w:val="ab"/>
    <w:rsid w:val="00800337"/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link w:val="aa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a2"/>
    <w:uiPriority w:val="99"/>
    <w:semiHidden/>
    <w:unhideWhenUsed/>
    <w:rsid w:val="005A2287"/>
  </w:style>
  <w:style w:type="numbering" w:customStyle="1" w:styleId="NoList2">
    <w:name w:val="No List2"/>
    <w:next w:val="a2"/>
    <w:uiPriority w:val="99"/>
    <w:semiHidden/>
    <w:unhideWhenUsed/>
    <w:rsid w:val="00EE2FF9"/>
  </w:style>
  <w:style w:type="character" w:styleId="ac">
    <w:name w:val="page number"/>
    <w:basedOn w:val="a0"/>
    <w:rsid w:val="00C37346"/>
  </w:style>
  <w:style w:type="character" w:styleId="ad">
    <w:name w:val="FollowedHyperlink"/>
    <w:uiPriority w:val="99"/>
    <w:unhideWhenUsed/>
    <w:rsid w:val="00A974AA"/>
    <w:rPr>
      <w:color w:val="954F72"/>
      <w:u w:val="single"/>
    </w:rPr>
  </w:style>
  <w:style w:type="paragraph" w:customStyle="1" w:styleId="xl65">
    <w:name w:val="xl65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6">
    <w:name w:val="xl66"/>
    <w:basedOn w:val="a"/>
    <w:rsid w:val="00A97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a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a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9">
    <w:name w:val="xl69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2">
    <w:name w:val="xl72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3">
    <w:name w:val="xl73"/>
    <w:basedOn w:val="a"/>
    <w:rsid w:val="00A974AA"/>
    <w:pPr>
      <w:spacing w:before="100" w:beforeAutospacing="1" w:after="100" w:afterAutospacing="1"/>
      <w:ind w:firstLineChars="500" w:firstLine="500"/>
      <w:jc w:val="right"/>
      <w:textAlignment w:val="center"/>
    </w:pPr>
    <w:rPr>
      <w:rFonts w:ascii="Courier New" w:hAnsi="Courier New" w:cs="Courier New"/>
      <w:lang w:val="bg-BG" w:eastAsia="bg-BG"/>
    </w:rPr>
  </w:style>
  <w:style w:type="paragraph" w:customStyle="1" w:styleId="xl74">
    <w:name w:val="xl74"/>
    <w:basedOn w:val="a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a"/>
    <w:rsid w:val="00E609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4">
    <w:name w:val="xl64"/>
    <w:basedOn w:val="a"/>
    <w:rsid w:val="00E609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character" w:customStyle="1" w:styleId="a5">
    <w:name w:val="Долен колонтитул Знак"/>
    <w:basedOn w:val="a0"/>
    <w:link w:val="a4"/>
    <w:uiPriority w:val="99"/>
    <w:rsid w:val="009075FB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444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1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2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3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0BB8E2-0A2A-4C07-B380-A161128B0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</Template>
  <TotalTime>114</TotalTime>
  <Pages>15</Pages>
  <Words>5646</Words>
  <Characters>32185</Characters>
  <Application>Microsoft Office Word</Application>
  <DocSecurity>0</DocSecurity>
  <Lines>268</Lines>
  <Paragraphs>75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37756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Stoqnka</cp:lastModifiedBy>
  <cp:revision>51</cp:revision>
  <cp:lastPrinted>2016-09-16T10:47:00Z</cp:lastPrinted>
  <dcterms:created xsi:type="dcterms:W3CDTF">2021-09-17T11:50:00Z</dcterms:created>
  <dcterms:modified xsi:type="dcterms:W3CDTF">2022-09-27T10:54:00Z</dcterms:modified>
</cp:coreProperties>
</file>