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0C35F1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713EC9" w:rsidRPr="005938D4">
        <w:rPr>
          <w:b/>
          <w:sz w:val="32"/>
          <w:lang w:val="bg-BG"/>
        </w:rPr>
        <w:t xml:space="preserve">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0C35F1" w:rsidRDefault="005A2287" w:rsidP="00434FB9">
      <w:pPr>
        <w:ind w:left="3600"/>
        <w:rPr>
          <w:b/>
          <w:lang w:val="bg-BG"/>
        </w:rPr>
      </w:pPr>
      <w:r w:rsidRPr="005938D4">
        <w:rPr>
          <w:lang w:val="bg-BG"/>
        </w:rPr>
        <w:t xml:space="preserve">   </w:t>
      </w:r>
      <w:r w:rsidR="00454CDE" w:rsidRPr="000C35F1">
        <w:rPr>
          <w:b/>
          <w:lang w:val="bg-BG"/>
        </w:rPr>
        <w:t>№</w:t>
      </w:r>
      <w:r w:rsidR="00434FB9" w:rsidRPr="000C35F1">
        <w:rPr>
          <w:b/>
          <w:lang w:val="bg-BG"/>
        </w:rPr>
        <w:t xml:space="preserve"> ПО-09-</w:t>
      </w:r>
      <w:r w:rsidR="00434FB9" w:rsidRPr="000C35F1">
        <w:rPr>
          <w:b/>
        </w:rPr>
        <w:t>3109</w:t>
      </w:r>
      <w:r w:rsidR="00434FB9" w:rsidRPr="000C35F1">
        <w:rPr>
          <w:b/>
          <w:lang w:val="bg-BG"/>
        </w:rPr>
        <w:t>-3</w:t>
      </w:r>
    </w:p>
    <w:p w:rsidR="00454CDE" w:rsidRPr="000C35F1" w:rsidRDefault="00454CDE" w:rsidP="00BE4052">
      <w:pPr>
        <w:ind w:left="2880" w:firstLine="720"/>
        <w:rPr>
          <w:b/>
          <w:lang w:val="bg-BG"/>
        </w:rPr>
      </w:pPr>
      <w:r w:rsidRPr="000C35F1">
        <w:rPr>
          <w:b/>
          <w:lang w:val="bg-BG"/>
        </w:rPr>
        <w:t>София,</w:t>
      </w:r>
      <w:r w:rsidR="00434FB9" w:rsidRPr="000C35F1">
        <w:rPr>
          <w:b/>
          <w:lang w:val="bg-BG"/>
        </w:rPr>
        <w:t>23.09.</w:t>
      </w:r>
      <w:r w:rsidR="006A587F" w:rsidRPr="000C35F1">
        <w:rPr>
          <w:b/>
          <w:lang w:val="bg-BG"/>
        </w:rPr>
        <w:t>202</w:t>
      </w:r>
      <w:r w:rsidR="00826A30" w:rsidRPr="000C35F1">
        <w:rPr>
          <w:b/>
          <w:lang w:val="bg-BG"/>
        </w:rPr>
        <w:t>2</w:t>
      </w:r>
      <w:r w:rsidR="00910625" w:rsidRPr="000C35F1">
        <w:rPr>
          <w:b/>
          <w:lang w:val="bg-BG"/>
        </w:rPr>
        <w:t xml:space="preserve"> </w:t>
      </w:r>
      <w:r w:rsidR="0023186B" w:rsidRPr="000C35F1">
        <w:rPr>
          <w:b/>
          <w:lang w:val="bg-BG"/>
        </w:rPr>
        <w:t>г.</w:t>
      </w:r>
      <w:r w:rsidR="006727E9" w:rsidRPr="000C35F1">
        <w:rPr>
          <w:b/>
          <w:lang w:val="bg-BG"/>
        </w:rPr>
        <w:t xml:space="preserve">  </w:t>
      </w: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4367DA">
        <w:rPr>
          <w:lang w:val="bg-BG"/>
        </w:rPr>
        <w:t xml:space="preserve">бр. </w:t>
      </w:r>
      <w:r w:rsidR="00090043">
        <w:rPr>
          <w:lang w:val="bg-BG"/>
        </w:rPr>
        <w:t>4</w:t>
      </w:r>
      <w:r w:rsidR="00090043">
        <w:rPr>
          <w:lang w:val="ru-RU"/>
        </w:rPr>
        <w:t>1</w:t>
      </w:r>
      <w:r w:rsidR="00090043" w:rsidRPr="00425D20">
        <w:rPr>
          <w:lang w:val="bg-BG"/>
        </w:rPr>
        <w:t xml:space="preserve"> от </w:t>
      </w:r>
      <w:r w:rsidR="00090043" w:rsidRPr="00425D20">
        <w:rPr>
          <w:lang w:val="ru-RU"/>
        </w:rPr>
        <w:t>0</w:t>
      </w:r>
      <w:r w:rsidR="00090043">
        <w:rPr>
          <w:lang w:val="ru-RU"/>
        </w:rPr>
        <w:t>3</w:t>
      </w:r>
      <w:r w:rsidR="00090043" w:rsidRPr="00425D20">
        <w:rPr>
          <w:lang w:val="bg-BG"/>
        </w:rPr>
        <w:t xml:space="preserve"> </w:t>
      </w:r>
      <w:r w:rsidR="00090043">
        <w:rPr>
          <w:lang w:val="bg-BG"/>
        </w:rPr>
        <w:t>юни</w:t>
      </w:r>
      <w:r w:rsidR="00090043" w:rsidRPr="00425D20">
        <w:rPr>
          <w:lang w:val="bg-BG"/>
        </w:rPr>
        <w:t xml:space="preserve"> 202</w:t>
      </w:r>
      <w:r w:rsidR="00090043">
        <w:rPr>
          <w:lang w:val="bg-BG"/>
        </w:rPr>
        <w:t xml:space="preserve">2 </w:t>
      </w:r>
      <w:r w:rsidR="00090043" w:rsidRPr="00425D20">
        <w:rPr>
          <w:lang w:val="bg-BG"/>
        </w:rPr>
        <w:t>г.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4A450A">
        <w:t>3109</w:t>
      </w:r>
      <w:r w:rsidR="004A450A">
        <w:rPr>
          <w:lang w:val="bg-BG"/>
        </w:rPr>
        <w:t xml:space="preserve"> от 2</w:t>
      </w:r>
      <w:r w:rsidR="004A450A">
        <w:t>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4A450A"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536E88">
        <w:rPr>
          <w:b/>
          <w:lang w:val="bg-BG"/>
        </w:rPr>
        <w:t>Вишан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536E88">
        <w:rPr>
          <w:lang w:val="bg-BG"/>
        </w:rPr>
        <w:t>11332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AF54FF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AF54FF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EB2A3E" w:rsidRDefault="00EB2A3E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EB2A3E" w:rsidRDefault="00EB2A3E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937"/>
        <w:gridCol w:w="709"/>
        <w:gridCol w:w="850"/>
        <w:gridCol w:w="1275"/>
      </w:tblGrid>
      <w:tr w:rsidR="006322F2" w:rsidRPr="00BC11FD" w:rsidTr="001B336C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BC11FD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83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BC11FD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BC11FD" w:rsidTr="001B336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BC11FD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BC11FD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BC11FD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7.210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173.04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71.93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17.688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5.749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5.482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4.852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3.814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FB9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  <w:p w:rsidR="00434FB9" w:rsidRPr="00434FB9" w:rsidRDefault="00434FB9" w:rsidP="00434FB9">
            <w:pPr>
              <w:rPr>
                <w:rFonts w:ascii="Arial" w:hAnsi="Arial" w:cs="Arial"/>
                <w:sz w:val="18"/>
                <w:szCs w:val="18"/>
              </w:rPr>
            </w:pPr>
          </w:p>
          <w:p w:rsidR="00434FB9" w:rsidRPr="00434FB9" w:rsidRDefault="00434FB9" w:rsidP="00434FB9">
            <w:pPr>
              <w:rPr>
                <w:rFonts w:ascii="Arial" w:hAnsi="Arial" w:cs="Arial"/>
                <w:sz w:val="18"/>
                <w:szCs w:val="18"/>
              </w:rPr>
            </w:pPr>
          </w:p>
          <w:p w:rsidR="00A111AA" w:rsidRPr="00434FB9" w:rsidRDefault="00434FB9" w:rsidP="00434FB9">
            <w:pPr>
              <w:tabs>
                <w:tab w:val="left" w:pos="267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FB9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  <w:p w:rsidR="00434FB9" w:rsidRPr="00434FB9" w:rsidRDefault="00434FB9" w:rsidP="00434FB9">
            <w:pPr>
              <w:rPr>
                <w:rFonts w:ascii="Arial" w:hAnsi="Arial" w:cs="Arial"/>
                <w:sz w:val="18"/>
                <w:szCs w:val="18"/>
              </w:rPr>
            </w:pPr>
          </w:p>
          <w:p w:rsidR="00A111AA" w:rsidRPr="00434FB9" w:rsidRDefault="00A111AA" w:rsidP="00434F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34FB9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  <w:p w:rsidR="00A111AA" w:rsidRPr="00434FB9" w:rsidRDefault="00A111AA" w:rsidP="00434F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39.55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37.42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17.72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9.94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12.138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10.198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9.193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7.900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189.61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7.657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7.447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7.190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172.55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7.165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6.889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5.684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5.284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95.34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3.852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52.73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48.07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47.89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103.31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199.110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E66961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50.09</w:t>
            </w:r>
            <w:r w:rsidR="00E6696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E66961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1202.2</w:t>
            </w:r>
            <w:r w:rsidR="00E6696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5.505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4.268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81.62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2.262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53.88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46.84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44.69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38.76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30.64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29.73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17.86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15.082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361.98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4.671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79.91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60.42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49.64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22.46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17.04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5.964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5.462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5.432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95.49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67.27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2.310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2.269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36.51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6.227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43.71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9.649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60.43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58.92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5.606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4.862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4.762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3.242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60.40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57.51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36.56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228.498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E66961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101.24</w:t>
            </w:r>
            <w:r w:rsidR="00E6696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E66961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2429.7</w:t>
            </w:r>
            <w:r w:rsidR="00E6696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44.80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30.81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29.88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14.41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2.533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4.785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114.85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52.85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35.98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ГЕНАДИ СТАНИСЛАВОВ КРЪСТЕВ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21.84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40.200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21.285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AD04A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510.8</w:t>
            </w:r>
            <w:r w:rsidR="00AD04A0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ИРЕНА СИМЕОНОВА АЛЕКСАНДРОВА НАКОВА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1.192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41.83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7.183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2.629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20.423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5.769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4.612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49.56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7.765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6.109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5.511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132.27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4.750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114.01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28.75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55.49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8.910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6.508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71.95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2.866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2.508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28.82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86.24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14.78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9.700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5.870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5.502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132.05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3.818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72.07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2.704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134.38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135.32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134.34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25.63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135.45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134.30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134.29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134.26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134.21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134.33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7.07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lastRenderedPageBreak/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135.47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СПАСКА КИРИЛОВА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134.31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249.657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59.696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1432.70</w:t>
            </w:r>
          </w:p>
        </w:tc>
      </w:tr>
      <w:tr w:rsidR="00A111AA" w:rsidRPr="00BC11FD" w:rsidTr="001B336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A111AA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3926D0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4B2C26" w:rsidRDefault="004B2C26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718.656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3926D0" w:rsidRDefault="00A111AA" w:rsidP="00801D1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E54E9E" w:rsidRDefault="00E54E9E" w:rsidP="00801D1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232.314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1AA" w:rsidRPr="009C4DAE" w:rsidRDefault="009C4DAE" w:rsidP="009C4DA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5575.53</w:t>
            </w:r>
          </w:p>
        </w:tc>
      </w:tr>
    </w:tbl>
    <w:p w:rsidR="00EB2A3E" w:rsidRDefault="00713EC9" w:rsidP="0005360C">
      <w:pPr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  </w:t>
      </w:r>
    </w:p>
    <w:p w:rsidR="00F06BC9" w:rsidRPr="005938D4" w:rsidRDefault="00EB2A3E" w:rsidP="00EB2A3E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  <w:r w:rsidR="00713EC9" w:rsidRPr="005938D4">
        <w:rPr>
          <w:lang w:val="bg-BG"/>
        </w:rPr>
        <w:t xml:space="preserve">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BD17B4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="00DF7F68">
        <w:rPr>
          <w:b/>
          <w:i/>
          <w:lang w:val="ru-RU"/>
        </w:rPr>
        <w:t>се прилага чл.3</w:t>
      </w:r>
      <w:r w:rsidR="004A7D75">
        <w:rPr>
          <w:b/>
          <w:i/>
          <w:lang w:val="ru-RU"/>
        </w:rPr>
        <w:t>7</w:t>
      </w:r>
      <w:r w:rsidR="004A7D75">
        <w:rPr>
          <w:b/>
          <w:i/>
          <w:lang w:val="bg-BG"/>
        </w:rPr>
        <w:t>в,</w:t>
      </w:r>
      <w:r w:rsidR="00DF7F68">
        <w:rPr>
          <w:b/>
          <w:i/>
          <w:lang w:val="ru-RU"/>
        </w:rPr>
        <w:t xml:space="preserve"> ал. 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CA7E0A" w:rsidRDefault="00713EC9" w:rsidP="00CA7E0A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536E88">
        <w:rPr>
          <w:lang w:val="ru-RU"/>
        </w:rPr>
        <w:t xml:space="preserve"> Вишан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BD17B4" w:rsidRPr="00D1481B" w:rsidRDefault="00CA7E0A" w:rsidP="00CA7E0A">
      <w:pPr>
        <w:jc w:val="both"/>
        <w:rPr>
          <w:lang w:val="ru-RU"/>
        </w:rPr>
      </w:pPr>
      <w:r>
        <w:rPr>
          <w:lang w:val="ru-RU"/>
        </w:rPr>
        <w:t xml:space="preserve">    </w:t>
      </w:r>
      <w:r w:rsidR="004A7D75">
        <w:rPr>
          <w:lang w:val="bg-BG"/>
        </w:rPr>
        <w:t>Контрол</w:t>
      </w:r>
      <w:r w:rsidR="00BD17B4" w:rsidRPr="0083710E">
        <w:rPr>
          <w:lang w:val="bg-BG"/>
        </w:rPr>
        <w:t xml:space="preserve"> по изпълнение на настоящата заповед ще упражнява</w:t>
      </w:r>
      <w:r w:rsidR="00BD17B4">
        <w:rPr>
          <w:lang w:val="bg-BG"/>
        </w:rPr>
        <w:t>м</w:t>
      </w:r>
      <w:r w:rsidR="00BD17B4" w:rsidRPr="0083710E">
        <w:rPr>
          <w:lang w:val="bg-BG"/>
        </w:rPr>
        <w:t xml:space="preserve"> </w:t>
      </w:r>
      <w:r w:rsidR="00BD17B4">
        <w:rPr>
          <w:lang w:val="bg-BG"/>
        </w:rPr>
        <w:t>лично</w:t>
      </w:r>
      <w:r w:rsidR="00BD17B4" w:rsidRPr="0083710E">
        <w:rPr>
          <w:lang w:val="bg-BG"/>
        </w:rPr>
        <w:t>.</w:t>
      </w:r>
      <w:r w:rsidR="00BD17B4" w:rsidRPr="00535D58">
        <w:rPr>
          <w:lang w:val="bg-BG"/>
        </w:rPr>
        <w:t xml:space="preserve"> </w:t>
      </w:r>
    </w:p>
    <w:p w:rsidR="00BD17B4" w:rsidRDefault="00BD17B4" w:rsidP="00BD17B4">
      <w:pPr>
        <w:rPr>
          <w:i/>
          <w:lang w:val="bg-BG"/>
        </w:rPr>
      </w:pPr>
    </w:p>
    <w:p w:rsidR="0092277B" w:rsidRDefault="0092277B" w:rsidP="00BD17B4">
      <w:pPr>
        <w:jc w:val="both"/>
        <w:rPr>
          <w:u w:val="single"/>
          <w:lang w:val="bg-BG"/>
        </w:rPr>
      </w:pPr>
    </w:p>
    <w:p w:rsidR="000D0E43" w:rsidRPr="000C35F1" w:rsidRDefault="000C35F1" w:rsidP="000C35F1">
      <w:pPr>
        <w:ind w:firstLine="720"/>
        <w:jc w:val="both"/>
        <w:rPr>
          <w:b/>
          <w:lang w:val="bg-BG"/>
        </w:rPr>
      </w:pPr>
      <w:bookmarkStart w:id="0" w:name="_GoBack"/>
      <w:bookmarkEnd w:id="0"/>
      <w:r w:rsidRPr="000C35F1">
        <w:rPr>
          <w:b/>
          <w:lang w:val="bg-BG"/>
        </w:rPr>
        <w:t>/П/</w:t>
      </w:r>
    </w:p>
    <w:p w:rsidR="00BD17B4" w:rsidRDefault="00BD17B4" w:rsidP="00BD17B4">
      <w:pPr>
        <w:jc w:val="both"/>
        <w:rPr>
          <w:u w:val="single"/>
          <w:lang w:val="bg-BG"/>
        </w:rPr>
      </w:pPr>
    </w:p>
    <w:p w:rsidR="00BD17B4" w:rsidRPr="00CE78CA" w:rsidRDefault="00BD17B4" w:rsidP="00BD17B4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0C35F1" w:rsidRDefault="00BD17B4" w:rsidP="00BD17B4">
      <w:pPr>
        <w:rPr>
          <w:i/>
          <w:lang w:val="bg-BG"/>
        </w:rPr>
      </w:pPr>
      <w:r w:rsidRPr="00FA15EF">
        <w:rPr>
          <w:i/>
          <w:lang w:val="bg-BG"/>
        </w:rPr>
        <w:t xml:space="preserve">главен директор на </w:t>
      </w:r>
    </w:p>
    <w:p w:rsidR="00BD17B4" w:rsidRPr="00FA15EF" w:rsidRDefault="00BD17B4" w:rsidP="00BD17B4">
      <w:pPr>
        <w:rPr>
          <w:i/>
          <w:lang w:val="bg-BG"/>
        </w:rPr>
      </w:pPr>
      <w:r w:rsidRPr="00FA15EF">
        <w:rPr>
          <w:i/>
          <w:lang w:val="bg-BG"/>
        </w:rPr>
        <w:t>ГД</w:t>
      </w:r>
      <w:r w:rsidR="000C35F1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BD17B4" w:rsidRPr="00CE78CA" w:rsidRDefault="00BD17B4" w:rsidP="00BD17B4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BD17B4" w:rsidRPr="00CE78CA" w:rsidRDefault="00BD17B4" w:rsidP="00BD17B4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BD17B4" w:rsidRPr="00374CAD" w:rsidRDefault="00BD17B4" w:rsidP="00BD17B4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:rsidR="00BD17B4" w:rsidRDefault="00BD17B4" w:rsidP="00BD17B4">
      <w:pPr>
        <w:rPr>
          <w:i/>
          <w:lang w:val="bg-BG"/>
        </w:rPr>
      </w:pPr>
    </w:p>
    <w:p w:rsidR="00BD17B4" w:rsidRPr="00CE78CA" w:rsidRDefault="00BD17B4" w:rsidP="00BD17B4">
      <w:pPr>
        <w:rPr>
          <w:i/>
          <w:lang w:val="bg-BG"/>
        </w:rPr>
      </w:pPr>
    </w:p>
    <w:p w:rsidR="00BD17B4" w:rsidRDefault="00BD17B4" w:rsidP="00BD17B4">
      <w:pPr>
        <w:jc w:val="both"/>
        <w:rPr>
          <w:u w:val="single"/>
          <w:lang w:val="bg-BG"/>
        </w:rPr>
      </w:pP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7A0597" w:rsidRDefault="007A0597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7A0597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9C6427" w:rsidRDefault="009C6427" w:rsidP="009C6427">
      <w:pPr>
        <w:overflowPunct w:val="0"/>
        <w:autoSpaceDE w:val="0"/>
        <w:autoSpaceDN w:val="0"/>
        <w:adjustRightInd w:val="0"/>
        <w:rPr>
          <w:i/>
          <w:lang w:val="bg-BG"/>
        </w:rPr>
      </w:pPr>
    </w:p>
    <w:p w:rsidR="009C6427" w:rsidRPr="009C6427" w:rsidRDefault="009C6427" w:rsidP="009C6427">
      <w:pPr>
        <w:overflowPunct w:val="0"/>
        <w:autoSpaceDE w:val="0"/>
        <w:autoSpaceDN w:val="0"/>
        <w:adjustRightInd w:val="0"/>
        <w:rPr>
          <w:i/>
          <w:lang w:val="bg-BG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067CA3" w:rsidRPr="0005360C" w:rsidRDefault="009B588C" w:rsidP="003F2EC1">
      <w:pPr>
        <w:rPr>
          <w:i/>
          <w:sz w:val="18"/>
          <w:szCs w:val="20"/>
          <w:lang w:val="ru-RU"/>
        </w:rPr>
      </w:pPr>
      <w:r>
        <w:rPr>
          <w:i/>
          <w:sz w:val="18"/>
          <w:szCs w:val="20"/>
          <w:lang w:val="ru-RU"/>
        </w:rPr>
        <w:t xml:space="preserve">                               </w:t>
      </w:r>
    </w:p>
    <w:p w:rsidR="00067CA3" w:rsidRPr="003F2EC1" w:rsidRDefault="00067CA3" w:rsidP="003F2EC1">
      <w:pPr>
        <w:jc w:val="center"/>
        <w:rPr>
          <w:i/>
          <w:sz w:val="16"/>
          <w:szCs w:val="20"/>
          <w:lang w:val="ru-RU"/>
        </w:rPr>
      </w:pPr>
    </w:p>
    <w:p w:rsidR="00067CA3" w:rsidRPr="0005360C" w:rsidRDefault="00067CA3" w:rsidP="0005360C">
      <w:pPr>
        <w:ind w:left="993"/>
        <w:rPr>
          <w:i/>
          <w:sz w:val="18"/>
          <w:szCs w:val="20"/>
          <w:lang w:val="bg-BG"/>
        </w:rPr>
      </w:pPr>
    </w:p>
    <w:p w:rsidR="00067CA3" w:rsidRPr="0005360C" w:rsidRDefault="00067CA3" w:rsidP="0005360C">
      <w:pPr>
        <w:ind w:left="993"/>
        <w:rPr>
          <w:i/>
          <w:sz w:val="18"/>
          <w:szCs w:val="20"/>
          <w:lang w:val="bg-BG"/>
        </w:rPr>
      </w:pPr>
    </w:p>
    <w:p w:rsidR="0092277B" w:rsidRPr="0005360C" w:rsidRDefault="0092277B" w:rsidP="0005360C">
      <w:pPr>
        <w:ind w:left="993"/>
        <w:rPr>
          <w:i/>
          <w:sz w:val="18"/>
          <w:szCs w:val="20"/>
          <w:lang w:val="bg-BG"/>
        </w:rPr>
      </w:pPr>
    </w:p>
    <w:p w:rsidR="0092277B" w:rsidRPr="003F4DB1" w:rsidRDefault="0092277B" w:rsidP="007C6698">
      <w:pPr>
        <w:rPr>
          <w:i/>
          <w:color w:val="000000" w:themeColor="text1"/>
          <w:sz w:val="18"/>
          <w:szCs w:val="20"/>
          <w:lang w:val="bg-BG"/>
        </w:r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A8E" w:rsidRDefault="00156A8E">
      <w:r>
        <w:separator/>
      </w:r>
    </w:p>
  </w:endnote>
  <w:endnote w:type="continuationSeparator" w:id="0">
    <w:p w:rsidR="00156A8E" w:rsidRDefault="0015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F30463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F30463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0C35F1">
      <w:rPr>
        <w:rStyle w:val="ac"/>
        <w:noProof/>
        <w:sz w:val="18"/>
      </w:rPr>
      <w:t>7</w:t>
    </w:r>
    <w:r w:rsidRPr="00713EC9">
      <w:rPr>
        <w:rStyle w:val="ac"/>
        <w:sz w:val="18"/>
      </w:rPr>
      <w:fldChar w:fldCharType="end"/>
    </w:r>
  </w:p>
  <w:p w:rsidR="00434FB9" w:rsidRPr="00434FB9" w:rsidRDefault="00434FB9" w:rsidP="00434FB9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34FB9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34FB9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34FB9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34FB9" w:rsidRPr="00434FB9" w:rsidRDefault="00434FB9" w:rsidP="00434FB9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34FB9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434FB9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B9" w:rsidRPr="00434FB9" w:rsidRDefault="00434FB9" w:rsidP="00434FB9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34FB9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34FB9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34FB9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34FB9" w:rsidRPr="00434FB9" w:rsidRDefault="00434FB9" w:rsidP="00434FB9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34FB9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004F45" w:rsidRDefault="00345A3B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A8E" w:rsidRDefault="00156A8E">
      <w:r>
        <w:separator/>
      </w:r>
    </w:p>
  </w:footnote>
  <w:footnote w:type="continuationSeparator" w:id="0">
    <w:p w:rsidR="00156A8E" w:rsidRDefault="00156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156A8E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0043"/>
    <w:rsid w:val="0009344D"/>
    <w:rsid w:val="00094932"/>
    <w:rsid w:val="000A18BE"/>
    <w:rsid w:val="000A519D"/>
    <w:rsid w:val="000C35F1"/>
    <w:rsid w:val="000C5047"/>
    <w:rsid w:val="000D0E43"/>
    <w:rsid w:val="000E2804"/>
    <w:rsid w:val="000E46A8"/>
    <w:rsid w:val="000F691D"/>
    <w:rsid w:val="0010044E"/>
    <w:rsid w:val="00111688"/>
    <w:rsid w:val="00113853"/>
    <w:rsid w:val="0013647C"/>
    <w:rsid w:val="00137F32"/>
    <w:rsid w:val="00155469"/>
    <w:rsid w:val="00156A8E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336C"/>
    <w:rsid w:val="001B4BA5"/>
    <w:rsid w:val="001D31E5"/>
    <w:rsid w:val="001E02F8"/>
    <w:rsid w:val="0020653E"/>
    <w:rsid w:val="00212573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1950"/>
    <w:rsid w:val="002725F6"/>
    <w:rsid w:val="0027756D"/>
    <w:rsid w:val="00291439"/>
    <w:rsid w:val="00291BDD"/>
    <w:rsid w:val="002A10AF"/>
    <w:rsid w:val="002A7741"/>
    <w:rsid w:val="002B0375"/>
    <w:rsid w:val="002B624E"/>
    <w:rsid w:val="002C5874"/>
    <w:rsid w:val="002D19F2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707A2"/>
    <w:rsid w:val="003813FC"/>
    <w:rsid w:val="0038518E"/>
    <w:rsid w:val="003A55D2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4FB9"/>
    <w:rsid w:val="004367DA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A450A"/>
    <w:rsid w:val="004A7D75"/>
    <w:rsid w:val="004B10BF"/>
    <w:rsid w:val="004B2C26"/>
    <w:rsid w:val="004C3144"/>
    <w:rsid w:val="004C4B62"/>
    <w:rsid w:val="004E31E0"/>
    <w:rsid w:val="004E3BDE"/>
    <w:rsid w:val="004E54F5"/>
    <w:rsid w:val="004E5FF6"/>
    <w:rsid w:val="004E6F1E"/>
    <w:rsid w:val="004E7332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36E88"/>
    <w:rsid w:val="00542B79"/>
    <w:rsid w:val="00544517"/>
    <w:rsid w:val="005511C1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103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E1608"/>
    <w:rsid w:val="006E2F1D"/>
    <w:rsid w:val="006E5256"/>
    <w:rsid w:val="006E6F28"/>
    <w:rsid w:val="006F0945"/>
    <w:rsid w:val="006F4FCB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0105"/>
    <w:rsid w:val="00792482"/>
    <w:rsid w:val="007947AE"/>
    <w:rsid w:val="00794F6B"/>
    <w:rsid w:val="007964C9"/>
    <w:rsid w:val="007A0597"/>
    <w:rsid w:val="007A06D3"/>
    <w:rsid w:val="007A3F15"/>
    <w:rsid w:val="007A6290"/>
    <w:rsid w:val="007B4B8A"/>
    <w:rsid w:val="007C49BC"/>
    <w:rsid w:val="007C6698"/>
    <w:rsid w:val="007C7B4E"/>
    <w:rsid w:val="007D05C7"/>
    <w:rsid w:val="007D07CD"/>
    <w:rsid w:val="007D6450"/>
    <w:rsid w:val="00800337"/>
    <w:rsid w:val="0080526F"/>
    <w:rsid w:val="00810556"/>
    <w:rsid w:val="00813E21"/>
    <w:rsid w:val="00822F7A"/>
    <w:rsid w:val="00823FF9"/>
    <w:rsid w:val="00826A30"/>
    <w:rsid w:val="008318FA"/>
    <w:rsid w:val="008324AB"/>
    <w:rsid w:val="00835BBA"/>
    <w:rsid w:val="008361AB"/>
    <w:rsid w:val="008374AD"/>
    <w:rsid w:val="00852E25"/>
    <w:rsid w:val="0085348A"/>
    <w:rsid w:val="00855BEB"/>
    <w:rsid w:val="0086367E"/>
    <w:rsid w:val="00871654"/>
    <w:rsid w:val="00883AE2"/>
    <w:rsid w:val="0088459B"/>
    <w:rsid w:val="00893776"/>
    <w:rsid w:val="008A1BBB"/>
    <w:rsid w:val="008A6B3F"/>
    <w:rsid w:val="008B0206"/>
    <w:rsid w:val="008B1300"/>
    <w:rsid w:val="008B1716"/>
    <w:rsid w:val="008D2703"/>
    <w:rsid w:val="008E0E45"/>
    <w:rsid w:val="008E75AB"/>
    <w:rsid w:val="008F3A6E"/>
    <w:rsid w:val="008F62C9"/>
    <w:rsid w:val="009017B5"/>
    <w:rsid w:val="009075FB"/>
    <w:rsid w:val="00910625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B588C"/>
    <w:rsid w:val="009C4DAE"/>
    <w:rsid w:val="009C6427"/>
    <w:rsid w:val="009D555E"/>
    <w:rsid w:val="009E7D8E"/>
    <w:rsid w:val="009F2A96"/>
    <w:rsid w:val="00A05DB4"/>
    <w:rsid w:val="00A111AA"/>
    <w:rsid w:val="00A23BFD"/>
    <w:rsid w:val="00A2419F"/>
    <w:rsid w:val="00A36C2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04A0"/>
    <w:rsid w:val="00AD13E8"/>
    <w:rsid w:val="00AD2747"/>
    <w:rsid w:val="00AD31FE"/>
    <w:rsid w:val="00AD3A76"/>
    <w:rsid w:val="00AD6705"/>
    <w:rsid w:val="00AD6B30"/>
    <w:rsid w:val="00AD7D68"/>
    <w:rsid w:val="00AE6009"/>
    <w:rsid w:val="00AF54FF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7B20"/>
    <w:rsid w:val="00BA5128"/>
    <w:rsid w:val="00BB7689"/>
    <w:rsid w:val="00BC0B35"/>
    <w:rsid w:val="00BC11FD"/>
    <w:rsid w:val="00BC45FC"/>
    <w:rsid w:val="00BD17B4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A7E0A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D3144"/>
    <w:rsid w:val="00DF7F6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4E9E"/>
    <w:rsid w:val="00E5627C"/>
    <w:rsid w:val="00E609AD"/>
    <w:rsid w:val="00E61682"/>
    <w:rsid w:val="00E6220A"/>
    <w:rsid w:val="00E66961"/>
    <w:rsid w:val="00E71875"/>
    <w:rsid w:val="00E71BA4"/>
    <w:rsid w:val="00E7445E"/>
    <w:rsid w:val="00E76BF6"/>
    <w:rsid w:val="00EA3B1F"/>
    <w:rsid w:val="00EA7236"/>
    <w:rsid w:val="00EA778C"/>
    <w:rsid w:val="00EB2A3E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0463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A64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0D0DA23F"/>
  <w15:docId w15:val="{2054606E-19AF-4256-834A-59890D66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8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73F56-2E1F-4E0F-860D-72F4BF956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106</TotalTime>
  <Pages>8</Pages>
  <Words>2697</Words>
  <Characters>15374</Characters>
  <Application>Microsoft Office Word</Application>
  <DocSecurity>0</DocSecurity>
  <Lines>128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58</cp:revision>
  <cp:lastPrinted>2022-09-26T12:21:00Z</cp:lastPrinted>
  <dcterms:created xsi:type="dcterms:W3CDTF">2021-09-17T11:50:00Z</dcterms:created>
  <dcterms:modified xsi:type="dcterms:W3CDTF">2022-09-27T10:53:00Z</dcterms:modified>
</cp:coreProperties>
</file>